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AB843" w14:textId="77777777" w:rsidR="00473839" w:rsidRPr="005642F6" w:rsidRDefault="00473839" w:rsidP="000B0541">
      <w:pPr>
        <w:pStyle w:val="ASDEFCONTitle"/>
      </w:pPr>
      <w:bookmarkStart w:id="0" w:name="_Toc229970156"/>
      <w:bookmarkStart w:id="1" w:name="_Toc231195383"/>
      <w:bookmarkStart w:id="2" w:name="_Toc231196027"/>
      <w:bookmarkStart w:id="3" w:name="_GoBack"/>
      <w:bookmarkEnd w:id="3"/>
      <w:r w:rsidRPr="005642F6">
        <w:t>TENDER DATA REQUIREMENTS LIST</w:t>
      </w:r>
    </w:p>
    <w:bookmarkEnd w:id="0"/>
    <w:bookmarkEnd w:id="1"/>
    <w:bookmarkEnd w:id="2"/>
    <w:p w14:paraId="3BFBD73B" w14:textId="0286AFD7" w:rsidR="00473839" w:rsidRPr="00352332" w:rsidRDefault="00473839" w:rsidP="000B0541">
      <w:pPr>
        <w:pStyle w:val="NoteToDrafters-ASDEFCON"/>
      </w:pPr>
      <w:r>
        <w:t>Note to drafters:  The following format is provided for guidance only and may be amended as required.</w:t>
      </w:r>
      <w:r w:rsidR="00F91C0D">
        <w:t xml:space="preserve">  Delete ‘Core’ and ‘Optional’ designations before release of the RFT.  Optional requirements that are not included should be annotated as ‘Not used’.</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7513"/>
      </w:tblGrid>
      <w:tr w:rsidR="00A1182C" w14:paraId="15A2F1B3" w14:textId="77777777" w:rsidTr="00473839">
        <w:trPr>
          <w:trHeight w:val="824"/>
          <w:tblHeader/>
        </w:trPr>
        <w:tc>
          <w:tcPr>
            <w:tcW w:w="1843" w:type="dxa"/>
            <w:tcBorders>
              <w:bottom w:val="nil"/>
            </w:tcBorders>
          </w:tcPr>
          <w:p w14:paraId="477CB3B2" w14:textId="77777777" w:rsidR="00473839" w:rsidRPr="00675F3C" w:rsidRDefault="00473839" w:rsidP="000B0541">
            <w:pPr>
              <w:pStyle w:val="Table10ptHeading-ASDEFCON"/>
            </w:pPr>
            <w:r w:rsidRPr="00675F3C">
              <w:t>Tender Data Requirement Number</w:t>
            </w:r>
          </w:p>
        </w:tc>
        <w:tc>
          <w:tcPr>
            <w:tcW w:w="7513" w:type="dxa"/>
            <w:tcBorders>
              <w:bottom w:val="nil"/>
            </w:tcBorders>
          </w:tcPr>
          <w:p w14:paraId="16069586" w14:textId="77777777" w:rsidR="00473839" w:rsidRPr="00675F3C" w:rsidRDefault="00473839" w:rsidP="000B0541">
            <w:pPr>
              <w:pStyle w:val="Table10ptHeading-ASDEFCON"/>
            </w:pPr>
            <w:r w:rsidRPr="00675F3C">
              <w:t>Tender Response Volume</w:t>
            </w:r>
          </w:p>
        </w:tc>
      </w:tr>
      <w:tr w:rsidR="00A1182C" w14:paraId="0C76C080" w14:textId="77777777" w:rsidTr="00473839">
        <w:tc>
          <w:tcPr>
            <w:tcW w:w="1843" w:type="dxa"/>
            <w:tcBorders>
              <w:top w:val="single" w:sz="4" w:space="0" w:color="auto"/>
            </w:tcBorders>
            <w:shd w:val="clear" w:color="auto" w:fill="C0C0C0"/>
          </w:tcPr>
          <w:p w14:paraId="271F2676" w14:textId="77777777" w:rsidR="00473839" w:rsidRDefault="00473839" w:rsidP="00473839">
            <w:pPr>
              <w:pStyle w:val="Table10ptHeading-ASDEFCON"/>
            </w:pPr>
          </w:p>
        </w:tc>
        <w:tc>
          <w:tcPr>
            <w:tcW w:w="7513" w:type="dxa"/>
            <w:tcBorders>
              <w:top w:val="single" w:sz="4" w:space="0" w:color="auto"/>
            </w:tcBorders>
            <w:shd w:val="clear" w:color="auto" w:fill="C0C0C0"/>
          </w:tcPr>
          <w:p w14:paraId="71134CD0" w14:textId="77777777" w:rsidR="00473839" w:rsidRPr="00675F3C" w:rsidRDefault="00473839" w:rsidP="000B0541">
            <w:pPr>
              <w:pStyle w:val="Table10ptHeading-ASDEFCON"/>
            </w:pPr>
            <w:r>
              <w:t xml:space="preserve">Volume 1: </w:t>
            </w:r>
            <w:r w:rsidRPr="00675F3C">
              <w:t>Overview</w:t>
            </w:r>
          </w:p>
        </w:tc>
      </w:tr>
      <w:tr w:rsidR="00A1182C" w14:paraId="53BEB28A" w14:textId="77777777" w:rsidTr="00473839">
        <w:tc>
          <w:tcPr>
            <w:tcW w:w="1843" w:type="dxa"/>
            <w:tcBorders>
              <w:bottom w:val="nil"/>
            </w:tcBorders>
          </w:tcPr>
          <w:p w14:paraId="42C3A892" w14:textId="41AB1CCE" w:rsidR="00473839" w:rsidRPr="00675F3C" w:rsidRDefault="00473839" w:rsidP="000B0541">
            <w:pPr>
              <w:pStyle w:val="Table10ptHeading-ASDEFCON"/>
            </w:pPr>
            <w:r w:rsidRPr="00675F3C">
              <w:t>A-</w:t>
            </w:r>
            <w:r w:rsidR="00073325">
              <w:fldChar w:fldCharType="begin"/>
            </w:r>
            <w:r w:rsidR="00073325">
              <w:instrText xml:space="preserve"> REF _Ref102455308 \r \h </w:instrText>
            </w:r>
            <w:r w:rsidR="00073325">
              <w:fldChar w:fldCharType="separate"/>
            </w:r>
            <w:r w:rsidR="007D75F6">
              <w:t>1</w:t>
            </w:r>
            <w:r w:rsidR="00073325">
              <w:fldChar w:fldCharType="end"/>
            </w:r>
          </w:p>
        </w:tc>
        <w:tc>
          <w:tcPr>
            <w:tcW w:w="7513" w:type="dxa"/>
            <w:tcBorders>
              <w:bottom w:val="nil"/>
            </w:tcBorders>
          </w:tcPr>
          <w:p w14:paraId="6726BA1C" w14:textId="4AEC40A4" w:rsidR="00473839" w:rsidRPr="00675F3C" w:rsidRDefault="00473839" w:rsidP="000B0541">
            <w:pPr>
              <w:pStyle w:val="Table10ptText-ASDEFCON"/>
            </w:pPr>
            <w:r w:rsidRPr="00675F3C">
              <w:t>Tenderer’s Deed of Undertaking (</w:t>
            </w:r>
            <w:r w:rsidR="00FA4D2A" w:rsidRPr="00675F3C">
              <w:t>CORE</w:t>
            </w:r>
            <w:r w:rsidRPr="00675F3C">
              <w:t>)</w:t>
            </w:r>
          </w:p>
        </w:tc>
      </w:tr>
      <w:tr w:rsidR="00A1182C" w14:paraId="4C7F8137" w14:textId="77777777" w:rsidTr="00473839">
        <w:tc>
          <w:tcPr>
            <w:tcW w:w="1843" w:type="dxa"/>
          </w:tcPr>
          <w:p w14:paraId="55D44753" w14:textId="3BD10FE1" w:rsidR="00473839" w:rsidRPr="00675F3C" w:rsidRDefault="00473839" w:rsidP="000B0541">
            <w:pPr>
              <w:pStyle w:val="Table10ptHeading-ASDEFCON"/>
            </w:pPr>
            <w:r w:rsidRPr="00675F3C">
              <w:t>B-</w:t>
            </w:r>
            <w:r w:rsidR="00B3332C">
              <w:fldChar w:fldCharType="begin"/>
            </w:r>
            <w:r w:rsidR="00B3332C">
              <w:instrText xml:space="preserve"> REF _Ref107410509 \r \h </w:instrText>
            </w:r>
            <w:r w:rsidR="00B3332C">
              <w:fldChar w:fldCharType="separate"/>
            </w:r>
            <w:r w:rsidR="007D75F6">
              <w:t>1</w:t>
            </w:r>
            <w:r w:rsidR="00B3332C">
              <w:fldChar w:fldCharType="end"/>
            </w:r>
          </w:p>
        </w:tc>
        <w:tc>
          <w:tcPr>
            <w:tcW w:w="7513" w:type="dxa"/>
          </w:tcPr>
          <w:p w14:paraId="4BC12A45" w14:textId="666BF471" w:rsidR="00473839" w:rsidRPr="00675F3C" w:rsidRDefault="00590882" w:rsidP="000B0541">
            <w:pPr>
              <w:pStyle w:val="Table10ptText-ASDEFCON"/>
            </w:pPr>
            <w:r>
              <w:fldChar w:fldCharType="begin"/>
            </w:r>
            <w:r>
              <w:instrText xml:space="preserve"> REF _Ref178067698 \h </w:instrText>
            </w:r>
            <w:r>
              <w:fldChar w:fldCharType="separate"/>
            </w:r>
            <w:r>
              <w:t>Statement of Non-Compliance</w:t>
            </w:r>
            <w:r w:rsidRPr="002346DB">
              <w:t xml:space="preserve"> (CORE)</w:t>
            </w:r>
            <w:r>
              <w:fldChar w:fldCharType="end"/>
            </w:r>
          </w:p>
        </w:tc>
      </w:tr>
      <w:tr w:rsidR="00A1182C" w14:paraId="719790DB" w14:textId="77777777" w:rsidTr="00055D16">
        <w:tc>
          <w:tcPr>
            <w:tcW w:w="1843" w:type="dxa"/>
            <w:tcBorders>
              <w:bottom w:val="single" w:sz="4" w:space="0" w:color="auto"/>
            </w:tcBorders>
            <w:shd w:val="pct20" w:color="000000" w:fill="FFFFFF"/>
          </w:tcPr>
          <w:p w14:paraId="528D0740" w14:textId="77777777" w:rsidR="00473839" w:rsidRPr="00675F3C" w:rsidRDefault="00473839" w:rsidP="00473839">
            <w:pPr>
              <w:pStyle w:val="Table10ptHeading-ASDEFCON"/>
            </w:pPr>
          </w:p>
        </w:tc>
        <w:tc>
          <w:tcPr>
            <w:tcW w:w="7513" w:type="dxa"/>
            <w:tcBorders>
              <w:bottom w:val="single" w:sz="4" w:space="0" w:color="auto"/>
            </w:tcBorders>
            <w:shd w:val="pct20" w:color="000000" w:fill="FFFFFF"/>
          </w:tcPr>
          <w:p w14:paraId="075C0E27" w14:textId="77777777" w:rsidR="00473839" w:rsidRPr="00675F3C" w:rsidRDefault="00473839" w:rsidP="000B0541">
            <w:pPr>
              <w:pStyle w:val="Table10ptHeading-ASDEFCON"/>
            </w:pPr>
            <w:r>
              <w:t xml:space="preserve">Volume 2: </w:t>
            </w:r>
            <w:r w:rsidRPr="00675F3C">
              <w:t>Commercial</w:t>
            </w:r>
            <w:r>
              <w:t xml:space="preserve"> and Financial</w:t>
            </w:r>
          </w:p>
        </w:tc>
      </w:tr>
      <w:tr w:rsidR="002E2080" w14:paraId="653ADDCE" w14:textId="77777777" w:rsidTr="00055D16">
        <w:tc>
          <w:tcPr>
            <w:tcW w:w="1843" w:type="dxa"/>
            <w:shd w:val="clear" w:color="000000" w:fill="FFFFFF"/>
          </w:tcPr>
          <w:p w14:paraId="6AA214BD" w14:textId="6130BCF3" w:rsidR="002E2080" w:rsidRPr="00675F3C" w:rsidRDefault="002E2080" w:rsidP="000B0541">
            <w:pPr>
              <w:pStyle w:val="Table10ptHeading-ASDEFCON"/>
            </w:pPr>
            <w:r>
              <w:t>C-</w:t>
            </w:r>
            <w:r w:rsidR="00636020">
              <w:fldChar w:fldCharType="begin"/>
            </w:r>
            <w:r w:rsidR="00636020">
              <w:instrText xml:space="preserve"> REF _Ref101862734 \r \h </w:instrText>
            </w:r>
            <w:r w:rsidR="00636020">
              <w:fldChar w:fldCharType="separate"/>
            </w:r>
            <w:r w:rsidR="007D75F6">
              <w:t>1</w:t>
            </w:r>
            <w:r w:rsidR="00636020">
              <w:fldChar w:fldCharType="end"/>
            </w:r>
          </w:p>
        </w:tc>
        <w:tc>
          <w:tcPr>
            <w:tcW w:w="7513" w:type="dxa"/>
            <w:shd w:val="clear" w:color="000000" w:fill="FFFFFF"/>
          </w:tcPr>
          <w:p w14:paraId="67027B23" w14:textId="100A0789" w:rsidR="002E2080" w:rsidRDefault="00400A5D" w:rsidP="00400A5D">
            <w:pPr>
              <w:pStyle w:val="Table10ptText-ASDEFCON"/>
            </w:pPr>
            <w:r>
              <w:fldChar w:fldCharType="begin"/>
            </w:r>
            <w:r>
              <w:instrText xml:space="preserve"> REF _Ref159998522 \h </w:instrText>
            </w:r>
            <w:r>
              <w:fldChar w:fldCharType="separate"/>
            </w:r>
            <w:r w:rsidR="007D75F6">
              <w:t>Tendered Pricing Information – General Requirements</w:t>
            </w:r>
            <w:r w:rsidR="007D75F6" w:rsidRPr="002B482A">
              <w:t xml:space="preserve"> (CORE)</w:t>
            </w:r>
            <w:r>
              <w:fldChar w:fldCharType="end"/>
            </w:r>
            <w:r>
              <w:t xml:space="preserve"> </w:t>
            </w:r>
          </w:p>
        </w:tc>
      </w:tr>
      <w:tr w:rsidR="00A1182C" w14:paraId="18AADE26" w14:textId="77777777" w:rsidTr="00830D62">
        <w:tc>
          <w:tcPr>
            <w:tcW w:w="1843" w:type="dxa"/>
          </w:tcPr>
          <w:p w14:paraId="5E9D2595" w14:textId="0D29653C" w:rsidR="00473839" w:rsidRPr="00675F3C" w:rsidRDefault="00473839" w:rsidP="000B0541">
            <w:pPr>
              <w:pStyle w:val="Table10ptHeading-ASDEFCON"/>
            </w:pPr>
            <w:r w:rsidRPr="00675F3C">
              <w:t>C-</w:t>
            </w:r>
            <w:r w:rsidR="00636020">
              <w:fldChar w:fldCharType="begin"/>
            </w:r>
            <w:r w:rsidR="00636020">
              <w:instrText xml:space="preserve"> REF _Ref101862741 \r \h </w:instrText>
            </w:r>
            <w:r w:rsidR="00636020">
              <w:fldChar w:fldCharType="separate"/>
            </w:r>
            <w:r w:rsidR="007D75F6">
              <w:t>2</w:t>
            </w:r>
            <w:r w:rsidR="00636020">
              <w:fldChar w:fldCharType="end"/>
            </w:r>
          </w:p>
        </w:tc>
        <w:tc>
          <w:tcPr>
            <w:tcW w:w="7513" w:type="dxa"/>
          </w:tcPr>
          <w:p w14:paraId="4DB7A111" w14:textId="1587DCF4" w:rsidR="00473839" w:rsidRPr="00675F3C" w:rsidRDefault="00400A5D" w:rsidP="00400A5D">
            <w:pPr>
              <w:pStyle w:val="Table10ptText-ASDEFCON"/>
            </w:pPr>
            <w:r>
              <w:fldChar w:fldCharType="begin"/>
            </w:r>
            <w:r>
              <w:instrText xml:space="preserve"> REF _Ref101862741 \h </w:instrText>
            </w:r>
            <w:r>
              <w:fldChar w:fldCharType="separate"/>
            </w:r>
            <w:r w:rsidR="007D75F6" w:rsidRPr="00E875E1">
              <w:t xml:space="preserve">Tendered Pricing Information </w:t>
            </w:r>
            <w:r w:rsidR="007D75F6" w:rsidRPr="00E875E1">
              <w:rPr>
                <w:rFonts w:hint="eastAsia"/>
              </w:rPr>
              <w:t>–</w:t>
            </w:r>
            <w:r w:rsidR="007D75F6" w:rsidRPr="00E875E1">
              <w:t xml:space="preserve"> Specific Requirements</w:t>
            </w:r>
            <w:r w:rsidR="007D75F6">
              <w:t xml:space="preserve"> (CORE)</w:t>
            </w:r>
            <w:r>
              <w:fldChar w:fldCharType="end"/>
            </w:r>
          </w:p>
        </w:tc>
      </w:tr>
      <w:tr w:rsidR="00A1182C" w14:paraId="7DB6A2B9" w14:textId="77777777" w:rsidTr="00473839">
        <w:tc>
          <w:tcPr>
            <w:tcW w:w="1843" w:type="dxa"/>
          </w:tcPr>
          <w:p w14:paraId="330820BC" w14:textId="68E6AB9F" w:rsidR="00473839" w:rsidRPr="00675F3C" w:rsidRDefault="00473839" w:rsidP="000B0541">
            <w:pPr>
              <w:pStyle w:val="Table10ptHeading-ASDEFCON"/>
            </w:pPr>
            <w:r w:rsidRPr="00675F3C">
              <w:t>C-</w:t>
            </w:r>
            <w:r w:rsidR="00636020">
              <w:fldChar w:fldCharType="begin"/>
            </w:r>
            <w:r w:rsidR="00636020">
              <w:instrText xml:space="preserve"> REF _Ref101862765 \r \h </w:instrText>
            </w:r>
            <w:r w:rsidR="00636020">
              <w:fldChar w:fldCharType="separate"/>
            </w:r>
            <w:r w:rsidR="007D75F6">
              <w:t>3</w:t>
            </w:r>
            <w:r w:rsidR="00636020">
              <w:fldChar w:fldCharType="end"/>
            </w:r>
          </w:p>
        </w:tc>
        <w:tc>
          <w:tcPr>
            <w:tcW w:w="7513" w:type="dxa"/>
          </w:tcPr>
          <w:p w14:paraId="59DC9114" w14:textId="4D96174F" w:rsidR="00473839" w:rsidRPr="00675F3C" w:rsidRDefault="00400A5D" w:rsidP="00400A5D">
            <w:pPr>
              <w:pStyle w:val="Table10ptText-ASDEFCON"/>
            </w:pPr>
            <w:r>
              <w:fldChar w:fldCharType="begin"/>
            </w:r>
            <w:r>
              <w:instrText xml:space="preserve"> REF _Ref159998653 \h </w:instrText>
            </w:r>
            <w:r>
              <w:fldChar w:fldCharType="separate"/>
            </w:r>
            <w:r w:rsidR="007D75F6" w:rsidRPr="002318B6">
              <w:t>Adjustment</w:t>
            </w:r>
            <w:r w:rsidR="007D75F6">
              <w:t>s</w:t>
            </w:r>
            <w:r w:rsidR="007D75F6" w:rsidRPr="002318B6">
              <w:t xml:space="preserve"> (</w:t>
            </w:r>
            <w:r w:rsidR="007D75F6">
              <w:t>OPTIONAL</w:t>
            </w:r>
            <w:r w:rsidR="007D75F6" w:rsidRPr="002318B6">
              <w:t>)</w:t>
            </w:r>
            <w:r>
              <w:fldChar w:fldCharType="end"/>
            </w:r>
            <w:r w:rsidRPr="00675F3C">
              <w:t xml:space="preserve"> </w:t>
            </w:r>
          </w:p>
        </w:tc>
      </w:tr>
      <w:tr w:rsidR="002E2080" w14:paraId="0EC3231E" w14:textId="77777777" w:rsidTr="00473839">
        <w:tc>
          <w:tcPr>
            <w:tcW w:w="1843" w:type="dxa"/>
          </w:tcPr>
          <w:p w14:paraId="53A1279B" w14:textId="19DBE8F9" w:rsidR="002E2080" w:rsidRPr="00675F3C" w:rsidRDefault="002E2080" w:rsidP="000B0541">
            <w:pPr>
              <w:pStyle w:val="Table10ptHeading-ASDEFCON"/>
            </w:pPr>
            <w:r>
              <w:t>C-</w:t>
            </w:r>
            <w:r>
              <w:fldChar w:fldCharType="begin"/>
            </w:r>
            <w:r>
              <w:instrText xml:space="preserve"> REF _Ref101862306 \r \h </w:instrText>
            </w:r>
            <w:r>
              <w:fldChar w:fldCharType="separate"/>
            </w:r>
            <w:r w:rsidR="007D75F6">
              <w:t>4</w:t>
            </w:r>
            <w:r>
              <w:fldChar w:fldCharType="end"/>
            </w:r>
          </w:p>
        </w:tc>
        <w:tc>
          <w:tcPr>
            <w:tcW w:w="7513" w:type="dxa"/>
          </w:tcPr>
          <w:p w14:paraId="68794118" w14:textId="769FE666" w:rsidR="002E2080" w:rsidRPr="00675F3C" w:rsidRDefault="00400A5D" w:rsidP="000B0541">
            <w:pPr>
              <w:pStyle w:val="Table10ptText-ASDEFCON"/>
            </w:pPr>
            <w:r>
              <w:fldChar w:fldCharType="begin"/>
            </w:r>
            <w:r>
              <w:instrText xml:space="preserve"> REF _Ref101862306 \h </w:instrText>
            </w:r>
            <w:r>
              <w:fldChar w:fldCharType="separate"/>
            </w:r>
            <w:r w:rsidR="007D75F6">
              <w:t>Australian Contract Expenditure (OPTIONAL)</w:t>
            </w:r>
            <w:r>
              <w:fldChar w:fldCharType="end"/>
            </w:r>
          </w:p>
        </w:tc>
      </w:tr>
      <w:tr w:rsidR="00A1182C" w14:paraId="1BA39F96" w14:textId="77777777" w:rsidTr="00473839">
        <w:tc>
          <w:tcPr>
            <w:tcW w:w="1843" w:type="dxa"/>
          </w:tcPr>
          <w:p w14:paraId="628D9A13" w14:textId="71113635" w:rsidR="00473839" w:rsidRPr="00675F3C" w:rsidRDefault="00473839" w:rsidP="005A3F30">
            <w:pPr>
              <w:pStyle w:val="Table10ptHeading-ASDEFCON"/>
            </w:pPr>
            <w:r w:rsidRPr="00675F3C">
              <w:t>C-</w:t>
            </w:r>
            <w:r w:rsidR="005A3F30">
              <w:fldChar w:fldCharType="begin"/>
            </w:r>
            <w:r w:rsidR="005A3F30">
              <w:instrText xml:space="preserve"> REF _Ref137031535 \r \h </w:instrText>
            </w:r>
            <w:r w:rsidR="005A3F30">
              <w:fldChar w:fldCharType="separate"/>
            </w:r>
            <w:r w:rsidR="007D75F6">
              <w:t>5</w:t>
            </w:r>
            <w:r w:rsidR="005A3F30">
              <w:fldChar w:fldCharType="end"/>
            </w:r>
          </w:p>
        </w:tc>
        <w:tc>
          <w:tcPr>
            <w:tcW w:w="7513" w:type="dxa"/>
          </w:tcPr>
          <w:p w14:paraId="6D5CC94E" w14:textId="1017323A" w:rsidR="00473839" w:rsidRPr="00675F3C" w:rsidRDefault="00400A5D" w:rsidP="000B0541">
            <w:pPr>
              <w:pStyle w:val="Table10ptText-ASDEFCON"/>
            </w:pPr>
            <w:r>
              <w:fldChar w:fldCharType="begin"/>
            </w:r>
            <w:r>
              <w:instrText xml:space="preserve"> REF _Ref137031535 \h </w:instrText>
            </w:r>
            <w:r>
              <w:fldChar w:fldCharType="separate"/>
            </w:r>
            <w:r w:rsidR="007D75F6" w:rsidRPr="002318B6">
              <w:t>Tenderer’s Ability to Supply (CORE)</w:t>
            </w:r>
            <w:r>
              <w:fldChar w:fldCharType="end"/>
            </w:r>
          </w:p>
        </w:tc>
      </w:tr>
      <w:tr w:rsidR="00A1182C" w14:paraId="75269FD0" w14:textId="77777777" w:rsidTr="00473839">
        <w:tc>
          <w:tcPr>
            <w:tcW w:w="1843" w:type="dxa"/>
          </w:tcPr>
          <w:p w14:paraId="6F2E06D8" w14:textId="2EE24DE8" w:rsidR="00473839" w:rsidRPr="00675F3C" w:rsidRDefault="00473839" w:rsidP="00592603">
            <w:pPr>
              <w:pStyle w:val="Table10ptHeading-ASDEFCON"/>
            </w:pPr>
            <w:r w:rsidRPr="00675F3C">
              <w:t>C-</w:t>
            </w:r>
            <w:r w:rsidR="00592603">
              <w:fldChar w:fldCharType="begin"/>
            </w:r>
            <w:r w:rsidR="00592603">
              <w:instrText xml:space="preserve"> REF _Ref140672275 \w \h </w:instrText>
            </w:r>
            <w:r w:rsidR="00592603">
              <w:fldChar w:fldCharType="separate"/>
            </w:r>
            <w:r w:rsidR="007D75F6">
              <w:t>6</w:t>
            </w:r>
            <w:r w:rsidR="00592603">
              <w:fldChar w:fldCharType="end"/>
            </w:r>
          </w:p>
        </w:tc>
        <w:tc>
          <w:tcPr>
            <w:tcW w:w="7513" w:type="dxa"/>
          </w:tcPr>
          <w:p w14:paraId="53C98600" w14:textId="416BB848" w:rsidR="00473839" w:rsidRPr="00675F3C" w:rsidRDefault="00400A5D" w:rsidP="00400A5D">
            <w:pPr>
              <w:pStyle w:val="Table10ptText-ASDEFCON"/>
            </w:pPr>
            <w:r>
              <w:fldChar w:fldCharType="begin"/>
            </w:r>
            <w:r>
              <w:instrText xml:space="preserve"> REF _Ref140672275 \h </w:instrText>
            </w:r>
            <w:r>
              <w:fldChar w:fldCharType="separate"/>
            </w:r>
            <w:r w:rsidR="007D75F6">
              <w:t>Defect Rectification</w:t>
            </w:r>
            <w:r w:rsidR="007D75F6" w:rsidRPr="002318B6">
              <w:t xml:space="preserve"> (CORE)</w:t>
            </w:r>
            <w:r>
              <w:fldChar w:fldCharType="end"/>
            </w:r>
            <w:r>
              <w:t xml:space="preserve"> </w:t>
            </w:r>
          </w:p>
        </w:tc>
      </w:tr>
      <w:tr w:rsidR="00A1182C" w14:paraId="63ACDB6D" w14:textId="77777777" w:rsidTr="00473839">
        <w:tc>
          <w:tcPr>
            <w:tcW w:w="1843" w:type="dxa"/>
          </w:tcPr>
          <w:p w14:paraId="65CDEB64" w14:textId="6162FDE5" w:rsidR="00473839" w:rsidRPr="00675F3C" w:rsidRDefault="00473839" w:rsidP="000B0541">
            <w:pPr>
              <w:pStyle w:val="Table10ptHeading-ASDEFCON"/>
            </w:pPr>
            <w:r>
              <w:t>C-</w:t>
            </w:r>
            <w:r w:rsidR="00636020">
              <w:fldChar w:fldCharType="begin"/>
            </w:r>
            <w:r w:rsidR="00636020">
              <w:instrText xml:space="preserve"> REF _Ref101862863 \r \h </w:instrText>
            </w:r>
            <w:r w:rsidR="00636020">
              <w:fldChar w:fldCharType="separate"/>
            </w:r>
            <w:r w:rsidR="007D75F6">
              <w:t>7</w:t>
            </w:r>
            <w:r w:rsidR="00636020">
              <w:fldChar w:fldCharType="end"/>
            </w:r>
          </w:p>
        </w:tc>
        <w:tc>
          <w:tcPr>
            <w:tcW w:w="7513" w:type="dxa"/>
          </w:tcPr>
          <w:p w14:paraId="27CC4CD9" w14:textId="65302D8B" w:rsidR="00473839" w:rsidRPr="00675F3C" w:rsidRDefault="00400A5D" w:rsidP="00400A5D">
            <w:pPr>
              <w:pStyle w:val="Table10ptText-ASDEFCON"/>
            </w:pPr>
            <w:r>
              <w:fldChar w:fldCharType="begin"/>
            </w:r>
            <w:r>
              <w:instrText xml:space="preserve"> REF _Ref101862863 \h </w:instrText>
            </w:r>
            <w:r>
              <w:fldChar w:fldCharType="separate"/>
            </w:r>
            <w:r w:rsidR="007D75F6">
              <w:t>Technical Data and Software Rights (CORE)</w:t>
            </w:r>
            <w:r>
              <w:fldChar w:fldCharType="end"/>
            </w:r>
            <w:r w:rsidRPr="00675F3C">
              <w:t xml:space="preserve"> </w:t>
            </w:r>
          </w:p>
        </w:tc>
      </w:tr>
      <w:tr w:rsidR="00A1182C" w14:paraId="38D9DC68" w14:textId="77777777" w:rsidTr="00473839">
        <w:tc>
          <w:tcPr>
            <w:tcW w:w="1843" w:type="dxa"/>
          </w:tcPr>
          <w:p w14:paraId="796AC015" w14:textId="0F75260D" w:rsidR="00473839" w:rsidRPr="00675F3C" w:rsidRDefault="00473839" w:rsidP="000B0541">
            <w:pPr>
              <w:pStyle w:val="Table10ptHeading-ASDEFCON"/>
            </w:pPr>
            <w:r w:rsidRPr="00675F3C">
              <w:t>C-</w:t>
            </w:r>
            <w:r w:rsidR="00636020">
              <w:fldChar w:fldCharType="begin"/>
            </w:r>
            <w:r w:rsidR="00636020">
              <w:instrText xml:space="preserve"> REF _Ref101862866 \r \h </w:instrText>
            </w:r>
            <w:r w:rsidR="00636020">
              <w:fldChar w:fldCharType="separate"/>
            </w:r>
            <w:r w:rsidR="007D75F6">
              <w:t>8</w:t>
            </w:r>
            <w:r w:rsidR="00636020">
              <w:fldChar w:fldCharType="end"/>
            </w:r>
          </w:p>
        </w:tc>
        <w:tc>
          <w:tcPr>
            <w:tcW w:w="7513" w:type="dxa"/>
          </w:tcPr>
          <w:p w14:paraId="0F57DD84" w14:textId="032E2CEA" w:rsidR="00473839" w:rsidRPr="00675F3C" w:rsidRDefault="00400A5D" w:rsidP="000B0541">
            <w:pPr>
              <w:pStyle w:val="Table10ptText-ASDEFCON"/>
            </w:pPr>
            <w:r>
              <w:fldChar w:fldCharType="begin"/>
            </w:r>
            <w:r>
              <w:instrText xml:space="preserve"> REF _Ref101862866 \h </w:instrText>
            </w:r>
            <w:r>
              <w:fldChar w:fldCharType="separate"/>
            </w:r>
            <w:r w:rsidR="007D75F6" w:rsidRPr="002346DB">
              <w:t>Insurance (CORE)</w:t>
            </w:r>
            <w:r>
              <w:fldChar w:fldCharType="end"/>
            </w:r>
          </w:p>
        </w:tc>
      </w:tr>
      <w:tr w:rsidR="00A1182C" w14:paraId="41F242A2" w14:textId="77777777" w:rsidTr="00473839">
        <w:tc>
          <w:tcPr>
            <w:tcW w:w="1843" w:type="dxa"/>
          </w:tcPr>
          <w:p w14:paraId="18E95840" w14:textId="7C036A15" w:rsidR="00473839" w:rsidRPr="00675F3C" w:rsidRDefault="00473839" w:rsidP="000B0541">
            <w:pPr>
              <w:pStyle w:val="Table10ptHeading-ASDEFCON"/>
            </w:pPr>
            <w:r w:rsidRPr="00675F3C">
              <w:t>C</w:t>
            </w:r>
            <w:r w:rsidR="002308D9">
              <w:t>-</w:t>
            </w:r>
            <w:r w:rsidR="00636020">
              <w:fldChar w:fldCharType="begin"/>
            </w:r>
            <w:r w:rsidR="00636020">
              <w:instrText xml:space="preserve"> REF _Ref101862869 \r \h </w:instrText>
            </w:r>
            <w:r w:rsidR="00636020">
              <w:fldChar w:fldCharType="separate"/>
            </w:r>
            <w:r w:rsidR="007D75F6">
              <w:t>9</w:t>
            </w:r>
            <w:r w:rsidR="00636020">
              <w:fldChar w:fldCharType="end"/>
            </w:r>
          </w:p>
        </w:tc>
        <w:tc>
          <w:tcPr>
            <w:tcW w:w="7513" w:type="dxa"/>
          </w:tcPr>
          <w:p w14:paraId="4AEB5A41" w14:textId="4B186E44" w:rsidR="00473839" w:rsidRPr="00675F3C" w:rsidRDefault="00400A5D" w:rsidP="000B0541">
            <w:pPr>
              <w:pStyle w:val="Table10ptText-ASDEFCON"/>
            </w:pPr>
            <w:r>
              <w:fldChar w:fldCharType="begin"/>
            </w:r>
            <w:r>
              <w:instrText xml:space="preserve"> REF _Ref101862869 \h </w:instrText>
            </w:r>
            <w:r>
              <w:fldChar w:fldCharType="separate"/>
            </w:r>
            <w:r w:rsidR="007D75F6" w:rsidRPr="002318B6">
              <w:t>Subcontractors (CORE)</w:t>
            </w:r>
            <w:r>
              <w:fldChar w:fldCharType="end"/>
            </w:r>
          </w:p>
        </w:tc>
      </w:tr>
      <w:tr w:rsidR="00A1182C" w14:paraId="510E2684" w14:textId="77777777" w:rsidTr="00473839">
        <w:tc>
          <w:tcPr>
            <w:tcW w:w="1843" w:type="dxa"/>
          </w:tcPr>
          <w:p w14:paraId="600363D2" w14:textId="6DF39697" w:rsidR="00473839" w:rsidRPr="00675F3C" w:rsidRDefault="00473839" w:rsidP="000B0541">
            <w:pPr>
              <w:pStyle w:val="Table10ptHeading-ASDEFCON"/>
            </w:pPr>
            <w:r w:rsidRPr="00675F3C">
              <w:t>C-</w:t>
            </w:r>
            <w:r w:rsidR="00636020">
              <w:fldChar w:fldCharType="begin"/>
            </w:r>
            <w:r w:rsidR="00636020">
              <w:instrText xml:space="preserve"> REF _Ref101862880 \r \h </w:instrText>
            </w:r>
            <w:r w:rsidR="00636020">
              <w:fldChar w:fldCharType="separate"/>
            </w:r>
            <w:r w:rsidR="007D75F6">
              <w:t>10</w:t>
            </w:r>
            <w:r w:rsidR="00636020">
              <w:fldChar w:fldCharType="end"/>
            </w:r>
          </w:p>
        </w:tc>
        <w:tc>
          <w:tcPr>
            <w:tcW w:w="7513" w:type="dxa"/>
          </w:tcPr>
          <w:p w14:paraId="7D195CE8" w14:textId="0B96EFA9" w:rsidR="00473839" w:rsidRPr="00675F3C" w:rsidRDefault="00400A5D" w:rsidP="000B0541">
            <w:pPr>
              <w:pStyle w:val="Table10ptText-ASDEFCON"/>
            </w:pPr>
            <w:r>
              <w:fldChar w:fldCharType="begin"/>
            </w:r>
            <w:r>
              <w:instrText xml:space="preserve"> REF _Ref159998808 \h </w:instrText>
            </w:r>
            <w:r>
              <w:fldChar w:fldCharType="separate"/>
            </w:r>
            <w:r w:rsidR="007D75F6">
              <w:t>Defence</w:t>
            </w:r>
            <w:r w:rsidR="007D75F6" w:rsidRPr="0011544A">
              <w:t xml:space="preserve"> </w:t>
            </w:r>
            <w:r w:rsidR="007D75F6">
              <w:t>Industry</w:t>
            </w:r>
            <w:r w:rsidR="007D75F6" w:rsidRPr="0011544A">
              <w:t xml:space="preserve"> </w:t>
            </w:r>
            <w:r w:rsidR="007D75F6">
              <w:t>Security</w:t>
            </w:r>
            <w:r w:rsidR="007D75F6" w:rsidRPr="0011544A">
              <w:t xml:space="preserve"> </w:t>
            </w:r>
            <w:r w:rsidR="007D75F6">
              <w:t>Program</w:t>
            </w:r>
            <w:r w:rsidR="007D75F6" w:rsidRPr="0011544A">
              <w:t xml:space="preserve"> Physical and Information / Cyber Security</w:t>
            </w:r>
            <w:r w:rsidR="007D75F6" w:rsidRPr="002346DB">
              <w:t xml:space="preserve"> </w:t>
            </w:r>
            <w:r w:rsidR="007D75F6">
              <w:t xml:space="preserve">requirement </w:t>
            </w:r>
            <w:r w:rsidR="007D75F6" w:rsidRPr="002346DB">
              <w:t>(OPTIONAL)</w:t>
            </w:r>
            <w:r>
              <w:fldChar w:fldCharType="end"/>
            </w:r>
          </w:p>
        </w:tc>
      </w:tr>
      <w:tr w:rsidR="00A1182C" w14:paraId="6D7036D5" w14:textId="77777777" w:rsidTr="00473839">
        <w:tc>
          <w:tcPr>
            <w:tcW w:w="1843" w:type="dxa"/>
          </w:tcPr>
          <w:p w14:paraId="26E88812" w14:textId="635330A7" w:rsidR="00473839" w:rsidRPr="00675F3C" w:rsidRDefault="00473839" w:rsidP="000B0541">
            <w:pPr>
              <w:pStyle w:val="Table10ptHeading-ASDEFCON"/>
            </w:pPr>
            <w:r w:rsidRPr="00675F3C">
              <w:t>C-</w:t>
            </w:r>
            <w:r w:rsidR="00636020">
              <w:fldChar w:fldCharType="begin"/>
            </w:r>
            <w:r w:rsidR="00636020">
              <w:instrText xml:space="preserve"> REF _Ref101862884 \r \h </w:instrText>
            </w:r>
            <w:r w:rsidR="00636020">
              <w:fldChar w:fldCharType="separate"/>
            </w:r>
            <w:r w:rsidR="007D75F6">
              <w:t>11</w:t>
            </w:r>
            <w:r w:rsidR="00636020">
              <w:fldChar w:fldCharType="end"/>
            </w:r>
          </w:p>
        </w:tc>
        <w:tc>
          <w:tcPr>
            <w:tcW w:w="7513" w:type="dxa"/>
          </w:tcPr>
          <w:p w14:paraId="41B8E684" w14:textId="26A35899" w:rsidR="00473839" w:rsidRPr="00675F3C" w:rsidRDefault="00400A5D" w:rsidP="000B0541">
            <w:pPr>
              <w:pStyle w:val="Table10ptText-ASDEFCON"/>
            </w:pPr>
            <w:r>
              <w:fldChar w:fldCharType="begin"/>
            </w:r>
            <w:r>
              <w:instrText xml:space="preserve"> REF _Ref101862884 \h </w:instrText>
            </w:r>
            <w:r>
              <w:fldChar w:fldCharType="separate"/>
            </w:r>
            <w:r w:rsidR="007D75F6">
              <w:t xml:space="preserve">Liability </w:t>
            </w:r>
            <w:r w:rsidR="007D75F6" w:rsidRPr="002346DB">
              <w:t>(</w:t>
            </w:r>
            <w:r w:rsidR="007D75F6">
              <w:t>OPTIONAL</w:t>
            </w:r>
            <w:r w:rsidR="007D75F6" w:rsidRPr="002346DB">
              <w:t>)</w:t>
            </w:r>
            <w:r>
              <w:fldChar w:fldCharType="end"/>
            </w:r>
          </w:p>
        </w:tc>
      </w:tr>
      <w:tr w:rsidR="00A1182C" w14:paraId="3D0B35A0" w14:textId="77777777" w:rsidTr="00473839">
        <w:tc>
          <w:tcPr>
            <w:tcW w:w="1843" w:type="dxa"/>
          </w:tcPr>
          <w:p w14:paraId="04F48444" w14:textId="5AD2EB07" w:rsidR="00473839" w:rsidRPr="00675F3C" w:rsidRDefault="00473839" w:rsidP="000B0541">
            <w:pPr>
              <w:pStyle w:val="Table10ptHeading-ASDEFCON"/>
            </w:pPr>
            <w:r>
              <w:t>C-</w:t>
            </w:r>
            <w:r w:rsidR="00636020">
              <w:fldChar w:fldCharType="begin"/>
            </w:r>
            <w:r w:rsidR="00636020">
              <w:instrText xml:space="preserve"> REF _Ref101862895 \r \h </w:instrText>
            </w:r>
            <w:r w:rsidR="00636020">
              <w:fldChar w:fldCharType="separate"/>
            </w:r>
            <w:r w:rsidR="007D75F6">
              <w:t>12</w:t>
            </w:r>
            <w:r w:rsidR="00636020">
              <w:fldChar w:fldCharType="end"/>
            </w:r>
          </w:p>
        </w:tc>
        <w:tc>
          <w:tcPr>
            <w:tcW w:w="7513" w:type="dxa"/>
          </w:tcPr>
          <w:p w14:paraId="3382D3FC" w14:textId="19750626" w:rsidR="00473839" w:rsidRPr="00675F3C" w:rsidRDefault="00FA4D2A" w:rsidP="000B0541">
            <w:pPr>
              <w:pStyle w:val="Table10ptText-ASDEFCON"/>
            </w:pPr>
            <w:r>
              <w:fldChar w:fldCharType="begin"/>
            </w:r>
            <w:r>
              <w:instrText xml:space="preserve"> REF _Ref101862895 \h </w:instrText>
            </w:r>
            <w:r>
              <w:fldChar w:fldCharType="separate"/>
            </w:r>
            <w:r w:rsidR="007D75F6">
              <w:t>Economic Benefit to the Australian Economy (OPTIONAL)</w:t>
            </w:r>
            <w:r>
              <w:fldChar w:fldCharType="end"/>
            </w:r>
          </w:p>
        </w:tc>
      </w:tr>
      <w:tr w:rsidR="00A1182C" w14:paraId="4CB23197" w14:textId="77777777" w:rsidTr="00473839">
        <w:tc>
          <w:tcPr>
            <w:tcW w:w="1843" w:type="dxa"/>
            <w:shd w:val="pct20" w:color="000000" w:fill="FFFFFF"/>
          </w:tcPr>
          <w:p w14:paraId="7215151C" w14:textId="77777777" w:rsidR="00473839" w:rsidRPr="00675F3C" w:rsidRDefault="00473839" w:rsidP="00473839">
            <w:pPr>
              <w:pStyle w:val="Table10ptHeading-ASDEFCON"/>
            </w:pPr>
          </w:p>
        </w:tc>
        <w:tc>
          <w:tcPr>
            <w:tcW w:w="7513" w:type="dxa"/>
            <w:shd w:val="pct20" w:color="000000" w:fill="FFFFFF"/>
          </w:tcPr>
          <w:p w14:paraId="2DD7D925" w14:textId="77777777" w:rsidR="00473839" w:rsidRPr="00675F3C" w:rsidRDefault="00473839" w:rsidP="000B0541">
            <w:pPr>
              <w:pStyle w:val="Table10ptHeading-ASDEFCON"/>
            </w:pPr>
            <w:r>
              <w:t xml:space="preserve">Volume 3: </w:t>
            </w:r>
            <w:r w:rsidRPr="00675F3C">
              <w:t>Technical</w:t>
            </w:r>
          </w:p>
        </w:tc>
      </w:tr>
      <w:tr w:rsidR="00A1182C" w14:paraId="7DF4478F" w14:textId="77777777" w:rsidTr="00473839">
        <w:tc>
          <w:tcPr>
            <w:tcW w:w="1843" w:type="dxa"/>
          </w:tcPr>
          <w:p w14:paraId="6B253CD4" w14:textId="09DFEE24" w:rsidR="00473839" w:rsidRPr="00675F3C" w:rsidRDefault="00473839" w:rsidP="000B0541">
            <w:pPr>
              <w:pStyle w:val="Table10ptHeading-ASDEFCON"/>
            </w:pPr>
            <w:r w:rsidRPr="00675F3C">
              <w:t>D-</w:t>
            </w:r>
            <w:r w:rsidR="00B3332C">
              <w:fldChar w:fldCharType="begin"/>
            </w:r>
            <w:r w:rsidR="00B3332C">
              <w:instrText xml:space="preserve"> REF _Ref107410539 \r \h </w:instrText>
            </w:r>
            <w:r w:rsidR="00B3332C">
              <w:fldChar w:fldCharType="separate"/>
            </w:r>
            <w:r w:rsidR="007D75F6">
              <w:t>1</w:t>
            </w:r>
            <w:r w:rsidR="00B3332C">
              <w:fldChar w:fldCharType="end"/>
            </w:r>
          </w:p>
        </w:tc>
        <w:tc>
          <w:tcPr>
            <w:tcW w:w="7513" w:type="dxa"/>
          </w:tcPr>
          <w:p w14:paraId="0E9B7C17" w14:textId="7DEBFFB0" w:rsidR="00473839" w:rsidRPr="00675F3C" w:rsidRDefault="00AE4BC5" w:rsidP="00AE4BC5">
            <w:pPr>
              <w:pStyle w:val="Table10ptText-ASDEFCON"/>
            </w:pPr>
            <w:r>
              <w:fldChar w:fldCharType="begin"/>
            </w:r>
            <w:r>
              <w:instrText xml:space="preserve"> REF _Ref159999375 \h </w:instrText>
            </w:r>
            <w:r>
              <w:fldChar w:fldCharType="separate"/>
            </w:r>
            <w:r w:rsidR="007D75F6" w:rsidRPr="007C1F9A">
              <w:t>Description of Proposed Solution (CORE)</w:t>
            </w:r>
            <w:r>
              <w:fldChar w:fldCharType="end"/>
            </w:r>
            <w:r>
              <w:t xml:space="preserve"> </w:t>
            </w:r>
          </w:p>
        </w:tc>
      </w:tr>
      <w:tr w:rsidR="00A1182C" w14:paraId="5DE27790" w14:textId="77777777" w:rsidTr="00473839">
        <w:tc>
          <w:tcPr>
            <w:tcW w:w="1843" w:type="dxa"/>
          </w:tcPr>
          <w:p w14:paraId="1F6A248C" w14:textId="2B288E16" w:rsidR="00473839" w:rsidRPr="00675F3C" w:rsidRDefault="00473839" w:rsidP="000B0541">
            <w:pPr>
              <w:pStyle w:val="Table10ptHeading-ASDEFCON"/>
            </w:pPr>
            <w:r w:rsidRPr="00675F3C">
              <w:t>D-</w:t>
            </w:r>
            <w:r w:rsidR="00B3332C">
              <w:fldChar w:fldCharType="begin"/>
            </w:r>
            <w:r w:rsidR="00B3332C">
              <w:instrText xml:space="preserve"> REF _Ref107410550 \r \h </w:instrText>
            </w:r>
            <w:r w:rsidR="00B3332C">
              <w:fldChar w:fldCharType="separate"/>
            </w:r>
            <w:r w:rsidR="007D75F6">
              <w:t>2</w:t>
            </w:r>
            <w:r w:rsidR="00B3332C">
              <w:fldChar w:fldCharType="end"/>
            </w:r>
          </w:p>
        </w:tc>
        <w:tc>
          <w:tcPr>
            <w:tcW w:w="7513" w:type="dxa"/>
          </w:tcPr>
          <w:p w14:paraId="4608E268" w14:textId="1540A28F" w:rsidR="00473839" w:rsidRPr="00675F3C" w:rsidRDefault="00AE4BC5" w:rsidP="000B0541">
            <w:pPr>
              <w:pStyle w:val="Table10ptText-ASDEFCON"/>
            </w:pPr>
            <w:r>
              <w:fldChar w:fldCharType="begin"/>
            </w:r>
            <w:r>
              <w:instrText xml:space="preserve"> REF _Ref159999387 \h </w:instrText>
            </w:r>
            <w:r>
              <w:fldChar w:fldCharType="separate"/>
            </w:r>
            <w:r w:rsidR="007D75F6">
              <w:t xml:space="preserve">Problematic </w:t>
            </w:r>
            <w:r w:rsidR="007D75F6" w:rsidRPr="002B482A">
              <w:t>S</w:t>
            </w:r>
            <w:r w:rsidR="007D75F6">
              <w:t>ubstances</w:t>
            </w:r>
            <w:r w:rsidR="007D75F6" w:rsidRPr="002B482A">
              <w:t xml:space="preserve"> </w:t>
            </w:r>
            <w:r w:rsidR="007D75F6">
              <w:t xml:space="preserve">in Supplies </w:t>
            </w:r>
            <w:r w:rsidR="007D75F6" w:rsidRPr="002B482A">
              <w:t>(CORE)</w:t>
            </w:r>
            <w:r>
              <w:fldChar w:fldCharType="end"/>
            </w:r>
          </w:p>
        </w:tc>
      </w:tr>
      <w:tr w:rsidR="00A1182C" w14:paraId="6E53A2D6" w14:textId="77777777" w:rsidTr="00473839">
        <w:tc>
          <w:tcPr>
            <w:tcW w:w="1843" w:type="dxa"/>
          </w:tcPr>
          <w:p w14:paraId="5411A99A" w14:textId="6DC6595B" w:rsidR="00473839" w:rsidRPr="00675F3C" w:rsidRDefault="00473839" w:rsidP="000B0541">
            <w:pPr>
              <w:pStyle w:val="Table10ptHeading-ASDEFCON"/>
            </w:pPr>
            <w:r w:rsidRPr="00675F3C">
              <w:t>D-</w:t>
            </w:r>
            <w:r w:rsidR="00B3332C">
              <w:fldChar w:fldCharType="begin"/>
            </w:r>
            <w:r w:rsidR="00B3332C">
              <w:instrText xml:space="preserve"> REF _Ref107410555 \r \h </w:instrText>
            </w:r>
            <w:r w:rsidR="00B3332C">
              <w:fldChar w:fldCharType="separate"/>
            </w:r>
            <w:r w:rsidR="007D75F6">
              <w:t>3</w:t>
            </w:r>
            <w:r w:rsidR="00B3332C">
              <w:fldChar w:fldCharType="end"/>
            </w:r>
          </w:p>
        </w:tc>
        <w:tc>
          <w:tcPr>
            <w:tcW w:w="7513" w:type="dxa"/>
          </w:tcPr>
          <w:p w14:paraId="44A44E10" w14:textId="383BDA1B" w:rsidR="00473839" w:rsidRPr="00675F3C" w:rsidRDefault="00AE4BC5" w:rsidP="000B0541">
            <w:pPr>
              <w:pStyle w:val="Table10ptText-ASDEFCON"/>
            </w:pPr>
            <w:r>
              <w:fldChar w:fldCharType="begin"/>
            </w:r>
            <w:r>
              <w:instrText xml:space="preserve"> REF _Ref107410555 \h </w:instrText>
            </w:r>
            <w:r>
              <w:fldChar w:fldCharType="separate"/>
            </w:r>
            <w:r w:rsidR="007D75F6" w:rsidRPr="002B482A">
              <w:t>Disposal Requirements (</w:t>
            </w:r>
            <w:r w:rsidR="007D75F6">
              <w:t>OPTIONAL</w:t>
            </w:r>
            <w:r w:rsidR="007D75F6" w:rsidRPr="002B482A">
              <w:t>)</w:t>
            </w:r>
            <w:r>
              <w:fldChar w:fldCharType="end"/>
            </w:r>
          </w:p>
        </w:tc>
      </w:tr>
      <w:tr w:rsidR="00A1182C" w14:paraId="3BDB834A" w14:textId="77777777" w:rsidTr="00473839">
        <w:tc>
          <w:tcPr>
            <w:tcW w:w="1843" w:type="dxa"/>
          </w:tcPr>
          <w:p w14:paraId="199AE295" w14:textId="3CEB83F7" w:rsidR="00473839" w:rsidRPr="00675F3C" w:rsidRDefault="00473839" w:rsidP="000B0541">
            <w:pPr>
              <w:pStyle w:val="Table10ptHeading-ASDEFCON"/>
            </w:pPr>
            <w:r w:rsidRPr="00675F3C">
              <w:t>D-</w:t>
            </w:r>
            <w:r w:rsidR="00B3332C">
              <w:fldChar w:fldCharType="begin"/>
            </w:r>
            <w:r w:rsidR="00B3332C">
              <w:instrText xml:space="preserve"> REF _Ref107410763 \r \h </w:instrText>
            </w:r>
            <w:r w:rsidR="00B3332C">
              <w:fldChar w:fldCharType="separate"/>
            </w:r>
            <w:r w:rsidR="007D75F6">
              <w:t>4</w:t>
            </w:r>
            <w:r w:rsidR="00B3332C">
              <w:fldChar w:fldCharType="end"/>
            </w:r>
          </w:p>
        </w:tc>
        <w:tc>
          <w:tcPr>
            <w:tcW w:w="7513" w:type="dxa"/>
          </w:tcPr>
          <w:p w14:paraId="65F324E6" w14:textId="79C4F7B4" w:rsidR="00473839" w:rsidRPr="00675F3C" w:rsidRDefault="00AE4BC5" w:rsidP="000B0541">
            <w:pPr>
              <w:pStyle w:val="Table10ptText-ASDEFCON"/>
            </w:pPr>
            <w:r>
              <w:fldChar w:fldCharType="begin"/>
            </w:r>
            <w:r>
              <w:instrText xml:space="preserve"> REF _Ref159999404 \h </w:instrText>
            </w:r>
            <w:r>
              <w:fldChar w:fldCharType="separate"/>
            </w:r>
            <w:r w:rsidR="007D75F6" w:rsidRPr="002346DB">
              <w:t>Final Inspection and Test Plan (OPTIONAL)</w:t>
            </w:r>
            <w:r>
              <w:fldChar w:fldCharType="end"/>
            </w:r>
          </w:p>
        </w:tc>
      </w:tr>
      <w:tr w:rsidR="00A1182C" w14:paraId="45727CD0" w14:textId="77777777" w:rsidTr="00473839">
        <w:tc>
          <w:tcPr>
            <w:tcW w:w="1843" w:type="dxa"/>
            <w:shd w:val="pct20" w:color="000000" w:fill="FFFFFF"/>
          </w:tcPr>
          <w:p w14:paraId="700D6562" w14:textId="77777777" w:rsidR="00473839" w:rsidRPr="00675F3C" w:rsidRDefault="00473839" w:rsidP="00473839">
            <w:pPr>
              <w:pStyle w:val="Table10ptHeading-ASDEFCON"/>
            </w:pPr>
          </w:p>
        </w:tc>
        <w:tc>
          <w:tcPr>
            <w:tcW w:w="7513" w:type="dxa"/>
            <w:shd w:val="pct20" w:color="000000" w:fill="FFFFFF"/>
          </w:tcPr>
          <w:p w14:paraId="4CF7472E" w14:textId="35C92038" w:rsidR="00473839" w:rsidRPr="00675F3C" w:rsidRDefault="00473839" w:rsidP="00500E74">
            <w:pPr>
              <w:pStyle w:val="Table10ptHeading-ASDEFCON"/>
            </w:pPr>
            <w:r>
              <w:t xml:space="preserve">Volume 4: </w:t>
            </w:r>
            <w:r w:rsidRPr="00675F3C">
              <w:t>Australian Industry Capability</w:t>
            </w:r>
          </w:p>
        </w:tc>
      </w:tr>
      <w:tr w:rsidR="00A1182C" w14:paraId="7769D0E1" w14:textId="77777777" w:rsidTr="00473839">
        <w:tc>
          <w:tcPr>
            <w:tcW w:w="1843" w:type="dxa"/>
          </w:tcPr>
          <w:p w14:paraId="542B0DE1" w14:textId="33C01E13" w:rsidR="00473839" w:rsidRPr="00675F3C" w:rsidRDefault="00473839" w:rsidP="000B0541">
            <w:pPr>
              <w:pStyle w:val="Table10ptHeading-ASDEFCON"/>
            </w:pPr>
            <w:r w:rsidRPr="00675F3C">
              <w:t>E-</w:t>
            </w:r>
            <w:r w:rsidR="00685C53">
              <w:fldChar w:fldCharType="begin"/>
            </w:r>
            <w:r w:rsidR="00685C53">
              <w:instrText xml:space="preserve"> REF _Ref102471953 \r \h </w:instrText>
            </w:r>
            <w:r w:rsidR="00685C53">
              <w:fldChar w:fldCharType="separate"/>
            </w:r>
            <w:r w:rsidR="007D75F6">
              <w:t>1</w:t>
            </w:r>
            <w:r w:rsidR="00685C53">
              <w:fldChar w:fldCharType="end"/>
            </w:r>
          </w:p>
        </w:tc>
        <w:tc>
          <w:tcPr>
            <w:tcW w:w="7513" w:type="dxa"/>
          </w:tcPr>
          <w:p w14:paraId="12C0542C" w14:textId="7383C6D3" w:rsidR="00473839" w:rsidRPr="00675F3C" w:rsidRDefault="00642146" w:rsidP="000B0541">
            <w:pPr>
              <w:pStyle w:val="Table10ptText-ASDEFCON"/>
            </w:pPr>
            <w:r>
              <w:fldChar w:fldCharType="begin"/>
            </w:r>
            <w:r>
              <w:instrText xml:space="preserve"> REF _Ref159999667 \h </w:instrText>
            </w:r>
            <w:r>
              <w:fldChar w:fldCharType="separate"/>
            </w:r>
            <w:r w:rsidR="007D75F6" w:rsidRPr="0024491E">
              <w:t xml:space="preserve">Australian Industry </w:t>
            </w:r>
            <w:r w:rsidR="007D75F6">
              <w:t>Capability</w:t>
            </w:r>
            <w:r w:rsidR="007D75F6" w:rsidRPr="0024491E">
              <w:t xml:space="preserve"> Schedule Requirements</w:t>
            </w:r>
            <w:r w:rsidR="007D75F6">
              <w:t xml:space="preserve"> (OPTIONAL)</w:t>
            </w:r>
            <w:r>
              <w:fldChar w:fldCharType="end"/>
            </w:r>
          </w:p>
        </w:tc>
      </w:tr>
    </w:tbl>
    <w:p w14:paraId="317F5115" w14:textId="77777777" w:rsidR="00473839" w:rsidRPr="002346DB" w:rsidRDefault="00473839" w:rsidP="000B0541">
      <w:pPr>
        <w:pStyle w:val="TOC1"/>
        <w:sectPr w:rsidR="00473839" w:rsidRPr="002346DB" w:rsidSect="00473839">
          <w:headerReference w:type="default" r:id="rId8"/>
          <w:footerReference w:type="even" r:id="rId9"/>
          <w:footerReference w:type="default" r:id="rId10"/>
          <w:type w:val="nextColumn"/>
          <w:pgSz w:w="11907" w:h="16840"/>
          <w:pgMar w:top="1304" w:right="1418" w:bottom="907" w:left="1418" w:header="567" w:footer="567" w:gutter="0"/>
          <w:pgNumType w:start="1"/>
          <w:cols w:space="720"/>
        </w:sectPr>
      </w:pPr>
      <w:r w:rsidRPr="00E541D9">
        <w:rPr>
          <w:rFonts w:eastAsia="SimSun"/>
          <w:lang w:eastAsia="zh-CN"/>
        </w:rPr>
        <w:t xml:space="preserve"> </w:t>
      </w:r>
    </w:p>
    <w:p w14:paraId="7C566A84" w14:textId="77777777" w:rsidR="00473839" w:rsidRPr="00AC259D" w:rsidRDefault="00473839" w:rsidP="000B0541">
      <w:pPr>
        <w:pStyle w:val="ASDEFCONTitle"/>
      </w:pPr>
      <w:bookmarkStart w:id="5" w:name="_Toc228854747"/>
      <w:bookmarkStart w:id="6" w:name="_Toc229969582"/>
      <w:bookmarkStart w:id="7" w:name="_Toc231196029"/>
      <w:bookmarkStart w:id="8" w:name="_Toc271558694"/>
      <w:bookmarkStart w:id="9" w:name="_Toc384635073"/>
      <w:r>
        <w:lastRenderedPageBreak/>
        <w:t>RESPONSE VOLUME: OVERVIEW (CORE)</w:t>
      </w:r>
    </w:p>
    <w:p w14:paraId="1A414CA1" w14:textId="77777777" w:rsidR="00473839" w:rsidRPr="002346DB" w:rsidRDefault="00473839" w:rsidP="000B0541">
      <w:pPr>
        <w:pStyle w:val="ASDEFCONTitle"/>
      </w:pPr>
      <w:r>
        <w:t xml:space="preserve">TENDERER’S DEED OF UNDERTAKING </w:t>
      </w:r>
      <w:r w:rsidRPr="002346DB">
        <w:t>(CORE)</w:t>
      </w:r>
      <w:bookmarkStart w:id="10" w:name="_Toc100992201"/>
      <w:bookmarkStart w:id="11" w:name="_Toc101175770"/>
      <w:bookmarkEnd w:id="5"/>
      <w:bookmarkEnd w:id="6"/>
      <w:bookmarkEnd w:id="7"/>
      <w:bookmarkEnd w:id="8"/>
      <w:bookmarkEnd w:id="9"/>
      <w:bookmarkEnd w:id="10"/>
      <w:bookmarkEnd w:id="11"/>
    </w:p>
    <w:p w14:paraId="56258DEF" w14:textId="77777777" w:rsidR="00473839" w:rsidRPr="0015108D" w:rsidRDefault="00473839" w:rsidP="000B0541">
      <w:pPr>
        <w:pStyle w:val="NoteToTenderers-ASDEFCON"/>
      </w:pPr>
      <w:bookmarkStart w:id="12" w:name="_Toc228854748"/>
      <w:bookmarkStart w:id="13" w:name="_Toc229969583"/>
      <w:bookmarkStart w:id="14" w:name="_Toc231196030"/>
      <w:r w:rsidRPr="0015108D">
        <w:t>Note to tenderers:  Tenderers must provide a deed in the following format.</w:t>
      </w:r>
    </w:p>
    <w:p w14:paraId="79C2F4AB" w14:textId="063B2AA4" w:rsidR="00473839" w:rsidRPr="0015108D" w:rsidRDefault="00473839" w:rsidP="000B0541">
      <w:pPr>
        <w:pStyle w:val="ASDEFCONNormal"/>
        <w:rPr>
          <w:b/>
          <w:i/>
        </w:rPr>
      </w:pPr>
      <w:r w:rsidRPr="0015108D">
        <w:t xml:space="preserve">This deed poll is made on the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sidR="00592603">
        <w:rPr>
          <w:b/>
          <w:noProof/>
        </w:rPr>
        <w:t>(INSERT DATE)</w:t>
      </w:r>
      <w:r w:rsidRPr="009D77E3">
        <w:rPr>
          <w:b/>
        </w:rPr>
        <w:fldChar w:fldCharType="end"/>
      </w:r>
    </w:p>
    <w:p w14:paraId="47314513" w14:textId="77777777" w:rsidR="00473839" w:rsidRPr="00675F3C" w:rsidRDefault="00473839" w:rsidP="000B0541">
      <w:pPr>
        <w:pStyle w:val="ASDEFCONNormal"/>
      </w:pPr>
      <w:r w:rsidRPr="00675F3C">
        <w:t>BY:</w:t>
      </w:r>
    </w:p>
    <w:tbl>
      <w:tblPr>
        <w:tblW w:w="0" w:type="auto"/>
        <w:tblLayout w:type="fixed"/>
        <w:tblLook w:val="01E0" w:firstRow="1" w:lastRow="1" w:firstColumn="1" w:lastColumn="1" w:noHBand="0" w:noVBand="0"/>
      </w:tblPr>
      <w:tblGrid>
        <w:gridCol w:w="8882"/>
      </w:tblGrid>
      <w:tr w:rsidR="00A1182C" w14:paraId="02A47BD3" w14:textId="77777777" w:rsidTr="00473839">
        <w:trPr>
          <w:trHeight w:val="468"/>
        </w:trPr>
        <w:tc>
          <w:tcPr>
            <w:tcW w:w="8882" w:type="dxa"/>
          </w:tcPr>
          <w:p w14:paraId="4833B49B" w14:textId="66A58642" w:rsidR="00473839" w:rsidRPr="0015108D" w:rsidRDefault="00473839" w:rsidP="000B0541">
            <w:pPr>
              <w:pStyle w:val="Table10ptText-ASDEFCON"/>
            </w:pPr>
            <w:r w:rsidRPr="000B0541">
              <w:rPr>
                <w:b/>
              </w:rPr>
              <w:fldChar w:fldCharType="begin">
                <w:ffData>
                  <w:name w:val=""/>
                  <w:enabled/>
                  <w:calcOnExit w:val="0"/>
                  <w:textInput>
                    <w:default w:val="(INSERT NAME, ACN/ABN and ARBN If APPLICABLE)"/>
                  </w:textInput>
                </w:ffData>
              </w:fldChar>
            </w:r>
            <w:r w:rsidRPr="000B0541">
              <w:rPr>
                <w:b/>
              </w:rPr>
              <w:instrText xml:space="preserve"> FORMTEXT </w:instrText>
            </w:r>
            <w:r w:rsidRPr="000B0541">
              <w:rPr>
                <w:b/>
              </w:rPr>
            </w:r>
            <w:r w:rsidRPr="000B0541">
              <w:rPr>
                <w:b/>
              </w:rPr>
              <w:fldChar w:fldCharType="separate"/>
            </w:r>
            <w:r w:rsidR="00592603">
              <w:rPr>
                <w:b/>
                <w:noProof/>
              </w:rPr>
              <w:t>(INSERT NAME, ACN/ABN and ARBN If APPLICABLE)</w:t>
            </w:r>
            <w:r w:rsidRPr="000B0541">
              <w:rPr>
                <w:b/>
              </w:rPr>
              <w:fldChar w:fldCharType="end"/>
            </w:r>
            <w:r w:rsidRPr="00474BA1">
              <w:rPr>
                <w:rStyle w:val="ASDEFCONNormalChar"/>
                <w:b/>
                <w:bCs/>
              </w:rPr>
              <w:t xml:space="preserve"> (Tenderer)</w:t>
            </w:r>
          </w:p>
        </w:tc>
      </w:tr>
    </w:tbl>
    <w:p w14:paraId="0689447E" w14:textId="62BB6721" w:rsidR="00E46792" w:rsidRDefault="00473839" w:rsidP="000B0541">
      <w:pPr>
        <w:pStyle w:val="ATTANNLV1-ASDEFCON"/>
      </w:pPr>
      <w:r w:rsidRPr="0015108D">
        <w:t xml:space="preserve">DECLARATIONS </w:t>
      </w:r>
      <w:r w:rsidRPr="0015108D">
        <w:rPr>
          <w:rFonts w:eastAsia="SimSun"/>
          <w:lang w:eastAsia="zh-CN"/>
        </w:rPr>
        <w:t>(CORE)</w:t>
      </w:r>
      <w:bookmarkStart w:id="15" w:name="_Ref102455308"/>
    </w:p>
    <w:bookmarkEnd w:id="15"/>
    <w:p w14:paraId="5B155516" w14:textId="09783417" w:rsidR="00E46792" w:rsidRDefault="00D027E8" w:rsidP="000B0541">
      <w:pPr>
        <w:pStyle w:val="ATTANNLV2-ASDEFCON"/>
      </w:pPr>
      <w:r>
        <w:t>T</w:t>
      </w:r>
      <w:r w:rsidR="00473839" w:rsidRPr="0015108D">
        <w:t>his deed poll is for the benefit of the Commonwealth of Australia as represented by the Department of Defence ABN 68 706 814 312 (</w:t>
      </w:r>
      <w:r>
        <w:t>‘</w:t>
      </w:r>
      <w:r w:rsidR="00473839" w:rsidRPr="0015108D">
        <w:rPr>
          <w:b/>
        </w:rPr>
        <w:t>Commonwealth</w:t>
      </w:r>
      <w:r>
        <w:rPr>
          <w:b/>
        </w:rPr>
        <w:t>’</w:t>
      </w:r>
      <w:r w:rsidR="00473839" w:rsidRPr="0015108D">
        <w:t>).</w:t>
      </w:r>
    </w:p>
    <w:p w14:paraId="5C6E24FC" w14:textId="1C495598" w:rsidR="00E46792" w:rsidRDefault="00473839" w:rsidP="000B0541">
      <w:pPr>
        <w:pStyle w:val="ATTANNLV2-ASDEFCON"/>
      </w:pPr>
      <w:r w:rsidRPr="0015108D">
        <w:t xml:space="preserve">This deed poll is provided in connection with the Request for Tender </w:t>
      </w:r>
      <w:r w:rsidRPr="009D77E3">
        <w:rPr>
          <w:b/>
        </w:rPr>
        <w:fldChar w:fldCharType="begin">
          <w:ffData>
            <w:name w:val="Text8"/>
            <w:enabled/>
            <w:calcOnExit w:val="0"/>
            <w:textInput>
              <w:default w:val="[INSERT RFT NUMBER]"/>
            </w:textInput>
          </w:ffData>
        </w:fldChar>
      </w:r>
      <w:r w:rsidRPr="009D77E3">
        <w:rPr>
          <w:b/>
        </w:rPr>
        <w:instrText xml:space="preserve"> FORMTEXT </w:instrText>
      </w:r>
      <w:r w:rsidRPr="009D77E3">
        <w:rPr>
          <w:b/>
        </w:rPr>
      </w:r>
      <w:r w:rsidRPr="009D77E3">
        <w:rPr>
          <w:b/>
        </w:rPr>
        <w:fldChar w:fldCharType="separate"/>
      </w:r>
      <w:r w:rsidR="00592603">
        <w:rPr>
          <w:b/>
          <w:noProof/>
        </w:rPr>
        <w:t>[INSERT RFT NUMBER]</w:t>
      </w:r>
      <w:r w:rsidRPr="009D77E3">
        <w:rPr>
          <w:b/>
        </w:rPr>
        <w:fldChar w:fldCharType="end"/>
      </w:r>
      <w:r w:rsidRPr="0015108D">
        <w:t xml:space="preserve"> (</w:t>
      </w:r>
      <w:r w:rsidRPr="0015108D">
        <w:rPr>
          <w:b/>
        </w:rPr>
        <w:t>RFT</w:t>
      </w:r>
      <w:r w:rsidRPr="0015108D">
        <w:t>) issued by the Commonwealth and the tender submitted by the Tenderer in response to the RFT</w:t>
      </w:r>
      <w:r>
        <w:t xml:space="preserve"> </w:t>
      </w:r>
      <w:r w:rsidRPr="0015108D">
        <w:t>(</w:t>
      </w:r>
      <w:r w:rsidRPr="0015108D">
        <w:rPr>
          <w:b/>
        </w:rPr>
        <w:t>Tender</w:t>
      </w:r>
      <w:r w:rsidRPr="0015108D">
        <w:t>).  Terms defined in the RFT will have the same meaning when used in this deed</w:t>
      </w:r>
      <w:r w:rsidRPr="00CC2341">
        <w:t xml:space="preserve"> </w:t>
      </w:r>
      <w:r w:rsidRPr="0015108D">
        <w:t>poll.</w:t>
      </w:r>
    </w:p>
    <w:p w14:paraId="088DB908" w14:textId="37FB53E0" w:rsidR="00E46792" w:rsidRDefault="00473839" w:rsidP="000B0541">
      <w:pPr>
        <w:pStyle w:val="ATTANNLV2-ASDEFCON"/>
      </w:pPr>
      <w:r w:rsidRPr="0015108D">
        <w:t xml:space="preserve">The Tenderer submits its Tender to provide the </w:t>
      </w:r>
      <w:r>
        <w:t>Supplies</w:t>
      </w:r>
      <w:r w:rsidRPr="0015108D">
        <w:t xml:space="preserve"> solicited by the RFT at the prices tendered and, subject to the </w:t>
      </w:r>
      <w:r>
        <w:t>S</w:t>
      </w:r>
      <w:r w:rsidRPr="0015108D">
        <w:t xml:space="preserve">tatement of </w:t>
      </w:r>
      <w:r>
        <w:t>N</w:t>
      </w:r>
      <w:r w:rsidRPr="0015108D">
        <w:t>on-</w:t>
      </w:r>
      <w:r>
        <w:t>C</w:t>
      </w:r>
      <w:r w:rsidRPr="0015108D">
        <w:t>ompliance</w:t>
      </w:r>
      <w:r>
        <w:t xml:space="preserve"> included as part of its Tender</w:t>
      </w:r>
      <w:r w:rsidRPr="0015108D">
        <w:t>, in accordance with the draft Contract.</w:t>
      </w:r>
    </w:p>
    <w:p w14:paraId="6FF94CEC" w14:textId="77777777" w:rsidR="00473839" w:rsidRPr="0015108D" w:rsidRDefault="00473839" w:rsidP="000B0541">
      <w:pPr>
        <w:pStyle w:val="ATTANNLV1-ASDEFCON"/>
      </w:pPr>
      <w:r w:rsidRPr="0015108D">
        <w:t>ACKNOWLEDGEMENTS (CORE)</w:t>
      </w:r>
    </w:p>
    <w:p w14:paraId="40002772" w14:textId="067E1954" w:rsidR="00E46792" w:rsidRDefault="00473839" w:rsidP="000B0541">
      <w:pPr>
        <w:pStyle w:val="ATTANNLV2-ASDEFCON"/>
      </w:pPr>
      <w:r w:rsidRPr="0015108D">
        <w:t>The Tenderer acknowledges and agrees:</w:t>
      </w:r>
    </w:p>
    <w:p w14:paraId="60F61B73" w14:textId="0E07F86E" w:rsidR="00E46792" w:rsidRDefault="00473839" w:rsidP="000B0541">
      <w:pPr>
        <w:pStyle w:val="ATTANNLV3-ASDEFCON"/>
      </w:pPr>
      <w:r w:rsidRPr="0015108D">
        <w:t>to the Commonwealth’s rights as set out in the RFT and this deed</w:t>
      </w:r>
      <w:r w:rsidRPr="00CC2341">
        <w:t xml:space="preserve"> </w:t>
      </w:r>
      <w:r w:rsidRPr="0015108D">
        <w:t>poll, including the Commonwealth's rights to exclude the Tender;</w:t>
      </w:r>
    </w:p>
    <w:p w14:paraId="5C87FF37" w14:textId="389B1EE5" w:rsidR="00E46792" w:rsidRDefault="00473839" w:rsidP="000B0541">
      <w:pPr>
        <w:pStyle w:val="ATTANNLV3-ASDEFCON"/>
      </w:pPr>
      <w:r w:rsidRPr="0015108D">
        <w:t>that the Tender has been prepared in accordance with the RFT and is accurate, complete and not misleading;</w:t>
      </w:r>
    </w:p>
    <w:p w14:paraId="6856C528" w14:textId="524FCAED" w:rsidR="00E46792" w:rsidRDefault="00473839" w:rsidP="000B0541">
      <w:pPr>
        <w:pStyle w:val="ATTANNLV3-ASDEFCON"/>
      </w:pPr>
      <w:r w:rsidRPr="0015108D">
        <w:t>that the Commonwealth can utilise all relevant information about the Tenderer’s performance on Commonwealth procurement activities;</w:t>
      </w:r>
    </w:p>
    <w:p w14:paraId="63D68A1D" w14:textId="2F5D1D14" w:rsidR="00E46792" w:rsidRDefault="00473839" w:rsidP="00992A10">
      <w:pPr>
        <w:pStyle w:val="ATTANNLV3-ASDEFCON"/>
      </w:pPr>
      <w:r w:rsidRPr="0015108D">
        <w:t>that the Tenderer has conducted and will conduct itself during the RFT process in a manner that is at least consistent with</w:t>
      </w:r>
      <w:r w:rsidR="00D027E8">
        <w:t xml:space="preserve"> </w:t>
      </w:r>
      <w:r w:rsidRPr="0015108D">
        <w:t xml:space="preserve">the requirements set out in the ‘Promoting Confidence in Defence Procurement Processes’ section of the Defence publication </w:t>
      </w:r>
      <w:r w:rsidRPr="00D027E8">
        <w:rPr>
          <w:i/>
        </w:rPr>
        <w:t xml:space="preserve">Defence and the Private Sector </w:t>
      </w:r>
      <w:r w:rsidR="004872F5" w:rsidRPr="00D027E8">
        <w:rPr>
          <w:i/>
        </w:rPr>
        <w:t>–</w:t>
      </w:r>
      <w:r w:rsidRPr="00D027E8">
        <w:rPr>
          <w:i/>
        </w:rPr>
        <w:t xml:space="preserve"> </w:t>
      </w:r>
      <w:r w:rsidR="004872F5" w:rsidRPr="00D027E8">
        <w:rPr>
          <w:i/>
        </w:rPr>
        <w:t>Working with Integrity</w:t>
      </w:r>
      <w:r w:rsidR="008F25FB" w:rsidRPr="008F25FB">
        <w:t xml:space="preserve"> </w:t>
      </w:r>
      <w:r w:rsidR="008F25FB">
        <w:t xml:space="preserve">which is available at </w:t>
      </w:r>
      <w:hyperlink r:id="rId11" w:history="1">
        <w:r w:rsidR="008F25FB">
          <w:rPr>
            <w:rStyle w:val="Hyperlink"/>
          </w:rPr>
          <w:t>https://www.defence.gov.au/business-industry/industry-governance/industry-regulations/defence-and-private-sector-working-integrity</w:t>
        </w:r>
      </w:hyperlink>
      <w:r w:rsidRPr="0015108D">
        <w:t>;</w:t>
      </w:r>
    </w:p>
    <w:p w14:paraId="3A416B11" w14:textId="74FFB512" w:rsidR="00E46792" w:rsidRDefault="00473839" w:rsidP="000B0541">
      <w:pPr>
        <w:pStyle w:val="ATTANNLV3-ASDEFCON"/>
        <w:rPr>
          <w:lang w:eastAsia="zh-CN"/>
        </w:rPr>
      </w:pPr>
      <w:r w:rsidRPr="0015108D">
        <w:t>that the Tenderer has</w:t>
      </w:r>
      <w:r w:rsidRPr="0015108D">
        <w:rPr>
          <w:lang w:eastAsia="zh-CN"/>
        </w:rPr>
        <w:t xml:space="preserve"> relied entirely upon its own inquiries and inspection in preparing its Tender;</w:t>
      </w:r>
    </w:p>
    <w:p w14:paraId="7AB53281" w14:textId="17BD971D" w:rsidR="00E46792" w:rsidRDefault="00473839" w:rsidP="000B0541">
      <w:pPr>
        <w:pStyle w:val="ATTANNLV3-ASDEFCON"/>
        <w:rPr>
          <w:lang w:eastAsia="zh-CN"/>
        </w:rPr>
      </w:pPr>
      <w:r w:rsidRPr="0015108D">
        <w:rPr>
          <w:lang w:eastAsia="zh-CN"/>
        </w:rPr>
        <w:t>that the Tenderer has not relied on any representation, letter, document or arrangement, whether oral or in writing, or other conduct of the Commonwealth, as adding to or amending the RFT, except for any addendum issued by the Commonwealth that expressly add to or amend the RFT;</w:t>
      </w:r>
    </w:p>
    <w:p w14:paraId="37DB451A" w14:textId="77777777" w:rsidR="00473E61" w:rsidRDefault="00473839" w:rsidP="000B0541">
      <w:pPr>
        <w:pStyle w:val="ATTANNLV3-ASDEFCON"/>
      </w:pPr>
      <w:r w:rsidRPr="000E39F8">
        <w:t xml:space="preserve">that the </w:t>
      </w:r>
      <w:r>
        <w:t>T</w:t>
      </w:r>
      <w:r w:rsidRPr="000E39F8">
        <w: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r>
        <w:t>;</w:t>
      </w:r>
    </w:p>
    <w:p w14:paraId="3D503277" w14:textId="0B6BC27F" w:rsidR="00E46792" w:rsidRDefault="00473839" w:rsidP="000B0541">
      <w:pPr>
        <w:pStyle w:val="ATTANNLV3-ASDEFCON"/>
      </w:pPr>
      <w:r w:rsidRPr="0015108D">
        <w:t xml:space="preserve">that Defence may provide any information collected or provided during the course of the RFT process (including regarding breaches of workplace relations law, work health and safety law or worker’s compensation law) to other Commonwealth </w:t>
      </w:r>
      <w:r w:rsidR="00D027E8">
        <w:t>entities</w:t>
      </w:r>
      <w:r w:rsidR="00D027E8" w:rsidRPr="0015108D">
        <w:t xml:space="preserve"> </w:t>
      </w:r>
      <w:r w:rsidRPr="0015108D">
        <w:t>or regulatory bodies;</w:t>
      </w:r>
    </w:p>
    <w:p w14:paraId="721F8AA8" w14:textId="322BB664" w:rsidR="00473839" w:rsidRPr="0015108D" w:rsidRDefault="00473839" w:rsidP="00D027E8">
      <w:pPr>
        <w:pStyle w:val="ATTANNLV3-ASDEFCON"/>
        <w:rPr>
          <w:lang w:eastAsia="zh-CN"/>
        </w:rPr>
      </w:pPr>
      <w:r w:rsidRPr="0015108D">
        <w:t xml:space="preserve">that Defence, as a Commonwealth agency, is subject to legislative and administrative accountability and transparency requirements of the Commonwealth, including </w:t>
      </w:r>
      <w:r w:rsidRPr="0015108D">
        <w:lastRenderedPageBreak/>
        <w:t>disclosures to Ministers and other Government representatives, Parliament and its Committees and the publication of information in respect of the RFT process on the successful Tenderer and information on any resultant Contract in the AusTender website</w:t>
      </w:r>
      <w:r w:rsidRPr="0015108D">
        <w:rPr>
          <w:lang w:eastAsia="zh-CN"/>
        </w:rPr>
        <w:t>.</w:t>
      </w:r>
    </w:p>
    <w:p w14:paraId="001D9409" w14:textId="19EA506A" w:rsidR="00E46792" w:rsidRDefault="00473839" w:rsidP="000B0541">
      <w:pPr>
        <w:pStyle w:val="ATTANNLV2-ASDEFCON"/>
      </w:pPr>
      <w:bookmarkStart w:id="16" w:name="_Ref260833888"/>
      <w:r w:rsidRPr="0015108D">
        <w:t>The Tenderer acknowledges and agrees that:</w:t>
      </w:r>
      <w:bookmarkEnd w:id="16"/>
    </w:p>
    <w:p w14:paraId="09C4CB21" w14:textId="29C6DB19" w:rsidR="00E46792" w:rsidRPr="00354ADB" w:rsidRDefault="00473839" w:rsidP="000B0541">
      <w:pPr>
        <w:pStyle w:val="ATTANNLV3-ASDEFCON"/>
      </w:pPr>
      <w:r w:rsidRPr="00354ADB">
        <w:t>the RFT and any communication or dealings of any kind in relation to the RFT (other than this deed poll) between the Commonwealth and the Tenderer, or between the Commonwealth and any other person with an interest in the RFT, do not constitute a contract between the Commonwealth and the Tenderer;</w:t>
      </w:r>
    </w:p>
    <w:p w14:paraId="1DF0F140" w14:textId="77777777" w:rsidR="00473839" w:rsidRPr="00354ADB" w:rsidRDefault="00473839" w:rsidP="000B0541">
      <w:pPr>
        <w:pStyle w:val="ATTANNLV3-ASDEFCON"/>
      </w:pPr>
      <w:r w:rsidRPr="00354ADB">
        <w:t>to the extent permitted by law, no binding contract (including a process contract) or other understanding on any basis whatsoever will exist between the Commonwealth and the Tenderer unless and until a Contract is signed by the Commonwealth and the Tenderer; and</w:t>
      </w:r>
    </w:p>
    <w:p w14:paraId="5DB16AC2" w14:textId="67EBE22A" w:rsidR="00E46792" w:rsidRPr="00354ADB" w:rsidRDefault="00473839" w:rsidP="000B0541">
      <w:pPr>
        <w:pStyle w:val="ATTANNLV3-ASDEFCON"/>
      </w:pPr>
      <w:bookmarkStart w:id="17" w:name="_Ref256160462"/>
      <w:r w:rsidRPr="00354ADB">
        <w:t>to the extent permitted by law, the Commonwealth has no liability to the Tenderer, or any other person, for any compensation on any basis whatsoever in connection with the Tenderer’s participation in the RFT</w:t>
      </w:r>
      <w:bookmarkEnd w:id="17"/>
      <w:r w:rsidRPr="00354ADB">
        <w:t>.</w:t>
      </w:r>
    </w:p>
    <w:p w14:paraId="795F924D" w14:textId="77777777" w:rsidR="00473839" w:rsidRPr="0015108D" w:rsidRDefault="00473839" w:rsidP="000B0541">
      <w:pPr>
        <w:pStyle w:val="ATTANNLV1-ASDEFCON"/>
      </w:pPr>
      <w:r w:rsidRPr="0015108D">
        <w:t>ACCEPTANCE (CORE)</w:t>
      </w:r>
    </w:p>
    <w:p w14:paraId="627C8EEE" w14:textId="77777777" w:rsidR="00473839" w:rsidRPr="00E32028" w:rsidRDefault="00473839" w:rsidP="000B0541">
      <w:pPr>
        <w:pStyle w:val="ATTANNLV2-ASDEFCON"/>
        <w:rPr>
          <w:rFonts w:eastAsia="SimSun"/>
          <w:lang w:eastAsia="zh-CN"/>
        </w:rPr>
      </w:pPr>
      <w:r w:rsidRPr="00E32028">
        <w:rPr>
          <w:rFonts w:eastAsia="SimSun"/>
          <w:lang w:eastAsia="zh-CN"/>
        </w:rPr>
        <w:t>The Tender submitted by the Tenderer in response to the RFT shall remain open for the Tender Validity Period specified in the Tender Details Schedule</w:t>
      </w:r>
      <w:r>
        <w:rPr>
          <w:rFonts w:eastAsia="SimSun"/>
          <w:lang w:eastAsia="zh-CN"/>
        </w:rPr>
        <w:t xml:space="preserve"> </w:t>
      </w:r>
      <w:r w:rsidRPr="00E32028">
        <w:rPr>
          <w:rFonts w:eastAsia="SimSun"/>
          <w:lang w:eastAsia="zh-CN"/>
        </w:rPr>
        <w:t>(as extended under clause 2.8 of the Conditions of Tender, if applicable).</w:t>
      </w:r>
    </w:p>
    <w:p w14:paraId="5F841D25" w14:textId="77777777" w:rsidR="00473839" w:rsidRPr="0015108D" w:rsidRDefault="00473839" w:rsidP="000B0541">
      <w:pPr>
        <w:pStyle w:val="ATTANNLV2-ASDEFCON"/>
        <w:rPr>
          <w:rFonts w:eastAsia="SimSun"/>
          <w:lang w:eastAsia="zh-CN"/>
        </w:rPr>
      </w:pPr>
      <w:r w:rsidRPr="0015108D">
        <w:rPr>
          <w:rFonts w:eastAsia="SimSun"/>
          <w:lang w:eastAsia="zh-CN"/>
        </w:rPr>
        <w:t>The Tenderer acknowledges and agrees that the Tender is an unconditional offer and, to the extent reasonably possible, the Tenderer will obtain any necessary Authorisations to enable it to enter into any resultant Contract on an unconditional basis.</w:t>
      </w:r>
    </w:p>
    <w:p w14:paraId="6A5F08BA" w14:textId="4F44777D" w:rsidR="00473839" w:rsidRPr="0015108D" w:rsidRDefault="00473839" w:rsidP="000B0541">
      <w:pPr>
        <w:pStyle w:val="ATTANNLV1-ASDEFCON"/>
      </w:pPr>
      <w:bookmarkStart w:id="18" w:name="_Ref420315949"/>
      <w:r w:rsidRPr="0015108D">
        <w:t>UNDERTAKINGS</w:t>
      </w:r>
      <w:r w:rsidR="00D027E8">
        <w:t>, Representations</w:t>
      </w:r>
      <w:r w:rsidRPr="0015108D">
        <w:t xml:space="preserve"> AND WARRANTIES (CORE)</w:t>
      </w:r>
      <w:bookmarkEnd w:id="18"/>
    </w:p>
    <w:p w14:paraId="7A597E6A" w14:textId="5E7A687F" w:rsidR="00E46792" w:rsidRDefault="00473839" w:rsidP="000B0541">
      <w:pPr>
        <w:pStyle w:val="ATTANNLV2-ASDEFCON"/>
      </w:pPr>
      <w:bookmarkStart w:id="19" w:name="_Ref335401770"/>
      <w:r w:rsidRPr="0015108D">
        <w:rPr>
          <w:rFonts w:eastAsia="SimSun"/>
          <w:lang w:eastAsia="zh-CN"/>
        </w:rPr>
        <w:t xml:space="preserve">The </w:t>
      </w:r>
      <w:r w:rsidRPr="0015108D">
        <w:rPr>
          <w:rFonts w:eastAsia="SimSun"/>
        </w:rPr>
        <w:t xml:space="preserve">Tenderer represents and warrants that </w:t>
      </w:r>
      <w:r w:rsidRPr="0015108D">
        <w:t>there has not been and will not be any collusive tendering, anti-competitive conduct, or any other similar conduct</w:t>
      </w:r>
      <w:r w:rsidR="00B85BE3" w:rsidRPr="00616E66">
        <w:t xml:space="preserve"> </w:t>
      </w:r>
      <w:r w:rsidR="00B85BE3">
        <w:t>(including the exchange of information with other tenderers)</w:t>
      </w:r>
      <w:r w:rsidRPr="0015108D">
        <w:t xml:space="preserve"> by it or its Related Bodies Corporate, or any officer, employee, agent or advisor of any of them, in relation to:</w:t>
      </w:r>
      <w:bookmarkEnd w:id="19"/>
    </w:p>
    <w:p w14:paraId="56539348" w14:textId="0DC37CBB" w:rsidR="00E46792" w:rsidRDefault="00473839" w:rsidP="000B0541">
      <w:pPr>
        <w:pStyle w:val="ATTANNLV3-ASDEFCON"/>
        <w:rPr>
          <w:lang w:eastAsia="zh-CN"/>
        </w:rPr>
      </w:pPr>
      <w:r w:rsidRPr="0015108D">
        <w:rPr>
          <w:lang w:eastAsia="zh-CN"/>
        </w:rPr>
        <w:t>the preparation or lodgement of tenders;</w:t>
      </w:r>
    </w:p>
    <w:p w14:paraId="5F4604D9" w14:textId="2BF86134" w:rsidR="00E46792" w:rsidRDefault="00473839" w:rsidP="000B0541">
      <w:pPr>
        <w:pStyle w:val="ATTANNLV3-ASDEFCON"/>
        <w:rPr>
          <w:lang w:eastAsia="zh-CN"/>
        </w:rPr>
      </w:pPr>
      <w:r w:rsidRPr="0015108D">
        <w:rPr>
          <w:lang w:eastAsia="zh-CN"/>
        </w:rPr>
        <w:t>the evaluation and clarification of tenders; and</w:t>
      </w:r>
    </w:p>
    <w:p w14:paraId="1C34F4EA" w14:textId="431DDD16" w:rsidR="00E46792" w:rsidRDefault="00473839" w:rsidP="000B0541">
      <w:pPr>
        <w:pStyle w:val="ATTANNLV3-ASDEFCON"/>
        <w:rPr>
          <w:lang w:eastAsia="zh-CN"/>
        </w:rPr>
      </w:pPr>
      <w:r w:rsidRPr="0015108D">
        <w:rPr>
          <w:lang w:eastAsia="zh-CN"/>
        </w:rPr>
        <w:t>the conduct and content of negotiations, including final Contract negotiations,</w:t>
      </w:r>
    </w:p>
    <w:p w14:paraId="36A4870E" w14:textId="74EA8CA8" w:rsidR="00E46792" w:rsidRDefault="00473839" w:rsidP="000B0541">
      <w:pPr>
        <w:pStyle w:val="ATTANNLV2NONUM-ASDEFCON"/>
      </w:pPr>
      <w:r w:rsidRPr="0015108D">
        <w:t>in respect of th</w:t>
      </w:r>
      <w:r>
        <w:t>e</w:t>
      </w:r>
      <w:r w:rsidRPr="0015108D">
        <w:t xml:space="preserve"> RFT process.</w:t>
      </w:r>
    </w:p>
    <w:p w14:paraId="3ECAE5A0" w14:textId="2486A69D" w:rsidR="00E46792" w:rsidRDefault="00473839" w:rsidP="000B0541">
      <w:pPr>
        <w:pStyle w:val="ATTANNLV2-ASDEFCON"/>
        <w:rPr>
          <w:rFonts w:eastAsia="SimSun"/>
          <w:lang w:eastAsia="zh-CN"/>
        </w:rPr>
      </w:pPr>
      <w:r w:rsidRPr="0015108D">
        <w:rPr>
          <w:rFonts w:eastAsia="SimSun"/>
          <w:lang w:eastAsia="zh-CN"/>
        </w:rPr>
        <w:t>The Tenderer represents and warrants:</w:t>
      </w:r>
      <w:bookmarkStart w:id="20" w:name="_Ref336523388"/>
    </w:p>
    <w:p w14:paraId="4CA69C34" w14:textId="32C91B06" w:rsidR="00E46792" w:rsidRDefault="00473839" w:rsidP="000B0541">
      <w:pPr>
        <w:pStyle w:val="ATTANNLV3-ASDEFCON"/>
        <w:rPr>
          <w:lang w:eastAsia="zh-CN"/>
        </w:rPr>
      </w:pPr>
      <w:bookmarkStart w:id="21" w:name="_Ref137031605"/>
      <w:r w:rsidRPr="0015108D">
        <w:rPr>
          <w:lang w:eastAsia="zh-CN"/>
        </w:rPr>
        <w:t>that the Tender has not been compiled:</w:t>
      </w:r>
      <w:bookmarkEnd w:id="20"/>
      <w:bookmarkEnd w:id="21"/>
    </w:p>
    <w:p w14:paraId="2EC357ED" w14:textId="73BE2E63" w:rsidR="00E46792" w:rsidRDefault="00473839" w:rsidP="000B0541">
      <w:pPr>
        <w:pStyle w:val="ATTANNLV4-ASDEFCON"/>
      </w:pPr>
      <w:r w:rsidRPr="0015108D">
        <w:t>with the improper assistance of current or former Commonwealth Personnel or Defence Service Providers;</w:t>
      </w:r>
    </w:p>
    <w:p w14:paraId="1710DB31" w14:textId="2F0B6D14" w:rsidR="00E46792" w:rsidRDefault="00473839" w:rsidP="000B0541">
      <w:pPr>
        <w:pStyle w:val="ATTANNLV4-ASDEFCON"/>
      </w:pPr>
      <w:r w:rsidRPr="0015108D">
        <w:t>with the utilisation of information improperly obtained from the Commonwealth; or</w:t>
      </w:r>
    </w:p>
    <w:p w14:paraId="7CB5B433" w14:textId="79EDC4D6" w:rsidR="00E46792" w:rsidRDefault="00473839" w:rsidP="000B0541">
      <w:pPr>
        <w:pStyle w:val="ATTANNLV4-ASDEFCON"/>
      </w:pPr>
      <w:r w:rsidRPr="0015108D">
        <w:t>in breach of an obligation of confidentiality to the Commonwealth;</w:t>
      </w:r>
    </w:p>
    <w:p w14:paraId="4A391C6E" w14:textId="3DCA0602" w:rsidR="00E46792" w:rsidRDefault="00473839" w:rsidP="000B0541">
      <w:pPr>
        <w:pStyle w:val="ATTANNLV3-ASDEFCON"/>
        <w:rPr>
          <w:lang w:eastAsia="zh-CN"/>
        </w:rPr>
      </w:pPr>
      <w:r w:rsidRPr="0015108D">
        <w:rPr>
          <w:lang w:eastAsia="zh-CN"/>
        </w:rPr>
        <w:t>that it and any Related Bodies Corporate, and their officers, employees, agents and advisers have and will, during the RFT process, comply with any applicable laws or Commonwealth policies regarding the offering of unlawful inducements in connection with their Tender;</w:t>
      </w:r>
      <w:r w:rsidR="00B85BE3">
        <w:rPr>
          <w:lang w:eastAsia="zh-CN"/>
        </w:rPr>
        <w:t xml:space="preserve"> and</w:t>
      </w:r>
    </w:p>
    <w:p w14:paraId="61CEFAB7" w14:textId="59FB0996" w:rsidR="00E46792" w:rsidRDefault="00473839" w:rsidP="000B0541">
      <w:pPr>
        <w:pStyle w:val="ATTANNLV3-ASDEFCON"/>
        <w:rPr>
          <w:lang w:eastAsia="zh-CN"/>
        </w:rPr>
      </w:pPr>
      <w:r w:rsidRPr="0015108D">
        <w:rPr>
          <w:lang w:eastAsia="zh-CN"/>
        </w:rPr>
        <w:t xml:space="preserve">without limiting clause </w:t>
      </w:r>
      <w:r w:rsidR="00D252B2">
        <w:rPr>
          <w:lang w:eastAsia="zh-CN"/>
        </w:rPr>
        <w:fldChar w:fldCharType="begin"/>
      </w:r>
      <w:r w:rsidR="00D252B2">
        <w:rPr>
          <w:lang w:eastAsia="zh-CN"/>
        </w:rPr>
        <w:instrText xml:space="preserve"> REF _Ref137031605 \w \h </w:instrText>
      </w:r>
      <w:r w:rsidR="00D252B2">
        <w:rPr>
          <w:lang w:eastAsia="zh-CN"/>
        </w:rPr>
      </w:r>
      <w:r w:rsidR="00D252B2">
        <w:rPr>
          <w:lang w:eastAsia="zh-CN"/>
        </w:rPr>
        <w:fldChar w:fldCharType="separate"/>
      </w:r>
      <w:r w:rsidR="006D3445">
        <w:rPr>
          <w:lang w:eastAsia="zh-CN"/>
        </w:rPr>
        <w:t>4.2a</w:t>
      </w:r>
      <w:r w:rsidR="00D252B2">
        <w:rPr>
          <w:lang w:eastAsia="zh-CN"/>
        </w:rPr>
        <w:fldChar w:fldCharType="end"/>
      </w:r>
      <w:r w:rsidR="00577784">
        <w:rPr>
          <w:lang w:eastAsia="zh-CN"/>
        </w:rPr>
        <w:t>,</w:t>
      </w:r>
      <w:r w:rsidRPr="0015108D">
        <w:rPr>
          <w:lang w:eastAsia="zh-CN"/>
        </w:rPr>
        <w:t xml:space="preserve"> that it and any Related Bodies Corporate have not and will not, without prior written approval from the Commonwealth, permit any current or former </w:t>
      </w:r>
      <w:r w:rsidRPr="0015108D">
        <w:t xml:space="preserve">Commonwealth Personnel, </w:t>
      </w:r>
      <w:r w:rsidRPr="0015108D">
        <w:rPr>
          <w:lang w:eastAsia="zh-CN"/>
        </w:rPr>
        <w:t>or Defence Service Provider to contribute to, or participate in, any process or activity relating to the preparation of the Tender or the RFT process, if:</w:t>
      </w:r>
    </w:p>
    <w:p w14:paraId="5C7537CA" w14:textId="26937B01" w:rsidR="00E46792" w:rsidRDefault="00473839" w:rsidP="000B0541">
      <w:pPr>
        <w:pStyle w:val="ATTANNLV4-ASDEFCON"/>
      </w:pPr>
      <w:r w:rsidRPr="0015108D">
        <w:t>the person was involved at any time in the planning of the procurement to which this RFT relates, the preparation of this RFT, or the management of the RFT process; or</w:t>
      </w:r>
    </w:p>
    <w:p w14:paraId="17EA1D26" w14:textId="4968DD9A" w:rsidR="00E46792" w:rsidRDefault="00473839" w:rsidP="000B0541">
      <w:pPr>
        <w:pStyle w:val="ATTANNLV4-ASDEFCON"/>
      </w:pPr>
      <w:r w:rsidRPr="0015108D">
        <w:t>the person was at any time during the 12 months immediately preceding the date of issue of the RFT involved in a Defence procurement process or activity relevant or related to the RFT; and</w:t>
      </w:r>
    </w:p>
    <w:p w14:paraId="0B6CE957" w14:textId="7B1B66BC" w:rsidR="00E46792" w:rsidRDefault="00B85BE3" w:rsidP="000B0541">
      <w:pPr>
        <w:pStyle w:val="ATTANNLV3-ASDEFCON"/>
        <w:rPr>
          <w:lang w:eastAsia="zh-CN"/>
        </w:rPr>
      </w:pPr>
      <w:r>
        <w:rPr>
          <w:lang w:eastAsia="zh-CN"/>
        </w:rPr>
        <w:t>it</w:t>
      </w:r>
      <w:r w:rsidR="00473839" w:rsidRPr="0015108D">
        <w:rPr>
          <w:lang w:eastAsia="zh-CN"/>
        </w:rPr>
        <w:t xml:space="preserve"> is aware of the provisions of Schedule 2 to the </w:t>
      </w:r>
      <w:r w:rsidR="00473839" w:rsidRPr="0015108D">
        <w:rPr>
          <w:i/>
          <w:iCs/>
          <w:lang w:eastAsia="zh-CN"/>
        </w:rPr>
        <w:t>Competition and Consumer Act 2010</w:t>
      </w:r>
      <w:r w:rsidR="00473839">
        <w:rPr>
          <w:iCs/>
          <w:lang w:eastAsia="zh-CN"/>
        </w:rPr>
        <w:t xml:space="preserve"> (Cth)</w:t>
      </w:r>
      <w:r w:rsidR="00473839" w:rsidRPr="0015108D">
        <w:rPr>
          <w:i/>
          <w:iCs/>
          <w:lang w:eastAsia="zh-CN"/>
        </w:rPr>
        <w:t xml:space="preserve"> </w:t>
      </w:r>
      <w:r w:rsidR="00473839" w:rsidRPr="0015108D">
        <w:rPr>
          <w:lang w:eastAsia="zh-CN"/>
        </w:rPr>
        <w:t xml:space="preserve">and Division 137 of the </w:t>
      </w:r>
      <w:r w:rsidR="00473839" w:rsidRPr="0015108D">
        <w:rPr>
          <w:i/>
          <w:iCs/>
          <w:lang w:eastAsia="zh-CN"/>
        </w:rPr>
        <w:t xml:space="preserve">Criminal Code Act 1995 </w:t>
      </w:r>
      <w:r w:rsidR="00473839">
        <w:rPr>
          <w:iCs/>
          <w:lang w:eastAsia="zh-CN"/>
        </w:rPr>
        <w:t xml:space="preserve">(Cth) </w:t>
      </w:r>
      <w:r w:rsidR="00473839" w:rsidRPr="0015108D">
        <w:t xml:space="preserve">and that its Tender does not contain any false, misleading or deceptive, claims or </w:t>
      </w:r>
      <w:r>
        <w:t>representations</w:t>
      </w:r>
      <w:r w:rsidR="00473839" w:rsidRPr="0015108D">
        <w:rPr>
          <w:lang w:eastAsia="zh-CN"/>
        </w:rPr>
        <w:t>.</w:t>
      </w:r>
    </w:p>
    <w:p w14:paraId="21FBF372" w14:textId="192E0B8E" w:rsidR="008E49EA" w:rsidRPr="00992A10" w:rsidRDefault="00B85BE3" w:rsidP="008E49EA">
      <w:pPr>
        <w:pStyle w:val="ATTANNLV2-ASDEFCON"/>
        <w:rPr>
          <w:rFonts w:eastAsia="SimSun"/>
          <w:lang w:eastAsia="zh-CN"/>
        </w:rPr>
      </w:pPr>
      <w:r>
        <w:rPr>
          <w:rFonts w:cs="Arial"/>
          <w:shd w:val="clear" w:color="auto" w:fill="FFFFFF"/>
        </w:rPr>
        <w:t>T</w:t>
      </w:r>
      <w:r w:rsidR="00473839" w:rsidRPr="0015108D">
        <w:rPr>
          <w:rFonts w:cs="Arial"/>
          <w:shd w:val="clear" w:color="auto" w:fill="FFFFFF"/>
        </w:rPr>
        <w:t>he Tenderer repr</w:t>
      </w:r>
      <w:r w:rsidR="00473839" w:rsidRPr="0015108D">
        <w:rPr>
          <w:shd w:val="clear" w:color="auto" w:fill="FFFFFF"/>
        </w:rPr>
        <w:t xml:space="preserve">esents and warrants that </w:t>
      </w:r>
      <w:r>
        <w:rPr>
          <w:shd w:val="clear" w:color="auto" w:fill="FFFFFF"/>
        </w:rPr>
        <w:t>th</w:t>
      </w:r>
      <w:r w:rsidRPr="003454C5">
        <w:rPr>
          <w:rFonts w:eastAsia="SimSun"/>
          <w:lang w:eastAsia="zh-CN"/>
        </w:rPr>
        <w:t xml:space="preserve">e following is a complete list of </w:t>
      </w:r>
      <w:r>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Pr="008C17F5">
        <w:rPr>
          <w:rFonts w:eastAsia="SimSun"/>
        </w:rPr>
        <w:t xml:space="preserve">the Tenderer </w:t>
      </w:r>
      <w:r w:rsidRPr="003454C5">
        <w:rPr>
          <w:rFonts w:eastAsia="SimSun"/>
          <w:lang w:eastAsia="zh-CN"/>
        </w:rPr>
        <w:t>or</w:t>
      </w:r>
      <w:r>
        <w:rPr>
          <w:rFonts w:eastAsia="SimSun"/>
          <w:lang w:eastAsia="zh-CN"/>
        </w:rPr>
        <w:t xml:space="preserve"> </w:t>
      </w:r>
      <w:r w:rsidR="00473839" w:rsidRPr="0015108D">
        <w:rPr>
          <w:shd w:val="clear" w:color="auto" w:fill="FFFFFF"/>
        </w:rPr>
        <w:t>it</w:t>
      </w:r>
      <w:r>
        <w:rPr>
          <w:shd w:val="clear" w:color="auto" w:fill="FFFFFF"/>
        </w:rPr>
        <w:t>s</w:t>
      </w:r>
      <w:r w:rsidR="00473839" w:rsidRPr="0015108D">
        <w:rPr>
          <w:shd w:val="clear" w:color="auto" w:fill="FFFFFF"/>
        </w:rPr>
        <w:t xml:space="preserve"> Related Bodies Corporate have been convicted during the last </w:t>
      </w:r>
      <w:r>
        <w:rPr>
          <w:shd w:val="clear" w:color="auto" w:fill="FFFFFF"/>
        </w:rPr>
        <w:t>7</w:t>
      </w:r>
      <w:r w:rsidRPr="0015108D">
        <w:rPr>
          <w:shd w:val="clear" w:color="auto" w:fill="FFFFFF"/>
        </w:rPr>
        <w:t xml:space="preserve"> </w:t>
      </w:r>
      <w:r w:rsidR="00473839" w:rsidRPr="0015108D">
        <w:rPr>
          <w:shd w:val="clear" w:color="auto" w:fill="FFFFFF"/>
        </w:rPr>
        <w:t>years</w:t>
      </w:r>
      <w:r w:rsidR="008E49EA">
        <w:rPr>
          <w:shd w:val="clear" w:color="auto" w:fill="FFFFFF"/>
        </w:rPr>
        <w:t>,</w:t>
      </w:r>
      <w:r w:rsidR="008E49EA">
        <w:rPr>
          <w:bCs/>
          <w:shd w:val="clear" w:color="auto" w:fill="FFFFFF"/>
        </w:rPr>
        <w:t xml:space="preserve"> or </w:t>
      </w:r>
      <w:r w:rsidR="008E49EA">
        <w:rPr>
          <w:rFonts w:eastAsia="SimSun"/>
          <w:lang w:eastAsia="zh-CN"/>
        </w:rPr>
        <w:t>of which</w:t>
      </w:r>
      <w:r w:rsidR="00473839" w:rsidRPr="0015108D">
        <w:rPr>
          <w:rFonts w:eastAsia="SimSun"/>
          <w:lang w:eastAsia="zh-CN"/>
        </w:rPr>
        <w:t xml:space="preserve"> the Tenderer </w:t>
      </w:r>
      <w:r w:rsidR="008E49EA">
        <w:rPr>
          <w:shd w:val="clear" w:color="auto" w:fill="FFFFFF"/>
        </w:rPr>
        <w:t>or</w:t>
      </w:r>
      <w:r w:rsidR="00473839" w:rsidRPr="0015108D">
        <w:rPr>
          <w:lang w:eastAsia="zh-CN"/>
        </w:rPr>
        <w:t xml:space="preserve"> its Related Bodies Corporate </w:t>
      </w:r>
      <w:r w:rsidR="008E49EA">
        <w:rPr>
          <w:lang w:eastAsia="zh-CN"/>
        </w:rPr>
        <w:t>are currently charged:</w:t>
      </w:r>
    </w:p>
    <w:p w14:paraId="59D3E859" w14:textId="77777777" w:rsidR="008E49EA" w:rsidRPr="008E49EA" w:rsidRDefault="008E49EA" w:rsidP="00992A10">
      <w:pPr>
        <w:pStyle w:val="ATTANNLV2NONUM-ASDEFCON"/>
      </w:pPr>
      <w:r w:rsidRPr="008E49EA">
        <w:rPr>
          <w:b/>
        </w:rPr>
        <w:fldChar w:fldCharType="begin">
          <w:ffData>
            <w:name w:val="Text12"/>
            <w:enabled/>
            <w:calcOnExit w:val="0"/>
            <w:textInput>
              <w:default w:val="[INSERT DETAILS OF ALL SUCH OFFENCES  OR IF NONE EXIST INSERT THE WORDS ‘NOT APPLICABLE’]"/>
            </w:textInput>
          </w:ffData>
        </w:fldChar>
      </w:r>
      <w:r w:rsidRPr="008E49EA">
        <w:rPr>
          <w:b/>
        </w:rPr>
        <w:instrText xml:space="preserve"> FORMTEXT </w:instrText>
      </w:r>
      <w:r w:rsidRPr="008E49EA">
        <w:rPr>
          <w:b/>
        </w:rPr>
      </w:r>
      <w:r w:rsidRPr="008E49EA">
        <w:rPr>
          <w:b/>
        </w:rPr>
        <w:fldChar w:fldCharType="separate"/>
      </w:r>
      <w:r w:rsidRPr="008E49EA">
        <w:rPr>
          <w:b/>
          <w:noProof/>
        </w:rPr>
        <w:t>[INSERT DETAILS OF ALL SUCH OFFENCES  OR IF NONE EXIST INSERT THE WORDS ‘NOT APPLICABLE’]</w:t>
      </w:r>
      <w:r w:rsidRPr="008E49EA">
        <w:rPr>
          <w:b/>
        </w:rPr>
        <w:fldChar w:fldCharType="end"/>
      </w:r>
    </w:p>
    <w:p w14:paraId="0BB21E75" w14:textId="50A36633" w:rsidR="008E49EA" w:rsidRDefault="008E49EA" w:rsidP="008E49EA">
      <w:pPr>
        <w:pStyle w:val="ATTANNLV2-ASDEFCON"/>
        <w:rPr>
          <w:rFonts w:eastAsia="SimSun"/>
          <w:lang w:eastAsia="zh-CN"/>
        </w:rPr>
      </w:pPr>
      <w:bookmarkStart w:id="22" w:name="_Ref342050640"/>
      <w:r>
        <w:rPr>
          <w:lang w:eastAsia="zh-CN"/>
        </w:rPr>
        <w:t>The Tenderer represents and warrants that</w:t>
      </w:r>
      <w:r w:rsidRPr="00616E66">
        <w:rPr>
          <w:rFonts w:eastAsia="SimSun"/>
          <w:lang w:eastAsia="zh-CN"/>
        </w:rPr>
        <w:t xml:space="preserve"> </w:t>
      </w:r>
      <w:r>
        <w:rPr>
          <w:rFonts w:eastAsia="SimSun"/>
          <w:lang w:eastAsia="zh-CN"/>
        </w:rPr>
        <w:t>i</w:t>
      </w:r>
      <w:r w:rsidR="00473839" w:rsidRPr="0015108D">
        <w:rPr>
          <w:rFonts w:eastAsia="SimSun"/>
          <w:lang w:eastAsia="zh-CN"/>
        </w:rPr>
        <w:t>f in relation to the RFT a conflict of interest exists, arises, or appears likely to arise, that the Tenderer has not previously disclosed,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w:t>
      </w:r>
      <w:bookmarkStart w:id="23" w:name="_Ref336524156"/>
      <w:bookmarkEnd w:id="22"/>
      <w:r>
        <w:rPr>
          <w:rFonts w:eastAsia="SimSun"/>
          <w:lang w:eastAsia="zh-CN"/>
        </w:rPr>
        <w:t xml:space="preserve">  The following is a complete list of all current </w:t>
      </w:r>
      <w:r w:rsidRPr="00616E66">
        <w:rPr>
          <w:rFonts w:eastAsia="SimSun"/>
          <w:lang w:eastAsia="zh-CN"/>
        </w:rPr>
        <w:t>actual, potential or perceived conflict</w:t>
      </w:r>
      <w:r>
        <w:rPr>
          <w:rFonts w:eastAsia="SimSun"/>
          <w:lang w:eastAsia="zh-CN"/>
        </w:rPr>
        <w:t>s</w:t>
      </w:r>
      <w:r w:rsidRPr="00616E66">
        <w:rPr>
          <w:rFonts w:eastAsia="SimSun"/>
          <w:lang w:eastAsia="zh-CN"/>
        </w:rPr>
        <w:t xml:space="preserve"> of interest:</w:t>
      </w:r>
    </w:p>
    <w:p w14:paraId="4B472401" w14:textId="77777777" w:rsidR="008E49EA" w:rsidRPr="00616E66" w:rsidRDefault="008E49EA" w:rsidP="008E49EA">
      <w:pPr>
        <w:pStyle w:val="ATTANNLV2NONUM-ASDEFCON"/>
        <w:rPr>
          <w:rFonts w:eastAsia="SimSun"/>
          <w:lang w:eastAsia="zh-CN"/>
        </w:rPr>
      </w:pPr>
      <w:r>
        <w:rPr>
          <w:b/>
        </w:rPr>
        <w:fldChar w:fldCharType="begin">
          <w:ffData>
            <w:name w:val=""/>
            <w:enabled/>
            <w:calcOnExit w:val="0"/>
            <w:textInput>
              <w:default w:val="[INSERT DETAILS OR IF NONE EXIST INSERT THE WORDS ‘NOT APPLICABLE’]"/>
            </w:textInput>
          </w:ffData>
        </w:fldChar>
      </w:r>
      <w:r>
        <w:rPr>
          <w:b/>
        </w:rPr>
        <w:instrText xml:space="preserve"> FORMTEXT </w:instrText>
      </w:r>
      <w:r>
        <w:rPr>
          <w:b/>
        </w:rPr>
      </w:r>
      <w:r>
        <w:rPr>
          <w:b/>
        </w:rPr>
        <w:fldChar w:fldCharType="separate"/>
      </w:r>
      <w:r>
        <w:rPr>
          <w:b/>
          <w:noProof/>
        </w:rPr>
        <w:t>[INSERT DETAILS OR IF NONE EXIST INSERT THE WORDS ‘NOT APPLICABLE’]</w:t>
      </w:r>
      <w:r>
        <w:rPr>
          <w:b/>
        </w:rPr>
        <w:fldChar w:fldCharType="end"/>
      </w:r>
    </w:p>
    <w:p w14:paraId="1CB81B33" w14:textId="45F2E77D" w:rsidR="00E46792" w:rsidRDefault="00473839" w:rsidP="000B0541">
      <w:pPr>
        <w:pStyle w:val="ATTANNLV2-ASDEFCON"/>
        <w:rPr>
          <w:lang w:eastAsia="zh-CN"/>
        </w:rPr>
      </w:pPr>
      <w:bookmarkStart w:id="24" w:name="_Ref140663317"/>
      <w:r w:rsidRPr="0015108D">
        <w:rPr>
          <w:lang w:eastAsia="zh-CN"/>
        </w:rPr>
        <w:t>The Tenderer acknowledges and agrees that the Commonwealth may exclude the Tender from further consideration if in the opinion of the Commonwealth:</w:t>
      </w:r>
      <w:bookmarkEnd w:id="24"/>
    </w:p>
    <w:p w14:paraId="5DF82368" w14:textId="40B8F45C" w:rsidR="00E46792" w:rsidRDefault="00473839" w:rsidP="000B0541">
      <w:pPr>
        <w:pStyle w:val="ATTANNLV3-ASDEFCON"/>
        <w:rPr>
          <w:lang w:eastAsia="zh-CN"/>
        </w:rPr>
      </w:pPr>
      <w:r w:rsidRPr="0015108D">
        <w:rPr>
          <w:lang w:eastAsia="zh-CN"/>
        </w:rPr>
        <w:t>the Tenderer fails to take any steps required by the Commonwealth to resolve or deal with a conflict of interest;</w:t>
      </w:r>
    </w:p>
    <w:p w14:paraId="1373293F" w14:textId="684E61BD" w:rsidR="00E46792" w:rsidRDefault="00473839" w:rsidP="000B0541">
      <w:pPr>
        <w:pStyle w:val="ATTANNLV3-ASDEFCON"/>
        <w:rPr>
          <w:lang w:eastAsia="zh-CN"/>
        </w:rPr>
      </w:pPr>
      <w:r w:rsidRPr="0015108D">
        <w:rPr>
          <w:lang w:eastAsia="zh-CN"/>
        </w:rPr>
        <w:t xml:space="preserve">the Tenderer fails to comply in any other respect with this clause </w:t>
      </w:r>
      <w:r w:rsidRPr="0015108D">
        <w:rPr>
          <w:lang w:eastAsia="zh-CN"/>
        </w:rPr>
        <w:fldChar w:fldCharType="begin"/>
      </w:r>
      <w:r w:rsidRPr="0015108D">
        <w:rPr>
          <w:lang w:eastAsia="zh-CN"/>
        </w:rPr>
        <w:instrText xml:space="preserve"> REF _Ref420315949 \r \h  \* MERGEFORMAT </w:instrText>
      </w:r>
      <w:r w:rsidRPr="0015108D">
        <w:rPr>
          <w:lang w:eastAsia="zh-CN"/>
        </w:rPr>
      </w:r>
      <w:r w:rsidRPr="0015108D">
        <w:rPr>
          <w:lang w:eastAsia="zh-CN"/>
        </w:rPr>
        <w:fldChar w:fldCharType="separate"/>
      </w:r>
      <w:r w:rsidR="006D3445">
        <w:rPr>
          <w:lang w:eastAsia="zh-CN"/>
        </w:rPr>
        <w:t>4</w:t>
      </w:r>
      <w:r w:rsidRPr="0015108D">
        <w:rPr>
          <w:lang w:eastAsia="zh-CN"/>
        </w:rPr>
        <w:fldChar w:fldCharType="end"/>
      </w:r>
      <w:r w:rsidRPr="0015108D">
        <w:rPr>
          <w:lang w:eastAsia="zh-CN"/>
        </w:rPr>
        <w:t>; or</w:t>
      </w:r>
    </w:p>
    <w:p w14:paraId="0761E0EF" w14:textId="3A8D051A" w:rsidR="00473839" w:rsidRPr="0015108D" w:rsidRDefault="00473839" w:rsidP="000B0541">
      <w:pPr>
        <w:pStyle w:val="ATTANNLV3-ASDEFCON"/>
        <w:rPr>
          <w:lang w:eastAsia="zh-CN"/>
        </w:rPr>
      </w:pPr>
      <w:r w:rsidRPr="0015108D">
        <w:rPr>
          <w:lang w:eastAsia="zh-CN"/>
        </w:rPr>
        <w:t xml:space="preserve">any representation or warranty of the Tenderer under this clause </w:t>
      </w:r>
      <w:r w:rsidRPr="0015108D">
        <w:rPr>
          <w:lang w:eastAsia="zh-CN"/>
        </w:rPr>
        <w:fldChar w:fldCharType="begin"/>
      </w:r>
      <w:r w:rsidRPr="0015108D">
        <w:rPr>
          <w:lang w:eastAsia="zh-CN"/>
        </w:rPr>
        <w:instrText xml:space="preserve"> REF _Ref420315949 \r \h  \* MERGEFORMAT </w:instrText>
      </w:r>
      <w:r w:rsidRPr="0015108D">
        <w:rPr>
          <w:lang w:eastAsia="zh-CN"/>
        </w:rPr>
      </w:r>
      <w:r w:rsidRPr="0015108D">
        <w:rPr>
          <w:lang w:eastAsia="zh-CN"/>
        </w:rPr>
        <w:fldChar w:fldCharType="separate"/>
      </w:r>
      <w:r w:rsidR="006D3445">
        <w:rPr>
          <w:lang w:eastAsia="zh-CN"/>
        </w:rPr>
        <w:t>4</w:t>
      </w:r>
      <w:r w:rsidRPr="0015108D">
        <w:rPr>
          <w:lang w:eastAsia="zh-CN"/>
        </w:rPr>
        <w:fldChar w:fldCharType="end"/>
      </w:r>
      <w:r w:rsidRPr="0015108D">
        <w:rPr>
          <w:lang w:eastAsia="zh-CN"/>
        </w:rPr>
        <w:t xml:space="preserve"> is incorrect or misleading in any material respect.</w:t>
      </w:r>
    </w:p>
    <w:bookmarkEnd w:id="23"/>
    <w:p w14:paraId="6A152BCD" w14:textId="525EEB13" w:rsidR="00E46792" w:rsidRDefault="00473839" w:rsidP="000B0541">
      <w:pPr>
        <w:pStyle w:val="ATTANNLV2-ASDEFCON"/>
        <w:rPr>
          <w:shd w:val="clear" w:color="auto" w:fill="FFFFFF"/>
        </w:rPr>
      </w:pPr>
      <w:r>
        <w:rPr>
          <w:shd w:val="clear" w:color="auto" w:fill="FFFFFF"/>
        </w:rPr>
        <w:t xml:space="preserve">The </w:t>
      </w:r>
      <w:r w:rsidRPr="001E70C0">
        <w:rPr>
          <w:shd w:val="clear" w:color="auto" w:fill="FFFFFF"/>
        </w:rPr>
        <w:t>Tenderer represents and warrants that none of the Tenderer, its Related Bodies Corporate, or officers of either:</w:t>
      </w:r>
    </w:p>
    <w:p w14:paraId="5EF7D4D6" w14:textId="77777777" w:rsidR="00473839" w:rsidRDefault="00473839" w:rsidP="000B0541">
      <w:pPr>
        <w:pStyle w:val="ATTANNLV3-ASDEFCON"/>
      </w:pPr>
      <w:r>
        <w:t xml:space="preserve">have been </w:t>
      </w:r>
      <w:r>
        <w:rPr>
          <w:lang w:eastAsia="zh-CN"/>
        </w:rPr>
        <w:t>found</w:t>
      </w:r>
      <w:r>
        <w:t xml:space="preserve"> in the past 3 years to have committed a material breach; or</w:t>
      </w:r>
    </w:p>
    <w:p w14:paraId="493E416C" w14:textId="5D08CCC2" w:rsidR="00E46792" w:rsidRDefault="00473839" w:rsidP="000B0541">
      <w:pPr>
        <w:pStyle w:val="ATTANNLV3-ASDEFCON"/>
      </w:pPr>
      <w:r>
        <w:t xml:space="preserve">are </w:t>
      </w:r>
      <w:r>
        <w:rPr>
          <w:lang w:eastAsia="zh-CN"/>
        </w:rPr>
        <w:t>currently</w:t>
      </w:r>
      <w:r>
        <w:t xml:space="preserve"> in material breach,</w:t>
      </w:r>
    </w:p>
    <w:p w14:paraId="5AEE4799" w14:textId="77777777" w:rsidR="00473839" w:rsidRDefault="00473839" w:rsidP="000B0541">
      <w:pPr>
        <w:pStyle w:val="ATTANNLV2NONUM-ASDEFCON"/>
      </w:pPr>
      <w:r>
        <w:t>of any law, regulation or code that would be relevant to any resultant Contract, including those in relation to employment or workplace relations (including regulations relating to ethical employment practices), WHS or the environment, other than the following:</w:t>
      </w:r>
    </w:p>
    <w:p w14:paraId="023DAD53" w14:textId="7327E34F" w:rsidR="00473839" w:rsidRPr="000B0541" w:rsidRDefault="00473839" w:rsidP="000B0541">
      <w:pPr>
        <w:pStyle w:val="ATTANNLV2NONUM-ASDEFCON"/>
        <w:rPr>
          <w:b/>
        </w:rPr>
      </w:pPr>
      <w:r w:rsidRPr="000B0541">
        <w:rPr>
          <w:b/>
        </w:rPr>
        <w:fldChar w:fldCharType="begin">
          <w:ffData>
            <w:name w:val="Text123"/>
            <w:enabled/>
            <w:calcOnExit w:val="0"/>
            <w:textInput>
              <w:default w:val="[INSERT DETAILS OF PREVIOUS OR CURRENT BREACHES, OR IF NONE EXIST INSERT THE WORDS ‘NOT APPLICABLE’]"/>
            </w:textInput>
          </w:ffData>
        </w:fldChar>
      </w:r>
      <w:r w:rsidRPr="000B0541">
        <w:rPr>
          <w:b/>
        </w:rPr>
        <w:instrText xml:space="preserve"> FORMTEXT </w:instrText>
      </w:r>
      <w:r w:rsidRPr="000B0541">
        <w:rPr>
          <w:b/>
        </w:rPr>
      </w:r>
      <w:r w:rsidRPr="000B0541">
        <w:rPr>
          <w:b/>
        </w:rPr>
        <w:fldChar w:fldCharType="separate"/>
      </w:r>
      <w:r w:rsidR="00592603">
        <w:rPr>
          <w:b/>
          <w:noProof/>
        </w:rPr>
        <w:t>[INSERT DETAILS OF PREVIOUS OR CURRENT BREACHES, OR IF NONE EXIST INSERT THE WORDS ‘NOT APPLICABLE’]</w:t>
      </w:r>
      <w:r w:rsidRPr="000B0541">
        <w:rPr>
          <w:b/>
        </w:rPr>
        <w:fldChar w:fldCharType="end"/>
      </w:r>
    </w:p>
    <w:p w14:paraId="132EFC7B" w14:textId="77777777" w:rsidR="00473839" w:rsidRDefault="00473839" w:rsidP="000B0541">
      <w:pPr>
        <w:pStyle w:val="ATTANNLV2NONUM-ASDEFCON"/>
      </w:pPr>
      <w:r>
        <w:t>and the following actions have been taken to remedy any such material breach:</w:t>
      </w:r>
    </w:p>
    <w:p w14:paraId="0C98BE6D" w14:textId="5D37A4C9" w:rsidR="00473839" w:rsidRPr="001E70C0" w:rsidRDefault="00664CB4" w:rsidP="000B0541">
      <w:pPr>
        <w:pStyle w:val="ATTANNLV2NONUM-ASDEFCON"/>
      </w:pPr>
      <w:r w:rsidRPr="000B0541">
        <w:rPr>
          <w:b/>
        </w:rPr>
        <w:fldChar w:fldCharType="begin">
          <w:ffData>
            <w:name w:val="Text124"/>
            <w:enabled/>
            <w:calcOnExit w:val="0"/>
            <w:textInput>
              <w:default w:val="[INSERT DETAILS OF ACTIONS TAKEN (INCLUDING POLICIES IN PLACE) TO RESPOND TO EACH SUCH BREACH, OR IF NO BREACHES ARE LISTED ABOVE INSERT ‘NOT APPLICABLE’]"/>
            </w:textInput>
          </w:ffData>
        </w:fldChar>
      </w:r>
      <w:r w:rsidRPr="000B0541">
        <w:rPr>
          <w:b/>
        </w:rPr>
        <w:instrText xml:space="preserve"> FORMTEXT </w:instrText>
      </w:r>
      <w:r w:rsidRPr="000B0541">
        <w:rPr>
          <w:b/>
        </w:rPr>
      </w:r>
      <w:r w:rsidRPr="000B0541">
        <w:rPr>
          <w:b/>
        </w:rPr>
        <w:fldChar w:fldCharType="separate"/>
      </w:r>
      <w:r w:rsidR="00592603">
        <w:rPr>
          <w:b/>
          <w:noProof/>
        </w:rPr>
        <w:t>[INSERT DETAILS OF ACTIONS TAKEN (INCLUDING POLICIES IN PLACE) TO RESPOND TO EACH SUCH BREACH, OR IF NO BREACHES ARE LISTED ABOVE INSERT ‘NOT APPLICABLE’]</w:t>
      </w:r>
      <w:r w:rsidRPr="000B0541">
        <w:rPr>
          <w:b/>
        </w:rPr>
        <w:fldChar w:fldCharType="end"/>
      </w:r>
      <w:r w:rsidR="00473839">
        <w:t>.</w:t>
      </w:r>
    </w:p>
    <w:p w14:paraId="74609FED" w14:textId="7F1DA47F" w:rsidR="00E46792" w:rsidRDefault="00473839" w:rsidP="000B0541">
      <w:pPr>
        <w:pStyle w:val="ATTANNLV2-ASDEFCON"/>
        <w:rPr>
          <w:rFonts w:eastAsia="SimSun"/>
        </w:rPr>
      </w:pPr>
      <w:r w:rsidRPr="009C4A9F">
        <w:rPr>
          <w:rFonts w:eastAsia="SimSun"/>
        </w:rPr>
        <w:t>The Tenderer represents and warrants that, in accordance with clause 1.8.3 of the Conditions of Tender, it has obtained and holds as at the Closing T</w:t>
      </w:r>
      <w:r w:rsidRPr="006712C7">
        <w:rPr>
          <w:rFonts w:eastAsia="SimSun"/>
        </w:rPr>
        <w:t>ime all of the satisfactory and</w:t>
      </w:r>
      <w:r>
        <w:rPr>
          <w:rFonts w:eastAsia="SimSun"/>
        </w:rPr>
        <w:t xml:space="preserve"> valid STRs required under </w:t>
      </w:r>
      <w:r w:rsidR="00615CEC">
        <w:rPr>
          <w:rFonts w:eastAsia="SimSun"/>
        </w:rPr>
        <w:fldChar w:fldCharType="begin"/>
      </w:r>
      <w:r w:rsidR="00615CEC">
        <w:rPr>
          <w:rFonts w:eastAsia="SimSun"/>
        </w:rPr>
        <w:instrText xml:space="preserve"> REF _Ref166831129 \h </w:instrText>
      </w:r>
      <w:r w:rsidR="00615CEC">
        <w:rPr>
          <w:rFonts w:eastAsia="SimSun"/>
        </w:rPr>
      </w:r>
      <w:r w:rsidR="00615CEC">
        <w:rPr>
          <w:rFonts w:eastAsia="SimSun"/>
        </w:rPr>
        <w:fldChar w:fldCharType="separate"/>
      </w:r>
      <w:r w:rsidR="006D3445">
        <w:t>Table C-</w:t>
      </w:r>
      <w:r w:rsidR="006D3445">
        <w:rPr>
          <w:noProof/>
        </w:rPr>
        <w:t>1</w:t>
      </w:r>
      <w:r w:rsidR="00615CEC">
        <w:rPr>
          <w:rFonts w:eastAsia="SimSun"/>
        </w:rPr>
        <w:fldChar w:fldCharType="end"/>
      </w:r>
      <w:r>
        <w:rPr>
          <w:rFonts w:eastAsia="SimSun"/>
        </w:rPr>
        <w:t xml:space="preserve"> </w:t>
      </w:r>
      <w:r w:rsidRPr="006712C7">
        <w:rPr>
          <w:rFonts w:eastAsia="SimSun"/>
        </w:rPr>
        <w:t>(or an STR receipt confirming th</w:t>
      </w:r>
      <w:r>
        <w:rPr>
          <w:rFonts w:eastAsia="SimSun"/>
        </w:rPr>
        <w:t xml:space="preserve">at the STRs required under </w:t>
      </w:r>
      <w:r w:rsidR="00615CEC">
        <w:rPr>
          <w:rFonts w:eastAsia="SimSun"/>
        </w:rPr>
        <w:fldChar w:fldCharType="begin"/>
      </w:r>
      <w:r w:rsidR="00615CEC">
        <w:rPr>
          <w:rFonts w:eastAsia="SimSun"/>
        </w:rPr>
        <w:instrText xml:space="preserve"> REF _Ref166831129 \h </w:instrText>
      </w:r>
      <w:r w:rsidR="00615CEC">
        <w:rPr>
          <w:rFonts w:eastAsia="SimSun"/>
        </w:rPr>
      </w:r>
      <w:r w:rsidR="00615CEC">
        <w:rPr>
          <w:rFonts w:eastAsia="SimSun"/>
        </w:rPr>
        <w:fldChar w:fldCharType="separate"/>
      </w:r>
      <w:r w:rsidR="006D3445">
        <w:t>Table C-</w:t>
      </w:r>
      <w:r w:rsidR="006D3445">
        <w:rPr>
          <w:noProof/>
        </w:rPr>
        <w:t>1</w:t>
      </w:r>
      <w:r w:rsidR="00615CEC">
        <w:rPr>
          <w:rFonts w:eastAsia="SimSun"/>
        </w:rPr>
        <w:fldChar w:fldCharType="end"/>
      </w:r>
      <w:r>
        <w:rPr>
          <w:rFonts w:eastAsia="SimSun"/>
        </w:rPr>
        <w:t xml:space="preserve"> </w:t>
      </w:r>
      <w:r w:rsidRPr="006712C7">
        <w:rPr>
          <w:rFonts w:eastAsia="SimSun"/>
        </w:rPr>
        <w:t>were requested prior to the Closing Time) of any entity that the Tenderer proposes to engage as a direct Subcontractor, where the total value of the work under the Subcontract is expected to exceed $4 million (inc GST).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3"/>
      </w:tblGrid>
      <w:tr w:rsidR="00651191" w14:paraId="5D9B4C1D" w14:textId="77777777" w:rsidTr="00651191">
        <w:tc>
          <w:tcPr>
            <w:tcW w:w="9213" w:type="dxa"/>
            <w:shd w:val="clear" w:color="auto" w:fill="auto"/>
          </w:tcPr>
          <w:p w14:paraId="29C3D6D8" w14:textId="4340C79C" w:rsidR="00651191" w:rsidRDefault="00651191" w:rsidP="00651191">
            <w:pPr>
              <w:pStyle w:val="ASDEFCONOption"/>
            </w:pPr>
            <w:r>
              <w:t xml:space="preserve">Option: Include clause </w:t>
            </w:r>
            <w:r>
              <w:fldChar w:fldCharType="begin"/>
            </w:r>
            <w:r>
              <w:instrText xml:space="preserve"> REF _Ref82528685 \w \h </w:instrText>
            </w:r>
            <w:r>
              <w:fldChar w:fldCharType="separate"/>
            </w:r>
            <w:r w:rsidR="006D3445">
              <w:t>4.8</w:t>
            </w:r>
            <w:r>
              <w:fldChar w:fldCharType="end"/>
            </w:r>
            <w:r>
              <w:t xml:space="preserve"> if clauses 11.7.6 to 11.7.10 (PT PCP clauses) are included in the COC</w:t>
            </w:r>
            <w:r w:rsidRPr="00616E66">
              <w:t>.</w:t>
            </w:r>
          </w:p>
          <w:p w14:paraId="36A333E5" w14:textId="7397504C" w:rsidR="00651191" w:rsidRDefault="00651191" w:rsidP="00651191">
            <w:pPr>
              <w:pStyle w:val="NoteToTenderers-ASDEFCON"/>
            </w:pPr>
            <w:r w:rsidRPr="00616E66">
              <w:t xml:space="preserve">Note to tenderers:  Tenderers </w:t>
            </w:r>
            <w:r>
              <w:t>are to include the following clause if the tenderer is a Reporting Entity</w:t>
            </w:r>
            <w:r w:rsidR="00615CEC">
              <w:t xml:space="preserve"> and clauses 11.7.6 to 11.7.10 have been included in the COC</w:t>
            </w:r>
            <w:r w:rsidRPr="00616E66">
              <w:t>.</w:t>
            </w:r>
          </w:p>
          <w:p w14:paraId="2E0AAA64" w14:textId="77777777" w:rsidR="00651191" w:rsidRPr="005D0A64" w:rsidRDefault="00651191" w:rsidP="00651191">
            <w:pPr>
              <w:pStyle w:val="ATTANNLV2-ASDEFCON"/>
            </w:pPr>
            <w:bookmarkStart w:id="25" w:name="_Ref82528685"/>
            <w:r w:rsidRPr="005E1367">
              <w:rPr>
                <w:rFonts w:eastAsia="SimSun"/>
              </w:rPr>
              <w:t>The Tenderer undertakes that if, in anticipation of entering into a resultant Contract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bookmarkEnd w:id="25"/>
          </w:p>
          <w:p w14:paraId="6A377BC4" w14:textId="77777777" w:rsidR="00651191" w:rsidRPr="002D440D" w:rsidRDefault="00651191" w:rsidP="00651191">
            <w:pPr>
              <w:pStyle w:val="ATTANNLV3-ASDEFCON"/>
            </w:pPr>
            <w:bookmarkStart w:id="26" w:name="_Ref82528698"/>
            <w:r>
              <w:t xml:space="preserve">an </w:t>
            </w:r>
            <w:r w:rsidRPr="005D0A64">
              <w:t>obligation</w:t>
            </w:r>
            <w:r>
              <w:t xml:space="preserve"> to comply with the Payment Times Procurement Connected Policy (</w:t>
            </w:r>
            <w:r w:rsidRPr="00FB36F0">
              <w:t xml:space="preserve">PT </w:t>
            </w:r>
            <w:r w:rsidRPr="002D440D">
              <w:t>PCP); and</w:t>
            </w:r>
            <w:bookmarkEnd w:id="26"/>
          </w:p>
          <w:p w14:paraId="6D940C4E" w14:textId="77777777" w:rsidR="00651191" w:rsidRPr="002D440D" w:rsidRDefault="00651191" w:rsidP="00651191">
            <w:pPr>
              <w:pStyle w:val="ATTANNLV3-ASDEFCON"/>
            </w:pPr>
            <w:bookmarkStart w:id="27" w:name="_Ref80007088"/>
            <w:r w:rsidRPr="002D440D">
              <w:t>using its reasonable endeavours, a requirement that if the Reporting Entity Subcontractor in turn enters into a Reporting Entity Subcontract, then that subcontract shall include:</w:t>
            </w:r>
            <w:bookmarkEnd w:id="27"/>
          </w:p>
          <w:p w14:paraId="63A90113" w14:textId="73E30AC8" w:rsidR="00651191" w:rsidRPr="002D440D" w:rsidRDefault="00651191" w:rsidP="00651191">
            <w:pPr>
              <w:pStyle w:val="ATTANNLV4-ASDEFCON"/>
            </w:pPr>
            <w:r w:rsidRPr="002D440D">
              <w:t xml:space="preserve">obligations equivalent to those in clause </w:t>
            </w:r>
            <w:r w:rsidR="005A3F30">
              <w:fldChar w:fldCharType="begin"/>
            </w:r>
            <w:r w:rsidR="005A3F30">
              <w:instrText xml:space="preserve"> REF _Ref82528698 \w \h </w:instrText>
            </w:r>
            <w:r w:rsidR="005A3F30">
              <w:fldChar w:fldCharType="separate"/>
            </w:r>
            <w:r w:rsidR="006D3445">
              <w:t>4.8a</w:t>
            </w:r>
            <w:r w:rsidR="005A3F30">
              <w:fldChar w:fldCharType="end"/>
            </w:r>
            <w:r w:rsidRPr="002D440D">
              <w:t>; and</w:t>
            </w:r>
          </w:p>
          <w:p w14:paraId="4ADEBA3B" w14:textId="4A2A13C8" w:rsidR="00651191" w:rsidRDefault="00651191" w:rsidP="00651191">
            <w:pPr>
              <w:pStyle w:val="ATTANNLV4-ASDEFCON"/>
            </w:pPr>
            <w:r w:rsidRPr="002D440D">
              <w:t xml:space="preserve">obligations equivalent to this clause </w:t>
            </w:r>
            <w:r w:rsidRPr="002D440D">
              <w:fldChar w:fldCharType="begin"/>
            </w:r>
            <w:r w:rsidRPr="002D440D">
              <w:instrText xml:space="preserve"> REF _Ref80007088 \w \h  \* MERGEFORMAT </w:instrText>
            </w:r>
            <w:r w:rsidRPr="002D440D">
              <w:fldChar w:fldCharType="separate"/>
            </w:r>
            <w:r w:rsidR="006D3445">
              <w:t>4.8b</w:t>
            </w:r>
            <w:r w:rsidRPr="002D440D">
              <w:fldChar w:fldCharType="end"/>
            </w:r>
            <w:r w:rsidRPr="002D440D">
              <w:t xml:space="preserve"> (such that the obligations in this clause </w:t>
            </w:r>
            <w:r w:rsidRPr="002D440D">
              <w:fldChar w:fldCharType="begin"/>
            </w:r>
            <w:r w:rsidRPr="002D440D">
              <w:instrText xml:space="preserve"> REF _Ref80007088 \w \h  \* MERGEFORMAT </w:instrText>
            </w:r>
            <w:r w:rsidRPr="002D440D">
              <w:fldChar w:fldCharType="separate"/>
            </w:r>
            <w:r w:rsidR="006D3445">
              <w:t>4.8b</w:t>
            </w:r>
            <w:r w:rsidRPr="002D440D">
              <w:fldChar w:fldCharType="end"/>
            </w:r>
            <w:r w:rsidRPr="002D440D">
              <w:t xml:space="preserve"> are to continue to be flowed down the supply chain to all Reporting Entity Subcontractors).</w:t>
            </w:r>
          </w:p>
        </w:tc>
      </w:tr>
    </w:tbl>
    <w:p w14:paraId="2D02CAA3" w14:textId="77777777" w:rsidR="00473839" w:rsidRPr="0015108D" w:rsidRDefault="00473839" w:rsidP="000B0541">
      <w:pPr>
        <w:pStyle w:val="ATTANNLV1-ASDEFCON"/>
      </w:pPr>
      <w:r w:rsidRPr="0015108D">
        <w:t>Survival (CORE)</w:t>
      </w:r>
    </w:p>
    <w:p w14:paraId="04F20DC3" w14:textId="3154D71D" w:rsidR="00E46792" w:rsidRDefault="00473839" w:rsidP="000B0541">
      <w:pPr>
        <w:pStyle w:val="ATTANNLV2-ASDEFCON"/>
      </w:pPr>
      <w:r w:rsidRPr="0015108D">
        <w:t>This deed poll survives the termination or expiry of the RFT.</w:t>
      </w:r>
    </w:p>
    <w:p w14:paraId="1B87BA7F" w14:textId="77777777" w:rsidR="00473839" w:rsidRPr="0015108D" w:rsidRDefault="00473839" w:rsidP="000B0541">
      <w:pPr>
        <w:pStyle w:val="ATTANNLV1-ASDEFCON"/>
        <w:rPr>
          <w:rFonts w:eastAsia="SimSun"/>
          <w:lang w:eastAsia="zh-CN"/>
        </w:rPr>
      </w:pPr>
      <w:r w:rsidRPr="0015108D">
        <w:t xml:space="preserve">Applicable Law </w:t>
      </w:r>
      <w:r w:rsidRPr="0015108D">
        <w:rPr>
          <w:rFonts w:eastAsia="SimSun"/>
          <w:lang w:eastAsia="zh-CN"/>
        </w:rPr>
        <w:t>(CORE)</w:t>
      </w:r>
    </w:p>
    <w:p w14:paraId="410A49F1" w14:textId="33D2C13F" w:rsidR="00473839" w:rsidRPr="00F8197F" w:rsidRDefault="00473839" w:rsidP="000B0541">
      <w:pPr>
        <w:pStyle w:val="NoteToDrafters-ASDEFCON"/>
        <w:rPr>
          <w:lang w:eastAsia="zh-CN"/>
        </w:rPr>
      </w:pPr>
      <w:r w:rsidRPr="0015108D">
        <w:t xml:space="preserve">Note to drafters:  Prior to release of the RFT drafters are to insert the same jurisdiction as selected </w:t>
      </w:r>
      <w:r w:rsidR="003A6F61">
        <w:t>at Item 9 of</w:t>
      </w:r>
      <w:r w:rsidRPr="0015108D">
        <w:t xml:space="preserve"> the Details Schedule</w:t>
      </w:r>
      <w:r w:rsidR="003A6F61" w:rsidRPr="003A6F61">
        <w:t xml:space="preserve"> </w:t>
      </w:r>
      <w:r w:rsidR="003A6F61" w:rsidRPr="0015108D">
        <w:t>of the draft COC</w:t>
      </w:r>
      <w:r w:rsidRPr="0015108D">
        <w:t>.</w:t>
      </w:r>
    </w:p>
    <w:p w14:paraId="5506A158" w14:textId="574DD9D2" w:rsidR="00E46792" w:rsidRDefault="00473839" w:rsidP="000B0541">
      <w:pPr>
        <w:pStyle w:val="ATTANNLV2-ASDEFCON"/>
      </w:pPr>
      <w:r w:rsidRPr="0015108D">
        <w:t xml:space="preserve">The Tenderer agrees that the laws of </w:t>
      </w:r>
      <w:r w:rsidRPr="009D77E3">
        <w:rPr>
          <w:b/>
          <w:bCs/>
        </w:rPr>
        <w:fldChar w:fldCharType="begin">
          <w:ffData>
            <w:name w:val="Text10"/>
            <w:enabled/>
            <w:calcOnExit w:val="0"/>
            <w:textInput>
              <w:default w:val="[INSERT JURISDICTION]"/>
            </w:textInput>
          </w:ffData>
        </w:fldChar>
      </w:r>
      <w:r w:rsidRPr="009D77E3">
        <w:rPr>
          <w:b/>
          <w:bCs/>
        </w:rPr>
        <w:instrText xml:space="preserve"> FORMTEXT </w:instrText>
      </w:r>
      <w:r w:rsidRPr="009D77E3">
        <w:rPr>
          <w:b/>
          <w:bCs/>
        </w:rPr>
      </w:r>
      <w:r w:rsidRPr="009D77E3">
        <w:rPr>
          <w:b/>
          <w:bCs/>
        </w:rPr>
        <w:fldChar w:fldCharType="separate"/>
      </w:r>
      <w:r w:rsidR="00592603">
        <w:rPr>
          <w:b/>
          <w:bCs/>
          <w:noProof/>
        </w:rPr>
        <w:t>[INSERT JURISDICTION]</w:t>
      </w:r>
      <w:r w:rsidRPr="009D77E3">
        <w:rPr>
          <w:b/>
          <w:bCs/>
        </w:rPr>
        <w:fldChar w:fldCharType="end"/>
      </w:r>
      <w:r w:rsidRPr="0015108D">
        <w:t xml:space="preserve"> apply to this deed poll and the Tenderer submits to the non-exclusive jurisdiction of the courts of that State or Territory and of any court that may hear appeals from any of those courts, for any proceedings in connection with the RFT.</w:t>
      </w:r>
    </w:p>
    <w:p w14:paraId="5FE12180" w14:textId="77777777" w:rsidR="00473839" w:rsidRDefault="00473839" w:rsidP="000B0541">
      <w:pPr>
        <w:pStyle w:val="ATTANNLV1-ASDEFCON"/>
      </w:pPr>
      <w:r>
        <w:t>TERMINATION AND AMENDMENT (CORE)</w:t>
      </w:r>
    </w:p>
    <w:p w14:paraId="5ACF0DBB" w14:textId="77777777" w:rsidR="00473839" w:rsidRDefault="00473839" w:rsidP="000B0541">
      <w:pPr>
        <w:pStyle w:val="ATTANNLV2-ASDEFCON"/>
      </w:pPr>
      <w:r>
        <w:t>This deed poll shall not be unilaterally terminated or amended unless such termination or amendment is reduced to writing and agreed in writing by the Commonwealth.</w:t>
      </w:r>
    </w:p>
    <w:p w14:paraId="544E9DCB" w14:textId="77777777" w:rsidR="00473839" w:rsidRPr="0015108D" w:rsidRDefault="00473839" w:rsidP="000B0541">
      <w:pPr>
        <w:pStyle w:val="ATTANNLV1-ASDEFCON"/>
      </w:pPr>
      <w:r w:rsidRPr="0015108D">
        <w:t xml:space="preserve">Contact Details </w:t>
      </w:r>
      <w:r w:rsidRPr="0015108D">
        <w:rPr>
          <w:rFonts w:eastAsia="SimSun"/>
          <w:lang w:eastAsia="zh-CN"/>
        </w:rPr>
        <w:t>(CORE)</w:t>
      </w:r>
    </w:p>
    <w:p w14:paraId="67084CEF" w14:textId="77777777" w:rsidR="00473839" w:rsidRPr="0015108D" w:rsidRDefault="00473839" w:rsidP="000B0541">
      <w:pPr>
        <w:pStyle w:val="ATTANNLV2-ASDEFCON"/>
      </w:pPr>
      <w:r w:rsidRPr="0015108D">
        <w:t>The Tenderer’s contact details for the purpose of the RFT and this deed poll are set out below.</w:t>
      </w:r>
    </w:p>
    <w:tbl>
      <w:tblPr>
        <w:tblW w:w="0" w:type="auto"/>
        <w:tblInd w:w="959" w:type="dxa"/>
        <w:tblLayout w:type="fixed"/>
        <w:tblLook w:val="0000" w:firstRow="0" w:lastRow="0" w:firstColumn="0" w:lastColumn="0" w:noHBand="0" w:noVBand="0"/>
      </w:tblPr>
      <w:tblGrid>
        <w:gridCol w:w="3109"/>
        <w:gridCol w:w="720"/>
        <w:gridCol w:w="3870"/>
      </w:tblGrid>
      <w:tr w:rsidR="00A1182C" w14:paraId="31A84F31" w14:textId="77777777" w:rsidTr="00992A10">
        <w:trPr>
          <w:trHeight w:val="340"/>
        </w:trPr>
        <w:tc>
          <w:tcPr>
            <w:tcW w:w="3109" w:type="dxa"/>
          </w:tcPr>
          <w:p w14:paraId="447C6502" w14:textId="77777777" w:rsidR="00473839" w:rsidRPr="0015108D" w:rsidRDefault="00473839" w:rsidP="000B0541">
            <w:pPr>
              <w:pStyle w:val="Table8ptText-ASDEFCON"/>
              <w:rPr>
                <w:b/>
              </w:rPr>
            </w:pPr>
            <w:r w:rsidRPr="0015108D">
              <w:t>NAME (Block Letters):</w:t>
            </w:r>
          </w:p>
        </w:tc>
        <w:tc>
          <w:tcPr>
            <w:tcW w:w="720" w:type="dxa"/>
          </w:tcPr>
          <w:p w14:paraId="733BE50D" w14:textId="77777777" w:rsidR="00473839" w:rsidRPr="0015108D" w:rsidRDefault="00473839" w:rsidP="00473839">
            <w:pPr>
              <w:pStyle w:val="Table8ptText-ASDEFCON"/>
            </w:pPr>
          </w:p>
        </w:tc>
        <w:tc>
          <w:tcPr>
            <w:tcW w:w="3870" w:type="dxa"/>
          </w:tcPr>
          <w:p w14:paraId="5BCF1011" w14:textId="77777777" w:rsidR="00473839" w:rsidRPr="0015108D" w:rsidRDefault="00473839" w:rsidP="000B0541">
            <w:pPr>
              <w:pStyle w:val="Table8ptText-ASDEFCON"/>
              <w:rPr>
                <w:b/>
              </w:rPr>
            </w:pPr>
            <w:r w:rsidRPr="0015108D">
              <w:t>TELEPHONE NUMBER:</w:t>
            </w:r>
          </w:p>
        </w:tc>
      </w:tr>
      <w:tr w:rsidR="00A1182C" w14:paraId="341A50C0" w14:textId="77777777" w:rsidTr="00473839">
        <w:trPr>
          <w:trHeight w:val="454"/>
        </w:trPr>
        <w:tc>
          <w:tcPr>
            <w:tcW w:w="3109" w:type="dxa"/>
          </w:tcPr>
          <w:p w14:paraId="16FB7472" w14:textId="77777777" w:rsidR="00473839" w:rsidRPr="0015108D" w:rsidRDefault="00473839" w:rsidP="00473839">
            <w:pPr>
              <w:pStyle w:val="Table8ptText-ASDEFCON"/>
            </w:pPr>
          </w:p>
        </w:tc>
        <w:tc>
          <w:tcPr>
            <w:tcW w:w="720" w:type="dxa"/>
          </w:tcPr>
          <w:p w14:paraId="47AEF069" w14:textId="77777777" w:rsidR="00473839" w:rsidRPr="0015108D" w:rsidRDefault="00473839" w:rsidP="00473839">
            <w:pPr>
              <w:pStyle w:val="Table8ptText-ASDEFCON"/>
            </w:pPr>
          </w:p>
        </w:tc>
        <w:tc>
          <w:tcPr>
            <w:tcW w:w="3870" w:type="dxa"/>
            <w:tcBorders>
              <w:bottom w:val="dashed" w:sz="4" w:space="0" w:color="auto"/>
            </w:tcBorders>
          </w:tcPr>
          <w:p w14:paraId="1D49D26D" w14:textId="77777777" w:rsidR="00473839" w:rsidRPr="0015108D" w:rsidRDefault="00473839" w:rsidP="00473839">
            <w:pPr>
              <w:pStyle w:val="Table8ptText-ASDEFCON"/>
            </w:pPr>
          </w:p>
        </w:tc>
      </w:tr>
      <w:tr w:rsidR="00A1182C" w14:paraId="27AA7184" w14:textId="77777777" w:rsidTr="00992A10">
        <w:trPr>
          <w:trHeight w:val="340"/>
        </w:trPr>
        <w:tc>
          <w:tcPr>
            <w:tcW w:w="3109" w:type="dxa"/>
          </w:tcPr>
          <w:p w14:paraId="7098B595" w14:textId="77777777" w:rsidR="00473839" w:rsidRPr="0015108D" w:rsidRDefault="00473839" w:rsidP="00473839">
            <w:pPr>
              <w:pStyle w:val="Table8ptText-ASDEFCON"/>
            </w:pPr>
          </w:p>
        </w:tc>
        <w:tc>
          <w:tcPr>
            <w:tcW w:w="720" w:type="dxa"/>
          </w:tcPr>
          <w:p w14:paraId="2D7AFB2F" w14:textId="77777777" w:rsidR="00473839" w:rsidRPr="0015108D" w:rsidRDefault="00473839" w:rsidP="00473839">
            <w:pPr>
              <w:pStyle w:val="Table8ptText-ASDEFCON"/>
            </w:pPr>
          </w:p>
        </w:tc>
        <w:tc>
          <w:tcPr>
            <w:tcW w:w="3870" w:type="dxa"/>
            <w:tcBorders>
              <w:top w:val="dashed" w:sz="4" w:space="0" w:color="auto"/>
            </w:tcBorders>
          </w:tcPr>
          <w:p w14:paraId="6202FCD5" w14:textId="57AD2A25" w:rsidR="00473839" w:rsidRPr="0015108D" w:rsidRDefault="00473839" w:rsidP="000B0541">
            <w:pPr>
              <w:pStyle w:val="Table8ptText-ASDEFCON"/>
            </w:pPr>
            <w:r w:rsidRPr="0015108D">
              <w:t>EMAIL ADDRESS:</w:t>
            </w:r>
          </w:p>
        </w:tc>
      </w:tr>
      <w:tr w:rsidR="00A1182C" w14:paraId="34D8BD74" w14:textId="77777777" w:rsidTr="00473839">
        <w:trPr>
          <w:trHeight w:val="454"/>
        </w:trPr>
        <w:tc>
          <w:tcPr>
            <w:tcW w:w="3109" w:type="dxa"/>
            <w:tcBorders>
              <w:bottom w:val="dashed" w:sz="4" w:space="0" w:color="auto"/>
            </w:tcBorders>
          </w:tcPr>
          <w:p w14:paraId="50D18B47" w14:textId="77777777" w:rsidR="00473839" w:rsidRPr="0015108D" w:rsidRDefault="00473839" w:rsidP="00473839">
            <w:pPr>
              <w:pStyle w:val="Table8ptText-ASDEFCON"/>
            </w:pPr>
          </w:p>
        </w:tc>
        <w:tc>
          <w:tcPr>
            <w:tcW w:w="720" w:type="dxa"/>
          </w:tcPr>
          <w:p w14:paraId="11D8F0B9" w14:textId="77777777" w:rsidR="00473839" w:rsidRPr="0015108D" w:rsidRDefault="00473839" w:rsidP="00473839">
            <w:pPr>
              <w:pStyle w:val="Table8ptText-ASDEFCON"/>
            </w:pPr>
          </w:p>
        </w:tc>
        <w:tc>
          <w:tcPr>
            <w:tcW w:w="3870" w:type="dxa"/>
            <w:tcBorders>
              <w:bottom w:val="dashed" w:sz="4" w:space="0" w:color="auto"/>
            </w:tcBorders>
          </w:tcPr>
          <w:p w14:paraId="4A979916" w14:textId="77777777" w:rsidR="00473839" w:rsidRPr="0015108D" w:rsidRDefault="00473839" w:rsidP="00473839">
            <w:pPr>
              <w:pStyle w:val="Table8ptText-ASDEFCON"/>
            </w:pPr>
          </w:p>
        </w:tc>
      </w:tr>
    </w:tbl>
    <w:p w14:paraId="67B1D5F5" w14:textId="31304187" w:rsidR="00664CB4" w:rsidRDefault="00664CB4" w:rsidP="000B0541">
      <w:pPr>
        <w:pStyle w:val="Note-ASDEFCON"/>
      </w:pPr>
      <w:r w:rsidRPr="00794A90">
        <w:t xml:space="preserve">Note for </w:t>
      </w:r>
      <w:r>
        <w:t>Deed</w:t>
      </w:r>
      <w:r w:rsidRPr="00794A90">
        <w:t xml:space="preserve"> Signature: </w:t>
      </w:r>
      <w:r>
        <w:t xml:space="preserve"> </w:t>
      </w:r>
      <w:r w:rsidRPr="00794A90">
        <w:t xml:space="preserve">Guidance on executing agreements, including some statutory requirements to ensure the execution is effective, are detailed in the ‘Executing Agreements Fact Sheet’, found on the </w:t>
      </w:r>
      <w:r w:rsidR="00A23F9C">
        <w:t>Commercial Division</w:t>
      </w:r>
      <w:r w:rsidRPr="00794A90">
        <w:t xml:space="preserve"> intranet page at:</w:t>
      </w:r>
    </w:p>
    <w:p w14:paraId="576021D6" w14:textId="4B45C09D" w:rsidR="00A25EE0" w:rsidRPr="00F41E61" w:rsidRDefault="003C7C16" w:rsidP="00A25EE0">
      <w:pPr>
        <w:pStyle w:val="NoteBullets-ASDEFCON"/>
      </w:pPr>
      <w:hyperlink r:id="rId12" w:history="1">
        <w:r w:rsidR="00A25EE0">
          <w:rPr>
            <w:rStyle w:val="Hyperlink"/>
          </w:rPr>
          <w:t>http://ibss/PublishedWebsite/LatestFinal/%7B836F0CF2-84F0-43C2-8A34-6D34BD246B0D%7D/Item/EBDAF9B0-2B07-45D4-BC51-67963BAA2394</w:t>
        </w:r>
      </w:hyperlink>
    </w:p>
    <w:p w14:paraId="7A60DB41" w14:textId="77777777" w:rsidR="00664CB4" w:rsidRPr="001E3C59" w:rsidRDefault="00664CB4" w:rsidP="000B0541">
      <w:pPr>
        <w:pStyle w:val="Note-ASDEFCON"/>
        <w:rPr>
          <w:rFonts w:cs="Arial"/>
        </w:rPr>
      </w:pPr>
      <w:r w:rsidRPr="00794A90">
        <w:t xml:space="preserve">This guidance </w:t>
      </w:r>
      <w:r>
        <w:t xml:space="preserve">is developed for Commonwealth Personnel and </w:t>
      </w:r>
      <w:r w:rsidRPr="00794A90">
        <w:t xml:space="preserve">should be used to assess the </w:t>
      </w:r>
      <w:r>
        <w:t>Tenderer</w:t>
      </w:r>
      <w:r w:rsidRPr="00794A90">
        <w:t xml:space="preserve">’s execution of the </w:t>
      </w:r>
      <w:r>
        <w:t>Deed</w:t>
      </w:r>
      <w:r w:rsidRPr="00794A90">
        <w:t>.</w:t>
      </w:r>
      <w:r>
        <w:t xml:space="preserve">  The Tenderer should seek its own independent legal advice on its execution of the Deed.</w:t>
      </w:r>
    </w:p>
    <w:p w14:paraId="1D8DFB96" w14:textId="77777777" w:rsidR="00473839" w:rsidRPr="00992A10" w:rsidRDefault="00473839" w:rsidP="000B0541">
      <w:pPr>
        <w:pStyle w:val="ASDEFCONNormal"/>
        <w:rPr>
          <w:b/>
        </w:rPr>
      </w:pPr>
      <w:r w:rsidRPr="00992A10">
        <w:rPr>
          <w:b/>
        </w:rPr>
        <w:t>Executed as a Deed Poll</w:t>
      </w:r>
    </w:p>
    <w:p w14:paraId="7B900657" w14:textId="01A6ADE9" w:rsidR="00473839" w:rsidRPr="00A9564B" w:rsidRDefault="00473839" w:rsidP="000B0541">
      <w:pPr>
        <w:pStyle w:val="ASDEFCONNormal"/>
      </w:pPr>
      <w:r w:rsidRPr="00043CE0">
        <w:rPr>
          <w:b/>
        </w:rPr>
        <w:fldChar w:fldCharType="begin">
          <w:ffData>
            <w:name w:val="Text122"/>
            <w:enabled/>
            <w:calcOnExit w:val="0"/>
            <w:textInput>
              <w:default w:val="(INSERT APPROPRIATE TENDERER'S EXECUTION CLAUSE)"/>
            </w:textInput>
          </w:ffData>
        </w:fldChar>
      </w:r>
      <w:r w:rsidRPr="00043CE0">
        <w:rPr>
          <w:b/>
        </w:rPr>
        <w:instrText xml:space="preserve"> FORMTEXT </w:instrText>
      </w:r>
      <w:r w:rsidRPr="00043CE0">
        <w:rPr>
          <w:b/>
        </w:rPr>
      </w:r>
      <w:r w:rsidRPr="00043CE0">
        <w:rPr>
          <w:b/>
        </w:rPr>
        <w:fldChar w:fldCharType="separate"/>
      </w:r>
      <w:r w:rsidR="00592603">
        <w:rPr>
          <w:b/>
          <w:noProof/>
        </w:rPr>
        <w:t>(INSERT APPROPRIATE TENDERER'S EXECUTION CLAUSE)</w:t>
      </w:r>
      <w:r w:rsidRPr="00043CE0">
        <w:rPr>
          <w:b/>
        </w:rPr>
        <w:fldChar w:fldCharType="end"/>
      </w:r>
    </w:p>
    <w:p w14:paraId="5F503077" w14:textId="77777777" w:rsidR="00473839" w:rsidRPr="00F5477F" w:rsidRDefault="00473839" w:rsidP="00F56A20">
      <w:pPr>
        <w:pStyle w:val="ASDEFCONOptionSpace"/>
        <w:sectPr w:rsidR="00473839" w:rsidRPr="00F5477F" w:rsidSect="00992A10">
          <w:headerReference w:type="default" r:id="rId13"/>
          <w:footerReference w:type="default" r:id="rId14"/>
          <w:type w:val="nextColumn"/>
          <w:pgSz w:w="11907" w:h="16840" w:code="9"/>
          <w:pgMar w:top="1304" w:right="1418" w:bottom="907" w:left="1418" w:header="567" w:footer="454" w:gutter="0"/>
          <w:pgNumType w:start="1"/>
          <w:cols w:space="720"/>
        </w:sectPr>
      </w:pPr>
    </w:p>
    <w:p w14:paraId="22601E9F" w14:textId="77777777" w:rsidR="00473839" w:rsidRPr="00C01FC8" w:rsidRDefault="00473839" w:rsidP="000B0541">
      <w:pPr>
        <w:pStyle w:val="ASDEFCONTitle"/>
      </w:pPr>
      <w:r w:rsidRPr="00C01FC8">
        <w:t>RESPONSE VOLUME: OVERVIEW (CORE)</w:t>
      </w:r>
    </w:p>
    <w:p w14:paraId="5C8387FC" w14:textId="784062CA" w:rsidR="00473839" w:rsidRPr="002346DB" w:rsidRDefault="00473839" w:rsidP="000B0541">
      <w:pPr>
        <w:pStyle w:val="ASDEFCONTitle"/>
      </w:pPr>
      <w:bookmarkStart w:id="28" w:name="_Toc520786560"/>
      <w:bookmarkStart w:id="29" w:name="_Toc228854749"/>
      <w:bookmarkStart w:id="30" w:name="_Toc229969584"/>
      <w:bookmarkStart w:id="31" w:name="_Toc231196031"/>
      <w:bookmarkStart w:id="32" w:name="_Toc271558695"/>
      <w:bookmarkStart w:id="33" w:name="_Toc384635074"/>
      <w:bookmarkEnd w:id="12"/>
      <w:bookmarkEnd w:id="13"/>
      <w:bookmarkEnd w:id="14"/>
      <w:r w:rsidRPr="002346DB">
        <w:t>STATEMENT OF NON-COMPLIANCE (CORE)</w:t>
      </w:r>
      <w:bookmarkEnd w:id="28"/>
      <w:bookmarkEnd w:id="29"/>
      <w:bookmarkEnd w:id="30"/>
      <w:bookmarkEnd w:id="31"/>
      <w:bookmarkEnd w:id="32"/>
      <w:bookmarkEnd w:id="33"/>
    </w:p>
    <w:p w14:paraId="3D04C0AA" w14:textId="3E51EB79" w:rsidR="00473839" w:rsidRPr="002346DB" w:rsidRDefault="00590882" w:rsidP="00043CE0">
      <w:pPr>
        <w:pStyle w:val="ATTANNLV1-ASDEFCON"/>
        <w:numPr>
          <w:ilvl w:val="0"/>
          <w:numId w:val="60"/>
        </w:numPr>
      </w:pPr>
      <w:bookmarkStart w:id="34" w:name="_Toc228854750"/>
      <w:bookmarkStart w:id="35" w:name="_Toc229969585"/>
      <w:bookmarkStart w:id="36" w:name="_Toc231196032"/>
      <w:bookmarkStart w:id="37" w:name="_Ref107410509"/>
      <w:bookmarkStart w:id="38" w:name="_Ref178067698"/>
      <w:r>
        <w:t>Statement of Non-Compliance</w:t>
      </w:r>
      <w:r w:rsidR="00473839" w:rsidRPr="002346DB">
        <w:t xml:space="preserve"> (CORE)</w:t>
      </w:r>
      <w:bookmarkEnd w:id="34"/>
      <w:bookmarkEnd w:id="35"/>
      <w:bookmarkEnd w:id="36"/>
      <w:bookmarkEnd w:id="37"/>
      <w:bookmarkEnd w:id="38"/>
    </w:p>
    <w:p w14:paraId="7A6005BB" w14:textId="5BFC65EB" w:rsidR="00473839" w:rsidRDefault="00473839" w:rsidP="000B0541">
      <w:pPr>
        <w:pStyle w:val="ATTANNLV2-ASDEFCON"/>
      </w:pPr>
      <w:r w:rsidRPr="002346DB">
        <w:t xml:space="preserve">If </w:t>
      </w:r>
      <w:r>
        <w:t xml:space="preserve">a </w:t>
      </w:r>
      <w:r w:rsidRPr="002346DB">
        <w:t xml:space="preserve">tenderer </w:t>
      </w:r>
      <w:r>
        <w:t>does not fully comply</w:t>
      </w:r>
      <w:r w:rsidRPr="002346DB">
        <w:t xml:space="preserve"> with any clause of the </w:t>
      </w:r>
      <w:r>
        <w:t>annexes to the TDRL (excluding Annex A), the draft COC and attachments, and the draft SOW and annexes,</w:t>
      </w:r>
      <w:r w:rsidRPr="002346DB">
        <w:t xml:space="preserve"> </w:t>
      </w:r>
      <w:r>
        <w:t>it</w:t>
      </w:r>
      <w:r w:rsidRPr="002346DB">
        <w:t xml:space="preserve"> </w:t>
      </w:r>
      <w:r>
        <w:t>is to</w:t>
      </w:r>
      <w:r w:rsidRPr="002346DB">
        <w:t xml:space="preserve"> state </w:t>
      </w:r>
      <w:r>
        <w:t>its</w:t>
      </w:r>
      <w:r w:rsidRPr="002346DB">
        <w:t xml:space="preserve"> non-compliances in </w:t>
      </w:r>
      <w:r>
        <w:t>a</w:t>
      </w:r>
      <w:r w:rsidRPr="002346DB">
        <w:t xml:space="preserve"> Statement of Non-Compliance </w:t>
      </w:r>
      <w:r>
        <w:t>in the f</w:t>
      </w:r>
      <w:r w:rsidRPr="002346DB">
        <w:t xml:space="preserve">ormat at </w:t>
      </w:r>
      <w:r>
        <w:fldChar w:fldCharType="begin"/>
      </w:r>
      <w:r>
        <w:instrText xml:space="preserve"> REF _Ref20116031 \h </w:instrText>
      </w:r>
      <w:r>
        <w:fldChar w:fldCharType="separate"/>
      </w:r>
      <w:r w:rsidR="006D3445">
        <w:t>Table B-</w:t>
      </w:r>
      <w:r w:rsidR="006D3445">
        <w:rPr>
          <w:noProof/>
        </w:rPr>
        <w:t>1</w:t>
      </w:r>
      <w:r>
        <w:fldChar w:fldCharType="end"/>
      </w:r>
      <w:r w:rsidRPr="002346DB">
        <w:t xml:space="preserve">.  </w:t>
      </w:r>
      <w:r>
        <w:t>Tenderers are to include details of:</w:t>
      </w:r>
    </w:p>
    <w:p w14:paraId="50C8DE2E" w14:textId="77777777" w:rsidR="00473839" w:rsidRDefault="00473839" w:rsidP="000B0541">
      <w:pPr>
        <w:pStyle w:val="ATTANNLV3-ASDEFCON"/>
      </w:pPr>
      <w:r>
        <w:t>the extent, justification and impact of non-compliance;</w:t>
      </w:r>
    </w:p>
    <w:p w14:paraId="66CCA2F3" w14:textId="2AFAAF6B" w:rsidR="00E46792" w:rsidRDefault="00473839" w:rsidP="000B0541">
      <w:pPr>
        <w:pStyle w:val="ATTANNLV3-ASDEFCON"/>
      </w:pPr>
      <w:r>
        <w:t>any proposed drafting amendments; and</w:t>
      </w:r>
    </w:p>
    <w:p w14:paraId="703B3F60" w14:textId="685B2AC0" w:rsidR="00E46792" w:rsidRDefault="00473839" w:rsidP="000B0541">
      <w:pPr>
        <w:pStyle w:val="ATTANNLV3-ASDEFCON"/>
      </w:pPr>
      <w:r>
        <w:t>the location in the tender where further non-compliance details and comments (if any) can be found.</w:t>
      </w:r>
    </w:p>
    <w:p w14:paraId="6C51A43B" w14:textId="77777777" w:rsidR="00473839" w:rsidRDefault="00473839" w:rsidP="000B0541">
      <w:pPr>
        <w:pStyle w:val="ATTANNLV2-ASDEFCON"/>
      </w:pPr>
      <w:r w:rsidRPr="002346DB">
        <w:t xml:space="preserve">Responses </w:t>
      </w:r>
      <w:r>
        <w:t>are to</w:t>
      </w:r>
      <w:r w:rsidRPr="002346DB">
        <w:t xml:space="preserve"> be in the order in which the clauses appear and refer to the relevant clause number, </w:t>
      </w:r>
      <w:r>
        <w:t>a</w:t>
      </w:r>
      <w:r w:rsidRPr="002346DB">
        <w:t xml:space="preserve">nnex or </w:t>
      </w:r>
      <w:r>
        <w:t>a</w:t>
      </w:r>
      <w:r w:rsidRPr="002346DB">
        <w:t>ttachment.</w:t>
      </w:r>
    </w:p>
    <w:p w14:paraId="539434F8" w14:textId="3C917716" w:rsidR="00E46792" w:rsidRDefault="00473839" w:rsidP="000B0541">
      <w:pPr>
        <w:pStyle w:val="ATTANNLV2-ASDEFCON"/>
      </w:pPr>
      <w:r>
        <w:t>A tenderer will be deemed to be fully compliant with any clause not listed in the Statement of Non-Compliance.</w:t>
      </w:r>
    </w:p>
    <w:p w14:paraId="5E403D21" w14:textId="4F51C04E" w:rsidR="00473839" w:rsidRPr="002346DB" w:rsidRDefault="00473839" w:rsidP="000B0541">
      <w:pPr>
        <w:pStyle w:val="NoteToTenderers-ASDEFCON"/>
      </w:pPr>
      <w:r w:rsidRPr="002346DB">
        <w:t xml:space="preserve">Note to tenderers:  Failure to indicate all non-compliances in </w:t>
      </w:r>
      <w:r>
        <w:fldChar w:fldCharType="begin"/>
      </w:r>
      <w:r>
        <w:instrText xml:space="preserve"> REF _Ref20116031 \h </w:instrText>
      </w:r>
      <w:r>
        <w:fldChar w:fldCharType="separate"/>
      </w:r>
      <w:r w:rsidR="006D3445">
        <w:t>Table B-</w:t>
      </w:r>
      <w:r w:rsidR="006D3445">
        <w:rPr>
          <w:noProof/>
        </w:rPr>
        <w:t>1</w:t>
      </w:r>
      <w:r>
        <w:fldChar w:fldCharType="end"/>
      </w:r>
      <w:r w:rsidRPr="002346DB">
        <w:t xml:space="preserve"> may constitute false, misleading or deceptive conduct for the purposes of </w:t>
      </w:r>
      <w:r w:rsidRPr="004A03E8">
        <w:t xml:space="preserve">Australian Consumer Law (Schedule 2 to the </w:t>
      </w:r>
      <w:r w:rsidRPr="00E91333">
        <w:t>Competition and Consumer Act 2010</w:t>
      </w:r>
      <w:r>
        <w:t xml:space="preserve"> (Cth)</w:t>
      </w:r>
      <w:r w:rsidRPr="004A03E8">
        <w:t>)</w:t>
      </w:r>
      <w:r w:rsidRPr="002346DB">
        <w:t xml:space="preserve"> or Division 137 of the Criminal Code</w:t>
      </w:r>
      <w:r>
        <w:t xml:space="preserve"> Act 1995 (Cth)</w:t>
      </w:r>
      <w:r w:rsidRPr="002346DB">
        <w:t>.</w:t>
      </w:r>
    </w:p>
    <w:p w14:paraId="61760BD4" w14:textId="6EF2C46F" w:rsidR="00473839" w:rsidRDefault="00473839" w:rsidP="000B0541">
      <w:pPr>
        <w:pStyle w:val="Table10ptHeading-ASDEFCON"/>
      </w:pPr>
      <w:bookmarkStart w:id="39" w:name="_Ref20116031"/>
      <w:r>
        <w:t>Table B-</w:t>
      </w:r>
      <w:fldSimple w:instr=" SEQ Table \* ARABIC ">
        <w:r w:rsidR="006D3445">
          <w:rPr>
            <w:noProof/>
          </w:rPr>
          <w:t>1</w:t>
        </w:r>
      </w:fldSimple>
      <w:bookmarkEnd w:id="39"/>
      <w:r>
        <w:t xml:space="preserve">: </w:t>
      </w:r>
      <w:r w:rsidRPr="0041239D">
        <w:t>Statement of Non-Compliance Format</w:t>
      </w:r>
    </w:p>
    <w:tbl>
      <w:tblPr>
        <w:tblW w:w="91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375"/>
        <w:gridCol w:w="1256"/>
        <w:gridCol w:w="1864"/>
        <w:gridCol w:w="1819"/>
        <w:gridCol w:w="1819"/>
      </w:tblGrid>
      <w:tr w:rsidR="00A1182C" w14:paraId="31910A69" w14:textId="77777777" w:rsidTr="00473839">
        <w:trPr>
          <w:cantSplit/>
          <w:jc w:val="center"/>
        </w:trPr>
        <w:tc>
          <w:tcPr>
            <w:tcW w:w="2375" w:type="dxa"/>
            <w:shd w:val="pct15" w:color="auto" w:fill="FFFFFF"/>
          </w:tcPr>
          <w:p w14:paraId="08B0B2FD" w14:textId="77777777" w:rsidR="00473839" w:rsidRPr="002346DB" w:rsidRDefault="00473839" w:rsidP="00B06E53">
            <w:pPr>
              <w:pStyle w:val="Table10ptHeading-ASDEFCON"/>
            </w:pPr>
          </w:p>
        </w:tc>
        <w:tc>
          <w:tcPr>
            <w:tcW w:w="1256" w:type="dxa"/>
            <w:shd w:val="pct15" w:color="auto" w:fill="FFFFFF"/>
          </w:tcPr>
          <w:p w14:paraId="7DCF47C2" w14:textId="77777777" w:rsidR="00473839" w:rsidRPr="003071E6" w:rsidRDefault="00473839" w:rsidP="000B0541">
            <w:pPr>
              <w:pStyle w:val="Table10ptHeading-ASDEFCON"/>
            </w:pPr>
            <w:r w:rsidRPr="003071E6">
              <w:t>Clause No.</w:t>
            </w:r>
          </w:p>
        </w:tc>
        <w:tc>
          <w:tcPr>
            <w:tcW w:w="1864" w:type="dxa"/>
            <w:shd w:val="pct15" w:color="auto" w:fill="FFFFFF"/>
          </w:tcPr>
          <w:p w14:paraId="1400D1FE" w14:textId="77777777" w:rsidR="00473839" w:rsidRPr="002346DB" w:rsidRDefault="00473839" w:rsidP="000B0541">
            <w:pPr>
              <w:pStyle w:val="Table10ptHeading-ASDEFCON"/>
            </w:pPr>
            <w:r>
              <w:t>Non-</w:t>
            </w:r>
            <w:r w:rsidRPr="003071E6">
              <w:t>Compliance</w:t>
            </w:r>
          </w:p>
        </w:tc>
        <w:tc>
          <w:tcPr>
            <w:tcW w:w="1819" w:type="dxa"/>
            <w:shd w:val="pct15" w:color="auto" w:fill="FFFFFF"/>
          </w:tcPr>
          <w:p w14:paraId="7E84C221" w14:textId="77777777" w:rsidR="00473839" w:rsidRPr="003071E6" w:rsidRDefault="00473839" w:rsidP="000B0541">
            <w:pPr>
              <w:pStyle w:val="Table10ptHeading-ASDEFCON"/>
            </w:pPr>
            <w:r w:rsidRPr="003071E6">
              <w:t>Comments</w:t>
            </w:r>
          </w:p>
        </w:tc>
        <w:tc>
          <w:tcPr>
            <w:tcW w:w="1819" w:type="dxa"/>
            <w:shd w:val="pct15" w:color="auto" w:fill="FFFFFF"/>
          </w:tcPr>
          <w:p w14:paraId="4618696B" w14:textId="77777777" w:rsidR="00473839" w:rsidRPr="003071E6" w:rsidRDefault="00473839" w:rsidP="000B0541">
            <w:pPr>
              <w:pStyle w:val="Table10ptHeading-ASDEFCON"/>
            </w:pPr>
            <w:r w:rsidRPr="001E2AA6">
              <w:t>Location in Tender</w:t>
            </w:r>
          </w:p>
        </w:tc>
      </w:tr>
      <w:tr w:rsidR="00A1182C" w14:paraId="31BC8E74" w14:textId="77777777" w:rsidTr="00473839">
        <w:trPr>
          <w:cantSplit/>
          <w:jc w:val="center"/>
        </w:trPr>
        <w:tc>
          <w:tcPr>
            <w:tcW w:w="2375" w:type="dxa"/>
          </w:tcPr>
          <w:p w14:paraId="24491E23" w14:textId="77777777" w:rsidR="00473839" w:rsidRPr="002346DB" w:rsidRDefault="00473839" w:rsidP="000B0541">
            <w:pPr>
              <w:pStyle w:val="Table10ptText-ASDEFCON"/>
            </w:pPr>
            <w:r>
              <w:t xml:space="preserve">Annexes </w:t>
            </w:r>
            <w:r w:rsidRPr="002346DB">
              <w:t xml:space="preserve">to </w:t>
            </w:r>
            <w:r>
              <w:t>the TDRL (excluding Annex A)</w:t>
            </w:r>
          </w:p>
        </w:tc>
        <w:tc>
          <w:tcPr>
            <w:tcW w:w="1256" w:type="dxa"/>
          </w:tcPr>
          <w:p w14:paraId="2415DCD7" w14:textId="77777777" w:rsidR="00473839" w:rsidRPr="002346DB" w:rsidRDefault="00473839" w:rsidP="00473839">
            <w:pPr>
              <w:pStyle w:val="Table8ptText-ASDEFCON"/>
            </w:pPr>
          </w:p>
        </w:tc>
        <w:tc>
          <w:tcPr>
            <w:tcW w:w="1864" w:type="dxa"/>
          </w:tcPr>
          <w:p w14:paraId="75C5D974" w14:textId="77777777" w:rsidR="00473839" w:rsidRPr="002346DB" w:rsidRDefault="00473839" w:rsidP="00473839">
            <w:pPr>
              <w:pStyle w:val="Table8ptText-ASDEFCON"/>
            </w:pPr>
          </w:p>
        </w:tc>
        <w:tc>
          <w:tcPr>
            <w:tcW w:w="1819" w:type="dxa"/>
          </w:tcPr>
          <w:p w14:paraId="42341D91" w14:textId="77777777" w:rsidR="00473839" w:rsidRPr="002346DB" w:rsidRDefault="00473839" w:rsidP="00473839">
            <w:pPr>
              <w:pStyle w:val="Table8ptText-ASDEFCON"/>
            </w:pPr>
          </w:p>
        </w:tc>
        <w:tc>
          <w:tcPr>
            <w:tcW w:w="1819" w:type="dxa"/>
          </w:tcPr>
          <w:p w14:paraId="645F2934" w14:textId="77777777" w:rsidR="00473839" w:rsidRPr="002346DB" w:rsidRDefault="00473839" w:rsidP="00473839">
            <w:pPr>
              <w:pStyle w:val="Table8ptText-ASDEFCON"/>
            </w:pPr>
          </w:p>
        </w:tc>
      </w:tr>
      <w:tr w:rsidR="00A1182C" w14:paraId="1366B53E" w14:textId="77777777" w:rsidTr="00473839">
        <w:trPr>
          <w:cantSplit/>
          <w:jc w:val="center"/>
        </w:trPr>
        <w:tc>
          <w:tcPr>
            <w:tcW w:w="2375" w:type="dxa"/>
          </w:tcPr>
          <w:p w14:paraId="29B1B476" w14:textId="77777777" w:rsidR="00473839" w:rsidRPr="002346DB" w:rsidRDefault="00473839" w:rsidP="000B0541">
            <w:pPr>
              <w:pStyle w:val="Table10ptText-ASDEFCON"/>
            </w:pPr>
            <w:r w:rsidRPr="002346DB">
              <w:t xml:space="preserve">Draft </w:t>
            </w:r>
            <w:r>
              <w:t>COC</w:t>
            </w:r>
          </w:p>
        </w:tc>
        <w:tc>
          <w:tcPr>
            <w:tcW w:w="1256" w:type="dxa"/>
          </w:tcPr>
          <w:p w14:paraId="2164CED0" w14:textId="77777777" w:rsidR="00473839" w:rsidRPr="002346DB" w:rsidRDefault="00473839" w:rsidP="00473839">
            <w:pPr>
              <w:pStyle w:val="Table8ptText-ASDEFCON"/>
            </w:pPr>
          </w:p>
        </w:tc>
        <w:tc>
          <w:tcPr>
            <w:tcW w:w="1864" w:type="dxa"/>
          </w:tcPr>
          <w:p w14:paraId="335EC107" w14:textId="77777777" w:rsidR="00473839" w:rsidRPr="002346DB" w:rsidRDefault="00473839" w:rsidP="00473839">
            <w:pPr>
              <w:pStyle w:val="Table8ptText-ASDEFCON"/>
            </w:pPr>
          </w:p>
        </w:tc>
        <w:tc>
          <w:tcPr>
            <w:tcW w:w="1819" w:type="dxa"/>
          </w:tcPr>
          <w:p w14:paraId="551FFD9D" w14:textId="77777777" w:rsidR="00473839" w:rsidRPr="002346DB" w:rsidRDefault="00473839" w:rsidP="00473839">
            <w:pPr>
              <w:pStyle w:val="Table8ptText-ASDEFCON"/>
            </w:pPr>
          </w:p>
        </w:tc>
        <w:tc>
          <w:tcPr>
            <w:tcW w:w="1819" w:type="dxa"/>
          </w:tcPr>
          <w:p w14:paraId="4751423B" w14:textId="77777777" w:rsidR="00473839" w:rsidRPr="002346DB" w:rsidRDefault="00473839" w:rsidP="00473839">
            <w:pPr>
              <w:pStyle w:val="Table8ptText-ASDEFCON"/>
            </w:pPr>
          </w:p>
        </w:tc>
      </w:tr>
      <w:tr w:rsidR="00A1182C" w14:paraId="312876A0" w14:textId="77777777" w:rsidTr="00473839">
        <w:trPr>
          <w:cantSplit/>
          <w:jc w:val="center"/>
        </w:trPr>
        <w:tc>
          <w:tcPr>
            <w:tcW w:w="2375" w:type="dxa"/>
          </w:tcPr>
          <w:p w14:paraId="6643BCE6" w14:textId="77777777" w:rsidR="00473839" w:rsidRPr="002346DB" w:rsidRDefault="00473839" w:rsidP="000B0541">
            <w:pPr>
              <w:pStyle w:val="Table10ptText-ASDEFCON"/>
            </w:pPr>
            <w:r w:rsidRPr="002346DB">
              <w:t xml:space="preserve">Attachments to </w:t>
            </w:r>
            <w:r>
              <w:t xml:space="preserve">the </w:t>
            </w:r>
            <w:r w:rsidRPr="002346DB">
              <w:t xml:space="preserve">draft </w:t>
            </w:r>
            <w:r>
              <w:t>COC</w:t>
            </w:r>
          </w:p>
        </w:tc>
        <w:tc>
          <w:tcPr>
            <w:tcW w:w="1256" w:type="dxa"/>
          </w:tcPr>
          <w:p w14:paraId="4FB2B84B" w14:textId="77777777" w:rsidR="00473839" w:rsidRPr="002346DB" w:rsidRDefault="00473839" w:rsidP="00473839">
            <w:pPr>
              <w:pStyle w:val="Table8ptText-ASDEFCON"/>
            </w:pPr>
          </w:p>
        </w:tc>
        <w:tc>
          <w:tcPr>
            <w:tcW w:w="1864" w:type="dxa"/>
          </w:tcPr>
          <w:p w14:paraId="1654EEF0" w14:textId="77777777" w:rsidR="00473839" w:rsidRPr="002346DB" w:rsidRDefault="00473839" w:rsidP="00473839">
            <w:pPr>
              <w:pStyle w:val="Table8ptText-ASDEFCON"/>
            </w:pPr>
          </w:p>
        </w:tc>
        <w:tc>
          <w:tcPr>
            <w:tcW w:w="1819" w:type="dxa"/>
          </w:tcPr>
          <w:p w14:paraId="535F30EC" w14:textId="77777777" w:rsidR="00473839" w:rsidRPr="002346DB" w:rsidRDefault="00473839" w:rsidP="00473839">
            <w:pPr>
              <w:pStyle w:val="Table8ptText-ASDEFCON"/>
            </w:pPr>
          </w:p>
        </w:tc>
        <w:tc>
          <w:tcPr>
            <w:tcW w:w="1819" w:type="dxa"/>
          </w:tcPr>
          <w:p w14:paraId="05E4AF5F" w14:textId="77777777" w:rsidR="00473839" w:rsidRPr="002346DB" w:rsidRDefault="00473839" w:rsidP="00473839">
            <w:pPr>
              <w:pStyle w:val="Table8ptText-ASDEFCON"/>
            </w:pPr>
          </w:p>
        </w:tc>
      </w:tr>
      <w:tr w:rsidR="00A1182C" w14:paraId="268CF35C" w14:textId="77777777" w:rsidTr="00473839">
        <w:trPr>
          <w:cantSplit/>
          <w:jc w:val="center"/>
        </w:trPr>
        <w:tc>
          <w:tcPr>
            <w:tcW w:w="2375" w:type="dxa"/>
          </w:tcPr>
          <w:p w14:paraId="785BAAEB" w14:textId="77777777" w:rsidR="00473839" w:rsidRPr="002346DB" w:rsidRDefault="00473839" w:rsidP="000B0541">
            <w:pPr>
              <w:pStyle w:val="Table10ptText-ASDEFCON"/>
            </w:pPr>
            <w:r w:rsidRPr="002346DB">
              <w:t>Draft SOW</w:t>
            </w:r>
          </w:p>
        </w:tc>
        <w:tc>
          <w:tcPr>
            <w:tcW w:w="1256" w:type="dxa"/>
          </w:tcPr>
          <w:p w14:paraId="6FB8EE8E" w14:textId="77777777" w:rsidR="00473839" w:rsidRPr="002346DB" w:rsidRDefault="00473839" w:rsidP="00473839">
            <w:pPr>
              <w:pStyle w:val="Table8ptText-ASDEFCON"/>
            </w:pPr>
          </w:p>
        </w:tc>
        <w:tc>
          <w:tcPr>
            <w:tcW w:w="1864" w:type="dxa"/>
          </w:tcPr>
          <w:p w14:paraId="24A4C116" w14:textId="77777777" w:rsidR="00473839" w:rsidRPr="002346DB" w:rsidRDefault="00473839" w:rsidP="00473839">
            <w:pPr>
              <w:pStyle w:val="Table8ptText-ASDEFCON"/>
            </w:pPr>
          </w:p>
        </w:tc>
        <w:tc>
          <w:tcPr>
            <w:tcW w:w="1819" w:type="dxa"/>
          </w:tcPr>
          <w:p w14:paraId="5F903A70" w14:textId="77777777" w:rsidR="00473839" w:rsidRPr="002346DB" w:rsidRDefault="00473839" w:rsidP="00473839">
            <w:pPr>
              <w:pStyle w:val="Table8ptText-ASDEFCON"/>
            </w:pPr>
          </w:p>
        </w:tc>
        <w:tc>
          <w:tcPr>
            <w:tcW w:w="1819" w:type="dxa"/>
          </w:tcPr>
          <w:p w14:paraId="3B1EC589" w14:textId="77777777" w:rsidR="00473839" w:rsidRPr="002346DB" w:rsidRDefault="00473839" w:rsidP="00473839">
            <w:pPr>
              <w:pStyle w:val="Table8ptText-ASDEFCON"/>
            </w:pPr>
          </w:p>
        </w:tc>
      </w:tr>
      <w:tr w:rsidR="00A1182C" w14:paraId="1E90FB07" w14:textId="77777777" w:rsidTr="00473839">
        <w:trPr>
          <w:cantSplit/>
          <w:jc w:val="center"/>
        </w:trPr>
        <w:tc>
          <w:tcPr>
            <w:tcW w:w="2375" w:type="dxa"/>
          </w:tcPr>
          <w:p w14:paraId="0860DB0E" w14:textId="77777777" w:rsidR="00473839" w:rsidRPr="002346DB" w:rsidRDefault="00473839" w:rsidP="000B0541">
            <w:pPr>
              <w:pStyle w:val="Table10ptText-ASDEFCON"/>
            </w:pPr>
            <w:r w:rsidRPr="002346DB">
              <w:t xml:space="preserve">Annexes to </w:t>
            </w:r>
            <w:r>
              <w:t xml:space="preserve">the </w:t>
            </w:r>
            <w:r w:rsidRPr="002346DB">
              <w:t>draft SOW</w:t>
            </w:r>
          </w:p>
        </w:tc>
        <w:tc>
          <w:tcPr>
            <w:tcW w:w="1256" w:type="dxa"/>
          </w:tcPr>
          <w:p w14:paraId="06C05845" w14:textId="77777777" w:rsidR="00473839" w:rsidRPr="002346DB" w:rsidRDefault="00473839" w:rsidP="00473839">
            <w:pPr>
              <w:pStyle w:val="Table8ptText-ASDEFCON"/>
            </w:pPr>
          </w:p>
        </w:tc>
        <w:tc>
          <w:tcPr>
            <w:tcW w:w="1864" w:type="dxa"/>
          </w:tcPr>
          <w:p w14:paraId="1C06FAAD" w14:textId="77777777" w:rsidR="00473839" w:rsidRPr="002346DB" w:rsidRDefault="00473839" w:rsidP="00473839">
            <w:pPr>
              <w:pStyle w:val="Table8ptText-ASDEFCON"/>
            </w:pPr>
          </w:p>
        </w:tc>
        <w:tc>
          <w:tcPr>
            <w:tcW w:w="1819" w:type="dxa"/>
          </w:tcPr>
          <w:p w14:paraId="52CB8DBF" w14:textId="77777777" w:rsidR="00473839" w:rsidRPr="002346DB" w:rsidRDefault="00473839" w:rsidP="00473839">
            <w:pPr>
              <w:pStyle w:val="Table8ptText-ASDEFCON"/>
            </w:pPr>
          </w:p>
        </w:tc>
        <w:tc>
          <w:tcPr>
            <w:tcW w:w="1819" w:type="dxa"/>
          </w:tcPr>
          <w:p w14:paraId="6609BC7D" w14:textId="77777777" w:rsidR="00473839" w:rsidRPr="002346DB" w:rsidRDefault="00473839" w:rsidP="00473839">
            <w:pPr>
              <w:pStyle w:val="Table8ptText-ASDEFCON"/>
            </w:pPr>
          </w:p>
        </w:tc>
      </w:tr>
      <w:tr w:rsidR="00A1182C" w14:paraId="491F3CA1" w14:textId="77777777" w:rsidTr="00473839">
        <w:trPr>
          <w:cantSplit/>
          <w:jc w:val="center"/>
        </w:trPr>
        <w:tc>
          <w:tcPr>
            <w:tcW w:w="2375" w:type="dxa"/>
          </w:tcPr>
          <w:p w14:paraId="3AFAF96F" w14:textId="77777777" w:rsidR="00473839" w:rsidRPr="002346DB" w:rsidRDefault="00473839" w:rsidP="000B0541">
            <w:pPr>
              <w:pStyle w:val="Table10ptText-ASDEFCON"/>
            </w:pPr>
            <w:r>
              <w:t>Draft Data Item Descriptions</w:t>
            </w:r>
          </w:p>
        </w:tc>
        <w:tc>
          <w:tcPr>
            <w:tcW w:w="1256" w:type="dxa"/>
          </w:tcPr>
          <w:p w14:paraId="493FF283" w14:textId="77777777" w:rsidR="00473839" w:rsidRPr="002346DB" w:rsidRDefault="00473839" w:rsidP="003D65FA">
            <w:pPr>
              <w:pStyle w:val="Table8ptText-ASDEFCON"/>
            </w:pPr>
          </w:p>
        </w:tc>
        <w:tc>
          <w:tcPr>
            <w:tcW w:w="1864" w:type="dxa"/>
          </w:tcPr>
          <w:p w14:paraId="3547679A" w14:textId="77777777" w:rsidR="00473839" w:rsidRPr="002346DB" w:rsidRDefault="00473839" w:rsidP="003D65FA">
            <w:pPr>
              <w:pStyle w:val="Table8ptText-ASDEFCON"/>
            </w:pPr>
          </w:p>
        </w:tc>
        <w:tc>
          <w:tcPr>
            <w:tcW w:w="1819" w:type="dxa"/>
          </w:tcPr>
          <w:p w14:paraId="0F5E5AE3" w14:textId="77777777" w:rsidR="00473839" w:rsidRPr="002346DB" w:rsidRDefault="00473839" w:rsidP="003D65FA">
            <w:pPr>
              <w:pStyle w:val="Table8ptText-ASDEFCON"/>
            </w:pPr>
          </w:p>
        </w:tc>
        <w:tc>
          <w:tcPr>
            <w:tcW w:w="1819" w:type="dxa"/>
          </w:tcPr>
          <w:p w14:paraId="31D16512" w14:textId="77777777" w:rsidR="00473839" w:rsidRPr="002346DB" w:rsidRDefault="00473839" w:rsidP="003D65FA">
            <w:pPr>
              <w:pStyle w:val="Table8ptText-ASDEFCON"/>
            </w:pPr>
          </w:p>
        </w:tc>
      </w:tr>
    </w:tbl>
    <w:p w14:paraId="2DB51478" w14:textId="77777777" w:rsidR="00473839" w:rsidRPr="00C31344" w:rsidRDefault="00473839" w:rsidP="000B0541">
      <w:pPr>
        <w:pStyle w:val="ASDEFCONNormal"/>
      </w:pPr>
    </w:p>
    <w:p w14:paraId="16DF0834" w14:textId="77777777" w:rsidR="00473839" w:rsidRPr="00951163" w:rsidRDefault="00473839" w:rsidP="00473839">
      <w:pPr>
        <w:rPr>
          <w:b/>
          <w:color w:val="000000"/>
        </w:rPr>
        <w:sectPr w:rsidR="00473839" w:rsidRPr="00951163" w:rsidSect="00473839">
          <w:headerReference w:type="default" r:id="rId15"/>
          <w:footerReference w:type="default" r:id="rId16"/>
          <w:pgSz w:w="11907" w:h="16840" w:code="9"/>
          <w:pgMar w:top="1304" w:right="1418" w:bottom="907" w:left="1276" w:header="567" w:footer="567" w:gutter="0"/>
          <w:pgNumType w:start="1"/>
          <w:cols w:space="720"/>
        </w:sectPr>
      </w:pPr>
    </w:p>
    <w:p w14:paraId="054A66BF" w14:textId="77777777" w:rsidR="00473839" w:rsidRPr="002346DB" w:rsidRDefault="00473839" w:rsidP="000B0541">
      <w:pPr>
        <w:pStyle w:val="ASDEFCONTitle"/>
      </w:pPr>
      <w:bookmarkStart w:id="40" w:name="_Toc520786561"/>
      <w:bookmarkStart w:id="41" w:name="_Toc228854751"/>
      <w:bookmarkStart w:id="42" w:name="_Toc229969586"/>
      <w:bookmarkStart w:id="43" w:name="_Toc231196033"/>
      <w:bookmarkStart w:id="44" w:name="_Toc271558696"/>
      <w:bookmarkStart w:id="45" w:name="_Toc384635075"/>
      <w:r>
        <w:t xml:space="preserve">RESPONSE VOLUME: </w:t>
      </w:r>
      <w:r w:rsidRPr="002346DB">
        <w:t xml:space="preserve">commercial </w:t>
      </w:r>
      <w:r>
        <w:t xml:space="preserve">and financial </w:t>
      </w:r>
      <w:r w:rsidRPr="002346DB">
        <w:t>(CORE)</w:t>
      </w:r>
      <w:bookmarkEnd w:id="40"/>
      <w:bookmarkEnd w:id="41"/>
      <w:bookmarkEnd w:id="42"/>
      <w:bookmarkEnd w:id="43"/>
      <w:bookmarkEnd w:id="44"/>
      <w:bookmarkEnd w:id="45"/>
    </w:p>
    <w:p w14:paraId="1254552D" w14:textId="5AF00360" w:rsidR="00473839" w:rsidRPr="002B482A" w:rsidRDefault="00400A5D" w:rsidP="00992A10">
      <w:pPr>
        <w:pStyle w:val="ATTANNLV1-ASDEFCON"/>
        <w:numPr>
          <w:ilvl w:val="0"/>
          <w:numId w:val="74"/>
        </w:numPr>
      </w:pPr>
      <w:bookmarkStart w:id="46" w:name="_Toc520786562"/>
      <w:bookmarkStart w:id="47" w:name="_Toc228854752"/>
      <w:bookmarkStart w:id="48" w:name="_Toc229969587"/>
      <w:bookmarkStart w:id="49" w:name="_Toc231196034"/>
      <w:bookmarkStart w:id="50" w:name="_Ref101862734"/>
      <w:bookmarkStart w:id="51" w:name="_Ref159998522"/>
      <w:r>
        <w:t xml:space="preserve">Tendered Pricing Information </w:t>
      </w:r>
      <w:r w:rsidR="002D27BE">
        <w:t xml:space="preserve">– </w:t>
      </w:r>
      <w:r>
        <w:t>General Requirements</w:t>
      </w:r>
      <w:r w:rsidR="00473839" w:rsidRPr="002B482A">
        <w:t xml:space="preserve"> (CORE)</w:t>
      </w:r>
      <w:bookmarkEnd w:id="46"/>
      <w:bookmarkEnd w:id="47"/>
      <w:bookmarkEnd w:id="48"/>
      <w:bookmarkEnd w:id="49"/>
      <w:bookmarkEnd w:id="50"/>
      <w:bookmarkEnd w:id="51"/>
    </w:p>
    <w:p w14:paraId="48546422" w14:textId="169BCB64" w:rsidR="00473839" w:rsidRDefault="00473839" w:rsidP="00473839">
      <w:pPr>
        <w:pStyle w:val="ATTANNReferencetoCOC"/>
      </w:pPr>
      <w:r w:rsidRPr="00E4229B">
        <w:t xml:space="preserve">Draft COC reference: clause </w:t>
      </w:r>
      <w:r>
        <w:t>7</w:t>
      </w:r>
      <w:r w:rsidR="00745513">
        <w:t>, Attachment B</w:t>
      </w:r>
    </w:p>
    <w:p w14:paraId="08B87CCF" w14:textId="0E4B5D5C" w:rsidR="001756C7" w:rsidRPr="00D547A1" w:rsidRDefault="00745513" w:rsidP="00544470">
      <w:pPr>
        <w:pStyle w:val="NoteToDrafters-ASDEFCON"/>
      </w:pPr>
      <w:r w:rsidRPr="00D547A1">
        <w:t xml:space="preserve">Note to drafters:  </w:t>
      </w:r>
      <w:r w:rsidR="00DE5B88">
        <w:t>In the note below, d</w:t>
      </w:r>
      <w:r w:rsidR="00544470">
        <w:t>elete</w:t>
      </w:r>
      <w:r w:rsidR="00DE5B88">
        <w:t xml:space="preserve"> references to</w:t>
      </w:r>
      <w:r w:rsidR="00544470">
        <w:t xml:space="preserve"> ACE if not applicable</w:t>
      </w:r>
      <w:r w:rsidR="001756C7">
        <w:t xml:space="preserve"> (refer </w:t>
      </w:r>
      <w:hyperlink w:anchor="TDR_E_AIC" w:history="1">
        <w:r w:rsidR="001756C7" w:rsidRPr="00CC29FA">
          <w:rPr>
            <w:rStyle w:val="Hyperlink"/>
          </w:rPr>
          <w:t xml:space="preserve">Annex </w:t>
        </w:r>
        <w:r w:rsidR="001756C7">
          <w:rPr>
            <w:rStyle w:val="Hyperlink"/>
          </w:rPr>
          <w:t>E</w:t>
        </w:r>
      </w:hyperlink>
      <w:r w:rsidR="001756C7">
        <w:t>).</w:t>
      </w:r>
    </w:p>
    <w:p w14:paraId="71D66CEE" w14:textId="7C4950E9" w:rsidR="00745513" w:rsidRDefault="00745513" w:rsidP="000B0541">
      <w:pPr>
        <w:pStyle w:val="NoteToTenderers-ASDEFCON"/>
      </w:pPr>
      <w:r w:rsidRPr="00D547A1">
        <w:t xml:space="preserve">Note to tenderers:  The </w:t>
      </w:r>
      <w:r w:rsidRPr="00EA6B1E">
        <w:rPr>
          <w:iCs/>
          <w:szCs w:val="20"/>
        </w:rPr>
        <w:t>‘</w:t>
      </w:r>
      <w:r w:rsidR="002B5E48" w:rsidRPr="00856676">
        <w:t>Complex Materiel Volume 1 Pricing Workbook</w:t>
      </w:r>
      <w:r w:rsidRPr="00EA6B1E">
        <w:rPr>
          <w:iCs/>
          <w:szCs w:val="20"/>
        </w:rPr>
        <w:t>’ (</w:t>
      </w:r>
      <w:r w:rsidR="002B5E48" w:rsidRPr="00856676">
        <w:t>CMV1PW</w:t>
      </w:r>
      <w:r w:rsidRPr="00D547A1">
        <w:t>) collect</w:t>
      </w:r>
      <w:r w:rsidR="00034E8A">
        <w:t>s</w:t>
      </w:r>
      <w:r w:rsidRPr="00D547A1">
        <w:t xml:space="preserve"> </w:t>
      </w:r>
      <w:r w:rsidR="00034E8A">
        <w:t xml:space="preserve">financial </w:t>
      </w:r>
      <w:r w:rsidRPr="00D547A1">
        <w:t xml:space="preserve">information </w:t>
      </w:r>
      <w:r w:rsidR="00034E8A">
        <w:t xml:space="preserve">for </w:t>
      </w:r>
      <w:r w:rsidRPr="00D547A1">
        <w:t>tender</w:t>
      </w:r>
      <w:r w:rsidR="00034E8A">
        <w:t>s</w:t>
      </w:r>
      <w:r w:rsidR="00EF775A">
        <w:t>.</w:t>
      </w:r>
      <w:r w:rsidR="00034E8A">
        <w:t xml:space="preserve"> </w:t>
      </w:r>
      <w:r w:rsidR="00034E8A" w:rsidRPr="00A64579">
        <w:t xml:space="preserve"> </w:t>
      </w:r>
      <w:r w:rsidR="00EF775A">
        <w:t xml:space="preserve">Specific </w:t>
      </w:r>
      <w:r w:rsidR="00034E8A">
        <w:t xml:space="preserve">worksheets </w:t>
      </w:r>
      <w:r w:rsidR="00034E8A" w:rsidRPr="00D547A1">
        <w:t>will</w:t>
      </w:r>
      <w:r w:rsidR="00034E8A">
        <w:t xml:space="preserve"> </w:t>
      </w:r>
      <w:r w:rsidR="00034E8A" w:rsidRPr="00D547A1">
        <w:t>form</w:t>
      </w:r>
      <w:r w:rsidR="00034E8A">
        <w:t xml:space="preserve"> </w:t>
      </w:r>
      <w:r w:rsidR="00034E8A" w:rsidRPr="00D547A1">
        <w:t>the</w:t>
      </w:r>
      <w:r w:rsidR="00034E8A">
        <w:t xml:space="preserve"> </w:t>
      </w:r>
      <w:r w:rsidR="00034E8A" w:rsidRPr="00D547A1">
        <w:t>basis</w:t>
      </w:r>
      <w:r w:rsidR="00034E8A">
        <w:t xml:space="preserve"> </w:t>
      </w:r>
      <w:r w:rsidR="00034E8A" w:rsidRPr="00D547A1">
        <w:t>of</w:t>
      </w:r>
      <w:r w:rsidR="00034E8A">
        <w:t xml:space="preserve"> </w:t>
      </w:r>
      <w:r w:rsidR="00034E8A" w:rsidRPr="00D547A1">
        <w:t>Attachment</w:t>
      </w:r>
      <w:r w:rsidR="00034E8A">
        <w:t xml:space="preserve"> </w:t>
      </w:r>
      <w:r w:rsidR="00034E8A" w:rsidRPr="00D547A1">
        <w:t>B</w:t>
      </w:r>
      <w:r w:rsidR="00034E8A">
        <w:t xml:space="preserve"> of any resultant </w:t>
      </w:r>
      <w:r w:rsidR="00034E8A" w:rsidRPr="00D547A1">
        <w:t>Contract</w:t>
      </w:r>
      <w:r w:rsidRPr="00D547A1">
        <w:t xml:space="preserve">.  </w:t>
      </w:r>
      <w:r w:rsidR="0007188A">
        <w:t>T</w:t>
      </w:r>
      <w:r w:rsidR="007E3758">
        <w:t xml:space="preserve">he CMV1PW </w:t>
      </w:r>
      <w:r w:rsidR="0012326D">
        <w:t xml:space="preserve">also </w:t>
      </w:r>
      <w:r w:rsidR="007E3758">
        <w:t>enables calculation of Australian Contract Expenditure (ACE)</w:t>
      </w:r>
      <w:r w:rsidRPr="00D547A1">
        <w:t xml:space="preserve">.  </w:t>
      </w:r>
      <w:r w:rsidR="0012326D">
        <w:t>R</w:t>
      </w:r>
      <w:r w:rsidR="00544470">
        <w:t>efer to</w:t>
      </w:r>
      <w:r w:rsidRPr="00D547A1">
        <w:t xml:space="preserve"> </w:t>
      </w:r>
      <w:r>
        <w:t xml:space="preserve">the </w:t>
      </w:r>
      <w:r w:rsidR="002A2708">
        <w:t>CMV1PW Guide</w:t>
      </w:r>
      <w:r w:rsidR="007E3758">
        <w:t xml:space="preserve"> and the </w:t>
      </w:r>
      <w:hyperlink r:id="rId17" w:history="1">
        <w:r w:rsidR="00544470" w:rsidRPr="002B48DF">
          <w:rPr>
            <w:rStyle w:val="Hyperlink"/>
          </w:rPr>
          <w:t>ACE Guide for ASDEFCON</w:t>
        </w:r>
      </w:hyperlink>
      <w:r w:rsidR="00544470">
        <w:t xml:space="preserve"> (if applicable)</w:t>
      </w:r>
      <w:r>
        <w:t>.</w:t>
      </w:r>
    </w:p>
    <w:p w14:paraId="2965F186" w14:textId="1A3D6763" w:rsidR="00060C06" w:rsidRPr="00E4229B" w:rsidRDefault="00060C06" w:rsidP="00034E8A">
      <w:pPr>
        <w:pStyle w:val="NoteToDrafters-ASDEFCON"/>
      </w:pPr>
      <w:r>
        <w:t>Note to drafters: Update the CMV1</w:t>
      </w:r>
      <w:r w:rsidRPr="00865932">
        <w:t>PW</w:t>
      </w:r>
      <w:r>
        <w:t xml:space="preserve"> to support this </w:t>
      </w:r>
      <w:r w:rsidR="00193D61">
        <w:t>annex</w:t>
      </w:r>
      <w:r>
        <w:t xml:space="preserve">.  Amend the list </w:t>
      </w:r>
      <w:r w:rsidR="00193D61">
        <w:t xml:space="preserve">of worksheets </w:t>
      </w:r>
      <w:r>
        <w:t xml:space="preserve">for the draft Contract; for example, </w:t>
      </w:r>
      <w:r w:rsidR="00034E8A">
        <w:t>select the ‘Price and Delivery (simple</w:t>
      </w:r>
      <w:r w:rsidR="00193D61">
        <w:t>)</w:t>
      </w:r>
      <w:r w:rsidR="00034E8A">
        <w:t xml:space="preserve">’ worksheet </w:t>
      </w:r>
      <w:r w:rsidR="00193D61">
        <w:t>if</w:t>
      </w:r>
      <w:r w:rsidR="00034E8A">
        <w:t xml:space="preserve"> the expected value is less than $4m </w:t>
      </w:r>
      <w:r w:rsidR="00193D61">
        <w:t>and</w:t>
      </w:r>
      <w:r w:rsidR="00034E8A">
        <w:t xml:space="preserve"> </w:t>
      </w:r>
      <w:r w:rsidR="00193D61">
        <w:t>an</w:t>
      </w:r>
      <w:r w:rsidR="00034E8A">
        <w:t xml:space="preserve"> AIC program </w:t>
      </w:r>
      <w:r w:rsidR="00193D61">
        <w:t>will</w:t>
      </w:r>
      <w:r w:rsidR="00034E8A">
        <w:t xml:space="preserve"> not apply. </w:t>
      </w:r>
      <w:r w:rsidR="00193D61">
        <w:t>R</w:t>
      </w:r>
      <w:r w:rsidR="00034E8A">
        <w:t xml:space="preserve">emove reference to </w:t>
      </w:r>
      <w:r>
        <w:t>the ‘</w:t>
      </w:r>
      <w:r w:rsidR="00193D61">
        <w:t xml:space="preserve">Schedules </w:t>
      </w:r>
      <w:r>
        <w:t xml:space="preserve">of </w:t>
      </w:r>
      <w:r w:rsidR="00193D61">
        <w:t xml:space="preserve">Rates’ </w:t>
      </w:r>
      <w:r>
        <w:t xml:space="preserve">worksheets </w:t>
      </w:r>
      <w:r w:rsidR="00034E8A">
        <w:t>if not</w:t>
      </w:r>
      <w:r>
        <w:t xml:space="preserve"> required</w:t>
      </w:r>
      <w:r w:rsidR="00034E8A">
        <w:t>.</w:t>
      </w:r>
      <w:r w:rsidR="00967408">
        <w:t xml:space="preserve">  If applicable</w:t>
      </w:r>
      <w:r w:rsidR="00193D61">
        <w:t>,</w:t>
      </w:r>
      <w:r w:rsidR="00967408">
        <w:t xml:space="preserve"> </w:t>
      </w:r>
      <w:r w:rsidR="00193D61">
        <w:t xml:space="preserve">an </w:t>
      </w:r>
      <w:r w:rsidR="00967408">
        <w:t xml:space="preserve">‘Adjustments’ </w:t>
      </w:r>
      <w:r w:rsidR="00193D61">
        <w:t xml:space="preserve">worksheet </w:t>
      </w:r>
      <w:r w:rsidR="00967408">
        <w:t>may be added.</w:t>
      </w:r>
    </w:p>
    <w:p w14:paraId="68923C73" w14:textId="367A1C60" w:rsidR="00473839" w:rsidRDefault="00473839" w:rsidP="000B0541">
      <w:pPr>
        <w:pStyle w:val="ATTANNLV2-ASDEFCON"/>
      </w:pPr>
      <w:bookmarkStart w:id="52" w:name="_Ref158873451"/>
      <w:r w:rsidRPr="002346DB">
        <w:t xml:space="preserve">Tenderers </w:t>
      </w:r>
      <w:r>
        <w:t>are to</w:t>
      </w:r>
      <w:r w:rsidRPr="002346DB">
        <w:t xml:space="preserve"> complete </w:t>
      </w:r>
      <w:r w:rsidR="002D27BE">
        <w:t xml:space="preserve">and submit tender pricing information within the </w:t>
      </w:r>
      <w:r w:rsidR="002D27BE" w:rsidRPr="006C2D83">
        <w:t xml:space="preserve">Microsoft Excel® Workbook titled </w:t>
      </w:r>
      <w:r w:rsidR="002B5E48">
        <w:t>‘</w:t>
      </w:r>
      <w:r w:rsidR="002B5E48" w:rsidRPr="005079CF">
        <w:rPr>
          <w:i/>
        </w:rPr>
        <w:t>Complex Materiel Volume 1 Pricing Workbook</w:t>
      </w:r>
      <w:r w:rsidR="002D27BE" w:rsidRPr="00EA6B1E">
        <w:t>’ (</w:t>
      </w:r>
      <w:r w:rsidR="002B5E48" w:rsidRPr="00856676">
        <w:t>CMV1PW</w:t>
      </w:r>
      <w:r w:rsidR="002D27BE" w:rsidRPr="006C2D83">
        <w:t>)</w:t>
      </w:r>
      <w:r w:rsidR="00193D61">
        <w:t>,</w:t>
      </w:r>
      <w:r w:rsidR="002D27BE" w:rsidRPr="006C2D83">
        <w:t xml:space="preserve"> </w:t>
      </w:r>
      <w:r w:rsidR="001756C7">
        <w:t>includ</w:t>
      </w:r>
      <w:r w:rsidR="00AB7F88">
        <w:t>ing the following worksheets:</w:t>
      </w:r>
      <w:bookmarkEnd w:id="52"/>
    </w:p>
    <w:p w14:paraId="644D07DD" w14:textId="5225323D" w:rsidR="00AB7F88" w:rsidRDefault="00060C06" w:rsidP="00060C06">
      <w:pPr>
        <w:pStyle w:val="ATTANNLV3-ASDEFCON"/>
      </w:pPr>
      <w:r w:rsidRPr="00060C06">
        <w:t>[…INSERT: ‘Price and Delivery’ OR ‘Price and Delivery (simple)’…</w:t>
      </w:r>
      <w:r>
        <w:t>];</w:t>
      </w:r>
    </w:p>
    <w:p w14:paraId="30539659" w14:textId="20C40402" w:rsidR="00060C06" w:rsidRDefault="00060C06" w:rsidP="00AB7F88">
      <w:pPr>
        <w:pStyle w:val="ATTANNLV3-ASDEFCON"/>
      </w:pPr>
      <w:r>
        <w:t>Schedules of Rates (including the Schedule of Margins, Labour Rates, Material and Other Direct Cost worksheets);</w:t>
      </w:r>
    </w:p>
    <w:p w14:paraId="1ED21024" w14:textId="2F3F740B" w:rsidR="00060C06" w:rsidRDefault="00060C06" w:rsidP="00AB7F88">
      <w:pPr>
        <w:pStyle w:val="ATTANNLV3-ASDEFCON"/>
      </w:pPr>
      <w:r>
        <w:t>Specific Prices;</w:t>
      </w:r>
    </w:p>
    <w:p w14:paraId="2B3051B4" w14:textId="29BB8635" w:rsidR="00060C06" w:rsidRDefault="00060C06" w:rsidP="00AB7F88">
      <w:pPr>
        <w:pStyle w:val="ATTANNLV3-ASDEFCON"/>
      </w:pPr>
      <w:r>
        <w:t>Further Quantities;</w:t>
      </w:r>
      <w:r w:rsidR="00967408">
        <w:t xml:space="preserve"> and</w:t>
      </w:r>
    </w:p>
    <w:p w14:paraId="7758E677" w14:textId="3966FB0D" w:rsidR="00060C06" w:rsidRPr="002346DB" w:rsidRDefault="00060C06" w:rsidP="00AB7F88">
      <w:pPr>
        <w:pStyle w:val="ATTANNLV3-ASDEFCON"/>
      </w:pPr>
      <w:r>
        <w:t>if additional currencies are required, the Constants worksheet.</w:t>
      </w:r>
    </w:p>
    <w:p w14:paraId="20CA6B84" w14:textId="2B55DCED" w:rsidR="00E24C6C" w:rsidRDefault="00E24C6C" w:rsidP="000B0541">
      <w:pPr>
        <w:pStyle w:val="ATTANNLV2-ASDEFCON"/>
      </w:pPr>
      <w:r w:rsidRPr="002346DB">
        <w:t xml:space="preserve">Prices for tendered Supplies </w:t>
      </w:r>
      <w:r>
        <w:t>are to</w:t>
      </w:r>
      <w:r w:rsidRPr="002346DB">
        <w:t xml:space="preserve"> be stated in Australian dollars except for any portion of the Supplies to be imported from overseas, which </w:t>
      </w:r>
      <w:r>
        <w:t>are to</w:t>
      </w:r>
      <w:r w:rsidRPr="002346DB">
        <w:t xml:space="preserve"> be stated in foreign currency.  All prices tendered </w:t>
      </w:r>
      <w:r>
        <w:t>are to</w:t>
      </w:r>
      <w:r w:rsidRPr="002346DB">
        <w:t xml:space="preserve"> be in Base Date dollars.</w:t>
      </w:r>
    </w:p>
    <w:p w14:paraId="05C918D8" w14:textId="303E16B3" w:rsidR="001B4A53" w:rsidRDefault="00EF775A" w:rsidP="000B0541">
      <w:pPr>
        <w:pStyle w:val="ATTANNLV2-ASDEFCON"/>
      </w:pPr>
      <w:r>
        <w:t>T</w:t>
      </w:r>
      <w:r w:rsidR="00E24C6C" w:rsidRPr="002346DB">
        <w:t xml:space="preserve">endered </w:t>
      </w:r>
      <w:r w:rsidR="006529DA" w:rsidRPr="002346DB">
        <w:t xml:space="preserve">prices </w:t>
      </w:r>
      <w:r w:rsidR="006529DA">
        <w:t>are to</w:t>
      </w:r>
      <w:r w:rsidR="006529DA" w:rsidRPr="002346DB">
        <w:t xml:space="preserve"> be inclusive of all costs </w:t>
      </w:r>
      <w:r w:rsidR="00FD609F">
        <w:t xml:space="preserve">(and fees, including profit) </w:t>
      </w:r>
      <w:r w:rsidR="00EB0366" w:rsidRPr="00BE19D0">
        <w:t xml:space="preserve">of complying with the </w:t>
      </w:r>
      <w:r w:rsidR="00EB0366">
        <w:t>draft Contract a</w:t>
      </w:r>
      <w:r w:rsidR="00EB0366" w:rsidRPr="00BE19D0">
        <w:t xml:space="preserve">nd </w:t>
      </w:r>
      <w:r w:rsidR="006529DA" w:rsidRPr="002346DB">
        <w:t xml:space="preserve">associated with providing the Supplies and carrying out all matters and doing all things necessary for the due and proper performance and completion of </w:t>
      </w:r>
      <w:r w:rsidR="006529DA">
        <w:t>the proposed</w:t>
      </w:r>
      <w:r w:rsidR="006529DA" w:rsidRPr="002346DB">
        <w:t xml:space="preserve"> </w:t>
      </w:r>
      <w:r w:rsidR="006529DA">
        <w:t>C</w:t>
      </w:r>
      <w:r w:rsidR="006529DA" w:rsidRPr="002346DB">
        <w:t xml:space="preserve">ontract.  </w:t>
      </w:r>
      <w:r w:rsidR="00FD609F" w:rsidRPr="002346DB">
        <w:t xml:space="preserve">Tenderers </w:t>
      </w:r>
      <w:r w:rsidR="00FD609F">
        <w:t>are</w:t>
      </w:r>
      <w:r w:rsidR="00FD609F" w:rsidRPr="002346DB">
        <w:t xml:space="preserve"> not</w:t>
      </w:r>
      <w:r w:rsidR="00FD609F">
        <w:t xml:space="preserve"> to</w:t>
      </w:r>
      <w:r w:rsidR="00FD609F" w:rsidRPr="002346DB">
        <w:t xml:space="preserve"> include any contingency for exchange rate fluctuations in their tendered price.</w:t>
      </w:r>
    </w:p>
    <w:p w14:paraId="049702CA" w14:textId="301972F2" w:rsidR="00E24C6C" w:rsidRDefault="00544470" w:rsidP="000B0541">
      <w:pPr>
        <w:pStyle w:val="ATTANNLV2-ASDEFCON"/>
      </w:pPr>
      <w:r w:rsidRPr="004B5635">
        <w:t xml:space="preserve">Tenderers are required to submit </w:t>
      </w:r>
      <w:r>
        <w:t>t</w:t>
      </w:r>
      <w:r w:rsidR="001B4A53" w:rsidRPr="002346DB">
        <w:t xml:space="preserve">ender prices inclusive of all </w:t>
      </w:r>
      <w:r w:rsidR="006529DA" w:rsidRPr="00616E66">
        <w:t xml:space="preserve">overseas taxes and charges, </w:t>
      </w:r>
      <w:r w:rsidR="00967408">
        <w:t xml:space="preserve">and all </w:t>
      </w:r>
      <w:r w:rsidR="006529DA" w:rsidRPr="00616E66">
        <w:t>Australian (Federal, State and Local Government) taxes including GST, duties and charges</w:t>
      </w:r>
      <w:r w:rsidR="006529DA" w:rsidRPr="002346DB">
        <w:t xml:space="preserve"> </w:t>
      </w:r>
      <w:r w:rsidR="006529DA" w:rsidRPr="00616E66">
        <w:t>that are applicable at the Base Date</w:t>
      </w:r>
      <w:r w:rsidR="006529DA" w:rsidRPr="002346DB">
        <w:t xml:space="preserve">.  </w:t>
      </w:r>
      <w:r w:rsidR="001B4A53" w:rsidRPr="00097A2E">
        <w:t xml:space="preserve">For </w:t>
      </w:r>
      <w:r w:rsidR="00EB0366">
        <w:t xml:space="preserve">each item of the </w:t>
      </w:r>
      <w:r w:rsidR="001B4A53" w:rsidRPr="00097A2E">
        <w:t>Supplies on which GST will be payable, the tenderer is to indicate the amount of GST to be applied.</w:t>
      </w:r>
    </w:p>
    <w:p w14:paraId="727B2AA5" w14:textId="5B5B691B" w:rsidR="00FD609F" w:rsidRDefault="00FD609F" w:rsidP="00FD609F">
      <w:pPr>
        <w:pStyle w:val="NoteToTenderers-ASDEFCON"/>
      </w:pPr>
      <w:r>
        <w:t xml:space="preserve">Note to tenderers:  The </w:t>
      </w:r>
      <w:r w:rsidR="00CF5C35">
        <w:t xml:space="preserve">Defence </w:t>
      </w:r>
      <w:r>
        <w:t>Cost Principles can be found here:</w:t>
      </w:r>
    </w:p>
    <w:p w14:paraId="7A2001C3" w14:textId="23B1E738" w:rsidR="00FD609F" w:rsidRDefault="003C7C16" w:rsidP="00BE6401">
      <w:pPr>
        <w:pStyle w:val="NoteToTenderersBullets-ASDEFCON"/>
      </w:pPr>
      <w:hyperlink r:id="rId18" w:history="1">
        <w:r w:rsidR="00FD609F">
          <w:rPr>
            <w:rStyle w:val="Hyperlink"/>
          </w:rPr>
          <w:t>https://www.defence.gov.au/business-industry/procurement/policies-guidelines-templates/procurement-guidance/cost-principles</w:t>
        </w:r>
      </w:hyperlink>
      <w:r w:rsidR="00FD609F">
        <w:t>.</w:t>
      </w:r>
    </w:p>
    <w:p w14:paraId="4B34E44F" w14:textId="77777777" w:rsidR="00CF5C35" w:rsidRDefault="00CF5C35" w:rsidP="00CF5C35">
      <w:pPr>
        <w:pStyle w:val="NoteToTenderers-ASDEFCON"/>
      </w:pPr>
      <w:r>
        <w:t>The Australian Contract Expenditure (ACE) Measurement Rules can be found here:</w:t>
      </w:r>
    </w:p>
    <w:p w14:paraId="472792ED" w14:textId="7B000A75" w:rsidR="00CF5C35" w:rsidRPr="00FD609F" w:rsidRDefault="003C7C16" w:rsidP="00CF5C35">
      <w:pPr>
        <w:pStyle w:val="NoteToTenderersBullets-ASDEFCON"/>
      </w:pPr>
      <w:hyperlink r:id="rId19" w:history="1">
        <w:r w:rsidR="00CF5C35" w:rsidRPr="009C25E5">
          <w:rPr>
            <w:rStyle w:val="Hyperlink"/>
          </w:rPr>
          <w:t>https://www.defence.gov.au/business-industry/procurement/policies-guidelines-templates/procurement-guidance</w:t>
        </w:r>
      </w:hyperlink>
      <w:r w:rsidR="00CF5C35" w:rsidRPr="00FD609F">
        <w:rPr>
          <w:color w:val="000000" w:themeColor="text1"/>
        </w:rPr>
        <w:t>.</w:t>
      </w:r>
    </w:p>
    <w:p w14:paraId="580A32F8" w14:textId="77777777" w:rsidR="00CF5C35" w:rsidRDefault="00CF5C35" w:rsidP="00590882">
      <w:pPr>
        <w:pStyle w:val="ASDEFCONOptionSpace"/>
      </w:pPr>
    </w:p>
    <w:p w14:paraId="738BE061" w14:textId="7B5A7007" w:rsidR="0031373F" w:rsidRDefault="00FD609F" w:rsidP="0031373F">
      <w:pPr>
        <w:pStyle w:val="NoteToDrafters-ASDEFCON"/>
      </w:pPr>
      <w:r>
        <w:t>Note to drafters:</w:t>
      </w:r>
      <w:r w:rsidR="0031373F">
        <w:t xml:space="preserve"> In accordance with Chapter 2 of the Defence Cost Principles V3.0, there are some cases where exceptions to the Defence Cost Principles may apply. </w:t>
      </w:r>
    </w:p>
    <w:p w14:paraId="582BDCB4" w14:textId="77777777" w:rsidR="0031373F" w:rsidRDefault="0031373F" w:rsidP="0031373F">
      <w:pPr>
        <w:pStyle w:val="NoteToDrafters-ASDEFCON"/>
      </w:pPr>
      <w:r>
        <w:t>For guidance in relation to application of the Defence Cost Principles, refer to Commercial and Financial Analysis Directorate at:</w:t>
      </w:r>
    </w:p>
    <w:p w14:paraId="58D0329E" w14:textId="1DD737CF" w:rsidR="0048761F" w:rsidRDefault="003C7C16" w:rsidP="0048761F">
      <w:pPr>
        <w:pStyle w:val="NoteToDrafters-ASDEFCON"/>
        <w:numPr>
          <w:ilvl w:val="0"/>
          <w:numId w:val="78"/>
        </w:numPr>
        <w:ind w:hanging="720"/>
      </w:pPr>
      <w:hyperlink r:id="rId20" w:history="1">
        <w:r w:rsidR="0048761F" w:rsidRPr="00C74F8C">
          <w:rPr>
            <w:rStyle w:val="Hyperlink"/>
          </w:rPr>
          <w:t>http://ibss/PublishedWebsite/LatestFinal/836F0CF2-84F0-43C2-8A34-6D34BD246B0D/Item/3BB9D30D-0C40-4E83-9AF5-78D4731A0130</w:t>
        </w:r>
      </w:hyperlink>
      <w:r w:rsidR="0048761F">
        <w:t xml:space="preserve"> </w:t>
      </w:r>
    </w:p>
    <w:p w14:paraId="2136D20E" w14:textId="77777777" w:rsidR="0031373F" w:rsidRDefault="0031373F" w:rsidP="0031373F">
      <w:pPr>
        <w:pStyle w:val="NoteToDrafters-ASDEFCON"/>
      </w:pPr>
      <w:r>
        <w:t>or by email at:</w:t>
      </w:r>
    </w:p>
    <w:p w14:paraId="4F253A3A" w14:textId="0FA7FE9C" w:rsidR="0031373F" w:rsidRDefault="003C7C16" w:rsidP="0031373F">
      <w:pPr>
        <w:pStyle w:val="NoteToDrafters-ASDEFCON"/>
        <w:numPr>
          <w:ilvl w:val="0"/>
          <w:numId w:val="78"/>
        </w:numPr>
        <w:ind w:hanging="720"/>
      </w:pPr>
      <w:hyperlink r:id="rId21" w:history="1">
        <w:r w:rsidR="0031373F" w:rsidRPr="00A1416D">
          <w:rPr>
            <w:rStyle w:val="Hyperlink"/>
          </w:rPr>
          <w:t>casg.cfa@dpe.protected.mil.au</w:t>
        </w:r>
      </w:hyperlink>
    </w:p>
    <w:p w14:paraId="03DE586F" w14:textId="476A4FB3" w:rsidR="00CF5C35" w:rsidRDefault="00B10AE3" w:rsidP="00CF5C35">
      <w:pPr>
        <w:pStyle w:val="NoteToDrafters-ASDEFCON"/>
      </w:pPr>
      <w:r>
        <w:t>Wh</w:t>
      </w:r>
      <w:r w:rsidR="00CF5C35" w:rsidRPr="00B02442">
        <w:t>ere the Defence Cost Principles are not applicable, drafters should ensure that the pricing response requirements of the RFT ensure sufficient transparency of pricing in order to evaluate and establish value for money</w:t>
      </w:r>
      <w:r w:rsidR="00CF5C35">
        <w:t>.</w:t>
      </w:r>
    </w:p>
    <w:p w14:paraId="65BFF10A" w14:textId="439779F2" w:rsidR="00FD609F" w:rsidRDefault="00FD609F" w:rsidP="00BE6401">
      <w:pPr>
        <w:pStyle w:val="NoteToDrafters-ASDEFCON"/>
      </w:pPr>
      <w:r>
        <w:t>Delete reference to ACE Measurement Rules if an AIC program is not applicable.</w:t>
      </w:r>
    </w:p>
    <w:p w14:paraId="4BC5D20A" w14:textId="66E49564" w:rsidR="00967408" w:rsidRDefault="006529DA" w:rsidP="000B0541">
      <w:pPr>
        <w:pStyle w:val="ATTANNLV2-ASDEFCON"/>
      </w:pPr>
      <w:r w:rsidRPr="00573038">
        <w:t xml:space="preserve">Tenderers </w:t>
      </w:r>
      <w:r>
        <w:t>are to</w:t>
      </w:r>
      <w:r w:rsidRPr="00573038">
        <w:t xml:space="preserve"> apply</w:t>
      </w:r>
      <w:r w:rsidR="00967408">
        <w:t>:</w:t>
      </w:r>
      <w:r w:rsidR="001E75E1">
        <w:t xml:space="preserve"> </w:t>
      </w:r>
    </w:p>
    <w:tbl>
      <w:tblPr>
        <w:tblStyle w:val="TableGrid"/>
        <w:tblW w:w="0" w:type="auto"/>
        <w:tblLook w:val="04A0" w:firstRow="1" w:lastRow="0" w:firstColumn="1" w:lastColumn="0" w:noHBand="0" w:noVBand="1"/>
      </w:tblPr>
      <w:tblGrid>
        <w:gridCol w:w="9061"/>
      </w:tblGrid>
      <w:tr w:rsidR="00632AF9" w14:paraId="216C6E9B" w14:textId="77777777" w:rsidTr="00992A10">
        <w:tc>
          <w:tcPr>
            <w:tcW w:w="9061" w:type="dxa"/>
          </w:tcPr>
          <w:p w14:paraId="07360A66" w14:textId="4FD4F8A3" w:rsidR="00632AF9" w:rsidRDefault="00632AF9" w:rsidP="00992A10">
            <w:pPr>
              <w:pStyle w:val="ATTANNLV2-ASDEFCON"/>
              <w:numPr>
                <w:ilvl w:val="0"/>
                <w:numId w:val="0"/>
              </w:numPr>
              <w:rPr>
                <w:b/>
                <w:i/>
              </w:rPr>
            </w:pPr>
            <w:r>
              <w:rPr>
                <w:b/>
                <w:i/>
              </w:rPr>
              <w:t>Option: Include this clause if the Defence Cost Principals are being used to develop the tendered pricing for this proc</w:t>
            </w:r>
            <w:r w:rsidR="002E451A">
              <w:rPr>
                <w:b/>
                <w:i/>
              </w:rPr>
              <w:t>urement and any exception under Chapter 2 of the Defence Cost Principles does not apply.</w:t>
            </w:r>
          </w:p>
          <w:p w14:paraId="3F39A49A" w14:textId="77777777" w:rsidR="00632AF9" w:rsidRPr="002C25FB" w:rsidRDefault="00632AF9" w:rsidP="00632AF9">
            <w:pPr>
              <w:pStyle w:val="ATTANNLV3-ASDEFCON"/>
              <w:ind w:hanging="675"/>
            </w:pPr>
            <w:r w:rsidRPr="00BE19D0">
              <w:t xml:space="preserve">the </w:t>
            </w:r>
            <w:r>
              <w:t>Defence</w:t>
            </w:r>
            <w:r w:rsidRPr="00BE19D0">
              <w:t xml:space="preserve"> Cost Principles when preparing tendered prices</w:t>
            </w:r>
            <w:r>
              <w:t>; and</w:t>
            </w:r>
          </w:p>
        </w:tc>
      </w:tr>
    </w:tbl>
    <w:p w14:paraId="6A43FF08" w14:textId="77777777" w:rsidR="00632AF9" w:rsidRDefault="00632AF9" w:rsidP="0058583E">
      <w:pPr>
        <w:pStyle w:val="ASDEFCONOptionSpace"/>
      </w:pPr>
    </w:p>
    <w:p w14:paraId="18587D89" w14:textId="1CBD1168" w:rsidR="006529DA" w:rsidRDefault="00967408" w:rsidP="00FD609F">
      <w:pPr>
        <w:pStyle w:val="ATTANNLV3-ASDEFCON"/>
      </w:pPr>
      <w:r>
        <w:t xml:space="preserve">the Australian Contract Expenditure (ACE) Measurement Rules, when defining </w:t>
      </w:r>
      <w:r w:rsidRPr="002E27AE">
        <w:t>the ACE</w:t>
      </w:r>
      <w:r>
        <w:t xml:space="preserve"> and Imported Contract Expenditure (ICE) within tendered prices</w:t>
      </w:r>
      <w:r w:rsidR="0095395D">
        <w:t>.</w:t>
      </w:r>
    </w:p>
    <w:p w14:paraId="63BBE193" w14:textId="2E9CEF8B" w:rsidR="00745513" w:rsidRPr="00745513" w:rsidRDefault="00993720" w:rsidP="000B0541">
      <w:pPr>
        <w:pStyle w:val="ATTANNLV1-ASDEFCON"/>
      </w:pPr>
      <w:bookmarkStart w:id="53" w:name="_Ref101862741"/>
      <w:r w:rsidRPr="00E875E1">
        <w:t xml:space="preserve">Tendered Pricing Information </w:t>
      </w:r>
      <w:r w:rsidRPr="00E875E1">
        <w:rPr>
          <w:rFonts w:hint="eastAsia"/>
        </w:rPr>
        <w:t>–</w:t>
      </w:r>
      <w:r w:rsidRPr="00E875E1">
        <w:t xml:space="preserve"> Specific Requirements</w:t>
      </w:r>
      <w:r w:rsidR="00745513">
        <w:t xml:space="preserve"> (CORE)</w:t>
      </w:r>
      <w:bookmarkEnd w:id="53"/>
    </w:p>
    <w:p w14:paraId="4D230F3A" w14:textId="092D8062" w:rsidR="009C2797" w:rsidRDefault="009C2797" w:rsidP="000B0541">
      <w:pPr>
        <w:pStyle w:val="NoteToDrafters-ASDEFCON"/>
      </w:pPr>
      <w:r>
        <w:t xml:space="preserve">Note to drafters: </w:t>
      </w:r>
      <w:r w:rsidR="00B76D26">
        <w:t xml:space="preserve">Drafters are to select the appropriate Price and Delivery worksheet </w:t>
      </w:r>
      <w:r>
        <w:t>as follows:</w:t>
      </w:r>
    </w:p>
    <w:p w14:paraId="1D596CB0" w14:textId="4FC63542" w:rsidR="009C2797" w:rsidRDefault="009C2797" w:rsidP="000B0541">
      <w:pPr>
        <w:pStyle w:val="NoteToDraftersBullets-ASDEFCON"/>
      </w:pPr>
      <w:r>
        <w:t>‘Price and Delivery’, if any resultant Contract will include an AIC program</w:t>
      </w:r>
      <w:r w:rsidR="00B76D26">
        <w:t xml:space="preserve">; </w:t>
      </w:r>
      <w:r w:rsidR="008E386B">
        <w:t>or</w:t>
      </w:r>
    </w:p>
    <w:p w14:paraId="13A9440C" w14:textId="46470DD1" w:rsidR="009C2797" w:rsidRDefault="009C2797" w:rsidP="000B0541">
      <w:pPr>
        <w:pStyle w:val="NoteToDraftersBullets-ASDEFCON"/>
      </w:pPr>
      <w:r>
        <w:t xml:space="preserve">‘Price and Delivery (simple)’, for </w:t>
      </w:r>
      <w:r w:rsidR="00046465">
        <w:t xml:space="preserve">use </w:t>
      </w:r>
      <w:r>
        <w:t>when an AIC program is not required.</w:t>
      </w:r>
    </w:p>
    <w:p w14:paraId="199472DE" w14:textId="10F64664" w:rsidR="009C2797" w:rsidRDefault="00885BC1" w:rsidP="00046465">
      <w:pPr>
        <w:pStyle w:val="Notetodrafters"/>
      </w:pPr>
      <w:r>
        <w:t xml:space="preserve">Include </w:t>
      </w:r>
      <w:r w:rsidR="00FB6856">
        <w:t xml:space="preserve">applicable worksheet in </w:t>
      </w:r>
      <w:r>
        <w:t xml:space="preserve">the clauses </w:t>
      </w:r>
      <w:r w:rsidR="00FB6856">
        <w:t>below</w:t>
      </w:r>
      <w:r w:rsidR="00046465">
        <w:t>.</w:t>
      </w:r>
      <w:r w:rsidR="00FB6856">
        <w:t xml:space="preserve">  </w:t>
      </w:r>
      <w:r w:rsidR="00046465">
        <w:t xml:space="preserve">Refer to the CMV1PW Guide for </w:t>
      </w:r>
      <w:r w:rsidR="002C4D4B">
        <w:t>guidance</w:t>
      </w:r>
      <w:r w:rsidR="00046465">
        <w:t>.</w:t>
      </w:r>
    </w:p>
    <w:p w14:paraId="4DD3D2E2" w14:textId="31613DF8" w:rsidR="00745513" w:rsidRPr="00FB6856" w:rsidRDefault="00745513" w:rsidP="00AC49FA">
      <w:pPr>
        <w:pStyle w:val="ATTANNLV2-ASDEFCON"/>
      </w:pPr>
      <w:bookmarkStart w:id="54" w:name="_Ref111528285"/>
      <w:r w:rsidRPr="00EB0366">
        <w:rPr>
          <w:b/>
        </w:rPr>
        <w:t>Price and Delivery Schedule</w:t>
      </w:r>
      <w:r w:rsidRPr="00993720">
        <w:t>.</w:t>
      </w:r>
      <w:bookmarkEnd w:id="54"/>
      <w:r w:rsidR="00993720" w:rsidRPr="00993720">
        <w:t xml:space="preserve">  </w:t>
      </w:r>
      <w:bookmarkStart w:id="55" w:name="_Ref111528287"/>
      <w:r w:rsidRPr="00993720">
        <w:t xml:space="preserve">Tenderers are to indicate their compliance with the Commonwealth’s delivery requirements </w:t>
      </w:r>
      <w:r w:rsidR="005F373C" w:rsidRPr="00993720">
        <w:t xml:space="preserve">(if any) </w:t>
      </w:r>
      <w:r w:rsidRPr="00993720">
        <w:t xml:space="preserve">set out in </w:t>
      </w:r>
      <w:r w:rsidR="00885BC1" w:rsidRPr="00993720">
        <w:t xml:space="preserve">the </w:t>
      </w:r>
      <w:r w:rsidR="00464322" w:rsidRPr="00CD3324">
        <w:fldChar w:fldCharType="begin">
          <w:ffData>
            <w:name w:val="Text126"/>
            <w:enabled/>
            <w:calcOnExit w:val="0"/>
            <w:textInput>
              <w:default w:val="[… INSERT ‘Price and Delivery’ OR ‘Price and Delivery (simple)’ …]"/>
            </w:textInput>
          </w:ffData>
        </w:fldChar>
      </w:r>
      <w:r w:rsidR="00464322" w:rsidRPr="00992A10">
        <w:instrText xml:space="preserve"> FORMTEXT </w:instrText>
      </w:r>
      <w:r w:rsidR="00464322" w:rsidRPr="00CD3324">
        <w:fldChar w:fldCharType="separate"/>
      </w:r>
      <w:r w:rsidR="00592603" w:rsidRPr="00CD3324">
        <w:rPr>
          <w:noProof/>
        </w:rPr>
        <w:t>[… INSERT ‘Price and Delivery’ OR ‘Price and Delivery (simple)’ …]</w:t>
      </w:r>
      <w:r w:rsidR="00464322" w:rsidRPr="00CD3324">
        <w:fldChar w:fldCharType="end"/>
      </w:r>
      <w:r w:rsidR="00885BC1" w:rsidRPr="00993720">
        <w:t xml:space="preserve"> </w:t>
      </w:r>
      <w:r w:rsidRPr="00993720">
        <w:t>worksheet of the</w:t>
      </w:r>
      <w:r w:rsidR="00167863" w:rsidRPr="00993720">
        <w:t xml:space="preserve"> CMV1PW</w:t>
      </w:r>
      <w:r w:rsidR="005F373C" w:rsidRPr="00993720">
        <w:t>,</w:t>
      </w:r>
      <w:r w:rsidRPr="00993720">
        <w:t xml:space="preserve"> and indicate the best delivery that can be effected having regard to other commitments.</w:t>
      </w:r>
      <w:bookmarkEnd w:id="55"/>
    </w:p>
    <w:p w14:paraId="353E4A96" w14:textId="40D7B4B5" w:rsidR="00FB6856" w:rsidRDefault="00FB6856" w:rsidP="00EB0366">
      <w:pPr>
        <w:pStyle w:val="NoteToDrafters-ASDEFCON"/>
      </w:pPr>
      <w:bookmarkStart w:id="56" w:name="_Toc228854753"/>
      <w:bookmarkStart w:id="57" w:name="_Toc229969588"/>
      <w:bookmarkStart w:id="58" w:name="_Toc231196035"/>
      <w:bookmarkStart w:id="59" w:name="_Ref101862752"/>
      <w:bookmarkStart w:id="60" w:name="_Toc520786563"/>
      <w:r>
        <w:t>Note to drafters:  Delete the following requirement if not applicable.</w:t>
      </w:r>
    </w:p>
    <w:bookmarkEnd w:id="56"/>
    <w:bookmarkEnd w:id="57"/>
    <w:bookmarkEnd w:id="58"/>
    <w:bookmarkEnd w:id="59"/>
    <w:p w14:paraId="7DA21518" w14:textId="60193428" w:rsidR="00856676" w:rsidRPr="00856676" w:rsidRDefault="00856676" w:rsidP="000B0541">
      <w:pPr>
        <w:pStyle w:val="NoteToTenderers-ASDEFCON"/>
      </w:pPr>
      <w:r>
        <w:t xml:space="preserve">Note to tenderers: </w:t>
      </w:r>
      <w:r w:rsidR="00FB6856">
        <w:t xml:space="preserve">Where </w:t>
      </w:r>
      <w:r w:rsidR="00E115D5">
        <w:t>an ‘Economic Order Quantity’ is identified</w:t>
      </w:r>
      <w:r w:rsidR="00EF7C0E">
        <w:t xml:space="preserve"> (if any)</w:t>
      </w:r>
      <w:r w:rsidR="00E115D5">
        <w:t xml:space="preserve">, the Commonwealth may </w:t>
      </w:r>
      <w:r w:rsidR="00EF7C0E">
        <w:t>amend the quantity to be procured prior to the Effective Date of any resultant Contract.</w:t>
      </w:r>
    </w:p>
    <w:p w14:paraId="0D785E04" w14:textId="180EDBBD" w:rsidR="00E46792" w:rsidRDefault="00FB6856" w:rsidP="000B0541">
      <w:pPr>
        <w:pStyle w:val="ATTANNLV2-ASDEFCON"/>
      </w:pPr>
      <w:bookmarkStart w:id="61" w:name="_Ref111528290"/>
      <w:r w:rsidRPr="00EB0366">
        <w:rPr>
          <w:b/>
        </w:rPr>
        <w:t>Economic Order Quantity</w:t>
      </w:r>
      <w:r>
        <w:t xml:space="preserve">.  </w:t>
      </w:r>
      <w:r w:rsidR="00473839" w:rsidRPr="002346DB">
        <w:t xml:space="preserve">Tenderers </w:t>
      </w:r>
      <w:r w:rsidR="00473839">
        <w:t>are to</w:t>
      </w:r>
      <w:r w:rsidR="00473839" w:rsidRPr="002346DB">
        <w:t xml:space="preserve"> provide details in the </w:t>
      </w:r>
      <w:r w:rsidR="00AB476E">
        <w:t>‘</w:t>
      </w:r>
      <w:r w:rsidR="006D43B8" w:rsidRPr="00E115D5">
        <w:t>Economic Order Quantity</w:t>
      </w:r>
      <w:r w:rsidR="00AB476E" w:rsidRPr="00E115D5">
        <w:t>’</w:t>
      </w:r>
      <w:r w:rsidR="00473839" w:rsidRPr="002346DB">
        <w:t xml:space="preserve"> </w:t>
      </w:r>
      <w:r w:rsidR="00856676">
        <w:t xml:space="preserve">columns of the </w:t>
      </w:r>
      <w:r w:rsidR="00464322" w:rsidRPr="00464322">
        <w:rPr>
          <w:b/>
        </w:rPr>
        <w:fldChar w:fldCharType="begin">
          <w:ffData>
            <w:name w:val="Text127"/>
            <w:enabled/>
            <w:calcOnExit w:val="0"/>
            <w:textInput>
              <w:default w:val="[… INSERT ‘Price and Delivery’ OR ‘Price and Delivery (simple)’ …]"/>
            </w:textInput>
          </w:ffData>
        </w:fldChar>
      </w:r>
      <w:r w:rsidR="00464322" w:rsidRPr="00464322">
        <w:rPr>
          <w:b/>
        </w:rPr>
        <w:instrText xml:space="preserve"> FORMTEXT </w:instrText>
      </w:r>
      <w:r w:rsidR="00464322" w:rsidRPr="00464322">
        <w:rPr>
          <w:b/>
        </w:rPr>
      </w:r>
      <w:r w:rsidR="00464322" w:rsidRPr="00464322">
        <w:rPr>
          <w:b/>
        </w:rPr>
        <w:fldChar w:fldCharType="separate"/>
      </w:r>
      <w:r w:rsidR="00592603">
        <w:rPr>
          <w:b/>
          <w:noProof/>
        </w:rPr>
        <w:t>[… INSERT ‘Price and Delivery’ OR ‘Price and Delivery (simple)’ …]</w:t>
      </w:r>
      <w:r w:rsidR="00464322" w:rsidRPr="00464322">
        <w:rPr>
          <w:b/>
        </w:rPr>
        <w:fldChar w:fldCharType="end"/>
      </w:r>
      <w:r w:rsidR="00885BC1">
        <w:t xml:space="preserve"> </w:t>
      </w:r>
      <w:r w:rsidR="00AB476E">
        <w:t>worksheet of the</w:t>
      </w:r>
      <w:r w:rsidR="00167863" w:rsidRPr="00167863">
        <w:t xml:space="preserve"> </w:t>
      </w:r>
      <w:r w:rsidR="00167863" w:rsidRPr="00D6461D">
        <w:t>CMV1PW</w:t>
      </w:r>
      <w:r w:rsidR="00473839" w:rsidRPr="002346DB">
        <w:t xml:space="preserve">, if an order for a quantity </w:t>
      </w:r>
      <w:r w:rsidR="00142CAE">
        <w:t xml:space="preserve">of items </w:t>
      </w:r>
      <w:r w:rsidR="00473839" w:rsidRPr="002346DB">
        <w:t>different to that requested by the Commonwealth would offer better value for money to the Commonwealth.</w:t>
      </w:r>
      <w:bookmarkStart w:id="62" w:name="_Toc228854754"/>
      <w:bookmarkStart w:id="63" w:name="_Toc229969589"/>
      <w:bookmarkStart w:id="64" w:name="_Toc231196036"/>
      <w:bookmarkStart w:id="65" w:name="_Ref101862757"/>
      <w:bookmarkEnd w:id="61"/>
    </w:p>
    <w:p w14:paraId="1EDE5966" w14:textId="77777777" w:rsidR="0007188A" w:rsidRDefault="0007188A" w:rsidP="00EB0366">
      <w:pPr>
        <w:pStyle w:val="NoteToDrafters-ASDEFCON"/>
      </w:pPr>
      <w:r>
        <w:t>Note to drafters:  Delete the following requirement if not applicable.</w:t>
      </w:r>
    </w:p>
    <w:p w14:paraId="1AA7D16F" w14:textId="79F753E5" w:rsidR="00473839" w:rsidRPr="002346DB" w:rsidRDefault="0007188A" w:rsidP="000B0541">
      <w:pPr>
        <w:pStyle w:val="ATTANNLV2-ASDEFCON"/>
      </w:pPr>
      <w:bookmarkStart w:id="66" w:name="_Ref137031522"/>
      <w:r w:rsidRPr="00EB0366">
        <w:rPr>
          <w:b/>
        </w:rPr>
        <w:t>Further Quantities and Optional Extras</w:t>
      </w:r>
      <w:bookmarkEnd w:id="62"/>
      <w:bookmarkEnd w:id="63"/>
      <w:bookmarkEnd w:id="64"/>
      <w:bookmarkEnd w:id="65"/>
      <w:bookmarkEnd w:id="66"/>
      <w:r>
        <w:t xml:space="preserve">.  </w:t>
      </w:r>
      <w:r w:rsidR="00473839" w:rsidRPr="002346DB">
        <w:t xml:space="preserve">Tenderers </w:t>
      </w:r>
      <w:r w:rsidR="00473839">
        <w:t>are to</w:t>
      </w:r>
      <w:r w:rsidR="00473839" w:rsidRPr="002346DB">
        <w:t xml:space="preserve"> indicate </w:t>
      </w:r>
      <w:r w:rsidR="007543BE">
        <w:t>if</w:t>
      </w:r>
      <w:r w:rsidR="007543BE" w:rsidRPr="002346DB">
        <w:t xml:space="preserve"> </w:t>
      </w:r>
      <w:r w:rsidR="00473839" w:rsidRPr="002346DB">
        <w:t>they are prepared to supply further quantities of the Supplies and</w:t>
      </w:r>
      <w:r w:rsidR="00142CAE">
        <w:t>/or</w:t>
      </w:r>
      <w:r w:rsidR="00473839" w:rsidRPr="002346DB">
        <w:t xml:space="preserve"> optional extras, including </w:t>
      </w:r>
      <w:r w:rsidR="00142CAE">
        <w:t>any that are</w:t>
      </w:r>
      <w:r w:rsidR="00142CAE" w:rsidRPr="002346DB">
        <w:t xml:space="preserve"> </w:t>
      </w:r>
      <w:r w:rsidR="00142CAE">
        <w:t>identified</w:t>
      </w:r>
      <w:r w:rsidR="00142CAE" w:rsidRPr="002346DB">
        <w:t xml:space="preserve"> </w:t>
      </w:r>
      <w:r w:rsidR="00473839" w:rsidRPr="002346DB">
        <w:t xml:space="preserve">in </w:t>
      </w:r>
      <w:r w:rsidR="00CB2199">
        <w:t xml:space="preserve">the ‘Further Quantities’ worksheet of the </w:t>
      </w:r>
      <w:r w:rsidR="00167863" w:rsidRPr="00D6461D">
        <w:t>CMV1PW</w:t>
      </w:r>
      <w:r w:rsidR="00473839" w:rsidRPr="002346DB">
        <w:t xml:space="preserve">.  If so, tenderers </w:t>
      </w:r>
      <w:r w:rsidR="00473839">
        <w:t>are to</w:t>
      </w:r>
      <w:r w:rsidR="00473839" w:rsidRPr="002346DB">
        <w:t xml:space="preserve"> provide details</w:t>
      </w:r>
      <w:r w:rsidR="007543BE">
        <w:t xml:space="preserve"> </w:t>
      </w:r>
      <w:r w:rsidR="00142CAE">
        <w:t>with</w:t>
      </w:r>
      <w:r w:rsidR="007543BE">
        <w:t>in</w:t>
      </w:r>
      <w:r w:rsidR="00473839" w:rsidRPr="002346DB">
        <w:t xml:space="preserve"> </w:t>
      </w:r>
      <w:r w:rsidR="007543BE" w:rsidRPr="00BE19D0">
        <w:t>the</w:t>
      </w:r>
      <w:r w:rsidR="007543BE">
        <w:t xml:space="preserve"> ‘Further Quantities’ worksheet</w:t>
      </w:r>
      <w:r w:rsidR="007543BE" w:rsidRPr="00BE19D0">
        <w:t xml:space="preserve">, </w:t>
      </w:r>
      <w:r w:rsidR="00473839" w:rsidRPr="002346DB">
        <w:t xml:space="preserve">including the time period </w:t>
      </w:r>
      <w:r w:rsidR="007543BE">
        <w:t>to</w:t>
      </w:r>
      <w:r w:rsidR="007543BE" w:rsidRPr="002346DB">
        <w:t xml:space="preserve"> </w:t>
      </w:r>
      <w:r w:rsidR="00473839" w:rsidRPr="002346DB">
        <w:t xml:space="preserve">exercise the option, and any other aspect that differs from the initial tender.  </w:t>
      </w:r>
      <w:r w:rsidR="00FF5A8B">
        <w:t xml:space="preserve">Do </w:t>
      </w:r>
      <w:r w:rsidR="00473839" w:rsidRPr="002346DB">
        <w:t>not include</w:t>
      </w:r>
      <w:r w:rsidR="00FF5A8B">
        <w:t xml:space="preserve"> </w:t>
      </w:r>
      <w:r w:rsidR="00FF5A8B" w:rsidRPr="002346DB">
        <w:t>further quantities and</w:t>
      </w:r>
      <w:r w:rsidR="00142CAE">
        <w:t>/or</w:t>
      </w:r>
      <w:r w:rsidR="00FF5A8B" w:rsidRPr="002346DB">
        <w:t xml:space="preserve"> optional extras</w:t>
      </w:r>
      <w:r w:rsidR="00473839" w:rsidRPr="002346DB">
        <w:t xml:space="preserve"> </w:t>
      </w:r>
      <w:r w:rsidR="00FF5A8B">
        <w:t>with</w:t>
      </w:r>
      <w:r w:rsidR="00473839" w:rsidRPr="002346DB">
        <w:t>in the Price and Delivery Schedule</w:t>
      </w:r>
      <w:r w:rsidR="00142CAE">
        <w:t xml:space="preserve"> worksheet</w:t>
      </w:r>
      <w:r w:rsidR="00473839" w:rsidRPr="002346DB">
        <w:t>.</w:t>
      </w:r>
    </w:p>
    <w:p w14:paraId="331A627F" w14:textId="0FE5C2E6" w:rsidR="00473839" w:rsidRDefault="00400A5D" w:rsidP="00400A5D">
      <w:pPr>
        <w:pStyle w:val="ATTANNLV1-ASDEFCON"/>
      </w:pPr>
      <w:bookmarkStart w:id="67" w:name="_Toc99334427"/>
      <w:bookmarkStart w:id="68" w:name="_Toc228854755"/>
      <w:bookmarkStart w:id="69" w:name="_Toc229969590"/>
      <w:bookmarkStart w:id="70" w:name="_Toc231196037"/>
      <w:bookmarkStart w:id="71" w:name="_Ref101862765"/>
      <w:bookmarkStart w:id="72" w:name="_Ref159998653"/>
      <w:r w:rsidRPr="002318B6">
        <w:t>Adjustment</w:t>
      </w:r>
      <w:r>
        <w:t>s</w:t>
      </w:r>
      <w:r w:rsidRPr="002318B6">
        <w:t xml:space="preserve"> </w:t>
      </w:r>
      <w:r w:rsidR="00473839" w:rsidRPr="002318B6">
        <w:t>(</w:t>
      </w:r>
      <w:r w:rsidR="00FE5197">
        <w:t>OPTIONAL</w:t>
      </w:r>
      <w:r w:rsidR="00473839" w:rsidRPr="002318B6">
        <w:t>)</w:t>
      </w:r>
      <w:bookmarkEnd w:id="67"/>
      <w:bookmarkEnd w:id="68"/>
      <w:bookmarkEnd w:id="69"/>
      <w:bookmarkEnd w:id="70"/>
      <w:bookmarkEnd w:id="71"/>
      <w:bookmarkEnd w:id="72"/>
    </w:p>
    <w:p w14:paraId="16416D71" w14:textId="34A1066B" w:rsidR="00473839" w:rsidRDefault="00473839" w:rsidP="00473839">
      <w:pPr>
        <w:pStyle w:val="ATTANNReferencetoCOC"/>
      </w:pPr>
      <w:r w:rsidRPr="00844ACA">
        <w:t xml:space="preserve">Draft COC reference clause </w:t>
      </w:r>
      <w:r>
        <w:t>7</w:t>
      </w:r>
      <w:r w:rsidRPr="00844ACA">
        <w:t>.4</w:t>
      </w:r>
    </w:p>
    <w:p w14:paraId="217675D5" w14:textId="5CD0DD80" w:rsidR="00986765" w:rsidRDefault="00986765" w:rsidP="000B0541">
      <w:pPr>
        <w:pStyle w:val="NoteToDrafters-ASDEFCON"/>
      </w:pPr>
      <w:r>
        <w:t>Note to drafters:</w:t>
      </w:r>
      <w:r w:rsidR="001E685D">
        <w:t xml:space="preserve"> </w:t>
      </w:r>
      <w:r w:rsidR="00FE5197">
        <w:t xml:space="preserve"> </w:t>
      </w:r>
      <w:r w:rsidR="00FF3C96">
        <w:t xml:space="preserve">Adjustments for exchange rates may </w:t>
      </w:r>
      <w:r w:rsidR="007543BE">
        <w:t>apply</w:t>
      </w:r>
      <w:r w:rsidR="00FF3C96">
        <w:t xml:space="preserve"> </w:t>
      </w:r>
      <w:r w:rsidR="008C67B7">
        <w:t xml:space="preserve">if </w:t>
      </w:r>
      <w:r w:rsidR="007543BE">
        <w:t>payment</w:t>
      </w:r>
      <w:r w:rsidR="00142CAE">
        <w:t>s</w:t>
      </w:r>
      <w:r w:rsidR="007543BE">
        <w:t xml:space="preserve"> will be</w:t>
      </w:r>
      <w:r w:rsidR="00FF3C96">
        <w:t xml:space="preserve"> in Australian dollars only.  Adjustments for labour and materials costs may </w:t>
      </w:r>
      <w:r w:rsidR="003B4AB8">
        <w:t>apply</w:t>
      </w:r>
      <w:r w:rsidR="00FF3C96">
        <w:t xml:space="preserve"> </w:t>
      </w:r>
      <w:r w:rsidR="008C67B7">
        <w:t xml:space="preserve">if </w:t>
      </w:r>
      <w:r w:rsidR="00FF3C96">
        <w:t>the Contract will not be complete</w:t>
      </w:r>
      <w:r w:rsidR="00142CAE">
        <w:t>d</w:t>
      </w:r>
      <w:r w:rsidR="00FF3C96">
        <w:t xml:space="preserve"> within </w:t>
      </w:r>
      <w:r w:rsidR="003B4AB8">
        <w:t>a year</w:t>
      </w:r>
      <w:r w:rsidR="00FF3C96">
        <w:t xml:space="preserve"> of the Base Date</w:t>
      </w:r>
      <w:r w:rsidR="002F7623">
        <w:t xml:space="preserve">.  </w:t>
      </w:r>
      <w:r w:rsidR="001E685D">
        <w:t xml:space="preserve">If </w:t>
      </w:r>
      <w:r w:rsidR="003F4B9A">
        <w:t>a</w:t>
      </w:r>
      <w:r w:rsidR="00FF3C96">
        <w:t xml:space="preserve">djustments </w:t>
      </w:r>
      <w:r w:rsidR="00B617C8">
        <w:t>are</w:t>
      </w:r>
      <w:r w:rsidR="001E685D">
        <w:t xml:space="preserve"> applicable, refer to the</w:t>
      </w:r>
      <w:r w:rsidR="004146D6" w:rsidRPr="004146D6">
        <w:t xml:space="preserve"> </w:t>
      </w:r>
      <w:r w:rsidR="004146D6">
        <w:t>CMV1PW Adjustments worksheet, and the</w:t>
      </w:r>
      <w:r w:rsidR="001E685D">
        <w:t xml:space="preserve"> </w:t>
      </w:r>
      <w:r w:rsidR="008C0626">
        <w:t xml:space="preserve">ASDEFCON </w:t>
      </w:r>
      <w:r w:rsidR="001E685D" w:rsidRPr="00464322">
        <w:t>Clausebank</w:t>
      </w:r>
      <w:r w:rsidR="001E685D">
        <w:t xml:space="preserve"> for </w:t>
      </w:r>
      <w:r w:rsidR="00FF3C96">
        <w:t>clauses</w:t>
      </w:r>
      <w:r w:rsidR="00464322">
        <w:t>:</w:t>
      </w:r>
    </w:p>
    <w:p w14:paraId="6749CDC8" w14:textId="3ADF4E62" w:rsidR="00464322" w:rsidRDefault="003C7C16" w:rsidP="005079CF">
      <w:pPr>
        <w:pStyle w:val="NoteToDraftersBullets-ASDEFCON"/>
      </w:pPr>
      <w:hyperlink r:id="rId22" w:history="1">
        <w:r w:rsidR="00B617C8" w:rsidRPr="00496850">
          <w:rPr>
            <w:rStyle w:val="Hyperlink"/>
          </w:rPr>
          <w:t>http://drnet.defence.gov.au/casg/commercial/CommercialPolicyFramework/Pages/ASDEFCON-Templates.aspx</w:t>
        </w:r>
      </w:hyperlink>
      <w:r w:rsidR="00E15A4A">
        <w:t>.</w:t>
      </w:r>
    </w:p>
    <w:p w14:paraId="5DECEDD2" w14:textId="65249C1F" w:rsidR="00926340" w:rsidRDefault="00926340" w:rsidP="000B0541">
      <w:pPr>
        <w:pStyle w:val="NoteToDrafters-ASDEFCON"/>
        <w:rPr>
          <w:lang w:eastAsia="zh-CN"/>
        </w:rPr>
      </w:pPr>
      <w:r>
        <w:t xml:space="preserve">If </w:t>
      </w:r>
      <w:r w:rsidR="003F4B9A">
        <w:t>a</w:t>
      </w:r>
      <w:r>
        <w:t xml:space="preserve">djustments </w:t>
      </w:r>
      <w:r w:rsidR="00B617C8">
        <w:t xml:space="preserve">are </w:t>
      </w:r>
      <w:r>
        <w:t xml:space="preserve">not </w:t>
      </w:r>
      <w:r w:rsidR="00B617C8">
        <w:t>applicable</w:t>
      </w:r>
      <w:r>
        <w:t xml:space="preserve">, </w:t>
      </w:r>
      <w:r>
        <w:rPr>
          <w:lang w:eastAsia="zh-CN"/>
        </w:rPr>
        <w:t xml:space="preserve">the heading should be </w:t>
      </w:r>
      <w:r w:rsidR="00B617C8">
        <w:rPr>
          <w:lang w:eastAsia="zh-CN"/>
        </w:rPr>
        <w:t>annotated as</w:t>
      </w:r>
      <w:r>
        <w:rPr>
          <w:lang w:eastAsia="zh-CN"/>
        </w:rPr>
        <w:t xml:space="preserve"> ‘(Not used)’.</w:t>
      </w:r>
    </w:p>
    <w:p w14:paraId="79D946BF" w14:textId="77777777" w:rsidR="007543BE" w:rsidRDefault="007543BE" w:rsidP="004E0B39">
      <w:pPr>
        <w:pStyle w:val="ASDEFCONOptionSpace"/>
      </w:pPr>
    </w:p>
    <w:p w14:paraId="62D91021" w14:textId="2CE5AE00" w:rsidR="00457970" w:rsidRDefault="002E2080" w:rsidP="000B0541">
      <w:pPr>
        <w:pStyle w:val="ATTANNLV1-ASDEFCON"/>
      </w:pPr>
      <w:bookmarkStart w:id="73" w:name="_Ref101862306"/>
      <w:bookmarkStart w:id="74" w:name="_Toc228854756"/>
      <w:bookmarkStart w:id="75" w:name="_Toc229969591"/>
      <w:bookmarkStart w:id="76" w:name="_Toc231196038"/>
      <w:r>
        <w:t>Australian Contract E</w:t>
      </w:r>
      <w:r w:rsidR="00457970">
        <w:t>xpenditure (OPTIONAL)</w:t>
      </w:r>
      <w:bookmarkEnd w:id="73"/>
    </w:p>
    <w:p w14:paraId="3F819B4A" w14:textId="650E1CC9" w:rsidR="0046251D" w:rsidRDefault="00DA02EB" w:rsidP="000734B4">
      <w:pPr>
        <w:pStyle w:val="NoteToDrafters-ASDEFCON"/>
        <w:keepNext w:val="0"/>
      </w:pPr>
      <w:r>
        <w:t>Note to drafters:</w:t>
      </w:r>
      <w:r w:rsidR="00BA70B5">
        <w:t xml:space="preserve"> </w:t>
      </w:r>
      <w:r>
        <w:t xml:space="preserve"> </w:t>
      </w:r>
      <w:r w:rsidR="000E2484">
        <w:t>I</w:t>
      </w:r>
      <w:r w:rsidR="00E60680">
        <w:t>f</w:t>
      </w:r>
      <w:r w:rsidR="0046251D">
        <w:t xml:space="preserve"> AIC program will apply to any</w:t>
      </w:r>
      <w:r w:rsidR="0046251D" w:rsidRPr="003C1AEC">
        <w:t xml:space="preserve"> resultant Contract</w:t>
      </w:r>
      <w:r w:rsidR="000E2484">
        <w:t xml:space="preserve"> </w:t>
      </w:r>
      <w:r w:rsidR="00E60680">
        <w:t>(</w:t>
      </w:r>
      <w:r w:rsidR="000E2484">
        <w:t>r</w:t>
      </w:r>
      <w:r w:rsidR="0046251D">
        <w:t xml:space="preserve">efer to </w:t>
      </w:r>
      <w:r w:rsidR="006B0EDB">
        <w:t>clause 4 of the COC</w:t>
      </w:r>
      <w:r w:rsidR="00E60680">
        <w:t>),</w:t>
      </w:r>
      <w:r w:rsidR="00D350EE">
        <w:t xml:space="preserve"> ACE </w:t>
      </w:r>
      <w:r w:rsidR="00E60680">
        <w:t>is to be</w:t>
      </w:r>
      <w:r w:rsidR="00D350EE">
        <w:t xml:space="preserve"> </w:t>
      </w:r>
      <w:r w:rsidR="009A7AE9">
        <w:t>identified</w:t>
      </w:r>
      <w:r w:rsidR="00E60680">
        <w:t xml:space="preserve"> using</w:t>
      </w:r>
      <w:r w:rsidR="00D350EE">
        <w:t xml:space="preserve"> the ‘Price and Delivery’ worksheet in the CMV1PW (ie, hide the ‘Price and Delivery (simple)’ worksheet).</w:t>
      </w:r>
      <w:r w:rsidR="009C1EF1">
        <w:t xml:space="preserve">  </w:t>
      </w:r>
      <w:r w:rsidR="0046251D">
        <w:t xml:space="preserve">If an AIC program is not required, </w:t>
      </w:r>
      <w:r w:rsidR="000E2484">
        <w:t xml:space="preserve">delete </w:t>
      </w:r>
      <w:r w:rsidR="0046251D">
        <w:t>the clauses below</w:t>
      </w:r>
      <w:r w:rsidR="009A7AE9">
        <w:t xml:space="preserve"> and</w:t>
      </w:r>
      <w:r w:rsidR="0046251D">
        <w:t xml:space="preserve"> </w:t>
      </w:r>
      <w:r w:rsidR="000E2484">
        <w:t xml:space="preserve">annotate </w:t>
      </w:r>
      <w:r w:rsidR="00842375">
        <w:t xml:space="preserve">the heading </w:t>
      </w:r>
      <w:r w:rsidR="000E2484">
        <w:t xml:space="preserve">as </w:t>
      </w:r>
      <w:r w:rsidR="0046251D">
        <w:t>‘Not used</w:t>
      </w:r>
      <w:r w:rsidR="00E60680">
        <w:t>’</w:t>
      </w:r>
      <w:r w:rsidR="009A7AE9">
        <w:t xml:space="preserve"> and a</w:t>
      </w:r>
      <w:r w:rsidR="000E2484">
        <w:t>mend TDR</w:t>
      </w:r>
      <w:r w:rsidR="009C1EF1">
        <w:t>s</w:t>
      </w:r>
      <w:r w:rsidR="000E2484">
        <w:t xml:space="preserve"> C-</w:t>
      </w:r>
      <w:r w:rsidR="000E2484">
        <w:fldChar w:fldCharType="begin"/>
      </w:r>
      <w:r w:rsidR="000E2484">
        <w:instrText xml:space="preserve"> REF _Ref158873451 \r \h </w:instrText>
      </w:r>
      <w:r w:rsidR="000E2484">
        <w:fldChar w:fldCharType="separate"/>
      </w:r>
      <w:r w:rsidR="006D3445">
        <w:t>1.1</w:t>
      </w:r>
      <w:r w:rsidR="000E2484">
        <w:fldChar w:fldCharType="end"/>
      </w:r>
      <w:r w:rsidR="000E2484">
        <w:t xml:space="preserve"> </w:t>
      </w:r>
      <w:r w:rsidR="009C1EF1">
        <w:t>and C-</w:t>
      </w:r>
      <w:r w:rsidR="009C1EF1">
        <w:fldChar w:fldCharType="begin"/>
      </w:r>
      <w:r w:rsidR="009C1EF1">
        <w:instrText xml:space="preserve"> REF _Ref101862741 \r \h </w:instrText>
      </w:r>
      <w:r w:rsidR="009C1EF1">
        <w:fldChar w:fldCharType="separate"/>
      </w:r>
      <w:r w:rsidR="006D3445">
        <w:t>2</w:t>
      </w:r>
      <w:r w:rsidR="009C1EF1">
        <w:fldChar w:fldCharType="end"/>
      </w:r>
      <w:r w:rsidR="009C1EF1">
        <w:t xml:space="preserve"> </w:t>
      </w:r>
      <w:r w:rsidR="009A7AE9">
        <w:t>accordingly</w:t>
      </w:r>
      <w:r w:rsidR="00D350EE">
        <w:t>.</w:t>
      </w:r>
    </w:p>
    <w:p w14:paraId="205FBC8A" w14:textId="697349DF" w:rsidR="002A2708" w:rsidRDefault="002A2708" w:rsidP="000B0541">
      <w:pPr>
        <w:pStyle w:val="NoteToTenderers-ASDEFCON"/>
      </w:pPr>
      <w:r>
        <w:t>Note to tenderers:</w:t>
      </w:r>
      <w:r w:rsidR="00A55F02">
        <w:t xml:space="preserve"> </w:t>
      </w:r>
      <w:r>
        <w:t xml:space="preserve"> For guidance</w:t>
      </w:r>
      <w:r w:rsidR="009C1EF1">
        <w:t>,</w:t>
      </w:r>
      <w:r>
        <w:t xml:space="preserve"> refer to the </w:t>
      </w:r>
      <w:hyperlink r:id="rId23" w:history="1">
        <w:r w:rsidR="009E5F1B" w:rsidRPr="009E5F1B">
          <w:rPr>
            <w:rStyle w:val="Hyperlink"/>
          </w:rPr>
          <w:t>ACE Guide for ASDEFCON</w:t>
        </w:r>
      </w:hyperlink>
      <w:r>
        <w:t>.</w:t>
      </w:r>
    </w:p>
    <w:p w14:paraId="7F70D9B9" w14:textId="41EF0D83" w:rsidR="00457970" w:rsidRPr="004C1525" w:rsidRDefault="004C1525" w:rsidP="000B0541">
      <w:pPr>
        <w:pStyle w:val="ATTANNLV2-ASDEFCON"/>
      </w:pPr>
      <w:r>
        <w:t>When preparing the</w:t>
      </w:r>
      <w:r w:rsidR="00DE5D2B" w:rsidRPr="004C1525">
        <w:t xml:space="preserve"> </w:t>
      </w:r>
      <w:r w:rsidR="00167863">
        <w:t>CMV1PW</w:t>
      </w:r>
      <w:r w:rsidR="00A779CB">
        <w:t>,</w:t>
      </w:r>
      <w:r w:rsidR="00DE5D2B" w:rsidRPr="004C1525">
        <w:t xml:space="preserve"> </w:t>
      </w:r>
      <w:r>
        <w:t>t</w:t>
      </w:r>
      <w:r w:rsidRPr="004C1525">
        <w:t>enderers are to</w:t>
      </w:r>
      <w:r w:rsidR="001E75E1">
        <w:t xml:space="preserve"> apply the ACE Measurement Rules to </w:t>
      </w:r>
      <w:r w:rsidR="00A779CB">
        <w:t>determine</w:t>
      </w:r>
      <w:r>
        <w:t xml:space="preserve"> the</w:t>
      </w:r>
      <w:r w:rsidR="00457970" w:rsidRPr="004C1525">
        <w:t xml:space="preserve"> </w:t>
      </w:r>
      <w:r w:rsidR="00A779CB">
        <w:t xml:space="preserve">planned </w:t>
      </w:r>
      <w:r w:rsidR="00457970" w:rsidRPr="004C1525">
        <w:t>ACE</w:t>
      </w:r>
      <w:r w:rsidR="00DA02EB" w:rsidRPr="004C1525">
        <w:t xml:space="preserve"> </w:t>
      </w:r>
      <w:r w:rsidR="00A779CB">
        <w:t xml:space="preserve">and the planned ICE </w:t>
      </w:r>
      <w:r w:rsidR="00DE5D2B" w:rsidRPr="004C1525">
        <w:t xml:space="preserve">for each line </w:t>
      </w:r>
      <w:r w:rsidR="00A779CB">
        <w:t xml:space="preserve">in the </w:t>
      </w:r>
      <w:r w:rsidR="00A779CB" w:rsidRPr="004C1525">
        <w:t>Price and Delivery Schedule</w:t>
      </w:r>
      <w:r w:rsidR="009C1EF1">
        <w:t>,</w:t>
      </w:r>
      <w:r w:rsidR="00A779CB">
        <w:t xml:space="preserve"> and the</w:t>
      </w:r>
      <w:r w:rsidR="00DE5D2B" w:rsidRPr="004C1525">
        <w:t xml:space="preserve"> total </w:t>
      </w:r>
      <w:r w:rsidR="00A779CB">
        <w:t>planned ACE</w:t>
      </w:r>
      <w:r w:rsidR="00764AC9">
        <w:t xml:space="preserve"> </w:t>
      </w:r>
      <w:r w:rsidR="00D350EE" w:rsidRPr="009E5F1B">
        <w:t>value</w:t>
      </w:r>
      <w:r w:rsidR="00D350EE">
        <w:t xml:space="preserve"> </w:t>
      </w:r>
      <w:r w:rsidR="00DA02EB" w:rsidRPr="004C1525">
        <w:t xml:space="preserve">for </w:t>
      </w:r>
      <w:r w:rsidR="00A779CB">
        <w:t>any resultant</w:t>
      </w:r>
      <w:r w:rsidR="00DA02EB" w:rsidRPr="004C1525">
        <w:t xml:space="preserve"> Contract</w:t>
      </w:r>
      <w:r w:rsidR="00DE5D2B" w:rsidRPr="004C1525">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D6747" w14:paraId="0B15179E" w14:textId="77777777" w:rsidTr="00ED6747">
        <w:tc>
          <w:tcPr>
            <w:tcW w:w="9071" w:type="dxa"/>
            <w:shd w:val="clear" w:color="auto" w:fill="auto"/>
          </w:tcPr>
          <w:p w14:paraId="4337C70A" w14:textId="2974B0E2" w:rsidR="00ED6747" w:rsidRDefault="00ED6747" w:rsidP="00043CE0">
            <w:pPr>
              <w:pStyle w:val="ASDEFCONOption"/>
            </w:pPr>
            <w:r>
              <w:t xml:space="preserve">Option: </w:t>
            </w:r>
            <w:r w:rsidR="00BA70B5">
              <w:t xml:space="preserve"> </w:t>
            </w:r>
            <w:r>
              <w:t xml:space="preserve">Include this clause if alternate </w:t>
            </w:r>
            <w:r w:rsidR="009C1EF1">
              <w:t xml:space="preserve">/ </w:t>
            </w:r>
            <w:r>
              <w:t xml:space="preserve">additional deeming rates </w:t>
            </w:r>
            <w:r w:rsidR="009C1EF1">
              <w:t>are added to</w:t>
            </w:r>
            <w:r>
              <w:t xml:space="preserve"> Attachment B</w:t>
            </w:r>
            <w:r w:rsidR="00026776">
              <w:t>.</w:t>
            </w:r>
          </w:p>
          <w:p w14:paraId="4281DD57" w14:textId="275235F8" w:rsidR="00ED6747" w:rsidRDefault="00ED6747">
            <w:pPr>
              <w:pStyle w:val="ATTANNLV2-ASDEFCON"/>
            </w:pPr>
            <w:r>
              <w:t>In determining the ACE and ICE within the Price and Delivery Schedule, tenderers are to use the deeming rates listed in section 3 of the ACE Measurement Rules and the a</w:t>
            </w:r>
            <w:r w:rsidRPr="00A779CB">
              <w:t xml:space="preserve">lternate and additional deeming rates </w:t>
            </w:r>
            <w:r>
              <w:t xml:space="preserve">specified by the </w:t>
            </w:r>
            <w:r w:rsidR="00026776">
              <w:t>Commonwealth under clause 4</w:t>
            </w:r>
            <w:r>
              <w:t xml:space="preserve"> of Attachment B</w:t>
            </w:r>
            <w:r w:rsidR="00026776">
              <w:t xml:space="preserve"> to the draft COC</w:t>
            </w:r>
            <w:r>
              <w:t>.</w:t>
            </w:r>
          </w:p>
        </w:tc>
      </w:tr>
    </w:tbl>
    <w:p w14:paraId="0551F273" w14:textId="72B32446" w:rsidR="008110ED" w:rsidRPr="00753338" w:rsidRDefault="008110ED" w:rsidP="000B0541">
      <w:pPr>
        <w:pStyle w:val="ASDEFCONOptionSpace"/>
      </w:pPr>
      <w:bookmarkStart w:id="77" w:name="_Ref101862301"/>
    </w:p>
    <w:p w14:paraId="6317D097" w14:textId="7CB29E92" w:rsidR="0020611D" w:rsidRDefault="0020611D" w:rsidP="000B0541">
      <w:pPr>
        <w:pStyle w:val="NoteToTenderers-ASDEFCON"/>
      </w:pPr>
      <w:r>
        <w:t xml:space="preserve">Note to tenderers:   The Total ACE Value </w:t>
      </w:r>
      <w:r w:rsidR="00AD1765">
        <w:t>(refer</w:t>
      </w:r>
      <w:r w:rsidR="00AD1765" w:rsidRPr="00AD1765">
        <w:t xml:space="preserve"> </w:t>
      </w:r>
      <w:r w:rsidR="00AD1765">
        <w:t xml:space="preserve">COC clause 4.2 ) </w:t>
      </w:r>
      <w:r>
        <w:t>may be different to but should be consistent with the ACE values in the Price and Delivery Schedule in the CMV1PW.</w:t>
      </w:r>
    </w:p>
    <w:p w14:paraId="7A35CD4D" w14:textId="5CE1E5D5" w:rsidR="008110ED" w:rsidRPr="00822FE5" w:rsidRDefault="008110ED" w:rsidP="000B0541">
      <w:pPr>
        <w:pStyle w:val="ATTANNLV2-ASDEFCON"/>
      </w:pPr>
      <w:r w:rsidRPr="00F26D73">
        <w:t xml:space="preserve">Tenderers are to </w:t>
      </w:r>
      <w:r w:rsidR="00153F6F">
        <w:t>propose</w:t>
      </w:r>
      <w:r w:rsidRPr="00F26D73">
        <w:t xml:space="preserve"> </w:t>
      </w:r>
      <w:r w:rsidR="00153F6F">
        <w:t>a</w:t>
      </w:r>
      <w:r>
        <w:t xml:space="preserve"> Total</w:t>
      </w:r>
      <w:r w:rsidRPr="00F26D73">
        <w:t xml:space="preserve"> ACE Value </w:t>
      </w:r>
      <w:r w:rsidR="00153F6F">
        <w:t>to be achieved in accordance with clause 4.2.3 of</w:t>
      </w:r>
      <w:r w:rsidR="0020611D">
        <w:t xml:space="preserve"> the </w:t>
      </w:r>
      <w:r w:rsidR="00732653">
        <w:t xml:space="preserve">draft </w:t>
      </w:r>
      <w:r w:rsidR="0020611D">
        <w:t>Contract</w:t>
      </w:r>
      <w:r w:rsidRPr="00F26D73">
        <w:t>.</w:t>
      </w:r>
    </w:p>
    <w:p w14:paraId="6F7A5F57" w14:textId="101D6F4B" w:rsidR="00473839" w:rsidRPr="002318B6" w:rsidRDefault="00400A5D" w:rsidP="00400A5D">
      <w:pPr>
        <w:pStyle w:val="ATTANNLV1-ASDEFCON"/>
      </w:pPr>
      <w:bookmarkStart w:id="78" w:name="_Ref137031535"/>
      <w:r w:rsidRPr="002318B6">
        <w:t>Tenderer’s Ability to Supply</w:t>
      </w:r>
      <w:r w:rsidR="00473839" w:rsidRPr="002318B6">
        <w:t xml:space="preserve"> (CORE)</w:t>
      </w:r>
      <w:bookmarkEnd w:id="60"/>
      <w:bookmarkEnd w:id="74"/>
      <w:bookmarkEnd w:id="75"/>
      <w:bookmarkEnd w:id="76"/>
      <w:bookmarkEnd w:id="77"/>
      <w:bookmarkEnd w:id="78"/>
    </w:p>
    <w:p w14:paraId="44A8797A" w14:textId="0BDFEA9F" w:rsidR="00473839" w:rsidRPr="002346DB" w:rsidRDefault="00473839" w:rsidP="000B0541">
      <w:pPr>
        <w:pStyle w:val="ATTANNLV2-ASDEFCON"/>
      </w:pPr>
      <w:bookmarkStart w:id="79" w:name="_Ref505760619"/>
      <w:r w:rsidRPr="002346DB">
        <w:t xml:space="preserve">Tenderers </w:t>
      </w:r>
      <w:r>
        <w:t>are to</w:t>
      </w:r>
      <w:r w:rsidRPr="002346DB">
        <w:t xml:space="preserve"> provide the following information:</w:t>
      </w:r>
      <w:bookmarkEnd w:id="79"/>
    </w:p>
    <w:p w14:paraId="332A524B" w14:textId="77777777" w:rsidR="00416117" w:rsidRPr="002346DB" w:rsidRDefault="00416117" w:rsidP="00416117">
      <w:pPr>
        <w:pStyle w:val="ATTANNLV3-ASDEFCON"/>
      </w:pPr>
      <w:r w:rsidRPr="002346DB">
        <w:t>the following details of the tenderer, as applicable:</w:t>
      </w:r>
    </w:p>
    <w:p w14:paraId="79A3CB94" w14:textId="77777777" w:rsidR="00416117" w:rsidRPr="002346DB" w:rsidRDefault="00416117" w:rsidP="00416117">
      <w:pPr>
        <w:pStyle w:val="ATTANNLV4-ASDEFCON"/>
      </w:pPr>
      <w:r w:rsidRPr="002346DB">
        <w:t>the full name of the tenderer;</w:t>
      </w:r>
    </w:p>
    <w:p w14:paraId="1BC5DFC8" w14:textId="77777777" w:rsidR="00416117" w:rsidRPr="002346DB" w:rsidRDefault="00416117" w:rsidP="00416117">
      <w:pPr>
        <w:pStyle w:val="ATTANNLV4-ASDEFCON"/>
      </w:pPr>
      <w:r w:rsidRPr="002346DB">
        <w:t>any trading or business name;</w:t>
      </w:r>
    </w:p>
    <w:p w14:paraId="1126CE9B" w14:textId="77777777" w:rsidR="00416117" w:rsidRPr="002346DB" w:rsidRDefault="00416117" w:rsidP="00416117">
      <w:pPr>
        <w:pStyle w:val="ATTANNLV4-ASDEFCON"/>
      </w:pPr>
      <w:r w:rsidRPr="002346DB">
        <w:t>if a company, the registered office, principal place of business and an outline of the company structure;</w:t>
      </w:r>
    </w:p>
    <w:p w14:paraId="18D0C6B6" w14:textId="77777777" w:rsidR="00416117" w:rsidRPr="002346DB" w:rsidRDefault="00416117" w:rsidP="00416117">
      <w:pPr>
        <w:pStyle w:val="ATTANNLV4-ASDEFCON"/>
      </w:pPr>
      <w:r w:rsidRPr="002346DB">
        <w:t>the date and place of incorporation;</w:t>
      </w:r>
    </w:p>
    <w:p w14:paraId="1C63E2A6" w14:textId="08074911" w:rsidR="00416117" w:rsidRDefault="00672AC9" w:rsidP="00416117">
      <w:pPr>
        <w:pStyle w:val="ATTANNLV4-ASDEFCON"/>
      </w:pPr>
      <w:r>
        <w:t>for</w:t>
      </w:r>
      <w:r w:rsidR="00416117" w:rsidRPr="002346DB">
        <w:t xml:space="preserve"> a foreign </w:t>
      </w:r>
      <w:r>
        <w:t>entity</w:t>
      </w:r>
      <w:r w:rsidR="00416117" w:rsidRPr="002346DB">
        <w:t xml:space="preserve">, details of its registration, incorporation and place of business in Australia, the name of any Australian representative </w:t>
      </w:r>
      <w:r w:rsidR="00416117">
        <w:t xml:space="preserve">and its </w:t>
      </w:r>
      <w:r w:rsidR="00416117" w:rsidRPr="002346DB">
        <w:t xml:space="preserve">ABN </w:t>
      </w:r>
      <w:r w:rsidR="00416117">
        <w:t>(if any)</w:t>
      </w:r>
      <w:r w:rsidR="00416117" w:rsidRPr="002346DB">
        <w:t>;</w:t>
      </w:r>
      <w:r w:rsidRPr="00672AC9">
        <w:t xml:space="preserve"> </w:t>
      </w:r>
      <w:r>
        <w:t>and</w:t>
      </w:r>
    </w:p>
    <w:p w14:paraId="3EFACC6D" w14:textId="1A8AD6F0" w:rsidR="00416117" w:rsidRPr="002346DB" w:rsidRDefault="00416117" w:rsidP="00416117">
      <w:pPr>
        <w:pStyle w:val="ATTANNLV4-ASDEFCON"/>
      </w:pPr>
      <w:r w:rsidRPr="002346DB">
        <w:t>if an Australian company, its ACN/ARBN and ABN as applicable;</w:t>
      </w:r>
      <w:r>
        <w:t xml:space="preserve"> </w:t>
      </w:r>
    </w:p>
    <w:p w14:paraId="0E491451" w14:textId="0849D86C" w:rsidR="00473839" w:rsidRDefault="00473839" w:rsidP="000B0541">
      <w:pPr>
        <w:pStyle w:val="ATTANNLV3-ASDEFCON"/>
      </w:pPr>
      <w:r w:rsidRPr="00550272">
        <w:t>detail</w:t>
      </w:r>
      <w:r w:rsidR="00672AC9">
        <w:t>s</w:t>
      </w:r>
      <w:r w:rsidRPr="00550272">
        <w:t xml:space="preserve"> of how the</w:t>
      </w:r>
      <w:r w:rsidR="00672AC9">
        <w:t xml:space="preserve"> tenderer</w:t>
      </w:r>
      <w:r w:rsidRPr="00550272">
        <w:t xml:space="preserve"> would complete the requirements outlined in the </w:t>
      </w:r>
      <w:r>
        <w:t>draft SOW</w:t>
      </w:r>
      <w:r w:rsidRPr="00550272">
        <w:t>;</w:t>
      </w:r>
    </w:p>
    <w:p w14:paraId="5D06803E" w14:textId="140062CE" w:rsidR="00E46792" w:rsidRDefault="00473839" w:rsidP="000B0541">
      <w:pPr>
        <w:pStyle w:val="ATTANNLV3-ASDEFCON"/>
      </w:pPr>
      <w:r w:rsidRPr="002346DB">
        <w:t xml:space="preserve">details of the tenderer’s background, experience and resources relevant to its ability to </w:t>
      </w:r>
      <w:r>
        <w:t xml:space="preserve">perform </w:t>
      </w:r>
      <w:r w:rsidR="00416117">
        <w:t xml:space="preserve">any </w:t>
      </w:r>
      <w:r>
        <w:t>resultant Contract</w:t>
      </w:r>
      <w:r w:rsidRPr="002346DB">
        <w:t>;</w:t>
      </w:r>
    </w:p>
    <w:p w14:paraId="39744939" w14:textId="31410721" w:rsidR="00473839" w:rsidRDefault="00473839" w:rsidP="000B0541">
      <w:pPr>
        <w:pStyle w:val="ATTANNLV3-ASDEFCON"/>
      </w:pPr>
      <w:r w:rsidRPr="002346DB">
        <w:t xml:space="preserve">details of any other matters relating to commercial, technical or financial capacity </w:t>
      </w:r>
      <w:r w:rsidR="007D2462">
        <w:t>that</w:t>
      </w:r>
      <w:r w:rsidRPr="002346DB">
        <w:t xml:space="preserve"> may materially affect the tenderer’s ability to perform any resultant </w:t>
      </w:r>
      <w:r>
        <w:t>C</w:t>
      </w:r>
      <w:r w:rsidRPr="002346DB">
        <w:t>ontract;</w:t>
      </w:r>
    </w:p>
    <w:p w14:paraId="5D72BF43" w14:textId="1A1FEB94" w:rsidR="00E46792" w:rsidRDefault="00473839" w:rsidP="000B0541">
      <w:pPr>
        <w:pStyle w:val="ATTANNLV3-ASDEFCON"/>
      </w:pPr>
      <w:r w:rsidRPr="002346DB">
        <w:t>details of the personnel the tenderer proposes to use</w:t>
      </w:r>
      <w:r>
        <w:t xml:space="preserve"> (</w:t>
      </w:r>
      <w:r w:rsidRPr="002346DB">
        <w:t>ie</w:t>
      </w:r>
      <w:r>
        <w:t>,</w:t>
      </w:r>
      <w:r w:rsidRPr="002346DB">
        <w:t xml:space="preserve"> names of the individuals, intended extent of involvement in the assignment, and the individuals’ qualifications and experience</w:t>
      </w:r>
      <w:r>
        <w:t>)</w:t>
      </w:r>
      <w:r w:rsidRPr="002346DB">
        <w:t>;</w:t>
      </w:r>
    </w:p>
    <w:p w14:paraId="0811BE27" w14:textId="77777777" w:rsidR="00473839" w:rsidRDefault="00473839" w:rsidP="000B0541">
      <w:pPr>
        <w:pStyle w:val="ATTANNLV3-ASDEFCON"/>
      </w:pPr>
      <w:r w:rsidRPr="002346DB">
        <w:t>information on other assignments or any other matter which the tenderer considers to be relevant to its competence</w:t>
      </w:r>
      <w:r>
        <w:t>; and</w:t>
      </w:r>
    </w:p>
    <w:p w14:paraId="3A8E6CC0" w14:textId="7668582A" w:rsidR="00BA70B5" w:rsidRDefault="00473839" w:rsidP="000B0541">
      <w:pPr>
        <w:pStyle w:val="NoteToDrafters-ASDEFCON"/>
      </w:pPr>
      <w:r w:rsidRPr="00003826">
        <w:t xml:space="preserve">Note to drafters: </w:t>
      </w:r>
      <w:r>
        <w:t xml:space="preserve"> </w:t>
      </w:r>
      <w:r w:rsidRPr="00003826">
        <w:t xml:space="preserve">If a tenderer states that it is participating in the ACVP, refer to the </w:t>
      </w:r>
      <w:r>
        <w:t>ACVP register</w:t>
      </w:r>
      <w:r w:rsidRPr="00003826">
        <w:t xml:space="preserve"> </w:t>
      </w:r>
      <w:r w:rsidR="00337036">
        <w:t>for</w:t>
      </w:r>
      <w:r w:rsidR="00337036" w:rsidRPr="00003826">
        <w:t xml:space="preserve"> </w:t>
      </w:r>
      <w:r w:rsidRPr="00003826">
        <w:t>confirm</w:t>
      </w:r>
      <w:r w:rsidR="00337036">
        <w:t>ation</w:t>
      </w:r>
      <w:r w:rsidRPr="00003826">
        <w:t>.</w:t>
      </w:r>
      <w:r w:rsidR="00895255">
        <w:t xml:space="preserve">  </w:t>
      </w:r>
      <w:r w:rsidR="00732653">
        <w:t>I</w:t>
      </w:r>
      <w:r w:rsidRPr="00421AC3">
        <w:t xml:space="preserve">nformation on eligibility criteria and participating </w:t>
      </w:r>
      <w:r>
        <w:t>suppliers is available at:</w:t>
      </w:r>
    </w:p>
    <w:p w14:paraId="2E7E9236" w14:textId="06E5DDB6" w:rsidR="00E46792" w:rsidRDefault="003C7C16" w:rsidP="00732653">
      <w:pPr>
        <w:pStyle w:val="NoteToDraftersBullets-ASDEFCON"/>
        <w:keepNext w:val="0"/>
      </w:pPr>
      <w:hyperlink r:id="rId24" w:history="1">
        <w:r w:rsidR="00337036">
          <w:rPr>
            <w:rStyle w:val="Hyperlink"/>
            <w:rFonts w:eastAsia="Calibri"/>
          </w:rPr>
          <w:t>http://ibss/PublishedWebsite/LatestFinal/%7B836F0CF2-84F0-43C2-8A34-6D34BD246B0D%7D/Item/683f4f8b-b6af-4a7d-8388-ca7b493a114c</w:t>
        </w:r>
      </w:hyperlink>
    </w:p>
    <w:p w14:paraId="60F639B1" w14:textId="11D52068" w:rsidR="00BA70B5" w:rsidRDefault="00473839" w:rsidP="00732653">
      <w:pPr>
        <w:pStyle w:val="NoteToTenderers-ASDEFCON"/>
        <w:keepNext w:val="0"/>
      </w:pPr>
      <w:r>
        <w:t>Note to Tenderers:  The Approved Contractor Viability Program (ACVP) prequalifies</w:t>
      </w:r>
      <w:r w:rsidR="00337036">
        <w:t>,</w:t>
      </w:r>
      <w:r>
        <w:t xml:space="preserve"> as financially viable</w:t>
      </w:r>
      <w:r w:rsidR="00337036">
        <w:t>,</w:t>
      </w:r>
      <w:r>
        <w:t xml:space="preserve"> a small number of key suppliers. </w:t>
      </w:r>
      <w:r w:rsidR="00BA70B5">
        <w:t xml:space="preserve"> </w:t>
      </w:r>
      <w:r w:rsidR="00732653">
        <w:t>I</w:t>
      </w:r>
      <w:r w:rsidRPr="00003826">
        <w:t>nformation on the ACVP, including eligibility criteria and the register of participating suppliers</w:t>
      </w:r>
      <w:r w:rsidR="00337036">
        <w:t>,</w:t>
      </w:r>
      <w:r w:rsidRPr="00003826">
        <w:t xml:space="preserve"> is available at</w:t>
      </w:r>
      <w:r>
        <w:t>:</w:t>
      </w:r>
    </w:p>
    <w:p w14:paraId="0F3A0022" w14:textId="3B773F99" w:rsidR="00473839" w:rsidRPr="002346DB" w:rsidRDefault="003C7C16" w:rsidP="005079CF">
      <w:pPr>
        <w:pStyle w:val="NoteToTenderersBullets-ASDEFCON"/>
      </w:pPr>
      <w:hyperlink r:id="rId25" w:history="1">
        <w:r w:rsidR="00564F29">
          <w:rPr>
            <w:rStyle w:val="Hyperlink"/>
          </w:rPr>
          <w:t>https://www.defence.gov.au/business-industry/procurement/policies-guidelines-templates/procurement-guidance/program-guidelines</w:t>
        </w:r>
      </w:hyperlink>
      <w:r w:rsidR="00473839" w:rsidRPr="00003826">
        <w:t>.</w:t>
      </w:r>
    </w:p>
    <w:p w14:paraId="3F23D6FE" w14:textId="5F4364FE" w:rsidR="00473839" w:rsidRDefault="00473839" w:rsidP="00992A10">
      <w:pPr>
        <w:pStyle w:val="ATTANNLV3-ASDEFCON"/>
      </w:pPr>
      <w:r>
        <w:t>whether the company is a participant in the Approved Contractor Viability Program (ACVP) (ie, listed in the ACVP register at the time of tender lodgement).</w:t>
      </w:r>
    </w:p>
    <w:p w14:paraId="56C4118E" w14:textId="421747C2" w:rsidR="000E3CF3" w:rsidRDefault="000E3CF3" w:rsidP="00992A10">
      <w:pPr>
        <w:pStyle w:val="ATTANNLV2-ASDEFCON"/>
      </w:pPr>
      <w:r w:rsidRPr="000E3CF3">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A1182C" w14:paraId="642606F6" w14:textId="77777777" w:rsidTr="00473839">
        <w:tc>
          <w:tcPr>
            <w:tcW w:w="9287" w:type="dxa"/>
            <w:shd w:val="clear" w:color="auto" w:fill="auto"/>
          </w:tcPr>
          <w:p w14:paraId="2D4E36F6" w14:textId="77777777" w:rsidR="00DF6812" w:rsidRDefault="00DF6812" w:rsidP="00DF6812">
            <w:pPr>
              <w:pStyle w:val="ASDEFCONOption"/>
              <w:keepNext w:val="0"/>
            </w:pPr>
            <w:bookmarkStart w:id="80" w:name="_Toc228854757"/>
            <w:bookmarkStart w:id="81" w:name="_Toc229969592"/>
            <w:bookmarkStart w:id="82" w:name="_Toc231196039"/>
            <w:r>
              <w:t xml:space="preserve">Option:  Include this clause if the </w:t>
            </w:r>
            <w:r w:rsidRPr="005651ED">
              <w:t xml:space="preserve">procurement </w:t>
            </w:r>
            <w:r w:rsidRPr="00613B03">
              <w:t>is at or above the relevant procurement threshold, and does not meet the exemptions set out at Appendix A to the CPRs.</w:t>
            </w:r>
          </w:p>
          <w:p w14:paraId="2C9F3810" w14:textId="77777777" w:rsidR="00DF6812" w:rsidRDefault="00DF6812" w:rsidP="00DF6812">
            <w:pPr>
              <w:pStyle w:val="Note-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7336763B" w14:textId="77777777" w:rsidR="00DF6812" w:rsidRDefault="00DF6812" w:rsidP="00DF6812">
            <w:pPr>
              <w:pStyle w:val="NoteToTenderers-ASDEFCON"/>
            </w:pPr>
            <w:r w:rsidRPr="005651ED">
              <w:t xml:space="preserve">Note to tenderers:  </w:t>
            </w:r>
            <w:r w:rsidRPr="00613B03">
              <w:t>In performing any resultant Contract, the tenderer is to comply with its obligations under the Workplace Gender Equality Act 2012 (Cth). Information about the coverage of the Workplace Gender Equality Procurement Principles is available from the Workplace Gender Equality Agency at:</w:t>
            </w:r>
          </w:p>
          <w:p w14:paraId="0B62AD06" w14:textId="68CF9810" w:rsidR="00DF6812" w:rsidRDefault="003C7C16" w:rsidP="00DF6812">
            <w:pPr>
              <w:pStyle w:val="NoteToTenderersBullets-ASDEFCON"/>
            </w:pPr>
            <w:hyperlink r:id="rId26" w:history="1">
              <w:r w:rsidR="00DF6812">
                <w:rPr>
                  <w:rStyle w:val="Hyperlink"/>
                </w:rPr>
                <w:t>https://www.wgea.gov.au/what-we-do/compliance-reporting/wgea-procurement-principles</w:t>
              </w:r>
            </w:hyperlink>
            <w:bookmarkStart w:id="83" w:name="_Ref372807349"/>
            <w:bookmarkStart w:id="84" w:name="_Ref372729252"/>
          </w:p>
          <w:p w14:paraId="63946EC2" w14:textId="77777777" w:rsidR="00DF6812" w:rsidRPr="005651ED" w:rsidRDefault="00DF6812" w:rsidP="00DF6812">
            <w:pPr>
              <w:pStyle w:val="ATTANNLV2-ASDEFCON"/>
            </w:pPr>
            <w:bookmarkStart w:id="85" w:name="_Ref80024351"/>
            <w:r w:rsidRPr="005651ED">
              <w:t>If the tenderer is a Relevant Employer, the tenderer is to:</w:t>
            </w:r>
            <w:bookmarkEnd w:id="83"/>
            <w:bookmarkEnd w:id="85"/>
          </w:p>
          <w:p w14:paraId="5069EF6D" w14:textId="77777777" w:rsidR="00DF6812" w:rsidRDefault="00DF6812" w:rsidP="00DF6812">
            <w:pPr>
              <w:pStyle w:val="ATTANNLV3-ASDEFCON"/>
            </w:pPr>
            <w:r w:rsidRPr="00613B03">
              <w:t>provide a current letter of compliance issued by the Workplace Gender Equality Agency (WGEA) as part of its tender; or</w:t>
            </w:r>
          </w:p>
          <w:p w14:paraId="0B131878" w14:textId="77777777" w:rsidR="00DF6812" w:rsidRDefault="00DF6812" w:rsidP="00DF6812">
            <w:pPr>
              <w:pStyle w:val="ATTANNLV3-ASDEFCON"/>
            </w:pPr>
            <w:r w:rsidRPr="00613B03">
              <w:t>advise that it is a Relevant Employer as part of its tender and provide a current letter of compliance issued by WGEA prior to executing any resultant Contract with the Commonwealth.</w:t>
            </w:r>
          </w:p>
          <w:p w14:paraId="1CCC4955" w14:textId="2AE3C076" w:rsidR="000815A6" w:rsidRDefault="00DF6812" w:rsidP="000815A6">
            <w:pPr>
              <w:pStyle w:val="ATTANNLV2-ASDEFCON"/>
            </w:pPr>
            <w:r>
              <w:t xml:space="preserve">For the purposes of clause </w:t>
            </w:r>
            <w:r>
              <w:rPr>
                <w:b/>
                <w:i/>
              </w:rPr>
              <w:fldChar w:fldCharType="begin"/>
            </w:r>
            <w:r>
              <w:instrText xml:space="preserve"> REF _Ref80024351 \r \h </w:instrText>
            </w:r>
            <w:r>
              <w:rPr>
                <w:b/>
                <w:i/>
              </w:rPr>
            </w:r>
            <w:r>
              <w:rPr>
                <w:b/>
                <w:i/>
              </w:rPr>
              <w:fldChar w:fldCharType="separate"/>
            </w:r>
            <w:r w:rsidR="006D3445">
              <w:t>5.3</w:t>
            </w:r>
            <w:r>
              <w:rPr>
                <w:b/>
                <w:i/>
              </w:rP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84"/>
          </w:p>
        </w:tc>
      </w:tr>
    </w:tbl>
    <w:p w14:paraId="21E5F757" w14:textId="77777777" w:rsidR="00473839" w:rsidRDefault="00473839" w:rsidP="000B0541">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A1182C" w14:paraId="7103BA0D" w14:textId="77777777" w:rsidTr="00597672">
        <w:tc>
          <w:tcPr>
            <w:tcW w:w="9209" w:type="dxa"/>
            <w:shd w:val="clear" w:color="auto" w:fill="auto"/>
          </w:tcPr>
          <w:p w14:paraId="7A4186AA" w14:textId="029FD494" w:rsidR="00E46792" w:rsidRDefault="00473839" w:rsidP="003B5A97">
            <w:pPr>
              <w:pStyle w:val="ASDEFCONOption"/>
              <w:keepNext w:val="0"/>
            </w:pPr>
            <w:r w:rsidRPr="00A97A78">
              <w:t xml:space="preserve">Option: </w:t>
            </w:r>
            <w:r w:rsidR="00A23F9C">
              <w:t xml:space="preserve"> </w:t>
            </w:r>
            <w:r w:rsidRPr="00A97A78">
              <w:t>This clause must be used when a procurement is conducted by open tender, is subject to the CPRs</w:t>
            </w:r>
            <w:r w:rsidR="00DE4F6C">
              <w:t>,</w:t>
            </w:r>
            <w:r w:rsidRPr="00A97A78">
              <w:t xml:space="preserve"> and has an estimated value over $4 million (inc GST).</w:t>
            </w:r>
          </w:p>
          <w:p w14:paraId="7A0B5D3C" w14:textId="3F934946" w:rsidR="00BA70B5" w:rsidRDefault="00473839" w:rsidP="002430B9">
            <w:pPr>
              <w:pStyle w:val="NoteToTenderers-ASDEFCON"/>
            </w:pPr>
            <w:r w:rsidRPr="00130675">
              <w:t xml:space="preserve">Note to tenderers: </w:t>
            </w:r>
            <w:r w:rsidR="00A23F9C">
              <w:t xml:space="preserve"> </w:t>
            </w:r>
            <w:r w:rsidRPr="00130675">
              <w:t xml:space="preserve">The </w:t>
            </w:r>
            <w:r w:rsidR="00597081">
              <w:t>Shadow</w:t>
            </w:r>
            <w:r w:rsidR="00597081" w:rsidRPr="00130675">
              <w:t xml:space="preserve"> </w:t>
            </w:r>
            <w:r w:rsidRPr="00130675">
              <w:t>Economy Procurement Connected Policy obligat</w:t>
            </w:r>
            <w:r w:rsidR="00016576">
              <w:t>e</w:t>
            </w:r>
            <w:r w:rsidRPr="00130675">
              <w:t xml:space="preserve">s the Commonwealth to obtain satisfactory and valid </w:t>
            </w:r>
            <w:r>
              <w:t>Satisfactory Tax Records (</w:t>
            </w:r>
            <w:r w:rsidRPr="00130675">
              <w:t>STRs</w:t>
            </w:r>
            <w:r>
              <w:t>)</w:t>
            </w:r>
            <w:r w:rsidRPr="00130675">
              <w:t xml:space="preserve"> from tenderers.  F</w:t>
            </w:r>
            <w:r w:rsidR="00016576">
              <w:t>or f</w:t>
            </w:r>
            <w:r w:rsidRPr="00130675">
              <w:t xml:space="preserve">urther information about </w:t>
            </w:r>
            <w:r w:rsidR="00016576">
              <w:t>this policy, refer to</w:t>
            </w:r>
            <w:r>
              <w:t>:</w:t>
            </w:r>
          </w:p>
          <w:p w14:paraId="77A8BE06" w14:textId="7E5B2E07" w:rsidR="00473839" w:rsidRDefault="003C7C16" w:rsidP="005079CF">
            <w:pPr>
              <w:pStyle w:val="NoteToTenderersBullets-ASDEFCON"/>
            </w:pPr>
            <w:hyperlink r:id="rId27" w:history="1">
              <w:r w:rsidR="00564F29">
                <w:rPr>
                  <w:rStyle w:val="Hyperlink"/>
                </w:rPr>
                <w:t>https://treasury.gov.au/policy-topics/economy/shadow-economy/procurement-connected-policy</w:t>
              </w:r>
            </w:hyperlink>
            <w:r w:rsidR="00E15A4A">
              <w:t>.</w:t>
            </w:r>
          </w:p>
          <w:p w14:paraId="1F8EEEB5" w14:textId="77777777" w:rsidR="00473839" w:rsidRDefault="00473839">
            <w:pPr>
              <w:pStyle w:val="ATTANNLV2-ASDEFCON"/>
            </w:pPr>
            <w:bookmarkStart w:id="86" w:name="_Ref11673288"/>
            <w:r>
              <w:t>Tenderers are to:</w:t>
            </w:r>
            <w:bookmarkEnd w:id="86"/>
          </w:p>
          <w:p w14:paraId="4968596A" w14:textId="77777777" w:rsidR="00473839" w:rsidRDefault="00473839" w:rsidP="002430B9">
            <w:pPr>
              <w:pStyle w:val="ATTANNLV3-ASDEFCON"/>
            </w:pPr>
            <w:r>
              <w:t>provide as part of their tender any of the following STRs that are applicable to the tenderer; and</w:t>
            </w:r>
          </w:p>
          <w:p w14:paraId="433B122C" w14:textId="77777777" w:rsidR="00473839" w:rsidRDefault="00473839" w:rsidP="002430B9">
            <w:pPr>
              <w:pStyle w:val="ATTANNLV3-ASDEFCON"/>
            </w:pPr>
            <w:r>
              <w:t>in accordance with clause 1.8.3 of the Conditions of Tender, obtain and hold any of the following STRs that are applicable to a relevant Subcontractor:</w:t>
            </w:r>
          </w:p>
          <w:p w14:paraId="607FB4C3" w14:textId="58FBE75A" w:rsidR="004D204D" w:rsidRDefault="004D204D" w:rsidP="004D204D">
            <w:pPr>
              <w:pStyle w:val="Caption"/>
              <w:keepNext/>
            </w:pPr>
            <w:bookmarkStart w:id="87" w:name="_Ref166831129"/>
            <w:r>
              <w:t xml:space="preserve">Table </w:t>
            </w:r>
            <w:r w:rsidR="00615CEC">
              <w:t>C-</w:t>
            </w:r>
            <w:r>
              <w:fldChar w:fldCharType="begin"/>
            </w:r>
            <w:r>
              <w:instrText xml:space="preserve"> SEQ Table \* ARABIC \r1</w:instrText>
            </w:r>
            <w:r>
              <w:fldChar w:fldCharType="separate"/>
            </w:r>
            <w:r w:rsidR="006D3445">
              <w:rPr>
                <w:noProof/>
              </w:rPr>
              <w:t>1</w:t>
            </w:r>
            <w:r>
              <w:fldChar w:fldCharType="end"/>
            </w:r>
            <w:bookmarkEnd w:id="87"/>
            <w:r>
              <w:t>: Tenderer:</w:t>
            </w:r>
            <w:r w:rsidRPr="009D75F3">
              <w:t xml:space="preserve"> Subcontractor STR Requirements</w:t>
            </w:r>
          </w:p>
          <w:tbl>
            <w:tblPr>
              <w:tblW w:w="8336"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5218"/>
            </w:tblGrid>
            <w:tr w:rsidR="00A1182C" w14:paraId="4011886B" w14:textId="77777777" w:rsidTr="00597672">
              <w:trPr>
                <w:trHeight w:val="545"/>
              </w:trPr>
              <w:tc>
                <w:tcPr>
                  <w:tcW w:w="3118" w:type="dxa"/>
                  <w:shd w:val="clear" w:color="auto" w:fill="D9D9D9"/>
                </w:tcPr>
                <w:p w14:paraId="26716D8D" w14:textId="06BC1DD9" w:rsidR="00EA7CF8" w:rsidRPr="00945EAC" w:rsidRDefault="00473839" w:rsidP="002430B9">
                  <w:pPr>
                    <w:pStyle w:val="Table10ptHeading-ASDEFCON"/>
                    <w:rPr>
                      <w:rFonts w:eastAsia="Calibri"/>
                    </w:rPr>
                  </w:pPr>
                  <w:r w:rsidRPr="00945EAC">
                    <w:rPr>
                      <w:rFonts w:eastAsia="Calibri"/>
                    </w:rPr>
                    <w:t>If the tenderer / subcontractor (as the case may be) is:</w:t>
                  </w:r>
                </w:p>
              </w:tc>
              <w:tc>
                <w:tcPr>
                  <w:tcW w:w="5218" w:type="dxa"/>
                  <w:shd w:val="clear" w:color="auto" w:fill="D9D9D9"/>
                </w:tcPr>
                <w:p w14:paraId="68848C91" w14:textId="77777777" w:rsidR="00473839" w:rsidRPr="00945EAC" w:rsidRDefault="00473839" w:rsidP="002430B9">
                  <w:pPr>
                    <w:pStyle w:val="Table10ptHeading-ASDEFCON"/>
                    <w:rPr>
                      <w:rFonts w:eastAsia="Calibri"/>
                    </w:rPr>
                  </w:pPr>
                  <w:r w:rsidRPr="00945EAC">
                    <w:rPr>
                      <w:rFonts w:eastAsia="Calibri"/>
                    </w:rPr>
                    <w:t>STRs required:</w:t>
                  </w:r>
                </w:p>
              </w:tc>
            </w:tr>
            <w:tr w:rsidR="00A1182C" w14:paraId="3F4F7EDC" w14:textId="77777777" w:rsidTr="00597672">
              <w:trPr>
                <w:trHeight w:val="397"/>
              </w:trPr>
              <w:tc>
                <w:tcPr>
                  <w:tcW w:w="3118" w:type="dxa"/>
                  <w:shd w:val="clear" w:color="auto" w:fill="D9D9D9"/>
                </w:tcPr>
                <w:p w14:paraId="7BAB405E" w14:textId="77777777" w:rsidR="00473839" w:rsidRPr="00945EAC" w:rsidRDefault="00473839" w:rsidP="002430B9">
                  <w:pPr>
                    <w:pStyle w:val="Table10ptHeading-ASDEFCON"/>
                    <w:rPr>
                      <w:rFonts w:eastAsia="Calibri"/>
                    </w:rPr>
                  </w:pPr>
                  <w:r w:rsidRPr="00945EAC">
                    <w:rPr>
                      <w:rFonts w:eastAsia="Calibri"/>
                    </w:rPr>
                    <w:t>(a)</w:t>
                  </w:r>
                </w:p>
              </w:tc>
              <w:tc>
                <w:tcPr>
                  <w:tcW w:w="5218" w:type="dxa"/>
                  <w:shd w:val="clear" w:color="auto" w:fill="D9D9D9"/>
                </w:tcPr>
                <w:p w14:paraId="73D14BA2" w14:textId="77777777" w:rsidR="00473839" w:rsidRPr="00945EAC" w:rsidRDefault="00473839" w:rsidP="002430B9">
                  <w:pPr>
                    <w:pStyle w:val="Table10ptHeading-ASDEFCON"/>
                    <w:rPr>
                      <w:rFonts w:eastAsia="Calibri"/>
                    </w:rPr>
                  </w:pPr>
                  <w:r w:rsidRPr="00945EAC">
                    <w:rPr>
                      <w:rFonts w:eastAsia="Calibri"/>
                    </w:rPr>
                    <w:t>(b)</w:t>
                  </w:r>
                </w:p>
              </w:tc>
            </w:tr>
            <w:tr w:rsidR="00A1182C" w14:paraId="0AA8204D" w14:textId="77777777" w:rsidTr="00597672">
              <w:trPr>
                <w:trHeight w:val="529"/>
              </w:trPr>
              <w:tc>
                <w:tcPr>
                  <w:tcW w:w="3118" w:type="dxa"/>
                  <w:shd w:val="clear" w:color="auto" w:fill="auto"/>
                </w:tcPr>
                <w:p w14:paraId="67C2A53F" w14:textId="77777777" w:rsidR="00473839" w:rsidRDefault="00473839" w:rsidP="002430B9">
                  <w:pPr>
                    <w:pStyle w:val="Table10ptSub1-ASDEFCON"/>
                    <w:numPr>
                      <w:ilvl w:val="0"/>
                      <w:numId w:val="31"/>
                    </w:numPr>
                    <w:ind w:left="350"/>
                  </w:pPr>
                  <w:r w:rsidRPr="0002446D">
                    <w:t>a body corporate or natural person;</w:t>
                  </w:r>
                </w:p>
              </w:tc>
              <w:tc>
                <w:tcPr>
                  <w:tcW w:w="5218" w:type="dxa"/>
                  <w:shd w:val="clear" w:color="auto" w:fill="auto"/>
                </w:tcPr>
                <w:p w14:paraId="314A4E3C" w14:textId="77777777" w:rsidR="00473839" w:rsidRPr="009D0DB7" w:rsidRDefault="00473839" w:rsidP="002430B9">
                  <w:pPr>
                    <w:pStyle w:val="Table10ptText-ASDEFCON"/>
                  </w:pPr>
                  <w:r w:rsidRPr="009D0DB7">
                    <w:t>a satisfactory and valid STR in respect of that body corporate or person;</w:t>
                  </w:r>
                </w:p>
              </w:tc>
            </w:tr>
            <w:tr w:rsidR="00A1182C" w14:paraId="3B8AAD53" w14:textId="77777777" w:rsidTr="00597672">
              <w:trPr>
                <w:trHeight w:val="529"/>
              </w:trPr>
              <w:tc>
                <w:tcPr>
                  <w:tcW w:w="3118" w:type="dxa"/>
                  <w:shd w:val="clear" w:color="auto" w:fill="auto"/>
                </w:tcPr>
                <w:p w14:paraId="6EEBEEE7" w14:textId="77777777" w:rsidR="00473839" w:rsidRPr="0002446D" w:rsidRDefault="00473839" w:rsidP="002430B9">
                  <w:pPr>
                    <w:pStyle w:val="Table10ptSub1-ASDEFCON"/>
                    <w:numPr>
                      <w:ilvl w:val="0"/>
                      <w:numId w:val="31"/>
                    </w:numPr>
                    <w:ind w:left="350"/>
                  </w:pPr>
                  <w:r w:rsidRPr="0002446D">
                    <w:t>a partner acting for and on behalf of a partnership;</w:t>
                  </w:r>
                </w:p>
              </w:tc>
              <w:tc>
                <w:tcPr>
                  <w:tcW w:w="5218" w:type="dxa"/>
                  <w:shd w:val="clear" w:color="auto" w:fill="auto"/>
                </w:tcPr>
                <w:p w14:paraId="6C391850" w14:textId="77777777" w:rsidR="00473839" w:rsidRPr="009D0DB7" w:rsidRDefault="00473839" w:rsidP="002430B9">
                  <w:pPr>
                    <w:pStyle w:val="Table10ptText-ASDEFCON"/>
                  </w:pPr>
                  <w:r w:rsidRPr="009D0DB7">
                    <w:t>a satisfactory and valid STR:</w:t>
                  </w:r>
                </w:p>
                <w:p w14:paraId="3ED82BB5" w14:textId="77033EC3" w:rsidR="00E46792" w:rsidRDefault="00473839" w:rsidP="002430B9">
                  <w:pPr>
                    <w:pStyle w:val="GuideSublistLv2-ASDEFCON"/>
                    <w:tabs>
                      <w:tab w:val="clear" w:pos="2835"/>
                      <w:tab w:val="num" w:pos="608"/>
                    </w:tabs>
                    <w:ind w:left="608"/>
                  </w:pPr>
                  <w:r>
                    <w:t>on behalf of the partnership; and</w:t>
                  </w:r>
                </w:p>
                <w:p w14:paraId="300B460A" w14:textId="77777777" w:rsidR="00473839" w:rsidRPr="0002446D" w:rsidRDefault="00473839" w:rsidP="002430B9">
                  <w:pPr>
                    <w:pStyle w:val="GuideSublistLv2-ASDEFCON"/>
                    <w:tabs>
                      <w:tab w:val="clear" w:pos="2835"/>
                      <w:tab w:val="num" w:pos="608"/>
                    </w:tabs>
                    <w:ind w:left="608"/>
                  </w:pPr>
                  <w:r>
                    <w:t>in respect of each partner in the partnership that will be directly involved in the delivery of any resultant Contract or Subcontract (as applicable);</w:t>
                  </w:r>
                </w:p>
              </w:tc>
            </w:tr>
            <w:tr w:rsidR="00A1182C" w14:paraId="012845AF" w14:textId="77777777" w:rsidTr="00597672">
              <w:trPr>
                <w:trHeight w:val="529"/>
              </w:trPr>
              <w:tc>
                <w:tcPr>
                  <w:tcW w:w="3118" w:type="dxa"/>
                  <w:shd w:val="clear" w:color="auto" w:fill="auto"/>
                </w:tcPr>
                <w:p w14:paraId="52280BC3" w14:textId="77777777" w:rsidR="00473839" w:rsidRPr="0002446D" w:rsidRDefault="00473839" w:rsidP="002430B9">
                  <w:pPr>
                    <w:pStyle w:val="Table10ptSub1-ASDEFCON"/>
                    <w:numPr>
                      <w:ilvl w:val="0"/>
                      <w:numId w:val="31"/>
                    </w:numPr>
                    <w:ind w:left="350"/>
                  </w:pPr>
                  <w:r w:rsidRPr="0002446D">
                    <w:t>a trustee acting in its capacity as trustee of a trust;</w:t>
                  </w:r>
                </w:p>
              </w:tc>
              <w:tc>
                <w:tcPr>
                  <w:tcW w:w="5218" w:type="dxa"/>
                  <w:shd w:val="clear" w:color="auto" w:fill="auto"/>
                </w:tcPr>
                <w:p w14:paraId="65582409" w14:textId="77777777" w:rsidR="00473839" w:rsidRPr="009D0DB7" w:rsidRDefault="00473839" w:rsidP="002430B9">
                  <w:pPr>
                    <w:pStyle w:val="Table10ptText-ASDEFCON"/>
                  </w:pPr>
                  <w:r w:rsidRPr="009D0DB7">
                    <w:t>a satisfactory and valid STR in respect of the:</w:t>
                  </w:r>
                </w:p>
                <w:p w14:paraId="016B5234" w14:textId="77777777" w:rsidR="00473839" w:rsidRDefault="00473839" w:rsidP="002430B9">
                  <w:pPr>
                    <w:pStyle w:val="GuideSublistLv2-ASDEFCON"/>
                    <w:numPr>
                      <w:ilvl w:val="1"/>
                      <w:numId w:val="51"/>
                    </w:numPr>
                    <w:tabs>
                      <w:tab w:val="clear" w:pos="2835"/>
                    </w:tabs>
                    <w:ind w:left="604"/>
                  </w:pPr>
                  <w:r>
                    <w:t>trustee; and</w:t>
                  </w:r>
                </w:p>
                <w:p w14:paraId="0D3D3BB5" w14:textId="77777777" w:rsidR="00473839" w:rsidRDefault="00473839" w:rsidP="002430B9">
                  <w:pPr>
                    <w:pStyle w:val="GuideSublistLv2-ASDEFCON"/>
                    <w:tabs>
                      <w:tab w:val="clear" w:pos="2835"/>
                      <w:tab w:val="num" w:pos="608"/>
                    </w:tabs>
                    <w:ind w:left="608"/>
                  </w:pPr>
                  <w:r>
                    <w:t>the trust;</w:t>
                  </w:r>
                </w:p>
              </w:tc>
            </w:tr>
            <w:tr w:rsidR="00A1182C" w14:paraId="16F5C863" w14:textId="77777777" w:rsidTr="00597672">
              <w:trPr>
                <w:trHeight w:val="529"/>
              </w:trPr>
              <w:tc>
                <w:tcPr>
                  <w:tcW w:w="3118" w:type="dxa"/>
                  <w:shd w:val="clear" w:color="auto" w:fill="auto"/>
                </w:tcPr>
                <w:p w14:paraId="0105E8A9" w14:textId="77777777" w:rsidR="00473839" w:rsidRPr="0002446D" w:rsidRDefault="00473839" w:rsidP="002430B9">
                  <w:pPr>
                    <w:pStyle w:val="Table10ptSub1-ASDEFCON"/>
                    <w:numPr>
                      <w:ilvl w:val="0"/>
                      <w:numId w:val="31"/>
                    </w:numPr>
                    <w:ind w:left="350"/>
                  </w:pPr>
                  <w:r w:rsidRPr="0002446D">
                    <w:t>a joint venture participant;</w:t>
                  </w:r>
                </w:p>
              </w:tc>
              <w:tc>
                <w:tcPr>
                  <w:tcW w:w="5218" w:type="dxa"/>
                  <w:shd w:val="clear" w:color="auto" w:fill="auto"/>
                </w:tcPr>
                <w:p w14:paraId="5ABB5F51" w14:textId="77777777" w:rsidR="00473839" w:rsidRPr="009D0DB7" w:rsidRDefault="00473839" w:rsidP="002430B9">
                  <w:pPr>
                    <w:pStyle w:val="Table10ptText-ASDEFCON"/>
                  </w:pPr>
                  <w:r w:rsidRPr="009D0DB7">
                    <w:t>a satisfactory and valid STR in respect of:</w:t>
                  </w:r>
                </w:p>
                <w:p w14:paraId="614491CB" w14:textId="77777777" w:rsidR="00473839" w:rsidRDefault="00473839" w:rsidP="002430B9">
                  <w:pPr>
                    <w:pStyle w:val="GuideSublistLv2-ASDEFCON"/>
                    <w:numPr>
                      <w:ilvl w:val="1"/>
                      <w:numId w:val="33"/>
                    </w:numPr>
                    <w:tabs>
                      <w:tab w:val="clear" w:pos="2835"/>
                      <w:tab w:val="num" w:pos="608"/>
                    </w:tabs>
                    <w:ind w:left="608"/>
                  </w:pPr>
                  <w:r>
                    <w:t>each participant in the joint venture; and</w:t>
                  </w:r>
                </w:p>
                <w:p w14:paraId="1E9A0D1D" w14:textId="77777777" w:rsidR="00473839" w:rsidRDefault="00473839" w:rsidP="002430B9">
                  <w:pPr>
                    <w:pStyle w:val="GuideSublistLv2-ASDEFCON"/>
                    <w:tabs>
                      <w:tab w:val="clear" w:pos="2835"/>
                      <w:tab w:val="num" w:pos="608"/>
                    </w:tabs>
                    <w:ind w:left="608"/>
                  </w:pPr>
                  <w:r>
                    <w:t>if the operator of the joint venture is not a participant in the joint venture, the joint venture operator;</w:t>
                  </w:r>
                </w:p>
              </w:tc>
            </w:tr>
            <w:tr w:rsidR="00A1182C" w14:paraId="5D22235A" w14:textId="77777777" w:rsidTr="00597672">
              <w:trPr>
                <w:trHeight w:val="529"/>
              </w:trPr>
              <w:tc>
                <w:tcPr>
                  <w:tcW w:w="3118" w:type="dxa"/>
                  <w:shd w:val="clear" w:color="auto" w:fill="auto"/>
                </w:tcPr>
                <w:p w14:paraId="6E152FF1" w14:textId="77777777" w:rsidR="00473839" w:rsidRPr="0002446D" w:rsidRDefault="00473839" w:rsidP="002430B9">
                  <w:pPr>
                    <w:pStyle w:val="Table10ptSub1-ASDEFCON"/>
                    <w:numPr>
                      <w:ilvl w:val="0"/>
                      <w:numId w:val="31"/>
                    </w:numPr>
                    <w:ind w:left="350"/>
                  </w:pPr>
                  <w:r w:rsidRPr="0002446D">
                    <w:t>a member of a Consolidated Group;</w:t>
                  </w:r>
                </w:p>
              </w:tc>
              <w:tc>
                <w:tcPr>
                  <w:tcW w:w="5218" w:type="dxa"/>
                  <w:shd w:val="clear" w:color="auto" w:fill="auto"/>
                </w:tcPr>
                <w:p w14:paraId="3DDD104F" w14:textId="77777777" w:rsidR="00473839" w:rsidRPr="009D0DB7" w:rsidRDefault="00473839" w:rsidP="002430B9">
                  <w:pPr>
                    <w:pStyle w:val="Table10ptText-ASDEFCON"/>
                  </w:pPr>
                  <w:r w:rsidRPr="009D0DB7">
                    <w:t>a satisfactory and valid STR in respect of:</w:t>
                  </w:r>
                </w:p>
                <w:p w14:paraId="64C785EE" w14:textId="77777777" w:rsidR="00473839" w:rsidRDefault="00473839" w:rsidP="002430B9">
                  <w:pPr>
                    <w:pStyle w:val="GuideSublistLv2-ASDEFCON"/>
                    <w:numPr>
                      <w:ilvl w:val="1"/>
                      <w:numId w:val="34"/>
                    </w:numPr>
                    <w:tabs>
                      <w:tab w:val="clear" w:pos="2835"/>
                      <w:tab w:val="num" w:pos="608"/>
                    </w:tabs>
                    <w:ind w:left="608"/>
                  </w:pPr>
                  <w:r>
                    <w:t>the relevant member of the Consolidated Group; and</w:t>
                  </w:r>
                </w:p>
                <w:p w14:paraId="5569F67E" w14:textId="77777777" w:rsidR="00473839" w:rsidRDefault="00473839" w:rsidP="002430B9">
                  <w:pPr>
                    <w:pStyle w:val="GuideSublistLv2-ASDEFCON"/>
                    <w:tabs>
                      <w:tab w:val="clear" w:pos="2835"/>
                      <w:tab w:val="num" w:pos="608"/>
                    </w:tabs>
                    <w:ind w:left="608"/>
                  </w:pPr>
                  <w:r>
                    <w:t>the head company in the Consolidated Group;</w:t>
                  </w:r>
                </w:p>
              </w:tc>
            </w:tr>
            <w:tr w:rsidR="00A1182C" w14:paraId="2DD3697D" w14:textId="77777777" w:rsidTr="00597672">
              <w:trPr>
                <w:trHeight w:val="529"/>
              </w:trPr>
              <w:tc>
                <w:tcPr>
                  <w:tcW w:w="3118" w:type="dxa"/>
                  <w:shd w:val="clear" w:color="auto" w:fill="auto"/>
                </w:tcPr>
                <w:p w14:paraId="01B31CE6" w14:textId="77777777" w:rsidR="00473839" w:rsidRPr="0002446D" w:rsidRDefault="00473839" w:rsidP="002430B9">
                  <w:pPr>
                    <w:pStyle w:val="Table10ptSub1-ASDEFCON"/>
                    <w:numPr>
                      <w:ilvl w:val="0"/>
                      <w:numId w:val="31"/>
                    </w:numPr>
                    <w:ind w:left="350"/>
                  </w:pPr>
                  <w:r w:rsidRPr="0002446D">
                    <w:t>a member of a GST Group;</w:t>
                  </w:r>
                </w:p>
              </w:tc>
              <w:tc>
                <w:tcPr>
                  <w:tcW w:w="5218" w:type="dxa"/>
                  <w:shd w:val="clear" w:color="auto" w:fill="auto"/>
                </w:tcPr>
                <w:p w14:paraId="4F6857EE" w14:textId="77777777" w:rsidR="00473839" w:rsidRPr="009D0DB7" w:rsidRDefault="00473839" w:rsidP="002430B9">
                  <w:pPr>
                    <w:pStyle w:val="Table10ptText-ASDEFCON"/>
                  </w:pPr>
                  <w:r w:rsidRPr="009D0DB7">
                    <w:t>a satisfactory and valid STR in respect of the:</w:t>
                  </w:r>
                </w:p>
                <w:p w14:paraId="061193A7" w14:textId="7A025D6F" w:rsidR="00E46792" w:rsidRDefault="00473839" w:rsidP="002430B9">
                  <w:pPr>
                    <w:pStyle w:val="GuideSublistLv2-ASDEFCON"/>
                    <w:numPr>
                      <w:ilvl w:val="1"/>
                      <w:numId w:val="35"/>
                    </w:numPr>
                    <w:tabs>
                      <w:tab w:val="clear" w:pos="2835"/>
                      <w:tab w:val="num" w:pos="608"/>
                    </w:tabs>
                    <w:ind w:left="608"/>
                  </w:pPr>
                  <w:r>
                    <w:t>the GST Group member; and</w:t>
                  </w:r>
                </w:p>
                <w:p w14:paraId="7946D7D8" w14:textId="77777777" w:rsidR="00473839" w:rsidRDefault="00473839" w:rsidP="002430B9">
                  <w:pPr>
                    <w:pStyle w:val="GuideSublistLv2-ASDEFCON"/>
                    <w:tabs>
                      <w:tab w:val="clear" w:pos="2835"/>
                      <w:tab w:val="num" w:pos="608"/>
                    </w:tabs>
                    <w:ind w:left="608"/>
                  </w:pPr>
                  <w:r>
                    <w:t>the GST Group representative.</w:t>
                  </w:r>
                </w:p>
              </w:tc>
            </w:tr>
          </w:tbl>
          <w:p w14:paraId="71CE2B55" w14:textId="77777777" w:rsidR="00193A6A" w:rsidRDefault="00193A6A" w:rsidP="002430B9">
            <w:pPr>
              <w:pStyle w:val="ASDEFCONOptionSpace"/>
            </w:pPr>
          </w:p>
          <w:p w14:paraId="09A09869" w14:textId="4EFDA817" w:rsidR="00473839" w:rsidRDefault="00473839">
            <w:pPr>
              <w:pStyle w:val="ATTANNLV2-ASDEFCON"/>
            </w:pPr>
            <w:r w:rsidRPr="00130675">
              <w:t xml:space="preserve">If a tenderer has requested any of the STRs required under clause </w:t>
            </w:r>
            <w:r>
              <w:fldChar w:fldCharType="begin"/>
            </w:r>
            <w:r>
              <w:instrText xml:space="preserve"> REF _Ref11673288 \r \h </w:instrText>
            </w:r>
            <w:r w:rsidR="0037746B">
              <w:instrText xml:space="preserve"> \* MERGEFORMAT </w:instrText>
            </w:r>
            <w:r>
              <w:fldChar w:fldCharType="separate"/>
            </w:r>
            <w:r w:rsidR="006D3445">
              <w:t>5.5</w:t>
            </w:r>
            <w:r>
              <w:fldChar w:fldCharType="end"/>
            </w:r>
            <w:r>
              <w:t xml:space="preserve"> </w:t>
            </w:r>
            <w:r w:rsidRPr="00130675">
              <w:t>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6889C58E" w14:textId="306612B7" w:rsidR="00314D27" w:rsidRDefault="00314D27" w:rsidP="005079CF">
      <w:pPr>
        <w:pStyle w:val="ASDEFCONOptionSpace"/>
      </w:pPr>
    </w:p>
    <w:tbl>
      <w:tblPr>
        <w:tblStyle w:val="TableGrid"/>
        <w:tblW w:w="9214" w:type="dxa"/>
        <w:tblInd w:w="-5" w:type="dxa"/>
        <w:tblLook w:val="04A0" w:firstRow="1" w:lastRow="0" w:firstColumn="1" w:lastColumn="0" w:noHBand="0" w:noVBand="1"/>
      </w:tblPr>
      <w:tblGrid>
        <w:gridCol w:w="9214"/>
      </w:tblGrid>
      <w:tr w:rsidR="00314D27" w14:paraId="2D529C16" w14:textId="77777777" w:rsidTr="007A412D">
        <w:tc>
          <w:tcPr>
            <w:tcW w:w="9214" w:type="dxa"/>
          </w:tcPr>
          <w:p w14:paraId="6B5A196C" w14:textId="296937DB" w:rsidR="00E46792" w:rsidRDefault="00314D27" w:rsidP="005079CF">
            <w:pPr>
              <w:pStyle w:val="ASDEFCONOption"/>
              <w:spacing w:line="240" w:lineRule="auto"/>
            </w:pPr>
            <w:r>
              <w:t>Option:</w:t>
            </w:r>
            <w:r w:rsidR="00BA70B5">
              <w:t xml:space="preserve"> </w:t>
            </w:r>
            <w:r>
              <w:t xml:space="preserve"> </w:t>
            </w:r>
            <w:r w:rsidRPr="00B100C1">
              <w:t xml:space="preserve">This clause must be used when a procurement </w:t>
            </w:r>
            <w:r>
              <w:t>has an estimated value above $4 million (inc GST) and is not subject to a Defence exemption under paragraph 2.6 of the CPRs.</w:t>
            </w:r>
          </w:p>
          <w:p w14:paraId="21AB6C86" w14:textId="4D434D9F" w:rsidR="00BA70B5" w:rsidRDefault="00314D27" w:rsidP="005079CF">
            <w:pPr>
              <w:pStyle w:val="NoteToTenderers-ASDEFCON"/>
              <w:spacing w:line="240" w:lineRule="auto"/>
            </w:pPr>
            <w:r>
              <w:t xml:space="preserve">Note to tenderers: </w:t>
            </w:r>
            <w:r w:rsidR="00BA70B5">
              <w:t xml:space="preserve"> </w:t>
            </w:r>
            <w:r>
              <w:t xml:space="preserve">The Payment Times Procurement Connected Policy imposes obligations on </w:t>
            </w:r>
            <w:r w:rsidR="00545B23">
              <w:t>Commonwealth contractors</w:t>
            </w:r>
            <w:r>
              <w:t xml:space="preserve"> with an </w:t>
            </w:r>
            <w:r w:rsidRPr="00DB0CBC">
              <w:t>annual income of over $100 million</w:t>
            </w:r>
            <w:r>
              <w:t xml:space="preserve"> to pay invoices under their subcontracts (up to $1 million (inc GST)) within 20 days. </w:t>
            </w:r>
            <w:r w:rsidR="00BA70B5">
              <w:t xml:space="preserve"> </w:t>
            </w:r>
            <w:r>
              <w:t>F</w:t>
            </w:r>
            <w:r w:rsidR="00545B23">
              <w:t>or f</w:t>
            </w:r>
            <w:r>
              <w:t>urther information</w:t>
            </w:r>
            <w:r w:rsidR="00545B23">
              <w:t>, refer to</w:t>
            </w:r>
            <w:r w:rsidR="00BA70B5">
              <w:t>:</w:t>
            </w:r>
          </w:p>
          <w:p w14:paraId="7A8E476E" w14:textId="5E4E030F" w:rsidR="00E46792" w:rsidRDefault="003C7C16" w:rsidP="005079CF">
            <w:pPr>
              <w:pStyle w:val="NoteToTenderersBullets-ASDEFCON"/>
            </w:pPr>
            <w:hyperlink r:id="rId28" w:history="1">
              <w:r w:rsidR="00314D27" w:rsidRPr="005B40FC">
                <w:rPr>
                  <w:rStyle w:val="Hyperlink"/>
                </w:rPr>
                <w:t>https://treasury.gov.au/small-business/payment-times-procurement-connected-policy</w:t>
              </w:r>
            </w:hyperlink>
            <w:r w:rsidR="00314D27">
              <w:t>.</w:t>
            </w:r>
          </w:p>
          <w:p w14:paraId="628867E3" w14:textId="47D62CF7" w:rsidR="00314D27" w:rsidRPr="00AF0627" w:rsidRDefault="00D5178C" w:rsidP="005079CF">
            <w:pPr>
              <w:pStyle w:val="ATTANNLV2-ASDEFCON"/>
              <w:spacing w:line="240" w:lineRule="auto"/>
            </w:pPr>
            <w:r w:rsidRPr="008429B9">
              <w:t xml:space="preserve">Tenderers are to </w:t>
            </w:r>
            <w:r>
              <w:t xml:space="preserve">include </w:t>
            </w:r>
            <w:r w:rsidRPr="008429B9">
              <w:t xml:space="preserve">the boxes below </w:t>
            </w:r>
            <w:r>
              <w:t xml:space="preserve">in their tender, and identify </w:t>
            </w:r>
            <w:r w:rsidRPr="008429B9">
              <w:t>whether or not the Tenderer is a ‘Reporting Entity’ for the purposes of the Payment Times Procurement Connected Policy (PT PCP)</w:t>
            </w:r>
            <w:r>
              <w:t xml:space="preserve"> by ticking the appropriate box</w:t>
            </w:r>
            <w:r w:rsidRPr="008429B9">
              <w:t>.</w:t>
            </w:r>
          </w:p>
          <w:p w14:paraId="26065C30" w14:textId="1317DC12" w:rsidR="00314D27" w:rsidRPr="00FB36F0" w:rsidRDefault="003C7C16" w:rsidP="00D5178C">
            <w:pPr>
              <w:pStyle w:val="ASDEFCONNormal"/>
              <w:spacing w:line="240" w:lineRule="auto"/>
              <w:ind w:left="851"/>
            </w:pPr>
            <w:sdt>
              <w:sdtPr>
                <w:id w:val="-1543900470"/>
                <w14:checkbox>
                  <w14:checked w14:val="0"/>
                  <w14:checkedState w14:val="2612" w14:font="MS Gothic"/>
                  <w14:uncheckedState w14:val="2610" w14:font="MS Gothic"/>
                </w14:checkbox>
              </w:sdtPr>
              <w:sdtEndPr/>
              <w:sdtContent>
                <w:r w:rsidR="00D5178C">
                  <w:rPr>
                    <w:rFonts w:ascii="MS Gothic" w:eastAsia="MS Gothic" w:hAnsi="MS Gothic" w:hint="eastAsia"/>
                  </w:rPr>
                  <w:t>☐</w:t>
                </w:r>
              </w:sdtContent>
            </w:sdt>
            <w:r w:rsidR="00314D27" w:rsidRPr="00FB36F0">
              <w:t xml:space="preserve"> The tenderer </w:t>
            </w:r>
            <w:r w:rsidR="00314D27" w:rsidRPr="00FB36F0">
              <w:rPr>
                <w:b/>
                <w:u w:val="single"/>
              </w:rPr>
              <w:t>is</w:t>
            </w:r>
            <w:r w:rsidR="00314D27" w:rsidRPr="00FB36F0">
              <w:t xml:space="preserve"> a Reporting Entity.</w:t>
            </w:r>
          </w:p>
          <w:p w14:paraId="3F574943" w14:textId="5F0A4BA7" w:rsidR="00E46792" w:rsidRDefault="003C7C16" w:rsidP="00D5178C">
            <w:pPr>
              <w:pStyle w:val="ASDEFCONNormal"/>
              <w:spacing w:line="240" w:lineRule="auto"/>
              <w:ind w:left="851"/>
            </w:pPr>
            <w:sdt>
              <w:sdtPr>
                <w:id w:val="-1576194688"/>
                <w14:checkbox>
                  <w14:checked w14:val="0"/>
                  <w14:checkedState w14:val="2612" w14:font="MS Gothic"/>
                  <w14:uncheckedState w14:val="2610" w14:font="MS Gothic"/>
                </w14:checkbox>
              </w:sdtPr>
              <w:sdtEndPr/>
              <w:sdtContent>
                <w:r w:rsidR="00314D27">
                  <w:rPr>
                    <w:rFonts w:ascii="MS Gothic" w:eastAsia="MS Gothic" w:hAnsi="MS Gothic" w:hint="eastAsia"/>
                  </w:rPr>
                  <w:t>☐</w:t>
                </w:r>
              </w:sdtContent>
            </w:sdt>
            <w:r w:rsidR="00314D27" w:rsidRPr="00FB36F0">
              <w:t xml:space="preserve"> The tenderer </w:t>
            </w:r>
            <w:r w:rsidR="00314D27" w:rsidRPr="00FB36F0">
              <w:rPr>
                <w:b/>
                <w:u w:val="single"/>
              </w:rPr>
              <w:t>is not</w:t>
            </w:r>
            <w:r w:rsidR="00314D27" w:rsidRPr="00FB36F0">
              <w:t xml:space="preserve"> a Reporting Entity.</w:t>
            </w:r>
          </w:p>
          <w:p w14:paraId="15C47895" w14:textId="4341419E" w:rsidR="00314D27" w:rsidRPr="00216B67" w:rsidRDefault="00314D27" w:rsidP="00992A10">
            <w:pPr>
              <w:pStyle w:val="Note-ASDEFCON"/>
            </w:pPr>
            <w:r>
              <w:t xml:space="preserve">Note: </w:t>
            </w:r>
            <w:r w:rsidR="00311467">
              <w:t xml:space="preserve"> </w:t>
            </w:r>
            <w:r>
              <w:t>A Reporting Entity means a ‘Reporting Entity’ within the meaning of Payment Times Reporting Act 2020 (Cth) (PTR Act).</w:t>
            </w:r>
          </w:p>
        </w:tc>
      </w:tr>
    </w:tbl>
    <w:p w14:paraId="3067D48A" w14:textId="46F628A3" w:rsidR="00447575" w:rsidRDefault="00447575">
      <w:pPr>
        <w:pStyle w:val="ASDEFCONOptionSpace"/>
      </w:pPr>
      <w:bookmarkStart w:id="88" w:name="_Ref101862859"/>
    </w:p>
    <w:tbl>
      <w:tblPr>
        <w:tblStyle w:val="TableGrid"/>
        <w:tblW w:w="9209" w:type="dxa"/>
        <w:tblLook w:val="04A0" w:firstRow="1" w:lastRow="0" w:firstColumn="1" w:lastColumn="0" w:noHBand="0" w:noVBand="1"/>
      </w:tblPr>
      <w:tblGrid>
        <w:gridCol w:w="9209"/>
      </w:tblGrid>
      <w:tr w:rsidR="00447575" w:rsidRPr="00A52013" w14:paraId="72A0C809" w14:textId="77777777" w:rsidTr="00992A10">
        <w:tc>
          <w:tcPr>
            <w:tcW w:w="9209" w:type="dxa"/>
          </w:tcPr>
          <w:p w14:paraId="4A2F3506" w14:textId="77777777" w:rsidR="00B44B1A" w:rsidRDefault="00B44B1A" w:rsidP="005079CF">
            <w:pPr>
              <w:pStyle w:val="ASDEFCONOptionSpace"/>
              <w:spacing w:line="240" w:lineRule="auto"/>
            </w:pPr>
          </w:p>
          <w:p w14:paraId="7B73E3A9" w14:textId="74266606" w:rsidR="00447575" w:rsidRPr="00700F94" w:rsidRDefault="00447575" w:rsidP="00992A10">
            <w:pPr>
              <w:pStyle w:val="NoteToDrafters-ASDEFCON"/>
              <w:keepNext w:val="0"/>
              <w:spacing w:line="240" w:lineRule="auto"/>
            </w:pPr>
            <w:r w:rsidRPr="00700F94">
              <w:t xml:space="preserve">Note to </w:t>
            </w:r>
            <w:r>
              <w:t>d</w:t>
            </w:r>
            <w:r w:rsidRPr="00700F94">
              <w:t>rafters</w:t>
            </w:r>
            <w:r>
              <w:t>:</w:t>
            </w:r>
            <w:r w:rsidR="00A23F9C">
              <w:t xml:space="preserve"> </w:t>
            </w:r>
            <w:r>
              <w:t xml:space="preserve"> This clause </w:t>
            </w:r>
            <w:r>
              <w:fldChar w:fldCharType="begin"/>
            </w:r>
            <w:r>
              <w:instrText xml:space="preserve"> REF _Ref106961915 \r \h  \* MERGEFORMAT </w:instrText>
            </w:r>
            <w:r>
              <w:fldChar w:fldCharType="separate"/>
            </w:r>
            <w:r w:rsidR="006D3445">
              <w:t>5.8</w:t>
            </w:r>
            <w:r>
              <w:fldChar w:fldCharType="end"/>
            </w:r>
            <w:r>
              <w:t xml:space="preserve"> must only be used </w:t>
            </w:r>
            <w:r w:rsidR="00545B23">
              <w:t xml:space="preserve">if </w:t>
            </w:r>
            <w:r>
              <w:t xml:space="preserve">the Commonwealth intends to use the </w:t>
            </w:r>
            <w:r w:rsidRPr="00A52013">
              <w:t>PEPPOL framework</w:t>
            </w:r>
            <w:r>
              <w:t xml:space="preserve"> </w:t>
            </w:r>
            <w:r w:rsidR="00545B23">
              <w:t xml:space="preserve">for </w:t>
            </w:r>
            <w:r>
              <w:t>any resultant Contract</w:t>
            </w:r>
            <w:r w:rsidR="00545B23">
              <w:t xml:space="preserve">, </w:t>
            </w:r>
            <w:r>
              <w:t xml:space="preserve">and </w:t>
            </w:r>
            <w:r w:rsidR="00545B23">
              <w:t xml:space="preserve">the parties </w:t>
            </w:r>
            <w:r>
              <w:t xml:space="preserve">agree to use </w:t>
            </w:r>
            <w:r w:rsidR="00545B23">
              <w:t>that</w:t>
            </w:r>
            <w:r>
              <w:t xml:space="preserve"> framework. However, </w:t>
            </w:r>
            <w:r w:rsidR="00545B23">
              <w:t xml:space="preserve">if </w:t>
            </w:r>
            <w:r>
              <w:t xml:space="preserve">the Commonwealth Pay On-Time Policy does not apply </w:t>
            </w:r>
            <w:r w:rsidR="00545B23">
              <w:t>(refer to the link in the note to tenderers),</w:t>
            </w:r>
            <w:r>
              <w:t xml:space="preserve"> the PEPPOL framework</w:t>
            </w:r>
            <w:r w:rsidR="00545B23">
              <w:t xml:space="preserve"> and</w:t>
            </w:r>
            <w:r>
              <w:t xml:space="preserve"> this clause should be removed prior to RFT release. </w:t>
            </w:r>
          </w:p>
          <w:p w14:paraId="27F1C2A8" w14:textId="52995310" w:rsidR="00447575" w:rsidRPr="00A52013" w:rsidRDefault="00447575" w:rsidP="00992A10">
            <w:pPr>
              <w:pStyle w:val="NoteToTenderers-ASDEFCON"/>
              <w:keepNext w:val="0"/>
              <w:spacing w:line="240" w:lineRule="auto"/>
            </w:pPr>
            <w:r w:rsidRPr="00A52013">
              <w:t xml:space="preserve">Note to tenderers:  </w:t>
            </w:r>
            <w:r w:rsidRPr="00A52013">
              <w:rPr>
                <w:lang w:eastAsia="zh-CN"/>
              </w:rPr>
              <w:t xml:space="preserve">Commonwealth Pay On-Time Policy </w:t>
            </w:r>
            <w:r w:rsidR="00545B23">
              <w:rPr>
                <w:lang w:eastAsia="zh-CN"/>
              </w:rPr>
              <w:t>requires</w:t>
            </w:r>
            <w:r w:rsidRPr="00A52013">
              <w:rPr>
                <w:lang w:eastAsia="zh-CN"/>
              </w:rPr>
              <w:t xml:space="preserve"> the Commonwealth to make payments within maximum payment terms, depend</w:t>
            </w:r>
            <w:r w:rsidR="00545B23">
              <w:rPr>
                <w:lang w:eastAsia="zh-CN"/>
              </w:rPr>
              <w:t>ing</w:t>
            </w:r>
            <w:r w:rsidRPr="00A52013">
              <w:rPr>
                <w:lang w:eastAsia="zh-CN"/>
              </w:rPr>
              <w:t xml:space="preserve"> </w:t>
            </w:r>
            <w:r w:rsidRPr="00A52013">
              <w:t>on the applicability of the Pan-European Public Procurement On-Line (PEPPOL) framework.</w:t>
            </w:r>
            <w:r w:rsidR="0095229F">
              <w:t xml:space="preserve"> </w:t>
            </w:r>
            <w:r w:rsidRPr="00A52013">
              <w:t xml:space="preserve"> The maximum payment term will be:</w:t>
            </w:r>
          </w:p>
          <w:p w14:paraId="00C56F0B" w14:textId="5F1465AD" w:rsidR="00447575" w:rsidRPr="00A52013" w:rsidRDefault="00447575" w:rsidP="005079CF">
            <w:pPr>
              <w:pStyle w:val="NoteToTenderersBullets-ASDEFCON"/>
              <w:spacing w:line="240" w:lineRule="auto"/>
            </w:pPr>
            <w:r w:rsidRPr="00A52013">
              <w:t xml:space="preserve">5 days, where both </w:t>
            </w:r>
            <w:r w:rsidR="0095229F">
              <w:t xml:space="preserve">parties </w:t>
            </w:r>
            <w:r w:rsidRPr="00A52013">
              <w:t xml:space="preserve">have the capability to deliver and receive electronic invoices (e-invoices) through the PEPPOL framework and have agreed to use e-invoicing; or  </w:t>
            </w:r>
          </w:p>
          <w:p w14:paraId="31419B77" w14:textId="77777777" w:rsidR="00447575" w:rsidRPr="00A52013" w:rsidRDefault="00447575" w:rsidP="00791FDF">
            <w:pPr>
              <w:pStyle w:val="NoteToTenderersBullets-ASDEFCON"/>
              <w:keepNext w:val="0"/>
              <w:spacing w:line="240" w:lineRule="auto"/>
            </w:pPr>
            <w:r w:rsidRPr="00A52013">
              <w:t>20 days where the PEPPOL framework does not apply.</w:t>
            </w:r>
          </w:p>
          <w:p w14:paraId="3CF5ECFD" w14:textId="72CA3241" w:rsidR="00447575" w:rsidRPr="00A52013" w:rsidRDefault="00447575" w:rsidP="005079CF">
            <w:pPr>
              <w:pStyle w:val="NoteToTenderers-ASDEFCON"/>
              <w:spacing w:line="240" w:lineRule="auto"/>
              <w:rPr>
                <w:lang w:eastAsia="zh-CN"/>
              </w:rPr>
            </w:pPr>
            <w:r w:rsidRPr="00A52013">
              <w:rPr>
                <w:lang w:eastAsia="zh-CN"/>
              </w:rPr>
              <w:t>Further information on the Pay On-Time Policy is available at:</w:t>
            </w:r>
          </w:p>
          <w:p w14:paraId="41917333" w14:textId="111CD1E4" w:rsidR="00447575" w:rsidRPr="00A52013" w:rsidRDefault="003C7C16" w:rsidP="005079CF">
            <w:pPr>
              <w:pStyle w:val="NoteToTenderersBullets-ASDEFCON"/>
            </w:pPr>
            <w:hyperlink r:id="rId29" w:history="1">
              <w:r w:rsidR="00E15A4A" w:rsidRPr="0044424A">
                <w:rPr>
                  <w:rStyle w:val="Hyperlink"/>
                </w:rPr>
                <w:t>https://www.finance.gov.au/publications/resource-management-guides/supplier-pay-time-or-pay-interest-policy-rmg-417</w:t>
              </w:r>
            </w:hyperlink>
            <w:r w:rsidR="00E15A4A">
              <w:t>.</w:t>
            </w:r>
          </w:p>
          <w:p w14:paraId="03FD400D" w14:textId="77777777" w:rsidR="00447575" w:rsidRPr="00A52013" w:rsidRDefault="00447575" w:rsidP="005079CF">
            <w:pPr>
              <w:pStyle w:val="ATTANNLV2-ASDEFCON"/>
              <w:spacing w:line="240" w:lineRule="auto"/>
            </w:pPr>
            <w:bookmarkStart w:id="89" w:name="_Ref106961915"/>
            <w:r w:rsidRPr="00A52013">
              <w:t>Tenderers are to include the boxes below in their tender, and identify whether or not the Tenderer has the capability to use electronic invoicing through the Pan-European Public Procurement On-Line (PEPPOL) framework.</w:t>
            </w:r>
            <w:bookmarkEnd w:id="89"/>
            <w:r w:rsidRPr="00A52013">
              <w:t xml:space="preserve"> </w:t>
            </w:r>
          </w:p>
          <w:p w14:paraId="258EE201" w14:textId="77777777" w:rsidR="00447575" w:rsidRPr="00A52013" w:rsidRDefault="003C7C16" w:rsidP="005079CF">
            <w:pPr>
              <w:pStyle w:val="ATTANNLV2NONUM-ASDEFCON"/>
              <w:spacing w:line="240" w:lineRule="auto"/>
            </w:pPr>
            <w:sdt>
              <w:sdtPr>
                <w:id w:val="-1146896325"/>
                <w14:checkbox>
                  <w14:checked w14:val="1"/>
                  <w14:checkedState w14:val="2612" w14:font="MS Gothic"/>
                  <w14:uncheckedState w14:val="2610" w14:font="MS Gothic"/>
                </w14:checkbox>
              </w:sdtPr>
              <w:sdtEndPr/>
              <w:sdtContent>
                <w:r w:rsidR="00447575" w:rsidRPr="00A52013">
                  <w:rPr>
                    <w:rFonts w:ascii="Segoe UI Symbol" w:hAnsi="Segoe UI Symbol" w:cs="Segoe UI Symbol"/>
                  </w:rPr>
                  <w:t>☐</w:t>
                </w:r>
              </w:sdtContent>
            </w:sdt>
            <w:r w:rsidR="00447575" w:rsidRPr="00A52013">
              <w:t xml:space="preserve"> The tenderer </w:t>
            </w:r>
            <w:r w:rsidR="00447575" w:rsidRPr="00A52013">
              <w:rPr>
                <w:b/>
                <w:u w:val="single"/>
              </w:rPr>
              <w:t>does</w:t>
            </w:r>
            <w:r w:rsidR="00447575" w:rsidRPr="00A52013">
              <w:t xml:space="preserve"> have the capability for the PEPPOL framework to apply.</w:t>
            </w:r>
          </w:p>
          <w:p w14:paraId="75810B70" w14:textId="77777777" w:rsidR="00447575" w:rsidRPr="00A52013" w:rsidRDefault="003C7C16" w:rsidP="005079CF">
            <w:pPr>
              <w:pStyle w:val="ATTANNLV2NONUM-ASDEFCON"/>
              <w:spacing w:line="240" w:lineRule="auto"/>
            </w:pPr>
            <w:sdt>
              <w:sdtPr>
                <w:id w:val="-222674685"/>
                <w14:checkbox>
                  <w14:checked w14:val="0"/>
                  <w14:checkedState w14:val="2612" w14:font="MS Gothic"/>
                  <w14:uncheckedState w14:val="2610" w14:font="MS Gothic"/>
                </w14:checkbox>
              </w:sdtPr>
              <w:sdtEndPr/>
              <w:sdtContent>
                <w:r w:rsidR="00447575" w:rsidRPr="00A52013">
                  <w:rPr>
                    <w:rFonts w:ascii="Segoe UI Symbol" w:hAnsi="Segoe UI Symbol" w:cs="Segoe UI Symbol"/>
                  </w:rPr>
                  <w:t>☐</w:t>
                </w:r>
              </w:sdtContent>
            </w:sdt>
            <w:r w:rsidR="00447575" w:rsidRPr="00A52013">
              <w:t xml:space="preserve"> The tenderer </w:t>
            </w:r>
            <w:r w:rsidR="00447575" w:rsidRPr="00A52013">
              <w:rPr>
                <w:b/>
                <w:u w:val="single"/>
              </w:rPr>
              <w:t>does not</w:t>
            </w:r>
            <w:r w:rsidR="00447575" w:rsidRPr="00A52013">
              <w:t xml:space="preserve"> have the capability for the PEPPOL framework to apply.</w:t>
            </w:r>
          </w:p>
        </w:tc>
      </w:tr>
    </w:tbl>
    <w:p w14:paraId="33D19AC9" w14:textId="0886B817" w:rsidR="00506B02" w:rsidRDefault="00506B02" w:rsidP="00F82692">
      <w:pPr>
        <w:pStyle w:val="ASDEFCONOptionSpace"/>
      </w:pPr>
      <w:bookmarkStart w:id="90" w:name="_Ref137031550"/>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506B02" w14:paraId="1B8CDD07" w14:textId="77777777" w:rsidTr="00722A36">
        <w:tc>
          <w:tcPr>
            <w:tcW w:w="9209" w:type="dxa"/>
            <w:shd w:val="clear" w:color="auto" w:fill="auto"/>
          </w:tcPr>
          <w:p w14:paraId="1EE93F5F" w14:textId="4CA8106A" w:rsidR="00506B02" w:rsidRDefault="00506B02" w:rsidP="007C66EE">
            <w:pPr>
              <w:pStyle w:val="ASDEFCONOption"/>
              <w:keepNext w:val="0"/>
            </w:pPr>
            <w:r>
              <w:t xml:space="preserve">Option:  </w:t>
            </w:r>
            <w:r w:rsidR="00A81102">
              <w:t>Include t</w:t>
            </w:r>
            <w:r>
              <w:t>hese clauses if the procurement is valued at over $200,000 (GST Inclusive).</w:t>
            </w:r>
          </w:p>
          <w:p w14:paraId="7530EA83" w14:textId="668AA239" w:rsidR="00506B02" w:rsidRDefault="00506B02" w:rsidP="007C66EE">
            <w:pPr>
              <w:pStyle w:val="NoteToTenderers-ASDEFCON"/>
              <w:keepNext w:val="0"/>
            </w:pPr>
            <w:r>
              <w:t>Note to tenderers:  In accordance with the Buy Australian Plan and to support transparency in Australian Government procurement</w:t>
            </w:r>
            <w:r w:rsidR="00A81102">
              <w:t>s</w:t>
            </w:r>
            <w:r>
              <w:t>, tenderers for contracts worth over $200,000 (GST Inclusive) are required to disclose their country of tax residency.  For further information, see the Department of the Treasury, Department of Finance and the Australian Tax Office:</w:t>
            </w:r>
          </w:p>
          <w:p w14:paraId="70A19CF9" w14:textId="19ACC65C" w:rsidR="00506B02" w:rsidRDefault="003C7C16" w:rsidP="007A0682">
            <w:pPr>
              <w:pStyle w:val="NoteToTenderersBullets-ASDEFCON"/>
            </w:pPr>
            <w:hyperlink r:id="rId30" w:history="1">
              <w:r w:rsidR="00506B02" w:rsidRPr="00630E87">
                <w:rPr>
                  <w:rStyle w:val="Hyperlink"/>
                </w:rPr>
                <w:t>https://treasury.gov.au/policy-topics/taxation/country-tax-residency-disclosures</w:t>
              </w:r>
            </w:hyperlink>
            <w:r w:rsidR="00506B02">
              <w:t>;</w:t>
            </w:r>
          </w:p>
          <w:p w14:paraId="030FE031" w14:textId="1442898C" w:rsidR="00506B02" w:rsidRDefault="003C7C16" w:rsidP="007A0682">
            <w:pPr>
              <w:pStyle w:val="NoteToTenderersBullets-ASDEFCON"/>
            </w:pPr>
            <w:hyperlink r:id="rId31" w:history="1">
              <w:r w:rsidR="00506B02" w:rsidRPr="00630E87">
                <w:rPr>
                  <w:rStyle w:val="Hyperlink"/>
                </w:rPr>
                <w:t>https://www.finance.gov.au/business/buyaustralianplan</w:t>
              </w:r>
            </w:hyperlink>
            <w:r w:rsidR="00506B02">
              <w:t>; and</w:t>
            </w:r>
          </w:p>
          <w:p w14:paraId="1318624A" w14:textId="57A37655" w:rsidR="00506B02" w:rsidRDefault="003C7C16" w:rsidP="00992A10">
            <w:pPr>
              <w:pStyle w:val="NoteToTenderersBullets-ASDEFCON"/>
              <w:keepNext w:val="0"/>
            </w:pPr>
            <w:hyperlink r:id="rId32" w:history="1">
              <w:r w:rsidR="007E18F5">
                <w:rPr>
                  <w:rStyle w:val="Hyperlink"/>
                </w:rPr>
                <w:t>https://www.ato.gov.au/businesses-and-organisations/international-tax-for-business/working-out-your-residency</w:t>
              </w:r>
            </w:hyperlink>
            <w:r w:rsidR="00506B02">
              <w:t>.</w:t>
            </w:r>
          </w:p>
          <w:p w14:paraId="297F63FD" w14:textId="34FF76BE" w:rsidR="00506B02" w:rsidRDefault="00506B02" w:rsidP="007A0682">
            <w:pPr>
              <w:pStyle w:val="NoteToTenderersBullets-ASDEFCON"/>
              <w:numPr>
                <w:ilvl w:val="0"/>
                <w:numId w:val="0"/>
              </w:numPr>
            </w:pPr>
            <w:r>
              <w:t>This information will not be used to exclude a tenderer from participatin</w:t>
            </w:r>
            <w:r w:rsidR="00A81102">
              <w:t>g</w:t>
            </w:r>
            <w:r>
              <w:t xml:space="preserve"> in the RFT process.  </w:t>
            </w:r>
            <w:r w:rsidRPr="00B5369C">
              <w:t xml:space="preserve">Queries relating to the collection and use of </w:t>
            </w:r>
            <w:r>
              <w:t xml:space="preserve">data identifying </w:t>
            </w:r>
            <w:r w:rsidRPr="00B5369C">
              <w:t xml:space="preserve">an entity’s country of tax residency can be directed to the </w:t>
            </w:r>
            <w:r>
              <w:t>Department of the</w:t>
            </w:r>
            <w:r w:rsidRPr="00B5369C">
              <w:t xml:space="preserve"> Treasury at </w:t>
            </w:r>
            <w:hyperlink r:id="rId33" w:history="1">
              <w:r w:rsidRPr="003B6CE7">
                <w:rPr>
                  <w:rStyle w:val="Hyperlink"/>
                </w:rPr>
                <w:t>MNETaxTransparency@treasury.gov.au</w:t>
              </w:r>
            </w:hyperlink>
            <w:r w:rsidRPr="00B5369C">
              <w:t>.</w:t>
            </w:r>
          </w:p>
          <w:p w14:paraId="172BA6BF" w14:textId="77777777" w:rsidR="00506B02" w:rsidRDefault="00506B02" w:rsidP="007A0682">
            <w:pPr>
              <w:pStyle w:val="ATTANNLV2-ASDEFCON"/>
            </w:pPr>
            <w:bookmarkStart w:id="91" w:name="_Ref140653512"/>
            <w:r>
              <w:t>Tenderers are to provide:</w:t>
            </w:r>
            <w:bookmarkEnd w:id="91"/>
          </w:p>
          <w:p w14:paraId="00A8ABF5" w14:textId="77777777" w:rsidR="00506B02" w:rsidRDefault="00506B02" w:rsidP="007A0682">
            <w:pPr>
              <w:pStyle w:val="ATTANNLV3-ASDEFCON"/>
            </w:pPr>
            <w:r>
              <w:t>the tenderer’s country of tax residency; and</w:t>
            </w:r>
          </w:p>
          <w:p w14:paraId="61D97CD1" w14:textId="77777777" w:rsidR="00506B02" w:rsidRDefault="00506B02" w:rsidP="007A0682">
            <w:pPr>
              <w:pStyle w:val="ATTANNLV3-ASDEFCON"/>
            </w:pPr>
            <w:r>
              <w:t>the tenderer’s ultimate parent entity’s country of tax residency.</w:t>
            </w:r>
          </w:p>
          <w:p w14:paraId="6F963B36" w14:textId="0024F510" w:rsidR="00506B02" w:rsidRDefault="00506B02" w:rsidP="007A0682">
            <w:pPr>
              <w:pStyle w:val="ATTANNLV2-ASDEFCON"/>
            </w:pPr>
            <w:bookmarkStart w:id="92" w:name="_Ref140653726"/>
            <w:r>
              <w:t xml:space="preserve">In responding to clause </w:t>
            </w:r>
            <w:r>
              <w:fldChar w:fldCharType="begin"/>
            </w:r>
            <w:r>
              <w:instrText xml:space="preserve"> REF _Ref140653512 \w \h </w:instrText>
            </w:r>
            <w:r>
              <w:fldChar w:fldCharType="separate"/>
            </w:r>
            <w:r w:rsidR="006D3445">
              <w:t>5.9</w:t>
            </w:r>
            <w:r>
              <w:fldChar w:fldCharType="end"/>
            </w:r>
            <w:r>
              <w:t>, if the tenderer or the tenderer’s ultimate parent entity has multiple tax residencies, each of the countries of which they are a tax resident shall be disclosed.</w:t>
            </w:r>
            <w:bookmarkEnd w:id="92"/>
          </w:p>
          <w:p w14:paraId="716A7163" w14:textId="5ADC80D6" w:rsidR="00506B02" w:rsidRDefault="00506B02" w:rsidP="007A0682">
            <w:pPr>
              <w:pStyle w:val="ATTANNLV2-ASDEFCON"/>
            </w:pPr>
            <w:r>
              <w:t xml:space="preserve">Tie-breaker rules (where an entity is considered a resident of one treaty country only for the purposes of that treaty) are not relevant in determining how to respond to clauses </w:t>
            </w:r>
            <w:r>
              <w:fldChar w:fldCharType="begin"/>
            </w:r>
            <w:r>
              <w:instrText xml:space="preserve"> REF _Ref140653512 \w \h </w:instrText>
            </w:r>
            <w:r>
              <w:fldChar w:fldCharType="separate"/>
            </w:r>
            <w:r w:rsidR="006D3445">
              <w:t>5.9</w:t>
            </w:r>
            <w:r>
              <w:fldChar w:fldCharType="end"/>
            </w:r>
            <w:r>
              <w:t xml:space="preserve"> and </w:t>
            </w:r>
            <w:r>
              <w:fldChar w:fldCharType="begin"/>
            </w:r>
            <w:r>
              <w:instrText xml:space="preserve"> REF _Ref140653726 \w \h </w:instrText>
            </w:r>
            <w:r>
              <w:fldChar w:fldCharType="separate"/>
            </w:r>
            <w:r w:rsidR="006D3445">
              <w:t>5.10</w:t>
            </w:r>
            <w:r>
              <w:fldChar w:fldCharType="end"/>
            </w:r>
            <w:r>
              <w:t>.</w:t>
            </w:r>
          </w:p>
        </w:tc>
      </w:tr>
    </w:tbl>
    <w:p w14:paraId="33511117" w14:textId="77777777" w:rsidR="00506B02" w:rsidRPr="00F82692" w:rsidRDefault="00506B02" w:rsidP="00F82692">
      <w:pPr>
        <w:pStyle w:val="ASDEFCONOptionSpace"/>
      </w:pPr>
    </w:p>
    <w:p w14:paraId="66BE4CD1" w14:textId="7932FAEF" w:rsidR="00473839" w:rsidRPr="002318B6" w:rsidRDefault="00473839" w:rsidP="000B0541">
      <w:pPr>
        <w:pStyle w:val="ATTANNLV1-ASDEFCON"/>
      </w:pPr>
      <w:bookmarkStart w:id="93" w:name="_Ref140672275"/>
      <w:r>
        <w:t>Defect Rectification</w:t>
      </w:r>
      <w:r w:rsidRPr="002318B6">
        <w:t xml:space="preserve"> (CORE)</w:t>
      </w:r>
      <w:bookmarkEnd w:id="80"/>
      <w:bookmarkEnd w:id="81"/>
      <w:bookmarkEnd w:id="82"/>
      <w:bookmarkEnd w:id="88"/>
      <w:bookmarkEnd w:id="90"/>
      <w:bookmarkEnd w:id="93"/>
    </w:p>
    <w:p w14:paraId="2D95CB96" w14:textId="45217340" w:rsidR="00473839" w:rsidRPr="00844ACA" w:rsidRDefault="00473839" w:rsidP="00473839">
      <w:pPr>
        <w:pStyle w:val="ATTANNReferencetoCOC"/>
      </w:pPr>
      <w:r w:rsidRPr="00844ACA">
        <w:t>Draft COC reference: clause</w:t>
      </w:r>
      <w:r>
        <w:t xml:space="preserve"> 8</w:t>
      </w:r>
      <w:r w:rsidRPr="00844ACA">
        <w:t>.2</w:t>
      </w:r>
    </w:p>
    <w:p w14:paraId="3CEB3CC5" w14:textId="53CDBDDD" w:rsidR="00473839" w:rsidRDefault="00473839" w:rsidP="000B0541">
      <w:pPr>
        <w:pStyle w:val="ATTANNLV2-ASDEFCON"/>
      </w:pPr>
      <w:r>
        <w:t>Tenderers are to provide details of any warranties</w:t>
      </w:r>
      <w:r w:rsidR="00C85813">
        <w:t>, for significant items of Supplies,</w:t>
      </w:r>
      <w:r>
        <w:t xml:space="preserve"> available from relevant manufacturers or suppliers that will extend beyond the relevant Defect Rectification Period.</w:t>
      </w:r>
    </w:p>
    <w:p w14:paraId="27872989" w14:textId="3F232382" w:rsidR="00473839" w:rsidRDefault="00473839" w:rsidP="00400A5D">
      <w:pPr>
        <w:pStyle w:val="ATTANNLV1-ASDEFCON"/>
      </w:pPr>
      <w:bookmarkStart w:id="94" w:name="_Ref101862863"/>
      <w:bookmarkStart w:id="95" w:name="_Toc97190383"/>
      <w:bookmarkStart w:id="96" w:name="_Toc228854758"/>
      <w:bookmarkStart w:id="97" w:name="_Toc229969593"/>
      <w:bookmarkStart w:id="98" w:name="_Toc231196040"/>
      <w:r>
        <w:t xml:space="preserve">Technical </w:t>
      </w:r>
      <w:r w:rsidR="00400A5D">
        <w:t xml:space="preserve">Data </w:t>
      </w:r>
      <w:r>
        <w:t xml:space="preserve">and </w:t>
      </w:r>
      <w:r w:rsidR="00400A5D">
        <w:t xml:space="preserve">Software Rights </w:t>
      </w:r>
      <w:r>
        <w:t>(</w:t>
      </w:r>
      <w:r w:rsidR="00400A5D">
        <w:t>CORE</w:t>
      </w:r>
      <w:r>
        <w:t>)</w:t>
      </w:r>
      <w:bookmarkEnd w:id="94"/>
    </w:p>
    <w:p w14:paraId="075129B1" w14:textId="20B407F3" w:rsidR="00473839" w:rsidRDefault="00473839" w:rsidP="00473839">
      <w:pPr>
        <w:pStyle w:val="ATTANNReferencetoCOC"/>
      </w:pPr>
      <w:r>
        <w:t xml:space="preserve">Draft COC reference: clause </w:t>
      </w:r>
      <w:r w:rsidR="00FF30EE">
        <w:t>5</w:t>
      </w:r>
    </w:p>
    <w:p w14:paraId="32EFCBB6" w14:textId="7AFEAF42" w:rsidR="00311467" w:rsidRDefault="00473839" w:rsidP="000B0541">
      <w:pPr>
        <w:pStyle w:val="NoteToTenderers-ASDEFCON"/>
      </w:pPr>
      <w:r>
        <w:t>Note to tenderers:  Tenderers are to ensure that any restrictions in the</w:t>
      </w:r>
      <w:r w:rsidR="00DB64A7">
        <w:t xml:space="preserve"> tendered</w:t>
      </w:r>
      <w:r>
        <w:t xml:space="preserve"> TDSR Schedule </w:t>
      </w:r>
      <w:r w:rsidR="00DB64A7">
        <w:t xml:space="preserve">would </w:t>
      </w:r>
      <w:r>
        <w:t>not materially limit</w:t>
      </w:r>
      <w:r w:rsidR="002A30AA">
        <w:t xml:space="preserve"> the</w:t>
      </w:r>
      <w:r>
        <w:t xml:space="preserve"> achievement of Commonwealth objectives </w:t>
      </w:r>
      <w:r w:rsidR="002A30AA">
        <w:t xml:space="preserve">in </w:t>
      </w:r>
      <w:r>
        <w:t xml:space="preserve">respect </w:t>
      </w:r>
      <w:r w:rsidR="002A30AA">
        <w:t xml:space="preserve">of </w:t>
      </w:r>
      <w:r>
        <w:t xml:space="preserve">the Supplies or the tenderer's compliance with warranties </w:t>
      </w:r>
      <w:r w:rsidR="007C66EE">
        <w:t>under</w:t>
      </w:r>
      <w:r>
        <w:t xml:space="preserve"> clause 5 of the draft COC.</w:t>
      </w:r>
      <w:r w:rsidR="00597672">
        <w:t xml:space="preserve"> </w:t>
      </w:r>
      <w:r w:rsidR="00DB64A7">
        <w:t xml:space="preserve"> T</w:t>
      </w:r>
      <w:r>
        <w:t>he ASDEFCON Technical Data and Intellectual Property Commercial Handbook can be accessed at:</w:t>
      </w:r>
    </w:p>
    <w:p w14:paraId="7E26F40D" w14:textId="14BB44E0" w:rsidR="00E46792" w:rsidRDefault="003C7C16" w:rsidP="003B5A97">
      <w:pPr>
        <w:pStyle w:val="NoteToTenderersBullets-ASDEFCON"/>
        <w:keepNext w:val="0"/>
      </w:pPr>
      <w:hyperlink r:id="rId34" w:history="1">
        <w:r w:rsidR="00564F29">
          <w:rPr>
            <w:rStyle w:val="Hyperlink"/>
          </w:rPr>
          <w:t>https://www.defence.gov.au/business-industry/procurement/policies-guidelines-templates/procurement-guidance/intellectual-property-framework</w:t>
        </w:r>
      </w:hyperlink>
      <w:r w:rsidR="00E15A4A">
        <w:t>.</w:t>
      </w:r>
    </w:p>
    <w:p w14:paraId="03708E62" w14:textId="07645636" w:rsidR="00473839" w:rsidRDefault="00473839" w:rsidP="000B0541">
      <w:pPr>
        <w:pStyle w:val="ATTANNLV2-ASDEFCON"/>
      </w:pPr>
      <w:r>
        <w:rPr>
          <w:szCs w:val="20"/>
        </w:rPr>
        <w:t xml:space="preserve">Tenderers are to provide a draft TDSR Schedule in the form of Attachment </w:t>
      </w:r>
      <w:r w:rsidR="00156665">
        <w:rPr>
          <w:szCs w:val="20"/>
        </w:rPr>
        <w:t xml:space="preserve">C </w:t>
      </w:r>
      <w:r>
        <w:rPr>
          <w:szCs w:val="20"/>
        </w:rPr>
        <w:t xml:space="preserve">to the draft COC by specifying </w:t>
      </w:r>
      <w:r>
        <w:t>any proposed restrictions that will apply to the Commonwealth's rights to sublicense specified TD and Software under clause 5.2.2b(ii) of the draft COC.</w:t>
      </w:r>
    </w:p>
    <w:p w14:paraId="1012FBA1" w14:textId="757E01E9" w:rsidR="00473839" w:rsidRDefault="00400A5D" w:rsidP="00400A5D">
      <w:pPr>
        <w:pStyle w:val="ATTANNLV1-ASDEFCON"/>
      </w:pPr>
      <w:bookmarkStart w:id="99" w:name="_Ref101862866"/>
      <w:r w:rsidRPr="002346DB">
        <w:t xml:space="preserve">Insurance </w:t>
      </w:r>
      <w:r w:rsidR="00473839" w:rsidRPr="002346DB">
        <w:t>(CORE)</w:t>
      </w:r>
      <w:bookmarkEnd w:id="95"/>
      <w:bookmarkEnd w:id="96"/>
      <w:bookmarkEnd w:id="97"/>
      <w:bookmarkEnd w:id="98"/>
      <w:bookmarkEnd w:id="99"/>
    </w:p>
    <w:p w14:paraId="434C018A" w14:textId="34F71C66" w:rsidR="00473839" w:rsidRPr="00844ACA" w:rsidRDefault="00473839" w:rsidP="00473839">
      <w:pPr>
        <w:pStyle w:val="ATTANNReferencetoCOC"/>
      </w:pPr>
      <w:r w:rsidRPr="00844ACA">
        <w:t xml:space="preserve">Draft COC reference: clause </w:t>
      </w:r>
      <w:r>
        <w:t>9</w:t>
      </w:r>
    </w:p>
    <w:p w14:paraId="4FE54E92" w14:textId="4232C8C5" w:rsidR="00473839" w:rsidRDefault="00473839">
      <w:pPr>
        <w:pStyle w:val="NoteToTenderers-ASDEFCON"/>
        <w:keepNext w:val="0"/>
        <w:rPr>
          <w:rFonts w:eastAsia="Calibri"/>
        </w:rPr>
      </w:pPr>
      <w:bookmarkStart w:id="100" w:name="_Toc228854759"/>
      <w:bookmarkStart w:id="101" w:name="_Toc229969594"/>
      <w:bookmarkStart w:id="102" w:name="_Toc231196041"/>
      <w:r w:rsidRPr="0028622B">
        <w:rPr>
          <w:rFonts w:eastAsia="Calibri"/>
        </w:rPr>
        <w:t xml:space="preserve">Note to tenderers:  </w:t>
      </w:r>
      <w:r w:rsidR="00DB5B7B">
        <w:rPr>
          <w:rFonts w:eastAsia="Calibri"/>
        </w:rPr>
        <w:t>Refer to clause 9.1 of the draft Contract</w:t>
      </w:r>
      <w:r w:rsidR="00DB5B7B" w:rsidRPr="00777293" w:rsidDel="008155D9">
        <w:rPr>
          <w:rFonts w:eastAsia="Calibri"/>
        </w:rPr>
        <w:t xml:space="preserve"> </w:t>
      </w:r>
      <w:r w:rsidR="00DB5B7B">
        <w:rPr>
          <w:rFonts w:eastAsia="Calibri"/>
        </w:rPr>
        <w:t>i</w:t>
      </w:r>
      <w:r w:rsidRPr="00777293">
        <w:rPr>
          <w:rFonts w:eastAsia="Calibri"/>
        </w:rPr>
        <w:t xml:space="preserve">nformation on the </w:t>
      </w:r>
      <w:r w:rsidR="008155D9">
        <w:rPr>
          <w:rFonts w:eastAsia="Calibri"/>
        </w:rPr>
        <w:t>Approved Contractor Insurance Program</w:t>
      </w:r>
      <w:r w:rsidR="008155D9" w:rsidRPr="00777293">
        <w:rPr>
          <w:rFonts w:eastAsia="Calibri"/>
        </w:rPr>
        <w:t xml:space="preserve"> </w:t>
      </w:r>
      <w:r w:rsidR="008155D9">
        <w:rPr>
          <w:rFonts w:eastAsia="Calibri"/>
        </w:rPr>
        <w:t>(</w:t>
      </w:r>
      <w:r w:rsidRPr="00777293">
        <w:rPr>
          <w:rFonts w:eastAsia="Calibri"/>
        </w:rPr>
        <w:t>ACIP</w:t>
      </w:r>
      <w:r w:rsidR="008155D9">
        <w:rPr>
          <w:rFonts w:eastAsia="Calibri"/>
        </w:rPr>
        <w:t>)</w:t>
      </w:r>
      <w:r w:rsidRPr="00777293">
        <w:rPr>
          <w:rFonts w:eastAsia="Calibri"/>
        </w:rPr>
        <w:t xml:space="preserve"> and the current ACIP status </w:t>
      </w:r>
      <w:r w:rsidR="00DB5B7B">
        <w:rPr>
          <w:rFonts w:eastAsia="Calibri"/>
        </w:rPr>
        <w:t>of participating companies.</w:t>
      </w:r>
      <w:r w:rsidR="00597672">
        <w:rPr>
          <w:rFonts w:eastAsia="Calibri"/>
        </w:rPr>
        <w:t xml:space="preserve">  </w:t>
      </w:r>
      <w:r w:rsidR="00A656B1">
        <w:rPr>
          <w:rFonts w:eastAsia="Calibri"/>
        </w:rPr>
        <w:t>For insurance policies</w:t>
      </w:r>
      <w:r w:rsidR="00A656B1" w:rsidDel="008155D9">
        <w:rPr>
          <w:rFonts w:eastAsia="Calibri"/>
        </w:rPr>
        <w:t xml:space="preserve"> </w:t>
      </w:r>
      <w:r w:rsidR="00A656B1">
        <w:rPr>
          <w:rFonts w:eastAsia="Calibri"/>
        </w:rPr>
        <w:t>o</w:t>
      </w:r>
      <w:r w:rsidR="008155D9">
        <w:rPr>
          <w:rFonts w:eastAsia="Calibri"/>
        </w:rPr>
        <w:t>ther than ACIP approved insurance policies</w:t>
      </w:r>
      <w:r w:rsidRPr="0028622B">
        <w:rPr>
          <w:rFonts w:eastAsia="Calibri"/>
        </w:rPr>
        <w:t xml:space="preserve">, the Commonwealth </w:t>
      </w:r>
      <w:r w:rsidR="00B9571C">
        <w:rPr>
          <w:rFonts w:eastAsia="Calibri"/>
        </w:rPr>
        <w:t>will</w:t>
      </w:r>
      <w:r w:rsidR="00B9571C" w:rsidRPr="0028622B">
        <w:rPr>
          <w:rFonts w:eastAsia="Calibri"/>
        </w:rPr>
        <w:t xml:space="preserve"> </w:t>
      </w:r>
      <w:r w:rsidR="00A656B1">
        <w:rPr>
          <w:rFonts w:eastAsia="Calibri"/>
        </w:rPr>
        <w:t>seek</w:t>
      </w:r>
      <w:r w:rsidR="00A656B1" w:rsidRPr="0028622B">
        <w:rPr>
          <w:rFonts w:eastAsia="Calibri"/>
        </w:rPr>
        <w:t xml:space="preserve"> </w:t>
      </w:r>
      <w:r w:rsidR="00B9571C">
        <w:rPr>
          <w:rFonts w:eastAsia="Calibri"/>
        </w:rPr>
        <w:t xml:space="preserve">comprehensive details from </w:t>
      </w:r>
      <w:r w:rsidR="00A656B1">
        <w:rPr>
          <w:rFonts w:eastAsia="Calibri"/>
        </w:rPr>
        <w:t>the</w:t>
      </w:r>
      <w:r w:rsidR="00B9571C">
        <w:rPr>
          <w:rFonts w:eastAsia="Calibri"/>
        </w:rPr>
        <w:t xml:space="preserve"> preferred tenderer</w:t>
      </w:r>
      <w:r w:rsidR="00A656B1">
        <w:rPr>
          <w:rFonts w:eastAsia="Calibri"/>
        </w:rPr>
        <w:t>(s) during negotiations for any resultant Contract</w:t>
      </w:r>
      <w:r w:rsidRPr="0028622B">
        <w:rPr>
          <w:rFonts w:eastAsia="Calibri"/>
        </w:rPr>
        <w:t>.  The Commonwealth</w:t>
      </w:r>
      <w:r w:rsidR="00B9571C">
        <w:rPr>
          <w:rFonts w:eastAsia="Calibri"/>
        </w:rPr>
        <w:t xml:space="preserve"> reserves the right to request</w:t>
      </w:r>
      <w:r w:rsidRPr="0028622B">
        <w:rPr>
          <w:rFonts w:eastAsia="Calibri"/>
        </w:rPr>
        <w:t xml:space="preserve"> additional insurance policies</w:t>
      </w:r>
      <w:r w:rsidR="00B9571C">
        <w:rPr>
          <w:rFonts w:eastAsia="Calibri"/>
        </w:rPr>
        <w:t xml:space="preserve"> based on any circumstances assessed as being relevant to the Commonwealth’s risk</w:t>
      </w:r>
      <w:r w:rsidR="00A656B1">
        <w:rPr>
          <w:rFonts w:eastAsia="Calibri"/>
        </w:rPr>
        <w:t xml:space="preserve"> assessments</w:t>
      </w:r>
      <w:r w:rsidRPr="0028622B">
        <w:rPr>
          <w:rFonts w:eastAsia="Calibri"/>
        </w:rPr>
        <w:t>.</w:t>
      </w:r>
    </w:p>
    <w:p w14:paraId="28C0751B" w14:textId="349D058B" w:rsidR="00473839" w:rsidRDefault="00473839" w:rsidP="00FC4CBC">
      <w:pPr>
        <w:pStyle w:val="ATTANNLV2-ASDEFCON"/>
      </w:pPr>
      <w:r>
        <w:t>Tenderers are to indicate in their Statement of Non-Compliance</w:t>
      </w:r>
      <w:r w:rsidR="003E33F4">
        <w:t xml:space="preserve"> </w:t>
      </w:r>
      <w:r>
        <w:t xml:space="preserve">the extent to which </w:t>
      </w:r>
      <w:r w:rsidR="00C81C10">
        <w:t>t</w:t>
      </w:r>
      <w:r w:rsidR="00C81C10" w:rsidRPr="00C81C10">
        <w:rPr>
          <w:rFonts w:eastAsia="Calibri"/>
        </w:rPr>
        <w:t>hey do not comply with</w:t>
      </w:r>
      <w:r>
        <w:t xml:space="preserve"> the insurances required by the draft COC</w:t>
      </w:r>
      <w:r w:rsidR="00C81C10">
        <w:t xml:space="preserve"> (provided that </w:t>
      </w:r>
      <w:r w:rsidR="00C81C10">
        <w:rPr>
          <w:rFonts w:eastAsia="Calibri"/>
        </w:rPr>
        <w:t>t</w:t>
      </w:r>
      <w:r w:rsidRPr="00C81C10">
        <w:rPr>
          <w:rFonts w:eastAsia="Calibri"/>
        </w:rPr>
        <w:t xml:space="preserve">enderers with ACIP status are </w:t>
      </w:r>
      <w:r w:rsidR="00C81C10">
        <w:rPr>
          <w:rFonts w:eastAsia="Calibri"/>
        </w:rPr>
        <w:t xml:space="preserve">deemed compliant in relation to </w:t>
      </w:r>
      <w:r>
        <w:t xml:space="preserve">the insurances </w:t>
      </w:r>
      <w:r w:rsidR="00C81C10">
        <w:t xml:space="preserve">that are </w:t>
      </w:r>
      <w:r>
        <w:t>within the</w:t>
      </w:r>
      <w:r w:rsidR="00C81C10">
        <w:t>ir</w:t>
      </w:r>
      <w:r>
        <w:t xml:space="preserve"> ACIP</w:t>
      </w:r>
      <w:r w:rsidR="00C81C10">
        <w:t xml:space="preserve"> approval)</w:t>
      </w:r>
      <w:r>
        <w:t>.</w:t>
      </w:r>
    </w:p>
    <w:p w14:paraId="4BA99B38" w14:textId="3C63ACF2" w:rsidR="00473839" w:rsidRPr="00954EFA" w:rsidRDefault="00DB5B7B" w:rsidP="000B0541">
      <w:pPr>
        <w:pStyle w:val="ATTANNLV2-ASDEFCON"/>
      </w:pPr>
      <w:r>
        <w:t>T</w:t>
      </w:r>
      <w:r w:rsidR="00473839" w:rsidRPr="00954EFA">
        <w:t xml:space="preserve">enderers are to identify in </w:t>
      </w:r>
      <w:r w:rsidR="003E33F4">
        <w:t xml:space="preserve">the ‘Specific Prices’ worksheet of the </w:t>
      </w:r>
      <w:r w:rsidR="00167863">
        <w:t>CMV1PW</w:t>
      </w:r>
      <w:r w:rsidR="00E401B9">
        <w:t>,</w:t>
      </w:r>
      <w:r w:rsidR="003E33F4">
        <w:t xml:space="preserve"> </w:t>
      </w:r>
      <w:r w:rsidR="00473839" w:rsidRPr="00954EFA">
        <w:t>details of all costs associated with the insurance policies covered in the tenderer’s insurance response.</w:t>
      </w:r>
    </w:p>
    <w:p w14:paraId="08ACB009" w14:textId="4E6BD5D6" w:rsidR="00D545E0" w:rsidRDefault="00400A5D" w:rsidP="00400A5D">
      <w:pPr>
        <w:pStyle w:val="ATTANNLV1-ASDEFCON"/>
      </w:pPr>
      <w:bookmarkStart w:id="103" w:name="_Ref101862869"/>
      <w:r w:rsidRPr="002318B6">
        <w:t xml:space="preserve">Subcontractors </w:t>
      </w:r>
      <w:r w:rsidR="00473839" w:rsidRPr="002318B6">
        <w:t>(CORE)</w:t>
      </w:r>
      <w:bookmarkEnd w:id="100"/>
      <w:bookmarkEnd w:id="101"/>
      <w:bookmarkEnd w:id="102"/>
      <w:bookmarkEnd w:id="103"/>
    </w:p>
    <w:p w14:paraId="14F39714" w14:textId="77777777" w:rsidR="00653329" w:rsidRPr="00936E41" w:rsidRDefault="00653329" w:rsidP="00653329">
      <w:pPr>
        <w:pStyle w:val="ATTANNReferencetoCOC"/>
      </w:pPr>
      <w:r w:rsidRPr="00936E41">
        <w:t>Draft COC reference</w:t>
      </w:r>
      <w:r>
        <w:t>:</w:t>
      </w:r>
      <w:r w:rsidRPr="00936E41">
        <w:t xml:space="preserve"> clause </w:t>
      </w:r>
      <w:r>
        <w:t>11</w:t>
      </w:r>
      <w:r w:rsidRPr="00936E41">
        <w:t>.7</w:t>
      </w:r>
    </w:p>
    <w:p w14:paraId="44B493ED" w14:textId="2C5FF1DD" w:rsidR="00473839" w:rsidRDefault="0061406B" w:rsidP="000B0541">
      <w:pPr>
        <w:pStyle w:val="NoteToDrafters-ASDEFCON"/>
      </w:pPr>
      <w:r>
        <w:t xml:space="preserve">Note to drafters:  </w:t>
      </w:r>
      <w:r w:rsidR="00653329">
        <w:t>In t</w:t>
      </w:r>
      <w:r>
        <w:t xml:space="preserve">he clause </w:t>
      </w:r>
      <w:r w:rsidR="00653329">
        <w:t>below, c</w:t>
      </w:r>
      <w:r w:rsidR="009C522F">
        <w:t xml:space="preserve">onsider the expected value of the procurement in determining an appropriate </w:t>
      </w:r>
      <w:r w:rsidR="0003028F">
        <w:t>value threshold for subcontracts of interest to the Commonwealth</w:t>
      </w:r>
      <w:r w:rsidR="009C522F">
        <w:t>.</w:t>
      </w:r>
    </w:p>
    <w:p w14:paraId="19A553F0" w14:textId="38940412" w:rsidR="00473839" w:rsidRDefault="00473839" w:rsidP="000B0541">
      <w:pPr>
        <w:pStyle w:val="ATTANNLV2-ASDEFCON"/>
      </w:pPr>
      <w:r w:rsidRPr="002346DB">
        <w:t xml:space="preserve">Tenderers </w:t>
      </w:r>
      <w:r>
        <w:t>are to</w:t>
      </w:r>
      <w:r w:rsidRPr="002346DB">
        <w:t xml:space="preserve"> provide details of any Subcontractors that the tenderer proposes to use under the Contract where the value of the work to be subcontracted exceeds </w:t>
      </w:r>
      <w:r>
        <w:t>$</w:t>
      </w:r>
      <w:r w:rsidRPr="00D767FF">
        <w:rPr>
          <w:b/>
        </w:rPr>
        <w:fldChar w:fldCharType="begin">
          <w:ffData>
            <w:name w:val=""/>
            <w:enabled/>
            <w:calcOnExit w:val="0"/>
            <w:textInput>
              <w:default w:val="[...DRAFTER TO INSERT PRIOR TO RELEASE OF RFT...]"/>
            </w:textInput>
          </w:ffData>
        </w:fldChar>
      </w:r>
      <w:r w:rsidRPr="00D767FF">
        <w:rPr>
          <w:b/>
        </w:rPr>
        <w:instrText xml:space="preserve"> FORMTEXT </w:instrText>
      </w:r>
      <w:r w:rsidRPr="00D767FF">
        <w:rPr>
          <w:b/>
        </w:rPr>
      </w:r>
      <w:r w:rsidRPr="00D767FF">
        <w:rPr>
          <w:b/>
        </w:rPr>
        <w:fldChar w:fldCharType="separate"/>
      </w:r>
      <w:r w:rsidR="00592603">
        <w:rPr>
          <w:b/>
          <w:noProof/>
        </w:rPr>
        <w:t>[...DRAFTER TO INSERT PRIOR TO RELEASE OF RFT...]</w:t>
      </w:r>
      <w:r w:rsidRPr="00D767FF">
        <w:rPr>
          <w:b/>
        </w:rPr>
        <w:fldChar w:fldCharType="end"/>
      </w:r>
      <w:r w:rsidR="000734D4" w:rsidRPr="000734D4">
        <w:t xml:space="preserve"> in the ‘</w:t>
      </w:r>
      <w:r w:rsidR="000734D4">
        <w:t>Subcont</w:t>
      </w:r>
      <w:r w:rsidR="000734D4" w:rsidRPr="000734D4">
        <w:t>ractors’ worksheet of the CMV1PW</w:t>
      </w:r>
      <w:r w:rsidRPr="000734D4">
        <w:t>.</w:t>
      </w:r>
    </w:p>
    <w:p w14:paraId="26E46F9C" w14:textId="44E6F5A0" w:rsidR="00473839" w:rsidRPr="002346DB" w:rsidRDefault="00687FB3" w:rsidP="00687FB3">
      <w:pPr>
        <w:pStyle w:val="ATTANNLV1-ASDEFCON"/>
      </w:pPr>
      <w:bookmarkStart w:id="104" w:name="_Toc228854761"/>
      <w:bookmarkStart w:id="105" w:name="_Toc229969596"/>
      <w:bookmarkStart w:id="106" w:name="_Toc231196043"/>
      <w:bookmarkStart w:id="107" w:name="_Ref101862880"/>
      <w:bookmarkStart w:id="108" w:name="_Ref159998808"/>
      <w:r>
        <w:t>Defence</w:t>
      </w:r>
      <w:r w:rsidR="00473839" w:rsidRPr="0011544A">
        <w:t xml:space="preserve"> </w:t>
      </w:r>
      <w:r>
        <w:t>Industry</w:t>
      </w:r>
      <w:r w:rsidR="00473839" w:rsidRPr="0011544A">
        <w:t xml:space="preserve"> </w:t>
      </w:r>
      <w:r>
        <w:t>Security</w:t>
      </w:r>
      <w:r w:rsidR="00473839" w:rsidRPr="0011544A">
        <w:t xml:space="preserve"> </w:t>
      </w:r>
      <w:r>
        <w:t>Program</w:t>
      </w:r>
      <w:r w:rsidR="00473839" w:rsidRPr="0011544A">
        <w:t xml:space="preserve"> </w:t>
      </w:r>
      <w:r w:rsidRPr="0011544A">
        <w:t xml:space="preserve">Physical and Information </w:t>
      </w:r>
      <w:r w:rsidR="00473839" w:rsidRPr="0011544A">
        <w:t xml:space="preserve">/ </w:t>
      </w:r>
      <w:r w:rsidRPr="0011544A">
        <w:t>Cyber Security</w:t>
      </w:r>
      <w:r w:rsidRPr="002346DB">
        <w:t xml:space="preserve"> </w:t>
      </w:r>
      <w:r w:rsidR="00473839">
        <w:t xml:space="preserve">requirement </w:t>
      </w:r>
      <w:r w:rsidR="00473839" w:rsidRPr="002346DB">
        <w:t>(OPTIONAL)</w:t>
      </w:r>
      <w:bookmarkEnd w:id="104"/>
      <w:bookmarkEnd w:id="105"/>
      <w:bookmarkEnd w:id="106"/>
      <w:bookmarkEnd w:id="107"/>
      <w:bookmarkEnd w:id="108"/>
    </w:p>
    <w:p w14:paraId="249A783C" w14:textId="78807B94" w:rsidR="00473839" w:rsidRPr="00936E41" w:rsidRDefault="00473839" w:rsidP="00473839">
      <w:pPr>
        <w:pStyle w:val="ATTANNReferencetoCOC"/>
      </w:pPr>
      <w:r w:rsidRPr="00936E41">
        <w:t xml:space="preserve">Draft COC reference: clause </w:t>
      </w:r>
      <w:r>
        <w:t>11</w:t>
      </w:r>
      <w:r w:rsidRPr="00936E41">
        <w:t>.8</w:t>
      </w:r>
    </w:p>
    <w:p w14:paraId="550350FD" w14:textId="53FD3DF8" w:rsidR="00473839" w:rsidRDefault="00473839" w:rsidP="005079CF">
      <w:pPr>
        <w:pStyle w:val="NoteToDrafters-ASDEFCON"/>
        <w:keepNext w:val="0"/>
      </w:pPr>
      <w:r>
        <w:t xml:space="preserve">Note to drafters: </w:t>
      </w:r>
      <w:r w:rsidRPr="00621828">
        <w:t xml:space="preserve"> Include this clause if </w:t>
      </w:r>
      <w:r>
        <w:t>DISP membership at Level 1 or above</w:t>
      </w:r>
      <w:r w:rsidRPr="009019AC">
        <w:t xml:space="preserve"> </w:t>
      </w:r>
      <w:r w:rsidR="00061A5C">
        <w:t>applies</w:t>
      </w:r>
      <w:r w:rsidRPr="00B6502A">
        <w:t>.</w:t>
      </w:r>
      <w:r>
        <w:t xml:space="preserve">  If the RFT is to include classified information, drafters should consult their Project Security Officer.</w:t>
      </w:r>
    </w:p>
    <w:p w14:paraId="7B46E6C7" w14:textId="798CE243" w:rsidR="00473839" w:rsidRDefault="00473839" w:rsidP="000B0541">
      <w:pPr>
        <w:pStyle w:val="NoteToTenderers-ASDEFCON"/>
      </w:pPr>
      <w:r w:rsidRPr="002346DB">
        <w:t xml:space="preserve">Note to tenderers:  </w:t>
      </w:r>
      <w:r>
        <w:t xml:space="preserve">Refer to the Details Schedule in the draft COC regarding the DISP membership level for Physical Security and Information / Cyber Security elements, and </w:t>
      </w:r>
      <w:r w:rsidR="00F26DDA">
        <w:t>Communications Security (</w:t>
      </w:r>
      <w:r>
        <w:t>COMSEC</w:t>
      </w:r>
      <w:r w:rsidR="00F26DDA">
        <w:t>)</w:t>
      </w:r>
      <w:r>
        <w:t xml:space="preserve"> material transmission requirements, </w:t>
      </w:r>
      <w:r w:rsidRPr="002346DB">
        <w:t xml:space="preserve">for any resultant </w:t>
      </w:r>
      <w:r>
        <w:t>C</w:t>
      </w:r>
      <w:r w:rsidRPr="002346DB">
        <w:t>ontract.</w:t>
      </w:r>
      <w:r w:rsidR="00B7143B">
        <w:t xml:space="preserve">  </w:t>
      </w:r>
    </w:p>
    <w:p w14:paraId="6A105D92" w14:textId="3FB121B5" w:rsidR="00473839" w:rsidRPr="002346DB" w:rsidRDefault="00473839" w:rsidP="000B0541">
      <w:pPr>
        <w:pStyle w:val="NoteToTenderers-ASDEFCON"/>
      </w:pPr>
      <w:r w:rsidRPr="002346DB">
        <w:t>For further information</w:t>
      </w:r>
      <w:r>
        <w:t xml:space="preserve"> and access to the </w:t>
      </w:r>
      <w:r w:rsidR="00AA1D76">
        <w:t>Defence Security Principles Framework (</w:t>
      </w:r>
      <w:r>
        <w:t>DSPF</w:t>
      </w:r>
      <w:r w:rsidR="00AA1D76">
        <w:t>)</w:t>
      </w:r>
      <w:r>
        <w:t>,</w:t>
      </w:r>
      <w:r w:rsidRPr="002346DB">
        <w:t xml:space="preserve"> </w:t>
      </w:r>
      <w:r w:rsidR="00AA1D76">
        <w:t>refer to the Security Classification and Categorisation Guide attached to the draft Contract, or</w:t>
      </w:r>
      <w:r w:rsidRPr="002346DB">
        <w:t xml:space="preserve"> contact the</w:t>
      </w:r>
      <w:r>
        <w:t xml:space="preserve"> Contact Officer specified in Tender Details Schedule</w:t>
      </w:r>
      <w:r w:rsidRPr="002346DB">
        <w:t>.</w:t>
      </w:r>
    </w:p>
    <w:p w14:paraId="10E29EDB" w14:textId="77777777" w:rsidR="00473839" w:rsidRPr="007C1F9A" w:rsidRDefault="00473839" w:rsidP="000B0541">
      <w:pPr>
        <w:pStyle w:val="ATTANNLV2-ASDEFCON"/>
      </w:pPr>
      <w:r w:rsidRPr="007C1F9A">
        <w:t xml:space="preserve">Tenderers </w:t>
      </w:r>
      <w:r>
        <w:t>are to</w:t>
      </w:r>
      <w:r w:rsidRPr="007C1F9A">
        <w:t xml:space="preserve"> provide the following details for all premises proposed in their tender </w:t>
      </w:r>
      <w:r>
        <w:t xml:space="preserve">to be used </w:t>
      </w:r>
      <w:r w:rsidRPr="007C1F9A">
        <w:t>for the storage of classified documents</w:t>
      </w:r>
      <w:r>
        <w:t xml:space="preserve">, classified assets, or the housing of ICT systems for the processing of data, up to and including the Physical Security and Information / Cyber Security DISP membership levels </w:t>
      </w:r>
      <w:r w:rsidRPr="00616E66">
        <w:t>identified in the Details Schedule of the draft COC</w:t>
      </w:r>
      <w:r w:rsidRPr="007C1F9A">
        <w:t>:</w:t>
      </w:r>
    </w:p>
    <w:p w14:paraId="60F4F1DA" w14:textId="77777777" w:rsidR="00473839" w:rsidRPr="002346DB" w:rsidRDefault="00473839" w:rsidP="000B0541">
      <w:pPr>
        <w:pStyle w:val="ATTANNLV3-ASDEFCON"/>
      </w:pPr>
      <w:r w:rsidRPr="002346DB">
        <w:t>physical address of facility;</w:t>
      </w:r>
    </w:p>
    <w:p w14:paraId="2FEF1E2D" w14:textId="77777777" w:rsidR="00473839" w:rsidRDefault="00473839" w:rsidP="000B0541">
      <w:pPr>
        <w:pStyle w:val="ATTANNLV3-ASDEFCON"/>
      </w:pPr>
      <w:r w:rsidRPr="002346DB">
        <w:t xml:space="preserve">facility </w:t>
      </w:r>
      <w:r>
        <w:t>accreditation</w:t>
      </w:r>
      <w:r w:rsidRPr="002346DB">
        <w:t>(s) held (type and level), when granted and by whom</w:t>
      </w:r>
      <w:r>
        <w:t>; and</w:t>
      </w:r>
    </w:p>
    <w:p w14:paraId="6F749DB1" w14:textId="53416AAE" w:rsidR="00E46792" w:rsidRDefault="00473839" w:rsidP="000B0541">
      <w:pPr>
        <w:pStyle w:val="ATTANNLV3-ASDEFCON"/>
      </w:pPr>
      <w:r>
        <w:t>ICT system accreditations(s) held (type and level), when granted and by whom.</w:t>
      </w:r>
    </w:p>
    <w:p w14:paraId="63205D3A" w14:textId="4E3CF4D2" w:rsidR="00473839" w:rsidRPr="002346DB" w:rsidRDefault="00473839" w:rsidP="000B0541">
      <w:pPr>
        <w:pStyle w:val="ATTANNLV2-ASDEFCON"/>
      </w:pPr>
      <w:r w:rsidRPr="002346DB">
        <w:t xml:space="preserve">If appropriate </w:t>
      </w:r>
      <w:r>
        <w:t>DISP membership levels</w:t>
      </w:r>
      <w:r w:rsidRPr="002346DB">
        <w:t xml:space="preserve"> are not held, then tenderers </w:t>
      </w:r>
      <w:r>
        <w:t>are to</w:t>
      </w:r>
      <w:r w:rsidRPr="002346DB">
        <w:t xml:space="preserve"> indicate their willingness to undergo the </w:t>
      </w:r>
      <w:r w:rsidR="00F26DDA">
        <w:t xml:space="preserve">process to obtain </w:t>
      </w:r>
      <w:r w:rsidRPr="002346DB">
        <w:t xml:space="preserve">the requisite </w:t>
      </w:r>
      <w:r>
        <w:t>DISP membership</w:t>
      </w:r>
      <w:r w:rsidRPr="002346DB">
        <w:t>.</w:t>
      </w:r>
    </w:p>
    <w:p w14:paraId="6BA55E9F" w14:textId="55FEC403" w:rsidR="00473839" w:rsidRDefault="00473839" w:rsidP="000B0541">
      <w:pPr>
        <w:pStyle w:val="ATTANNLV2-ASDEFCON"/>
      </w:pPr>
      <w:bookmarkStart w:id="109" w:name="_Toc58315386"/>
      <w:r w:rsidRPr="002346DB">
        <w:t xml:space="preserve">Tenderers </w:t>
      </w:r>
      <w:r>
        <w:t>are to</w:t>
      </w:r>
      <w:r w:rsidRPr="002346DB">
        <w:t xml:space="preserve"> provide the above information in relation to all </w:t>
      </w:r>
      <w:r w:rsidR="008A5A70">
        <w:t xml:space="preserve">proposed </w:t>
      </w:r>
      <w:r w:rsidRPr="002346DB">
        <w:t>Subcontractors who will require access to security classified information.</w:t>
      </w:r>
      <w:bookmarkEnd w:id="109"/>
    </w:p>
    <w:p w14:paraId="422BF0D3" w14:textId="3439F7E9" w:rsidR="00473839" w:rsidRDefault="00FA4D2A" w:rsidP="00FA4D2A">
      <w:pPr>
        <w:pStyle w:val="ATTANNLV1-ASDEFCON"/>
      </w:pPr>
      <w:bookmarkStart w:id="110" w:name="_Ref101862884"/>
      <w:r>
        <w:t xml:space="preserve">Liability </w:t>
      </w:r>
      <w:r w:rsidR="00473839" w:rsidRPr="002346DB">
        <w:t>(</w:t>
      </w:r>
      <w:r>
        <w:t>OPTIONAL</w:t>
      </w:r>
      <w:r w:rsidR="00473839" w:rsidRPr="002346DB">
        <w:t>)</w:t>
      </w:r>
      <w:bookmarkEnd w:id="110"/>
    </w:p>
    <w:p w14:paraId="2AC29A42" w14:textId="2406DB69" w:rsidR="00473839" w:rsidRPr="00936E41" w:rsidRDefault="00473839" w:rsidP="00473839">
      <w:pPr>
        <w:pStyle w:val="ATTANNReferencetoCOC"/>
      </w:pPr>
      <w:r w:rsidRPr="00936E41">
        <w:t>Draft COC reference: clause</w:t>
      </w:r>
      <w:r>
        <w:t xml:space="preserve"> 10.</w:t>
      </w:r>
      <w:r w:rsidR="00E331A3">
        <w:t>6 and 9</w:t>
      </w:r>
    </w:p>
    <w:p w14:paraId="21390ECF" w14:textId="3DB78C38" w:rsidR="00311467" w:rsidRDefault="00473839" w:rsidP="000B0541">
      <w:pPr>
        <w:pStyle w:val="NoteToDrafters-ASDEFCON"/>
      </w:pPr>
      <w:r>
        <w:t xml:space="preserve">Note to drafters:  </w:t>
      </w:r>
      <w:r w:rsidR="00687FB3">
        <w:t>Refer to clause 10.6 of the draft COC for notes on</w:t>
      </w:r>
      <w:r>
        <w:t xml:space="preserve"> </w:t>
      </w:r>
      <w:r w:rsidR="00A20B61">
        <w:t>l</w:t>
      </w:r>
      <w:r>
        <w:t xml:space="preserve">iability </w:t>
      </w:r>
      <w:r w:rsidR="00A20B61">
        <w:t>r</w:t>
      </w:r>
      <w:r>
        <w:t xml:space="preserve">isk </w:t>
      </w:r>
      <w:r w:rsidR="00A20B61">
        <w:t>a</w:t>
      </w:r>
      <w:r>
        <w:t>ssessment</w:t>
      </w:r>
      <w:r w:rsidR="00687FB3">
        <w:t>s.</w:t>
      </w:r>
    </w:p>
    <w:p w14:paraId="49224B7A" w14:textId="7BFA5283" w:rsidR="000B578F" w:rsidRDefault="00473839" w:rsidP="000B0541">
      <w:pPr>
        <w:pStyle w:val="NoteToTenderers-ASDEFCON"/>
      </w:pPr>
      <w:r w:rsidRPr="00E765F8">
        <w:t xml:space="preserve">Note to tenderers:  </w:t>
      </w:r>
      <w:r w:rsidR="00430F0E">
        <w:t>L</w:t>
      </w:r>
      <w:r>
        <w:t>iability caps and insurance requirements in clauses 10.6 and 9 of the draft COC</w:t>
      </w:r>
      <w:r w:rsidR="00B01F1B">
        <w:t xml:space="preserve"> </w:t>
      </w:r>
      <w:r w:rsidR="00687FB3">
        <w:t>are</w:t>
      </w:r>
      <w:r>
        <w:t xml:space="preserve"> based on a</w:t>
      </w:r>
      <w:r w:rsidR="00992B8B" w:rsidRPr="00992B8B">
        <w:t xml:space="preserve"> </w:t>
      </w:r>
      <w:r w:rsidR="00992B8B">
        <w:t>Commonwealth</w:t>
      </w:r>
      <w:r>
        <w:t xml:space="preserve"> liability risk assessment conducted in accordance with </w:t>
      </w:r>
      <w:r w:rsidRPr="00306E12">
        <w:t>the Defence Liability Principles and</w:t>
      </w:r>
      <w:r>
        <w:t xml:space="preserve"> Liability Risk Assessment template, which can be accessed at:</w:t>
      </w:r>
    </w:p>
    <w:p w14:paraId="14D36F8A" w14:textId="5309B41B" w:rsidR="00473839" w:rsidRPr="005079CF" w:rsidRDefault="003C7C16" w:rsidP="005079CF">
      <w:pPr>
        <w:pStyle w:val="NoteToTenderersBullets-ASDEFCON"/>
        <w:rPr>
          <w:color w:val="auto"/>
        </w:rPr>
      </w:pPr>
      <w:hyperlink r:id="rId35" w:history="1">
        <w:r w:rsidR="00564F29">
          <w:rPr>
            <w:rStyle w:val="Hyperlink"/>
          </w:rPr>
          <w:t>https://www.defence.gov.au/business-industry/procurement/policies-guidelines-templates/procurement-guidance/liability-risk-management</w:t>
        </w:r>
      </w:hyperlink>
      <w:r w:rsidR="00E15A4A">
        <w:t>.</w:t>
      </w:r>
    </w:p>
    <w:p w14:paraId="2F12912C" w14:textId="03193B67" w:rsidR="00473839" w:rsidRDefault="00473839" w:rsidP="000B0541">
      <w:pPr>
        <w:pStyle w:val="ATTANNLV2-ASDEFCON"/>
      </w:pPr>
      <w:r w:rsidRPr="0098060C">
        <w:t xml:space="preserve">If </w:t>
      </w:r>
      <w:r>
        <w:t xml:space="preserve">a </w:t>
      </w:r>
      <w:r w:rsidRPr="0098060C">
        <w:t>tenderer propose</w:t>
      </w:r>
      <w:r>
        <w:t>s</w:t>
      </w:r>
      <w:r w:rsidRPr="0098060C">
        <w:t xml:space="preserve"> to limit </w:t>
      </w:r>
      <w:r>
        <w:t>its</w:t>
      </w:r>
      <w:r w:rsidRPr="0098060C">
        <w:t xml:space="preserve"> liability </w:t>
      </w:r>
      <w:r>
        <w:t>on an alternative basis to that</w:t>
      </w:r>
      <w:r w:rsidRPr="0098060C">
        <w:t xml:space="preserve"> set out in clause </w:t>
      </w:r>
      <w:r>
        <w:t>9.6</w:t>
      </w:r>
      <w:r w:rsidRPr="0098060C">
        <w:t xml:space="preserve"> of the draft </w:t>
      </w:r>
      <w:r>
        <w:t>COC (eg, by proposing a liability limitation or exclusion additional to those set out in clause 10.6 of the draft COC)</w:t>
      </w:r>
      <w:r w:rsidRPr="00E765F8">
        <w:t>, the tenderer</w:t>
      </w:r>
      <w:r>
        <w:t xml:space="preserve"> is to</w:t>
      </w:r>
      <w:r w:rsidRPr="00E765F8">
        <w:t xml:space="preserve"> </w:t>
      </w:r>
      <w:r w:rsidRPr="004D138F">
        <w:t>provide the following details</w:t>
      </w:r>
      <w:r>
        <w:t>:</w:t>
      </w:r>
    </w:p>
    <w:p w14:paraId="67D2805E" w14:textId="0414CB0B" w:rsidR="00E46792" w:rsidRDefault="00473839" w:rsidP="000B0541">
      <w:pPr>
        <w:pStyle w:val="ATTANNLV3-ASDEFCON"/>
      </w:pPr>
      <w:r w:rsidRPr="00E765F8">
        <w:t xml:space="preserve">the terms of the </w:t>
      </w:r>
      <w:r>
        <w:t xml:space="preserve">tenderer’s proposed </w:t>
      </w:r>
      <w:r w:rsidRPr="00E765F8">
        <w:t xml:space="preserve">limitation </w:t>
      </w:r>
      <w:r>
        <w:t>of</w:t>
      </w:r>
      <w:r w:rsidRPr="00E765F8">
        <w:t xml:space="preserve"> liability</w:t>
      </w:r>
      <w:r>
        <w:t xml:space="preserve">, including their proposed </w:t>
      </w:r>
      <w:r w:rsidR="00AB7F88">
        <w:t>Limitation Amount</w:t>
      </w:r>
      <w:r w:rsidRPr="0087731E">
        <w:t xml:space="preserve"> set out in clause 10.6.1 </w:t>
      </w:r>
      <w:r w:rsidRPr="00951163">
        <w:rPr>
          <w:b/>
          <w:highlight w:val="darkGray"/>
        </w:rPr>
        <w:t xml:space="preserve">[or ‘ cap for clause </w:t>
      </w:r>
      <w:r>
        <w:rPr>
          <w:b/>
          <w:highlight w:val="darkGray"/>
        </w:rPr>
        <w:t>10</w:t>
      </w:r>
      <w:r w:rsidRPr="00951163">
        <w:rPr>
          <w:b/>
          <w:highlight w:val="darkGray"/>
        </w:rPr>
        <w:t xml:space="preserve">.6.3’ if Option B in clause </w:t>
      </w:r>
      <w:r>
        <w:rPr>
          <w:b/>
          <w:highlight w:val="darkGray"/>
        </w:rPr>
        <w:t>10</w:t>
      </w:r>
      <w:r w:rsidRPr="00951163">
        <w:rPr>
          <w:b/>
          <w:highlight w:val="darkGray"/>
        </w:rPr>
        <w:t>.6 of the draft COC is selected]</w:t>
      </w:r>
      <w:r>
        <w:t xml:space="preserve"> of the draft COC</w:t>
      </w:r>
      <w:r w:rsidRPr="00E765F8">
        <w:t>;</w:t>
      </w:r>
    </w:p>
    <w:p w14:paraId="2BDD2AC2" w14:textId="06DBB9FB" w:rsidR="00473839" w:rsidRDefault="00473839" w:rsidP="000B0541">
      <w:pPr>
        <w:pStyle w:val="ATTANNLV3-ASDEFCON"/>
      </w:pPr>
      <w:r w:rsidRPr="00E765F8">
        <w:t xml:space="preserve">an explanation of why the tenderer requires a limitation of its liability regime different to that proposed in clause </w:t>
      </w:r>
      <w:r>
        <w:t>10.6</w:t>
      </w:r>
      <w:r w:rsidRPr="00E765F8">
        <w:t xml:space="preserve"> of the draft </w:t>
      </w:r>
      <w:r>
        <w:t>COC</w:t>
      </w:r>
      <w:r w:rsidRPr="00E765F8">
        <w:t>;</w:t>
      </w:r>
      <w:r>
        <w:t xml:space="preserve"> and</w:t>
      </w:r>
    </w:p>
    <w:p w14:paraId="5EBE2CD1" w14:textId="77777777" w:rsidR="00473839" w:rsidRPr="0030303D" w:rsidRDefault="00473839" w:rsidP="000B0541">
      <w:pPr>
        <w:pStyle w:val="ATTANNLV3-ASDEFCON"/>
      </w:pPr>
      <w:r>
        <w:t>the impact (if any) of these changes on the insurance requirements of the draft COC.</w:t>
      </w:r>
    </w:p>
    <w:p w14:paraId="40CA2DAF" w14:textId="669C8F81" w:rsidR="00473839" w:rsidRDefault="00FA4D2A" w:rsidP="00FA4D2A">
      <w:pPr>
        <w:pStyle w:val="ATTANNLV1-ASDEFCON"/>
      </w:pPr>
      <w:bookmarkStart w:id="111" w:name="_Ref101862895"/>
      <w:r>
        <w:t xml:space="preserve">Economic Benefit to the Australian Economy </w:t>
      </w:r>
      <w:r w:rsidR="00473839">
        <w:t>(</w:t>
      </w:r>
      <w:r>
        <w:t>OPTIONAL</w:t>
      </w:r>
      <w:r w:rsidR="00473839">
        <w:t>)</w:t>
      </w:r>
      <w:bookmarkEnd w:id="111"/>
    </w:p>
    <w:p w14:paraId="274771A9" w14:textId="2C87016C" w:rsidR="00473839" w:rsidRDefault="00473839" w:rsidP="000B0541">
      <w:pPr>
        <w:pStyle w:val="NoteToDrafters-ASDEFCON"/>
      </w:pPr>
      <w:r w:rsidRPr="006E3014">
        <w:rPr>
          <w:highlight w:val="black"/>
        </w:rPr>
        <w:t xml:space="preserve">Note to drafters:  </w:t>
      </w:r>
      <w:r w:rsidRPr="00187171">
        <w:t xml:space="preserve">This clause must be </w:t>
      </w:r>
      <w:r w:rsidR="009E5DCE">
        <w:t>included</w:t>
      </w:r>
      <w:r w:rsidR="009E5DCE" w:rsidRPr="00187171">
        <w:t xml:space="preserve"> </w:t>
      </w:r>
      <w:r w:rsidR="007A2107">
        <w:t>if</w:t>
      </w:r>
      <w:r w:rsidR="007A2107" w:rsidRPr="00187171">
        <w:t xml:space="preserve"> </w:t>
      </w:r>
      <w:r w:rsidRPr="00187171">
        <w:t xml:space="preserve">the </w:t>
      </w:r>
      <w:r w:rsidR="007A2107">
        <w:t>expected value of any resultant Contract</w:t>
      </w:r>
      <w:r w:rsidR="007A2107" w:rsidRPr="00187171">
        <w:t xml:space="preserve"> </w:t>
      </w:r>
      <w:r w:rsidRPr="00187171">
        <w:t xml:space="preserve">is </w:t>
      </w:r>
      <w:r w:rsidR="007A2107">
        <w:t>above</w:t>
      </w:r>
      <w:r w:rsidRPr="00187171">
        <w:t xml:space="preserve"> $</w:t>
      </w:r>
      <w:r w:rsidR="00B271B4">
        <w:t>1</w:t>
      </w:r>
      <w:r w:rsidRPr="00187171">
        <w:t xml:space="preserve"> million</w:t>
      </w:r>
      <w:r w:rsidR="007A2107">
        <w:t xml:space="preserve"> (including GST)</w:t>
      </w:r>
      <w:r w:rsidR="00BC0F3F">
        <w:t>.</w:t>
      </w:r>
    </w:p>
    <w:p w14:paraId="100A94E2" w14:textId="38CFE2B9" w:rsidR="007A2107" w:rsidRDefault="007A2107" w:rsidP="005079CF">
      <w:pPr>
        <w:pStyle w:val="NoteToTenderers-ASDEFCON"/>
      </w:pPr>
      <w:r>
        <w:t>Note to tenderers:  For an explanation of economic benefit considerations, refer to:</w:t>
      </w:r>
    </w:p>
    <w:p w14:paraId="247B7EBD" w14:textId="364F4FDE" w:rsidR="00B271B4" w:rsidRDefault="003C7C16" w:rsidP="00B271B4">
      <w:pPr>
        <w:pStyle w:val="NoteToTenderersBullets-ASDEFCON"/>
      </w:pPr>
      <w:hyperlink r:id="rId36" w:history="1">
        <w:r w:rsidR="003D68DF">
          <w:rPr>
            <w:rStyle w:val="Hyperlink"/>
          </w:rPr>
          <w:t>https://www.finance.gov.au/sites/default/files/2024-07/consideration-of-broader-economic-benefits-in-procurement_july-2024.pdf</w:t>
        </w:r>
      </w:hyperlink>
      <w:r w:rsidR="003D68DF">
        <w:rPr>
          <w:color w:val="0000FF"/>
          <w:u w:val="single"/>
        </w:rPr>
        <w:t xml:space="preserve"> </w:t>
      </w:r>
    </w:p>
    <w:p w14:paraId="218117F1" w14:textId="47C92DFE" w:rsidR="00473839" w:rsidRPr="006E3014" w:rsidRDefault="00473839">
      <w:pPr>
        <w:pStyle w:val="ATTANNLV2-ASDEFCON"/>
        <w:sectPr w:rsidR="00473839" w:rsidRPr="006E3014" w:rsidSect="00473839">
          <w:headerReference w:type="default" r:id="rId37"/>
          <w:footerReference w:type="default" r:id="rId38"/>
          <w:type w:val="nextColumn"/>
          <w:pgSz w:w="11907" w:h="16840" w:code="9"/>
          <w:pgMar w:top="1304" w:right="1418" w:bottom="907" w:left="1418" w:header="567" w:footer="567" w:gutter="0"/>
          <w:cols w:space="720"/>
        </w:sectPr>
      </w:pPr>
      <w:r w:rsidRPr="0061549D">
        <w:t>Tenderers</w:t>
      </w:r>
      <w:r w:rsidRPr="006E3014">
        <w:t xml:space="preserve"> are to provide details of the </w:t>
      </w:r>
      <w:r w:rsidR="00061A5C">
        <w:t xml:space="preserve">direct </w:t>
      </w:r>
      <w:r w:rsidRPr="006E3014">
        <w:t>economic benefits that any resultant Contract would achieve for the Australian economy.</w:t>
      </w:r>
    </w:p>
    <w:p w14:paraId="70803AEF" w14:textId="77777777" w:rsidR="00473839" w:rsidRPr="002346DB" w:rsidRDefault="00473839" w:rsidP="000B0541">
      <w:pPr>
        <w:pStyle w:val="ASDEFCONTitle"/>
      </w:pPr>
      <w:bookmarkStart w:id="112" w:name="_Toc228854763"/>
      <w:bookmarkStart w:id="113" w:name="_Toc229969598"/>
      <w:bookmarkStart w:id="114" w:name="_Toc231196045"/>
      <w:bookmarkStart w:id="115" w:name="_Toc271558697"/>
      <w:bookmarkStart w:id="116" w:name="_Toc384635076"/>
      <w:r>
        <w:t xml:space="preserve">RESPONSE VOLUME: </w:t>
      </w:r>
      <w:r w:rsidRPr="002346DB">
        <w:t>technical (core)</w:t>
      </w:r>
      <w:bookmarkEnd w:id="112"/>
      <w:bookmarkEnd w:id="113"/>
      <w:bookmarkEnd w:id="114"/>
      <w:bookmarkEnd w:id="115"/>
      <w:bookmarkEnd w:id="116"/>
    </w:p>
    <w:p w14:paraId="0261E07C" w14:textId="679B3ECD" w:rsidR="00473839" w:rsidRPr="007C1F9A" w:rsidRDefault="00FA4D2A" w:rsidP="00FA4D2A">
      <w:pPr>
        <w:pStyle w:val="ATTANNLV1-ASDEFCON"/>
        <w:numPr>
          <w:ilvl w:val="0"/>
          <w:numId w:val="75"/>
        </w:numPr>
      </w:pPr>
      <w:bookmarkStart w:id="117" w:name="_Toc49763431"/>
      <w:bookmarkStart w:id="118" w:name="_Toc49824324"/>
      <w:bookmarkStart w:id="119" w:name="_Toc49833078"/>
      <w:bookmarkStart w:id="120" w:name="_Toc52272846"/>
      <w:bookmarkStart w:id="121" w:name="_Toc228854764"/>
      <w:bookmarkStart w:id="122" w:name="_Toc229969599"/>
      <w:bookmarkStart w:id="123" w:name="_Toc231196046"/>
      <w:bookmarkStart w:id="124" w:name="_Ref107410539"/>
      <w:bookmarkStart w:id="125" w:name="_Ref159999375"/>
      <w:r w:rsidRPr="007C1F9A">
        <w:t>Description of Proposed Solution</w:t>
      </w:r>
      <w:bookmarkEnd w:id="117"/>
      <w:bookmarkEnd w:id="118"/>
      <w:bookmarkEnd w:id="119"/>
      <w:bookmarkEnd w:id="120"/>
      <w:r w:rsidR="00473839" w:rsidRPr="007C1F9A">
        <w:t xml:space="preserve"> (CORE)</w:t>
      </w:r>
      <w:bookmarkEnd w:id="121"/>
      <w:bookmarkEnd w:id="122"/>
      <w:bookmarkEnd w:id="123"/>
      <w:bookmarkEnd w:id="124"/>
      <w:bookmarkEnd w:id="125"/>
    </w:p>
    <w:p w14:paraId="119373BD" w14:textId="2DFE95A1" w:rsidR="00E46792" w:rsidRDefault="00473839" w:rsidP="00473839">
      <w:pPr>
        <w:pStyle w:val="ATTANNReferencetoCOC"/>
      </w:pPr>
      <w:r w:rsidRPr="00936E41">
        <w:t>Draft Statement of Work reference: Annex A</w:t>
      </w:r>
    </w:p>
    <w:p w14:paraId="592DC7F6" w14:textId="0C599A19" w:rsidR="00473839" w:rsidRDefault="00473839" w:rsidP="000B0541">
      <w:pPr>
        <w:pStyle w:val="NoteToTenderers-ASDEFCON"/>
      </w:pPr>
      <w:r>
        <w:t xml:space="preserve">Note to tenderers: </w:t>
      </w:r>
      <w:r w:rsidR="00311467">
        <w:t xml:space="preserve"> </w:t>
      </w:r>
      <w:r w:rsidRPr="007C57EC">
        <w:t xml:space="preserve">Where a standard (approved by a recognised body) is specified in </w:t>
      </w:r>
      <w:r>
        <w:t>the Specifications at Annex A to the draft SOW</w:t>
      </w:r>
      <w:r w:rsidRPr="007C57EC">
        <w:t>, tenderers are to show in their tender responses</w:t>
      </w:r>
      <w:r>
        <w:t>,</w:t>
      </w:r>
      <w:r w:rsidRPr="007C57EC">
        <w:t xml:space="preserve"> their capability to meet that standard</w:t>
      </w:r>
      <w:r>
        <w:t>.</w:t>
      </w:r>
    </w:p>
    <w:p w14:paraId="4C5CFCD0" w14:textId="6C5B9923" w:rsidR="00473839" w:rsidRPr="002346DB" w:rsidRDefault="00473839" w:rsidP="000B0541">
      <w:pPr>
        <w:pStyle w:val="NoteToDrafters-ASDEFCON"/>
      </w:pPr>
      <w:r w:rsidRPr="002346DB">
        <w:t xml:space="preserve">Note to drafters:  </w:t>
      </w:r>
      <w:r w:rsidR="000975B5">
        <w:t>A</w:t>
      </w:r>
      <w:r w:rsidRPr="002346DB">
        <w:t xml:space="preserve">mend </w:t>
      </w:r>
      <w:r w:rsidR="000975B5">
        <w:t>th</w:t>
      </w:r>
      <w:r w:rsidR="006A19B3">
        <w:t>e following</w:t>
      </w:r>
      <w:r w:rsidR="000975B5">
        <w:t xml:space="preserve"> clause </w:t>
      </w:r>
      <w:r w:rsidRPr="002346DB">
        <w:t xml:space="preserve">to the </w:t>
      </w:r>
      <w:r w:rsidR="000975B5">
        <w:t>needs</w:t>
      </w:r>
      <w:r w:rsidR="000975B5" w:rsidRPr="002346DB">
        <w:t xml:space="preserve"> </w:t>
      </w:r>
      <w:r w:rsidRPr="002346DB">
        <w:t>of the</w:t>
      </w:r>
      <w:r>
        <w:t xml:space="preserve"> procurement</w:t>
      </w:r>
      <w:r w:rsidRPr="002346DB">
        <w:t>.</w:t>
      </w:r>
    </w:p>
    <w:p w14:paraId="265B863D" w14:textId="77777777" w:rsidR="00473839" w:rsidRPr="002346DB" w:rsidRDefault="00473839" w:rsidP="000B0541">
      <w:pPr>
        <w:pStyle w:val="ATTANNLV2-ASDEFCON"/>
      </w:pPr>
      <w:bookmarkStart w:id="126" w:name="_Ref49765136"/>
      <w:r w:rsidRPr="002346DB">
        <w:t xml:space="preserve">Tenderers </w:t>
      </w:r>
      <w:r>
        <w:t>are to</w:t>
      </w:r>
      <w:r w:rsidRPr="002346DB">
        <w:t xml:space="preserve"> provide a description of their proposed solution for satisfying the requirements defined in the Specification at Annex A to the draft SOW, including:</w:t>
      </w:r>
      <w:bookmarkEnd w:id="126"/>
    </w:p>
    <w:p w14:paraId="2039A15D" w14:textId="7F2D908B" w:rsidR="00473839" w:rsidRPr="002346DB" w:rsidRDefault="00473839" w:rsidP="000B0541">
      <w:pPr>
        <w:pStyle w:val="ATTANNLV3-ASDEFCON"/>
      </w:pPr>
      <w:r w:rsidRPr="002346DB">
        <w:t xml:space="preserve">the identification of each product </w:t>
      </w:r>
      <w:r w:rsidR="001E0411">
        <w:t>/</w:t>
      </w:r>
      <w:r w:rsidR="001E0411" w:rsidRPr="002346DB">
        <w:t xml:space="preserve"> </w:t>
      </w:r>
      <w:r w:rsidRPr="002346DB">
        <w:t>component including hardware and Software</w:t>
      </w:r>
      <w:r w:rsidR="001E0411">
        <w:t xml:space="preserve"> that</w:t>
      </w:r>
      <w:r>
        <w:t xml:space="preserve">, </w:t>
      </w:r>
      <w:r w:rsidR="001E0411">
        <w:t xml:space="preserve">as a </w:t>
      </w:r>
      <w:r>
        <w:t xml:space="preserve">discrete portion, perform a function of the end item, and/or are </w:t>
      </w:r>
      <w:r w:rsidR="001E0411">
        <w:t xml:space="preserve">discrete </w:t>
      </w:r>
      <w:r>
        <w:t xml:space="preserve">items </w:t>
      </w:r>
      <w:r w:rsidR="001E0411">
        <w:t xml:space="preserve">identified </w:t>
      </w:r>
      <w:r>
        <w:t>for maintenance</w:t>
      </w:r>
      <w:r w:rsidR="001E0411" w:rsidRPr="001E0411">
        <w:t xml:space="preserve"> </w:t>
      </w:r>
      <w:r w:rsidR="001E0411">
        <w:t>purposes</w:t>
      </w:r>
      <w:r w:rsidR="00C96DCB">
        <w:t>,</w:t>
      </w:r>
      <w:r>
        <w:t xml:space="preserve"> or </w:t>
      </w:r>
      <w:r w:rsidR="001E0411">
        <w:t xml:space="preserve">to </w:t>
      </w:r>
      <w:r>
        <w:t>control the product’s design (ie, c</w:t>
      </w:r>
      <w:r w:rsidRPr="002346DB">
        <w:t xml:space="preserve">onfiguration </w:t>
      </w:r>
      <w:r>
        <w:t>i</w:t>
      </w:r>
      <w:r w:rsidRPr="002346DB">
        <w:t>tem</w:t>
      </w:r>
      <w:r>
        <w:t>s)</w:t>
      </w:r>
      <w:r w:rsidRPr="002346DB">
        <w:t>;</w:t>
      </w:r>
    </w:p>
    <w:p w14:paraId="5DF02009" w14:textId="120F12DE" w:rsidR="00473839" w:rsidRPr="002346DB" w:rsidRDefault="00473839" w:rsidP="000B0541">
      <w:pPr>
        <w:pStyle w:val="ATTANNLV3-ASDEFCON"/>
      </w:pPr>
      <w:r w:rsidRPr="002346DB">
        <w:t xml:space="preserve">a description of the products </w:t>
      </w:r>
      <w:r w:rsidR="003613A6">
        <w:t>/</w:t>
      </w:r>
      <w:r w:rsidR="003613A6" w:rsidRPr="002346DB">
        <w:t xml:space="preserve"> </w:t>
      </w:r>
      <w:r w:rsidRPr="002346DB">
        <w:t>components in sufficient detail so that it is clear to the Commonwealth how the required functionality will be met, including a description of:</w:t>
      </w:r>
    </w:p>
    <w:p w14:paraId="6009DC66" w14:textId="2C12B464" w:rsidR="00473839" w:rsidRPr="002346DB" w:rsidRDefault="00473839" w:rsidP="000B0541">
      <w:pPr>
        <w:pStyle w:val="ATTANNLV4-ASDEFCON"/>
      </w:pPr>
      <w:r w:rsidRPr="002346DB">
        <w:t>each product and component</w:t>
      </w:r>
      <w:r w:rsidR="008E5A75">
        <w:t xml:space="preserve"> within the proposed Supplies</w:t>
      </w:r>
      <w:r w:rsidRPr="002346DB">
        <w:t>;</w:t>
      </w:r>
    </w:p>
    <w:p w14:paraId="75591ACE" w14:textId="0CE9F250" w:rsidR="00473839" w:rsidRPr="002346DB" w:rsidRDefault="003613A6" w:rsidP="000B0541">
      <w:pPr>
        <w:pStyle w:val="ATTANNLV4-ASDEFCON"/>
      </w:pPr>
      <w:r>
        <w:t>internal</w:t>
      </w:r>
      <w:r w:rsidRPr="002346DB">
        <w:t xml:space="preserve"> </w:t>
      </w:r>
      <w:r w:rsidR="00473839" w:rsidRPr="002346DB">
        <w:t>interactions or interfaces between the products and components; and</w:t>
      </w:r>
    </w:p>
    <w:p w14:paraId="7666444C" w14:textId="08196038" w:rsidR="00473839" w:rsidRPr="002346DB" w:rsidRDefault="00473839" w:rsidP="000B0541">
      <w:pPr>
        <w:pStyle w:val="ATTANNLV4-ASDEFCON"/>
      </w:pPr>
      <w:r w:rsidRPr="002346DB">
        <w:t>any interfaces between the products</w:t>
      </w:r>
      <w:r>
        <w:t xml:space="preserve"> </w:t>
      </w:r>
      <w:r w:rsidR="008E5A75">
        <w:t xml:space="preserve">/ </w:t>
      </w:r>
      <w:r w:rsidRPr="002346DB">
        <w:t>components and the external environment;</w:t>
      </w:r>
    </w:p>
    <w:p w14:paraId="4C57145D" w14:textId="77777777" w:rsidR="00473839" w:rsidRPr="002346DB" w:rsidRDefault="00473839" w:rsidP="000B0541">
      <w:pPr>
        <w:pStyle w:val="ATTANNLV3-ASDEFCON"/>
      </w:pPr>
      <w:r w:rsidRPr="002346DB">
        <w:t>if any external elements are required to enable the functionality to be met (eg</w:t>
      </w:r>
      <w:r>
        <w:t>,</w:t>
      </w:r>
      <w:r w:rsidRPr="002346DB">
        <w:t xml:space="preserve"> utilities, other facilities elements, consumables), a description of these external elements;</w:t>
      </w:r>
    </w:p>
    <w:p w14:paraId="60CBC81D" w14:textId="26E29D13" w:rsidR="00E46792" w:rsidRDefault="00473839" w:rsidP="000B0541">
      <w:pPr>
        <w:pStyle w:val="ATTANNLV3-ASDEFCON"/>
      </w:pPr>
      <w:r w:rsidRPr="002346DB">
        <w:t xml:space="preserve">if installation is required, a </w:t>
      </w:r>
      <w:r>
        <w:t xml:space="preserve">brief </w:t>
      </w:r>
      <w:r w:rsidRPr="002346DB">
        <w:t>description of the installation requirements;</w:t>
      </w:r>
    </w:p>
    <w:p w14:paraId="1656A817" w14:textId="31A4E717" w:rsidR="00473839" w:rsidRDefault="00473839" w:rsidP="000B0541">
      <w:pPr>
        <w:pStyle w:val="NoteToTenderers-ASDEFCON"/>
      </w:pPr>
      <w:r>
        <w:t xml:space="preserve">Note to tenderers: </w:t>
      </w:r>
      <w:r w:rsidR="00311467">
        <w:t xml:space="preserve"> </w:t>
      </w:r>
      <w:r>
        <w:t>In the following clause ‘obsolete’ refers to, for hardware, that the item is no longer in production, and for Software, that the item is no longer supported.</w:t>
      </w:r>
    </w:p>
    <w:p w14:paraId="157B333B" w14:textId="70C579B7" w:rsidR="00473839" w:rsidRPr="002346DB" w:rsidRDefault="00473839" w:rsidP="000B0541">
      <w:pPr>
        <w:pStyle w:val="ATTANNLV3-ASDEFCON"/>
      </w:pPr>
      <w:r w:rsidRPr="002346DB">
        <w:t xml:space="preserve">the expected remaining life of the products and components before they are classified </w:t>
      </w:r>
      <w:r w:rsidR="003613A6">
        <w:t>as</w:t>
      </w:r>
      <w:r w:rsidR="003613A6" w:rsidRPr="002346DB">
        <w:t xml:space="preserve"> </w:t>
      </w:r>
      <w:r w:rsidRPr="002346DB">
        <w:t>obsole</w:t>
      </w:r>
      <w:r>
        <w:t xml:space="preserve">te, and the expected support </w:t>
      </w:r>
      <w:r w:rsidR="003613A6">
        <w:t>to</w:t>
      </w:r>
      <w:r>
        <w:t xml:space="preserve"> be available </w:t>
      </w:r>
      <w:r w:rsidR="003613A6">
        <w:t xml:space="preserve">once </w:t>
      </w:r>
      <w:r>
        <w:t>classifi</w:t>
      </w:r>
      <w:r w:rsidR="003613A6">
        <w:t>ed</w:t>
      </w:r>
      <w:r>
        <w:t xml:space="preserve"> as obsolete</w:t>
      </w:r>
      <w:r w:rsidRPr="002346DB">
        <w:t>;</w:t>
      </w:r>
      <w:r w:rsidR="008E5A75">
        <w:t xml:space="preserve"> and</w:t>
      </w:r>
    </w:p>
    <w:p w14:paraId="031A923E" w14:textId="201D743C" w:rsidR="00473839" w:rsidRPr="002346DB" w:rsidRDefault="00473839" w:rsidP="000B0541">
      <w:pPr>
        <w:pStyle w:val="NoteToTenderers-ASDEFCON"/>
      </w:pPr>
      <w:r w:rsidRPr="002346DB">
        <w:t xml:space="preserve">Note to tenderers:  The following subclause </w:t>
      </w:r>
      <w:r w:rsidR="00D47F51">
        <w:t>seek</w:t>
      </w:r>
      <w:r w:rsidR="008A5A70">
        <w:t>s</w:t>
      </w:r>
      <w:r w:rsidR="00D47F51">
        <w:t xml:space="preserve"> </w:t>
      </w:r>
      <w:r w:rsidR="00C96DCB">
        <w:t>to identify</w:t>
      </w:r>
      <w:r w:rsidR="00D47F51">
        <w:t xml:space="preserve"> any</w:t>
      </w:r>
      <w:r w:rsidRPr="002346DB">
        <w:t xml:space="preserve"> </w:t>
      </w:r>
      <w:r w:rsidR="00B243AF">
        <w:t xml:space="preserve">significant </w:t>
      </w:r>
      <w:r w:rsidRPr="002346DB">
        <w:t>development</w:t>
      </w:r>
      <w:r w:rsidR="00D47F51">
        <w:t xml:space="preserve"> </w:t>
      </w:r>
      <w:r w:rsidR="00C96DCB">
        <w:t xml:space="preserve">that is </w:t>
      </w:r>
      <w:r w:rsidR="00D47F51">
        <w:t>required</w:t>
      </w:r>
      <w:r w:rsidRPr="002346DB">
        <w:t>.  Th</w:t>
      </w:r>
      <w:r w:rsidR="00C96DCB">
        <w:t>is</w:t>
      </w:r>
      <w:r w:rsidRPr="002346DB">
        <w:t xml:space="preserve"> should not be interpreted as an invitation to tender developmental solutions.</w:t>
      </w:r>
    </w:p>
    <w:p w14:paraId="0D0B03B6" w14:textId="2500D26D" w:rsidR="00FD7B52" w:rsidRDefault="00473839" w:rsidP="000B0541">
      <w:pPr>
        <w:pStyle w:val="ATTANNLV3-ASDEFCON"/>
      </w:pPr>
      <w:r w:rsidRPr="002346DB">
        <w:t>if any development is required</w:t>
      </w:r>
      <w:r w:rsidR="00FD7B52">
        <w:t>, details of:</w:t>
      </w:r>
    </w:p>
    <w:p w14:paraId="2D69175C" w14:textId="2ED3C3CB" w:rsidR="00473839" w:rsidRPr="002346DB" w:rsidRDefault="00473839" w:rsidP="00E464B7">
      <w:pPr>
        <w:pStyle w:val="ATTANNLV4-ASDEFCON"/>
      </w:pPr>
      <w:r w:rsidRPr="002346DB">
        <w:t>the level of development for each product or component; and</w:t>
      </w:r>
    </w:p>
    <w:p w14:paraId="33B1FF2A" w14:textId="3826E05E" w:rsidR="00473839" w:rsidRPr="002346DB" w:rsidRDefault="00473839" w:rsidP="00E464B7">
      <w:pPr>
        <w:pStyle w:val="ATTANNLV4-ASDEFCON"/>
      </w:pPr>
      <w:r w:rsidRPr="002346DB">
        <w:t>the perceived technical risk</w:t>
      </w:r>
      <w:r w:rsidR="00FD7B52">
        <w:t>s</w:t>
      </w:r>
      <w:r w:rsidRPr="002346DB">
        <w:t xml:space="preserve"> and the </w:t>
      </w:r>
      <w:r w:rsidR="00FD7B52" w:rsidRPr="002346DB">
        <w:t xml:space="preserve">tenderer’s </w:t>
      </w:r>
      <w:r w:rsidRPr="002346DB">
        <w:t xml:space="preserve">approach to mitigating </w:t>
      </w:r>
      <w:r w:rsidR="00FD7B52">
        <w:t xml:space="preserve">each </w:t>
      </w:r>
      <w:r w:rsidRPr="002346DB">
        <w:t>risk.</w:t>
      </w:r>
    </w:p>
    <w:p w14:paraId="4E96B776" w14:textId="1B970CED" w:rsidR="00473839" w:rsidRDefault="00473839" w:rsidP="000B0541">
      <w:pPr>
        <w:pStyle w:val="ATTANNLV2-ASDEFCON"/>
      </w:pPr>
      <w:r w:rsidRPr="002346DB">
        <w:t>Tenderers may provide product brochures in responding to clause </w:t>
      </w:r>
      <w:r w:rsidRPr="002346DB">
        <w:fldChar w:fldCharType="begin"/>
      </w:r>
      <w:r w:rsidRPr="002346DB">
        <w:instrText xml:space="preserve"> REF _Ref49765136 \r \h  \* MERGEFORMAT </w:instrText>
      </w:r>
      <w:r w:rsidRPr="002346DB">
        <w:fldChar w:fldCharType="separate"/>
      </w:r>
      <w:r w:rsidR="006D3445">
        <w:t>1.1</w:t>
      </w:r>
      <w:r w:rsidRPr="002346DB">
        <w:fldChar w:fldCharType="end"/>
      </w:r>
      <w:r w:rsidRPr="002346DB">
        <w:t xml:space="preserve">; however, these brochures are to be accompanied by any additional information </w:t>
      </w:r>
      <w:r w:rsidR="00E464B7">
        <w:t xml:space="preserve">that is </w:t>
      </w:r>
      <w:r w:rsidR="009A794F">
        <w:t>needed</w:t>
      </w:r>
      <w:r w:rsidR="009A794F" w:rsidRPr="002346DB">
        <w:t xml:space="preserve"> </w:t>
      </w:r>
      <w:r w:rsidRPr="002346DB">
        <w:t xml:space="preserve">to </w:t>
      </w:r>
      <w:r w:rsidR="009A794F">
        <w:t xml:space="preserve">address </w:t>
      </w:r>
      <w:r w:rsidRPr="002346DB">
        <w:t>the requirements of clause </w:t>
      </w:r>
      <w:r w:rsidRPr="002346DB">
        <w:fldChar w:fldCharType="begin"/>
      </w:r>
      <w:r w:rsidRPr="002346DB">
        <w:instrText xml:space="preserve"> REF _Ref49765136 \r \h </w:instrText>
      </w:r>
      <w:r>
        <w:instrText xml:space="preserve"> \* MERGEFORMAT </w:instrText>
      </w:r>
      <w:r w:rsidRPr="002346DB">
        <w:fldChar w:fldCharType="separate"/>
      </w:r>
      <w:r w:rsidR="006D3445">
        <w:t>1.1</w:t>
      </w:r>
      <w:r w:rsidRPr="002346DB">
        <w:fldChar w:fldCharType="end"/>
      </w:r>
      <w:r w:rsidRPr="002346DB">
        <w:t xml:space="preserve"> and to </w:t>
      </w:r>
      <w:r w:rsidR="009A794F">
        <w:t>demonstrate</w:t>
      </w:r>
      <w:r w:rsidRPr="002346DB">
        <w:t xml:space="preserve"> that the required functionality will be met.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61"/>
      </w:tblGrid>
      <w:tr w:rsidR="00A1182C" w14:paraId="0833A969" w14:textId="77777777" w:rsidTr="00483C4C">
        <w:tc>
          <w:tcPr>
            <w:tcW w:w="9287" w:type="dxa"/>
          </w:tcPr>
          <w:p w14:paraId="5FEF11C8" w14:textId="0165480C" w:rsidR="00B44B1A" w:rsidRDefault="00B44B1A">
            <w:pPr>
              <w:pStyle w:val="ASDEFCONOptionSpace"/>
              <w:keepNext/>
              <w:rPr>
                <w:rFonts w:eastAsia="Calibri"/>
              </w:rPr>
            </w:pPr>
          </w:p>
          <w:p w14:paraId="07091578" w14:textId="7A2628A5" w:rsidR="00473839" w:rsidRPr="00E8778F" w:rsidRDefault="00940D06" w:rsidP="00992A10">
            <w:pPr>
              <w:pStyle w:val="ASDEFCONOption"/>
              <w:keepNext w:val="0"/>
              <w:rPr>
                <w:rFonts w:eastAsia="Calibri"/>
              </w:rPr>
            </w:pPr>
            <w:r>
              <w:rPr>
                <w:rFonts w:eastAsia="Calibri"/>
              </w:rPr>
              <w:t>Option</w:t>
            </w:r>
            <w:r w:rsidR="00473839" w:rsidRPr="00E8778F">
              <w:rPr>
                <w:rFonts w:eastAsia="Calibri"/>
              </w:rPr>
              <w:t xml:space="preserve">:   If </w:t>
            </w:r>
            <w:r>
              <w:rPr>
                <w:rFonts w:eastAsia="Calibri"/>
              </w:rPr>
              <w:t xml:space="preserve">existing support is </w:t>
            </w:r>
            <w:r w:rsidR="00473839" w:rsidRPr="00E8778F">
              <w:rPr>
                <w:rFonts w:eastAsia="Calibri"/>
              </w:rPr>
              <w:t xml:space="preserve">not </w:t>
            </w:r>
            <w:r>
              <w:rPr>
                <w:rFonts w:eastAsia="Calibri"/>
              </w:rPr>
              <w:t>relevant to tender selection</w:t>
            </w:r>
            <w:r w:rsidR="00473839" w:rsidRPr="00E8778F">
              <w:rPr>
                <w:rFonts w:eastAsia="Calibri"/>
              </w:rPr>
              <w:t>, th</w:t>
            </w:r>
            <w:r>
              <w:rPr>
                <w:rFonts w:eastAsia="Calibri"/>
              </w:rPr>
              <w:t>is</w:t>
            </w:r>
            <w:r w:rsidR="00473839" w:rsidRPr="00E8778F">
              <w:rPr>
                <w:rFonts w:eastAsia="Calibri"/>
              </w:rPr>
              <w:t xml:space="preserve"> </w:t>
            </w:r>
            <w:r>
              <w:rPr>
                <w:rFonts w:eastAsia="Calibri"/>
              </w:rPr>
              <w:t>option</w:t>
            </w:r>
            <w:r w:rsidRPr="00E8778F">
              <w:rPr>
                <w:rFonts w:eastAsia="Calibri"/>
              </w:rPr>
              <w:t xml:space="preserve"> </w:t>
            </w:r>
            <w:r w:rsidR="003942ED">
              <w:rPr>
                <w:rFonts w:eastAsia="Calibri"/>
              </w:rPr>
              <w:t>can</w:t>
            </w:r>
            <w:r w:rsidR="003942ED" w:rsidRPr="00E8778F">
              <w:rPr>
                <w:rFonts w:eastAsia="Calibri"/>
              </w:rPr>
              <w:t xml:space="preserve"> </w:t>
            </w:r>
            <w:r w:rsidR="00473839" w:rsidRPr="00E8778F">
              <w:rPr>
                <w:rFonts w:eastAsia="Calibri"/>
              </w:rPr>
              <w:t>be deleted.</w:t>
            </w:r>
          </w:p>
          <w:p w14:paraId="67E01F12" w14:textId="5A01C9F4" w:rsidR="00473839" w:rsidRPr="00E8778F" w:rsidRDefault="00473839" w:rsidP="003B5A97">
            <w:pPr>
              <w:pStyle w:val="NoteToTenderers-ASDEFCON"/>
              <w:keepNext w:val="0"/>
              <w:rPr>
                <w:rFonts w:eastAsia="Calibri"/>
              </w:rPr>
            </w:pPr>
            <w:r w:rsidRPr="00E8778F">
              <w:rPr>
                <w:rFonts w:eastAsia="Calibri"/>
              </w:rPr>
              <w:t xml:space="preserve">Note to tenderers:  </w:t>
            </w:r>
            <w:bookmarkStart w:id="127" w:name="_Ref130978409"/>
            <w:bookmarkStart w:id="128" w:name="_Ref52271808"/>
            <w:r w:rsidR="00AA024F">
              <w:rPr>
                <w:rFonts w:eastAsia="Calibri"/>
              </w:rPr>
              <w:t>R</w:t>
            </w:r>
            <w:r w:rsidRPr="00E8778F">
              <w:rPr>
                <w:rFonts w:eastAsia="Calibri"/>
              </w:rPr>
              <w:t xml:space="preserve">esponses to clause </w:t>
            </w:r>
            <w:r w:rsidR="0056708B">
              <w:rPr>
                <w:rFonts w:eastAsia="Calibri"/>
              </w:rPr>
              <w:fldChar w:fldCharType="begin"/>
            </w:r>
            <w:r w:rsidR="0056708B">
              <w:rPr>
                <w:rFonts w:eastAsia="Calibri"/>
              </w:rPr>
              <w:instrText xml:space="preserve"> REF _Ref20127883 \r \h </w:instrText>
            </w:r>
            <w:r w:rsidR="0056708B">
              <w:rPr>
                <w:rFonts w:eastAsia="Calibri"/>
              </w:rPr>
            </w:r>
            <w:r w:rsidR="0056708B">
              <w:rPr>
                <w:rFonts w:eastAsia="Calibri"/>
              </w:rPr>
              <w:fldChar w:fldCharType="separate"/>
            </w:r>
            <w:r w:rsidR="0056708B">
              <w:rPr>
                <w:rFonts w:eastAsia="Calibri"/>
              </w:rPr>
              <w:t>1.3</w:t>
            </w:r>
            <w:r w:rsidR="0056708B">
              <w:rPr>
                <w:rFonts w:eastAsia="Calibri"/>
              </w:rPr>
              <w:fldChar w:fldCharType="end"/>
            </w:r>
            <w:r>
              <w:rPr>
                <w:rFonts w:eastAsia="Calibri"/>
              </w:rPr>
              <w:t xml:space="preserve"> </w:t>
            </w:r>
            <w:r w:rsidRPr="00E8778F">
              <w:rPr>
                <w:rFonts w:eastAsia="Calibri"/>
              </w:rPr>
              <w:t>should be no more than five pages of text (not including printed material eg</w:t>
            </w:r>
            <w:r>
              <w:rPr>
                <w:rFonts w:eastAsia="Calibri"/>
              </w:rPr>
              <w:t>,</w:t>
            </w:r>
            <w:r w:rsidRPr="00E8778F">
              <w:rPr>
                <w:rFonts w:eastAsia="Calibri"/>
              </w:rPr>
              <w:t xml:space="preserve"> certificates, brochures</w:t>
            </w:r>
            <w:r>
              <w:rPr>
                <w:rFonts w:eastAsia="Calibri"/>
              </w:rPr>
              <w:t>,</w:t>
            </w:r>
            <w:r w:rsidRPr="00E8778F">
              <w:rPr>
                <w:rFonts w:eastAsia="Calibri"/>
              </w:rPr>
              <w:t xml:space="preserve"> etc).</w:t>
            </w:r>
            <w:bookmarkEnd w:id="127"/>
          </w:p>
          <w:p w14:paraId="1C14F632" w14:textId="395C52C4" w:rsidR="00473839" w:rsidRPr="00E8778F" w:rsidRDefault="00473839" w:rsidP="003B5A97">
            <w:pPr>
              <w:pStyle w:val="ATTANNLV2-ASDEFCON"/>
              <w:rPr>
                <w:rFonts w:eastAsia="Calibri"/>
              </w:rPr>
            </w:pPr>
            <w:bookmarkStart w:id="129" w:name="_Ref20127883"/>
            <w:r w:rsidRPr="00E8778F">
              <w:rPr>
                <w:rFonts w:eastAsia="Calibri"/>
              </w:rPr>
              <w:t xml:space="preserve">Tenderers </w:t>
            </w:r>
            <w:r>
              <w:t>are to</w:t>
            </w:r>
            <w:r w:rsidRPr="00E8778F">
              <w:rPr>
                <w:rFonts w:eastAsia="Calibri"/>
              </w:rPr>
              <w:t xml:space="preserve"> descri</w:t>
            </w:r>
            <w:r w:rsidR="009A794F">
              <w:rPr>
                <w:rFonts w:eastAsia="Calibri"/>
              </w:rPr>
              <w:t>be</w:t>
            </w:r>
            <w:r w:rsidRPr="00E8778F">
              <w:rPr>
                <w:rFonts w:eastAsia="Calibri"/>
              </w:rPr>
              <w:t xml:space="preserve"> the </w:t>
            </w:r>
            <w:r w:rsidR="00FD7B52">
              <w:rPr>
                <w:rFonts w:eastAsia="Calibri"/>
              </w:rPr>
              <w:t xml:space="preserve">existing </w:t>
            </w:r>
            <w:r w:rsidRPr="00E8778F">
              <w:rPr>
                <w:rFonts w:eastAsia="Calibri"/>
              </w:rPr>
              <w:t xml:space="preserve">support available for the Supplies, </w:t>
            </w:r>
            <w:r w:rsidR="00AA024F">
              <w:rPr>
                <w:rFonts w:eastAsia="Calibri"/>
              </w:rPr>
              <w:t>as applicable to</w:t>
            </w:r>
            <w:r w:rsidRPr="00E8778F">
              <w:rPr>
                <w:rFonts w:eastAsia="Calibri"/>
              </w:rPr>
              <w:t>:</w:t>
            </w:r>
            <w:bookmarkEnd w:id="128"/>
            <w:bookmarkEnd w:id="129"/>
          </w:p>
          <w:p w14:paraId="6B35A1EC" w14:textId="30A33C1B" w:rsidR="00473839" w:rsidRPr="002346DB" w:rsidRDefault="00473839">
            <w:pPr>
              <w:pStyle w:val="ATTANNLV3-ASDEFCON"/>
            </w:pPr>
            <w:r w:rsidRPr="002346DB">
              <w:t xml:space="preserve">engineering support, including local capabilities for modifying the Supplies and any additional capabilities </w:t>
            </w:r>
            <w:r w:rsidR="00121BF5">
              <w:t>that would need to</w:t>
            </w:r>
            <w:r w:rsidR="008F3228">
              <w:t xml:space="preserve"> be sought</w:t>
            </w:r>
            <w:r w:rsidRPr="002346DB">
              <w:t xml:space="preserve"> from overseas;</w:t>
            </w:r>
          </w:p>
          <w:p w14:paraId="0391B8B3" w14:textId="734C353C" w:rsidR="00473839" w:rsidRPr="002346DB" w:rsidRDefault="00473839">
            <w:pPr>
              <w:pStyle w:val="ATTANNLV3-ASDEFCON"/>
            </w:pPr>
            <w:r w:rsidRPr="002346DB">
              <w:t xml:space="preserve">maintenance support, including local maintenance venues and capabilities and any additional capabilities that </w:t>
            </w:r>
            <w:r w:rsidR="00121BF5">
              <w:t>would need to be sought</w:t>
            </w:r>
            <w:r w:rsidRPr="002346DB">
              <w:t xml:space="preserve"> from overseas;</w:t>
            </w:r>
          </w:p>
          <w:p w14:paraId="0867561D" w14:textId="4DA33AF4" w:rsidR="00473839" w:rsidRPr="002346DB" w:rsidRDefault="00473839">
            <w:pPr>
              <w:pStyle w:val="ATTANNLV3-ASDEFCON"/>
            </w:pPr>
            <w:r w:rsidRPr="002346DB">
              <w:t xml:space="preserve">supply support, including </w:t>
            </w:r>
            <w:r w:rsidR="00E656E2">
              <w:t xml:space="preserve">the </w:t>
            </w:r>
            <w:r w:rsidRPr="002346DB">
              <w:t>availability of spares, local distribution points, lead times, etc; and</w:t>
            </w:r>
          </w:p>
          <w:p w14:paraId="7F5F5B04" w14:textId="3DDDF0A1" w:rsidR="00473839" w:rsidRDefault="00473839">
            <w:pPr>
              <w:pStyle w:val="ATTANNLV3-ASDEFCON"/>
            </w:pPr>
            <w:r w:rsidRPr="002346DB">
              <w:t xml:space="preserve">training support, including </w:t>
            </w:r>
            <w:r w:rsidR="00E656E2">
              <w:t xml:space="preserve">the </w:t>
            </w:r>
            <w:r w:rsidRPr="002346DB">
              <w:t xml:space="preserve">availability of local training, location of training venues, </w:t>
            </w:r>
            <w:r w:rsidR="00E656E2">
              <w:t xml:space="preserve">required </w:t>
            </w:r>
            <w:r w:rsidRPr="002346DB">
              <w:t>qual</w:t>
            </w:r>
            <w:r>
              <w:t>ifications of instructors, etc.</w:t>
            </w:r>
          </w:p>
        </w:tc>
      </w:tr>
    </w:tbl>
    <w:p w14:paraId="40F6C57C" w14:textId="77777777" w:rsidR="00473839" w:rsidRDefault="00473839" w:rsidP="000B0541">
      <w:pPr>
        <w:pStyle w:val="ASDEFCONOptionSpace"/>
      </w:pPr>
    </w:p>
    <w:p w14:paraId="0124893A" w14:textId="68614B5E" w:rsidR="00217371" w:rsidRDefault="00473839" w:rsidP="000B0541">
      <w:pPr>
        <w:pStyle w:val="NoteToDrafters-ASDEFCON"/>
      </w:pPr>
      <w:r w:rsidRPr="002346DB">
        <w:t xml:space="preserve">Note to drafters:  </w:t>
      </w:r>
      <w:r w:rsidR="00227CB0">
        <w:t>Develop c</w:t>
      </w:r>
      <w:r w:rsidR="00227CB0" w:rsidRPr="002346DB">
        <w:t xml:space="preserve">lause </w:t>
      </w:r>
      <w:r>
        <w:fldChar w:fldCharType="begin"/>
      </w:r>
      <w:r>
        <w:instrText xml:space="preserve"> REF _Ref67816856 \r \h </w:instrText>
      </w:r>
      <w:r w:rsidR="00471B5F">
        <w:instrText xml:space="preserve"> \* MERGEFORMAT </w:instrText>
      </w:r>
      <w:r>
        <w:fldChar w:fldCharType="separate"/>
      </w:r>
      <w:r w:rsidR="006D3445">
        <w:t>1.4</w:t>
      </w:r>
      <w:r>
        <w:fldChar w:fldCharType="end"/>
      </w:r>
      <w:r>
        <w:t xml:space="preserve"> </w:t>
      </w:r>
      <w:r w:rsidR="0001526E">
        <w:t>for</w:t>
      </w:r>
      <w:r w:rsidR="0001526E" w:rsidRPr="002346DB">
        <w:t xml:space="preserve"> </w:t>
      </w:r>
      <w:r w:rsidR="0001526E">
        <w:t xml:space="preserve">each </w:t>
      </w:r>
      <w:r>
        <w:t>procurement</w:t>
      </w:r>
      <w:r w:rsidRPr="002346DB">
        <w:t xml:space="preserve">.  </w:t>
      </w:r>
      <w:r w:rsidR="00227CB0">
        <w:t>A simple</w:t>
      </w:r>
      <w:r w:rsidRPr="002346DB">
        <w:t xml:space="preserve"> support concept </w:t>
      </w:r>
      <w:r w:rsidR="007B1C63">
        <w:t xml:space="preserve">may be </w:t>
      </w:r>
      <w:r w:rsidR="00227CB0">
        <w:t>included</w:t>
      </w:r>
      <w:r w:rsidRPr="002346DB">
        <w:t xml:space="preserve"> below</w:t>
      </w:r>
      <w:r w:rsidR="007B1C63">
        <w:t>; otherwise</w:t>
      </w:r>
      <w:r w:rsidRPr="002346DB">
        <w:t xml:space="preserve">, </w:t>
      </w:r>
      <w:r w:rsidR="007B1C63">
        <w:t>refer to</w:t>
      </w:r>
      <w:r w:rsidRPr="002346DB">
        <w:t xml:space="preserve"> a separate document </w:t>
      </w:r>
      <w:r w:rsidR="007B1C63">
        <w:t>provided with the tender request</w:t>
      </w:r>
      <w:r w:rsidRPr="002346DB">
        <w:t xml:space="preserve">.  </w:t>
      </w:r>
      <w:r w:rsidR="0001526E">
        <w:t>R</w:t>
      </w:r>
      <w:r w:rsidRPr="002346DB">
        <w:t>ecommend</w:t>
      </w:r>
      <w:r w:rsidR="00227CB0">
        <w:t>ed</w:t>
      </w:r>
      <w:r w:rsidRPr="002346DB">
        <w:t xml:space="preserve"> Support Resources and </w:t>
      </w:r>
      <w:r>
        <w:t>T</w:t>
      </w:r>
      <w:r w:rsidRPr="002346DB">
        <w:t>raining</w:t>
      </w:r>
      <w:r w:rsidR="00C547C4">
        <w:t xml:space="preserve"> </w:t>
      </w:r>
      <w:r w:rsidR="002E1143">
        <w:t xml:space="preserve">should be </w:t>
      </w:r>
      <w:r w:rsidR="0001526E">
        <w:t>based on the support concept and,</w:t>
      </w:r>
      <w:r w:rsidR="00C547C4">
        <w:t xml:space="preserve"> subject to</w:t>
      </w:r>
      <w:r w:rsidRPr="002346DB">
        <w:t xml:space="preserve"> negotiat</w:t>
      </w:r>
      <w:r w:rsidR="00C547C4">
        <w:t>ions, included</w:t>
      </w:r>
      <w:r w:rsidRPr="002346DB">
        <w:t xml:space="preserve"> in the Price and Delivery Schedule</w:t>
      </w:r>
      <w:r>
        <w:t xml:space="preserve"> </w:t>
      </w:r>
      <w:r w:rsidR="0083205E">
        <w:t>of any resultant Contract</w:t>
      </w:r>
      <w:r w:rsidRPr="002346DB">
        <w:t>.</w:t>
      </w:r>
      <w:bookmarkStart w:id="130" w:name="_Ref49828052"/>
    </w:p>
    <w:p w14:paraId="635F8FE8" w14:textId="1875BB8C" w:rsidR="00471B5F" w:rsidRPr="002346DB" w:rsidRDefault="00473839" w:rsidP="005079CF">
      <w:pPr>
        <w:pStyle w:val="NoteToDrafters-ASDEFCON"/>
      </w:pPr>
      <w:r w:rsidRPr="00BD088F">
        <w:t>(Example)</w:t>
      </w:r>
      <w:r w:rsidRPr="002346DB">
        <w:t xml:space="preserve">  The Commonwealth is seeking tenderer recommendations </w:t>
      </w:r>
      <w:r w:rsidR="002E1143">
        <w:t xml:space="preserve">for </w:t>
      </w:r>
      <w:r w:rsidRPr="002346DB">
        <w:t>Support Resources (</w:t>
      </w:r>
      <w:r w:rsidR="000801BB">
        <w:t>see</w:t>
      </w:r>
      <w:r w:rsidR="002E1143">
        <w:t xml:space="preserve"> clause </w:t>
      </w:r>
      <w:r w:rsidR="002E1143">
        <w:fldChar w:fldCharType="begin"/>
      </w:r>
      <w:r w:rsidR="002E1143">
        <w:instrText xml:space="preserve"> REF _Ref49832548 \r \h </w:instrText>
      </w:r>
      <w:r w:rsidR="002E1143">
        <w:fldChar w:fldCharType="separate"/>
      </w:r>
      <w:r w:rsidR="006D3445">
        <w:t>1.5</w:t>
      </w:r>
      <w:r w:rsidR="002E1143">
        <w:fldChar w:fldCharType="end"/>
      </w:r>
      <w:r w:rsidRPr="002346DB">
        <w:t>)</w:t>
      </w:r>
      <w:r w:rsidR="00471B5F">
        <w:t xml:space="preserve"> </w:t>
      </w:r>
      <w:r w:rsidRPr="002346DB">
        <w:t xml:space="preserve">and </w:t>
      </w:r>
      <w:r>
        <w:t>T</w:t>
      </w:r>
      <w:r w:rsidRPr="002346DB">
        <w:t xml:space="preserve">raining </w:t>
      </w:r>
      <w:r w:rsidR="002E1143">
        <w:t>to</w:t>
      </w:r>
      <w:r w:rsidRPr="002346DB">
        <w:t xml:space="preserve"> enable the following support concepts and needs to be satisfied:</w:t>
      </w:r>
      <w:bookmarkEnd w:id="130"/>
    </w:p>
    <w:p w14:paraId="09F151C0" w14:textId="10F4745C" w:rsidR="00473839" w:rsidRPr="002346DB" w:rsidRDefault="00473839" w:rsidP="000B0541">
      <w:pPr>
        <w:pStyle w:val="NoteToDraftersList-ASDEFCON"/>
      </w:pPr>
      <w:r w:rsidRPr="002346DB">
        <w:t xml:space="preserve">equipment may be deployed </w:t>
      </w:r>
      <w:r>
        <w:t xml:space="preserve">on operations </w:t>
      </w:r>
      <w:r w:rsidRPr="002346DB">
        <w:t>anywhere in Australia for periods up to 30 days with</w:t>
      </w:r>
      <w:r w:rsidR="00F842AE">
        <w:t xml:space="preserve"> any</w:t>
      </w:r>
      <w:r w:rsidRPr="002346DB">
        <w:t xml:space="preserve"> resupply</w:t>
      </w:r>
      <w:r w:rsidR="00F842AE">
        <w:t xml:space="preserve"> requiring up to eight days</w:t>
      </w:r>
      <w:r w:rsidRPr="002346DB">
        <w:t>;</w:t>
      </w:r>
    </w:p>
    <w:p w14:paraId="09D9ECF9" w14:textId="0D209C68" w:rsidR="00473839" w:rsidRPr="002346DB" w:rsidRDefault="00473839">
      <w:pPr>
        <w:pStyle w:val="NoteToDraftersList-ASDEFCON"/>
        <w:keepNext w:val="0"/>
      </w:pPr>
      <w:r w:rsidRPr="002346DB">
        <w:t>equipment may be operated at three different locations simultaneously and sharing of spares between the locations is not feasible;</w:t>
      </w:r>
    </w:p>
    <w:p w14:paraId="0864C51B" w14:textId="7D5E9570" w:rsidR="00473839" w:rsidRPr="002346DB" w:rsidRDefault="00473839" w:rsidP="005079CF">
      <w:pPr>
        <w:pStyle w:val="NoteToDraftersList-ASDEFCON"/>
      </w:pPr>
      <w:r w:rsidRPr="002346DB">
        <w:t xml:space="preserve">Defence personnel will undertake </w:t>
      </w:r>
      <w:r>
        <w:t xml:space="preserve">user / </w:t>
      </w:r>
      <w:r w:rsidR="000801BB">
        <w:t>unit-l</w:t>
      </w:r>
      <w:r w:rsidRPr="002346DB">
        <w:t xml:space="preserve">evel Maintenance on equipment, </w:t>
      </w:r>
      <w:r w:rsidR="00F842AE">
        <w:t xml:space="preserve">while </w:t>
      </w:r>
      <w:r w:rsidR="00F842AE" w:rsidRPr="002346DB">
        <w:t>deeper level</w:t>
      </w:r>
      <w:r w:rsidR="00F842AE">
        <w:t>s</w:t>
      </w:r>
      <w:r w:rsidR="00F842AE" w:rsidRPr="002346DB">
        <w:t xml:space="preserve"> </w:t>
      </w:r>
      <w:r w:rsidR="00F842AE">
        <w:t xml:space="preserve">of </w:t>
      </w:r>
      <w:r w:rsidRPr="002346DB">
        <w:t>Maintenance will be undertaken by a support contractor;</w:t>
      </w:r>
    </w:p>
    <w:p w14:paraId="1CEA5C93" w14:textId="7A46BECD" w:rsidR="00473839" w:rsidRPr="002346DB" w:rsidRDefault="00473839">
      <w:pPr>
        <w:pStyle w:val="NoteToDraftersList-ASDEFCON"/>
        <w:keepNext w:val="0"/>
      </w:pPr>
      <w:r w:rsidRPr="002346DB">
        <w:t xml:space="preserve">all equipment that will be owned by the Commonwealth will </w:t>
      </w:r>
      <w:r w:rsidR="00756DEE">
        <w:t>require</w:t>
      </w:r>
      <w:r w:rsidR="00756DEE" w:rsidRPr="002346DB">
        <w:t xml:space="preserve"> Codification</w:t>
      </w:r>
      <w:r w:rsidRPr="002346DB">
        <w:t>;</w:t>
      </w:r>
    </w:p>
    <w:p w14:paraId="65EE3CFB" w14:textId="386BAF16" w:rsidR="00473839" w:rsidRPr="002346DB" w:rsidRDefault="00473839" w:rsidP="005079CF">
      <w:pPr>
        <w:pStyle w:val="NoteToDraftersList-ASDEFCON"/>
      </w:pPr>
      <w:r w:rsidRPr="002346DB">
        <w:t xml:space="preserve">Defence </w:t>
      </w:r>
      <w:r>
        <w:t>P</w:t>
      </w:r>
      <w:r w:rsidRPr="002346DB">
        <w:t xml:space="preserve">ersonnel operating equipment Supplies will have the following minimum qualifications: </w:t>
      </w:r>
      <w:r w:rsidRPr="00D63E4F">
        <w:fldChar w:fldCharType="begin">
          <w:ffData>
            <w:name w:val="Text5"/>
            <w:enabled/>
            <w:calcOnExit w:val="0"/>
            <w:textInput>
              <w:default w:val="[…DRAFTER TO INSERT…]"/>
            </w:textInput>
          </w:ffData>
        </w:fldChar>
      </w:r>
      <w:r w:rsidRPr="00D63E4F">
        <w:instrText xml:space="preserve"> FORMTEXT </w:instrText>
      </w:r>
      <w:r w:rsidRPr="00D63E4F">
        <w:fldChar w:fldCharType="separate"/>
      </w:r>
      <w:r w:rsidR="00592603">
        <w:rPr>
          <w:noProof/>
        </w:rPr>
        <w:t>[…DRAFTER TO INSERT…]</w:t>
      </w:r>
      <w:r w:rsidRPr="00D63E4F">
        <w:fldChar w:fldCharType="end"/>
      </w:r>
      <w:r w:rsidRPr="002346DB">
        <w:t>;</w:t>
      </w:r>
    </w:p>
    <w:p w14:paraId="7FA65141" w14:textId="322821FC" w:rsidR="00473839" w:rsidRPr="002346DB" w:rsidRDefault="00473839">
      <w:pPr>
        <w:pStyle w:val="NoteToDraftersList-ASDEFCON"/>
        <w:keepNext w:val="0"/>
      </w:pPr>
      <w:r w:rsidRPr="002346DB">
        <w:t xml:space="preserve">Defence </w:t>
      </w:r>
      <w:r>
        <w:t>P</w:t>
      </w:r>
      <w:r w:rsidRPr="002346DB">
        <w:t xml:space="preserve">ersonnel maintaining equipment Supplies will have the following minimum qualifications: </w:t>
      </w:r>
      <w:r w:rsidRPr="002346DB">
        <w:fldChar w:fldCharType="begin">
          <w:ffData>
            <w:name w:val="Text6"/>
            <w:enabled/>
            <w:calcOnExit w:val="0"/>
            <w:textInput>
              <w:default w:val="[…DRAFTER TO INSERT…]"/>
            </w:textInput>
          </w:ffData>
        </w:fldChar>
      </w:r>
      <w:r w:rsidRPr="002346DB">
        <w:instrText xml:space="preserve"> FORMTEXT </w:instrText>
      </w:r>
      <w:r w:rsidRPr="002346DB">
        <w:fldChar w:fldCharType="separate"/>
      </w:r>
      <w:r w:rsidR="00592603">
        <w:rPr>
          <w:noProof/>
        </w:rPr>
        <w:t>[…DRAFTER TO INSERT…]</w:t>
      </w:r>
      <w:r w:rsidRPr="002346DB">
        <w:fldChar w:fldCharType="end"/>
      </w:r>
      <w:r w:rsidRPr="002346DB">
        <w:t>;</w:t>
      </w:r>
    </w:p>
    <w:p w14:paraId="2A883648" w14:textId="76752020" w:rsidR="00473839" w:rsidRPr="002346DB" w:rsidRDefault="00EE5572">
      <w:pPr>
        <w:pStyle w:val="NoteToDraftersList-ASDEFCON"/>
        <w:keepNext w:val="0"/>
      </w:pPr>
      <w:r>
        <w:t xml:space="preserve">other than a basic toolkit, </w:t>
      </w:r>
      <w:r w:rsidR="00473839" w:rsidRPr="002346DB">
        <w:t>no additional equipment or materials will be available to the Defence maintainers, other than the equipment and materials provided as Supplies; and</w:t>
      </w:r>
    </w:p>
    <w:p w14:paraId="469731D0" w14:textId="7243B017" w:rsidR="00473839" w:rsidRPr="002346DB" w:rsidRDefault="00473839">
      <w:pPr>
        <w:pStyle w:val="NoteToDraftersList-ASDEFCON"/>
        <w:keepNext w:val="0"/>
      </w:pPr>
      <w:r>
        <w:t xml:space="preserve">equipment and </w:t>
      </w:r>
      <w:r w:rsidRPr="002346DB">
        <w:t>Support Resources may be transported by</w:t>
      </w:r>
      <w:r w:rsidR="00756DEE">
        <w:t xml:space="preserve"> </w:t>
      </w:r>
      <w:r w:rsidR="00756DEE" w:rsidRPr="002346DB">
        <w:fldChar w:fldCharType="begin">
          <w:ffData>
            <w:name w:val="Text6"/>
            <w:enabled/>
            <w:calcOnExit w:val="0"/>
            <w:textInput>
              <w:default w:val="[…DRAFTER TO INSERT…]"/>
            </w:textInput>
          </w:ffData>
        </w:fldChar>
      </w:r>
      <w:r w:rsidR="00756DEE" w:rsidRPr="002346DB">
        <w:instrText xml:space="preserve"> FORMTEXT </w:instrText>
      </w:r>
      <w:r w:rsidR="00756DEE" w:rsidRPr="002346DB">
        <w:fldChar w:fldCharType="separate"/>
      </w:r>
      <w:r w:rsidR="00756DEE">
        <w:rPr>
          <w:noProof/>
        </w:rPr>
        <w:t>[…DRAFTER TO INSERT…]</w:t>
      </w:r>
      <w:r w:rsidR="00756DEE" w:rsidRPr="002346DB">
        <w:fldChar w:fldCharType="end"/>
      </w:r>
      <w:r w:rsidRPr="002346DB">
        <w:t>.</w:t>
      </w:r>
    </w:p>
    <w:bookmarkStart w:id="131" w:name="_Ref67816856"/>
    <w:p w14:paraId="315EC13F" w14:textId="204C5145" w:rsidR="00473839" w:rsidRPr="002346DB" w:rsidRDefault="00473839" w:rsidP="000B0541">
      <w:pPr>
        <w:pStyle w:val="ATTANNLV2-ASDEFCON"/>
      </w:pPr>
      <w:r w:rsidRPr="005079CF">
        <w:rPr>
          <w:b/>
        </w:rPr>
        <w:fldChar w:fldCharType="begin">
          <w:ffData>
            <w:name w:val="Text7"/>
            <w:enabled/>
            <w:calcOnExit w:val="0"/>
            <w:textInput>
              <w:default w:val="[…INSERT DESCRIPTION OF THE SUPPORT CONCEPTS AND NEEDS…]"/>
            </w:textInput>
          </w:ffData>
        </w:fldChar>
      </w:r>
      <w:r w:rsidRPr="005079CF">
        <w:rPr>
          <w:b/>
        </w:rPr>
        <w:instrText xml:space="preserve"> FORMTEXT </w:instrText>
      </w:r>
      <w:r w:rsidRPr="005079CF">
        <w:rPr>
          <w:b/>
        </w:rPr>
      </w:r>
      <w:r w:rsidRPr="005079CF">
        <w:rPr>
          <w:b/>
        </w:rPr>
        <w:fldChar w:fldCharType="separate"/>
      </w:r>
      <w:r w:rsidR="00592603">
        <w:rPr>
          <w:b/>
          <w:noProof/>
        </w:rPr>
        <w:t>[…INSERT DESCRIPTION OF THE SUPPORT CONCEPTS AND NEEDS…]</w:t>
      </w:r>
      <w:r w:rsidRPr="005079CF">
        <w:rPr>
          <w:b/>
        </w:rPr>
        <w:fldChar w:fldCharType="end"/>
      </w:r>
      <w:r w:rsidRPr="002346DB">
        <w:t>.</w:t>
      </w:r>
      <w:bookmarkEnd w:id="131"/>
    </w:p>
    <w:p w14:paraId="1B2848B5" w14:textId="788E07D7" w:rsidR="00473839" w:rsidRPr="002346DB" w:rsidRDefault="00473839" w:rsidP="000B0541">
      <w:pPr>
        <w:pStyle w:val="NoteToDrafters-ASDEFCON"/>
      </w:pPr>
      <w:r w:rsidRPr="002346DB">
        <w:t xml:space="preserve">Note to drafters:  </w:t>
      </w:r>
      <w:r w:rsidR="00690B42">
        <w:t>Amend t</w:t>
      </w:r>
      <w:r w:rsidRPr="002346DB">
        <w:t xml:space="preserve">he following clause to the specific </w:t>
      </w:r>
      <w:r w:rsidR="00690B42">
        <w:t>needs</w:t>
      </w:r>
      <w:r w:rsidR="00690B42" w:rsidRPr="002346DB">
        <w:t xml:space="preserve"> </w:t>
      </w:r>
      <w:r w:rsidRPr="002346DB">
        <w:t xml:space="preserve">of the </w:t>
      </w:r>
      <w:r>
        <w:t>procurement</w:t>
      </w:r>
      <w:r w:rsidRPr="002346DB">
        <w:t>.</w:t>
      </w:r>
    </w:p>
    <w:p w14:paraId="737A11C8" w14:textId="0A676634" w:rsidR="00473839" w:rsidRPr="002346DB" w:rsidRDefault="00473839" w:rsidP="000B0541">
      <w:pPr>
        <w:pStyle w:val="ATTANNLV2-ASDEFCON"/>
      </w:pPr>
      <w:bookmarkStart w:id="132" w:name="_Ref49832548"/>
      <w:r w:rsidRPr="002346DB">
        <w:t xml:space="preserve">Tenderers </w:t>
      </w:r>
      <w:r>
        <w:t>are to</w:t>
      </w:r>
      <w:r w:rsidRPr="002346DB">
        <w:t xml:space="preserve"> provide recommendations</w:t>
      </w:r>
      <w:r>
        <w:t xml:space="preserve"> for</w:t>
      </w:r>
      <w:r w:rsidRPr="002346DB">
        <w:t xml:space="preserve"> the following </w:t>
      </w:r>
      <w:r>
        <w:t xml:space="preserve">categories of </w:t>
      </w:r>
      <w:r w:rsidRPr="002346DB">
        <w:t xml:space="preserve">Support Resources, which they consider should be acquired by the Commonwealth to satisfy the support concepts and needs </w:t>
      </w:r>
      <w:r>
        <w:t>described</w:t>
      </w:r>
      <w:r w:rsidRPr="002346DB">
        <w:t xml:space="preserve"> in clause</w:t>
      </w:r>
      <w:r>
        <w:t xml:space="preserve"> </w:t>
      </w:r>
      <w:r w:rsidRPr="002346DB">
        <w:fldChar w:fldCharType="begin"/>
      </w:r>
      <w:r w:rsidRPr="002346DB">
        <w:instrText xml:space="preserve"> REF _Ref67816856 \r \h </w:instrText>
      </w:r>
      <w:r>
        <w:instrText xml:space="preserve"> \* MERGEFORMAT </w:instrText>
      </w:r>
      <w:r w:rsidRPr="002346DB">
        <w:fldChar w:fldCharType="separate"/>
      </w:r>
      <w:r w:rsidR="006D3445">
        <w:t>1.4</w:t>
      </w:r>
      <w:r w:rsidRPr="002346DB">
        <w:fldChar w:fldCharType="end"/>
      </w:r>
      <w:r w:rsidRPr="002346DB">
        <w:t>:</w:t>
      </w:r>
      <w:bookmarkEnd w:id="132"/>
    </w:p>
    <w:p w14:paraId="2D09112E" w14:textId="77777777" w:rsidR="00473839" w:rsidRPr="002346DB" w:rsidRDefault="00473839" w:rsidP="000B0541">
      <w:pPr>
        <w:pStyle w:val="ATTANNLV3-ASDEFCON"/>
      </w:pPr>
      <w:r w:rsidRPr="002346DB">
        <w:t>spare</w:t>
      </w:r>
      <w:r>
        <w:t xml:space="preserve"> part</w:t>
      </w:r>
      <w:r w:rsidRPr="002346DB">
        <w:t>s;</w:t>
      </w:r>
    </w:p>
    <w:p w14:paraId="4FE4DE5D" w14:textId="3F6461F1" w:rsidR="00473839" w:rsidRPr="002346DB" w:rsidRDefault="00473839" w:rsidP="000B0541">
      <w:pPr>
        <w:pStyle w:val="ATTANNLV3-ASDEFCON"/>
      </w:pPr>
      <w:r w:rsidRPr="002346DB">
        <w:t>packaging</w:t>
      </w:r>
      <w:r w:rsidR="000E458C">
        <w:t xml:space="preserve"> (ie, special-to-type </w:t>
      </w:r>
      <w:r w:rsidR="006117FE">
        <w:t xml:space="preserve">packaging </w:t>
      </w:r>
      <w:r w:rsidR="000E458C">
        <w:t>or other high-value packaging)</w:t>
      </w:r>
      <w:r w:rsidRPr="002346DB">
        <w:t>;</w:t>
      </w:r>
    </w:p>
    <w:p w14:paraId="1A3368A9" w14:textId="11FDEA12" w:rsidR="00473839" w:rsidRPr="002346DB" w:rsidRDefault="006117FE" w:rsidP="000B0541">
      <w:pPr>
        <w:pStyle w:val="ATTANNLV3-ASDEFCON"/>
      </w:pPr>
      <w:r>
        <w:t>Support and Test Equipment (</w:t>
      </w:r>
      <w:r w:rsidR="00473839" w:rsidRPr="002346DB">
        <w:t>S&amp;TE</w:t>
      </w:r>
      <w:r>
        <w:t>)</w:t>
      </w:r>
      <w:r w:rsidR="00473839" w:rsidRPr="002346DB">
        <w:t>;</w:t>
      </w:r>
    </w:p>
    <w:p w14:paraId="4142CAD3" w14:textId="2ABD716A" w:rsidR="00473839" w:rsidRPr="002346DB" w:rsidRDefault="00473839" w:rsidP="000B0541">
      <w:pPr>
        <w:pStyle w:val="ATTANNLV3-ASDEFCON"/>
      </w:pPr>
      <w:r>
        <w:t xml:space="preserve">Technical Data, including </w:t>
      </w:r>
      <w:r w:rsidRPr="002346DB">
        <w:t>operating and maintenance publications</w:t>
      </w:r>
      <w:r w:rsidR="00D14E14">
        <w:t>,</w:t>
      </w:r>
      <w:r w:rsidR="004563C6">
        <w:t xml:space="preserve"> storage and transportation procedures,</w:t>
      </w:r>
      <w:r w:rsidR="00D14E14">
        <w:t xml:space="preserve"> </w:t>
      </w:r>
      <w:r w:rsidR="002E1143">
        <w:t xml:space="preserve">drawings </w:t>
      </w:r>
      <w:r w:rsidR="00D14E14">
        <w:t>and Training Materials</w:t>
      </w:r>
      <w:r w:rsidR="004563C6">
        <w:t>, as applicable</w:t>
      </w:r>
      <w:r w:rsidRPr="002346DB">
        <w:t>;</w:t>
      </w:r>
    </w:p>
    <w:p w14:paraId="3A6BD9AB" w14:textId="2F364520" w:rsidR="00473839" w:rsidRPr="002346DB" w:rsidRDefault="00473839" w:rsidP="000B0541">
      <w:pPr>
        <w:pStyle w:val="ATTANNLV3-ASDEFCON"/>
      </w:pPr>
      <w:r w:rsidRPr="002346DB">
        <w:t>installation drawings, if installation is required in Commonwealth facilities</w:t>
      </w:r>
      <w:r w:rsidR="00D14E14">
        <w:t xml:space="preserve"> / vehicles</w:t>
      </w:r>
      <w:r w:rsidRPr="002346DB">
        <w:t>;</w:t>
      </w:r>
      <w:r w:rsidR="00D14E14">
        <w:t xml:space="preserve"> and</w:t>
      </w:r>
    </w:p>
    <w:p w14:paraId="11CD9302" w14:textId="5B601D86" w:rsidR="00473839" w:rsidRPr="002346DB" w:rsidRDefault="00473839" w:rsidP="00D14E14">
      <w:pPr>
        <w:pStyle w:val="ATTANNLV3-ASDEFCON"/>
      </w:pPr>
      <w:r>
        <w:t>T</w:t>
      </w:r>
      <w:r w:rsidRPr="002346DB">
        <w:t xml:space="preserve">raining </w:t>
      </w:r>
      <w:r>
        <w:t>E</w:t>
      </w:r>
      <w:r w:rsidRPr="002346DB">
        <w:t>quipment.</w:t>
      </w:r>
    </w:p>
    <w:p w14:paraId="168D7DD5" w14:textId="17C050DC" w:rsidR="00473839" w:rsidRPr="002346DB" w:rsidRDefault="00473839" w:rsidP="000B0541">
      <w:pPr>
        <w:pStyle w:val="ATTANNLV2-ASDEFCON"/>
      </w:pPr>
      <w:bookmarkStart w:id="133" w:name="_Ref49832215"/>
      <w:bookmarkStart w:id="134" w:name="_Ref49831507"/>
      <w:r w:rsidRPr="002346DB">
        <w:t xml:space="preserve">Tenderers </w:t>
      </w:r>
      <w:r>
        <w:t>are to</w:t>
      </w:r>
      <w:r w:rsidRPr="002346DB">
        <w:t xml:space="preserve"> provide the following information for each of the Support Resources </w:t>
      </w:r>
      <w:r>
        <w:t>recommended</w:t>
      </w:r>
      <w:r w:rsidRPr="002346DB">
        <w:t xml:space="preserve"> in</w:t>
      </w:r>
      <w:r>
        <w:t xml:space="preserve"> response to</w:t>
      </w:r>
      <w:r w:rsidRPr="002346DB">
        <w:t xml:space="preserve"> clause </w:t>
      </w:r>
      <w:r w:rsidRPr="002346DB">
        <w:fldChar w:fldCharType="begin"/>
      </w:r>
      <w:r w:rsidRPr="002346DB">
        <w:instrText xml:space="preserve"> REF _Ref49832548 \r \h  \* MERGEFORMAT </w:instrText>
      </w:r>
      <w:r w:rsidRPr="002346DB">
        <w:fldChar w:fldCharType="separate"/>
      </w:r>
      <w:r w:rsidR="006D3445">
        <w:t>1.5</w:t>
      </w:r>
      <w:r w:rsidRPr="002346DB">
        <w:fldChar w:fldCharType="end"/>
      </w:r>
      <w:r w:rsidRPr="002346DB">
        <w:t>:</w:t>
      </w:r>
      <w:bookmarkEnd w:id="133"/>
    </w:p>
    <w:p w14:paraId="4D212081" w14:textId="77777777" w:rsidR="00473839" w:rsidRPr="002346DB" w:rsidRDefault="00473839" w:rsidP="000B0541">
      <w:pPr>
        <w:pStyle w:val="ATTANNLV3-ASDEFCON"/>
      </w:pPr>
      <w:r w:rsidRPr="002346DB">
        <w:t>the item name and manufacturer’s part number;</w:t>
      </w:r>
    </w:p>
    <w:p w14:paraId="0AE8E3B0" w14:textId="34A928AE" w:rsidR="00473839" w:rsidRPr="002346DB" w:rsidRDefault="00473839" w:rsidP="000B0541">
      <w:pPr>
        <w:pStyle w:val="ATTANNLV3-ASDEFCON"/>
      </w:pPr>
      <w:r w:rsidRPr="002346DB">
        <w:t xml:space="preserve">the name and address of the </w:t>
      </w:r>
      <w:r w:rsidR="00C547C4">
        <w:t xml:space="preserve">item </w:t>
      </w:r>
      <w:r w:rsidR="00C547C4" w:rsidRPr="002346DB">
        <w:t xml:space="preserve">manufacturer </w:t>
      </w:r>
      <w:r w:rsidR="00C547C4">
        <w:t xml:space="preserve">or </w:t>
      </w:r>
      <w:r w:rsidRPr="002346DB">
        <w:t>distributor;</w:t>
      </w:r>
    </w:p>
    <w:p w14:paraId="23737CDA" w14:textId="77777777" w:rsidR="00473839" w:rsidRPr="002346DB" w:rsidRDefault="00473839" w:rsidP="000B0541">
      <w:pPr>
        <w:pStyle w:val="ATTANNLV3-ASDEFCON"/>
      </w:pPr>
      <w:r w:rsidRPr="002346DB">
        <w:t>if codified in the NATO codification system, the NATO Stock Number (NSN);</w:t>
      </w:r>
    </w:p>
    <w:p w14:paraId="20898D97" w14:textId="5B42EFCD" w:rsidR="00473839" w:rsidRPr="002346DB" w:rsidRDefault="00473839" w:rsidP="000B0541">
      <w:pPr>
        <w:pStyle w:val="ATTANNLV3-ASDEFCON"/>
      </w:pPr>
      <w:r w:rsidRPr="002346DB">
        <w:t>if a spare</w:t>
      </w:r>
      <w:r w:rsidR="006117FE">
        <w:t xml:space="preserve"> part</w:t>
      </w:r>
      <w:r w:rsidRPr="002346DB">
        <w:t>, the nature of the spare (ie</w:t>
      </w:r>
      <w:r>
        <w:t>,</w:t>
      </w:r>
      <w:r w:rsidRPr="002346DB">
        <w:t xml:space="preserve"> repairable or non-repairable);</w:t>
      </w:r>
    </w:p>
    <w:p w14:paraId="58099DE4" w14:textId="77777777" w:rsidR="00473839" w:rsidRPr="002346DB" w:rsidRDefault="00473839" w:rsidP="000B0541">
      <w:pPr>
        <w:pStyle w:val="ATTANNLV3-ASDEFCON"/>
      </w:pPr>
      <w:r w:rsidRPr="002346DB">
        <w:t>the recommended quantity of each item;</w:t>
      </w:r>
    </w:p>
    <w:p w14:paraId="56B7A312" w14:textId="50132116" w:rsidR="00473839" w:rsidRPr="002346DB" w:rsidRDefault="00D14E14" w:rsidP="00D75FAF">
      <w:pPr>
        <w:pStyle w:val="ATTANNLV3-ASDEFCON"/>
      </w:pPr>
      <w:bookmarkStart w:id="135" w:name="_Ref65945985"/>
      <w:r>
        <w:t xml:space="preserve">the </w:t>
      </w:r>
      <w:r w:rsidR="00473839" w:rsidRPr="002346DB">
        <w:t>unit price and</w:t>
      </w:r>
      <w:bookmarkStart w:id="136" w:name="_Ref65946000"/>
      <w:bookmarkEnd w:id="135"/>
      <w:r>
        <w:t xml:space="preserve"> </w:t>
      </w:r>
      <w:r w:rsidR="00473839" w:rsidRPr="002346DB">
        <w:t>delivery details</w:t>
      </w:r>
      <w:r>
        <w:t xml:space="preserve"> </w:t>
      </w:r>
      <w:bookmarkEnd w:id="136"/>
      <w:r>
        <w:t>for each</w:t>
      </w:r>
      <w:r w:rsidR="00C6386E">
        <w:t xml:space="preserve"> item / group of items (</w:t>
      </w:r>
      <w:r w:rsidR="00473839" w:rsidRPr="002346DB">
        <w:t xml:space="preserve">to be included </w:t>
      </w:r>
      <w:r w:rsidR="00C6386E">
        <w:t>with</w:t>
      </w:r>
      <w:r w:rsidR="00473839" w:rsidRPr="002346DB">
        <w:t xml:space="preserve">in the Price and Delivery Schedule </w:t>
      </w:r>
      <w:r w:rsidR="004A3D02">
        <w:t>required under</w:t>
      </w:r>
      <w:r w:rsidR="00473839">
        <w:t xml:space="preserve"> </w:t>
      </w:r>
      <w:bookmarkEnd w:id="134"/>
      <w:r w:rsidR="00473839">
        <w:t>TDR C-</w:t>
      </w:r>
      <w:r w:rsidR="004A3D02">
        <w:fldChar w:fldCharType="begin"/>
      </w:r>
      <w:r w:rsidR="004A3D02">
        <w:instrText xml:space="preserve"> REF _Ref101862741 \r \h </w:instrText>
      </w:r>
      <w:r w:rsidR="004A3D02">
        <w:fldChar w:fldCharType="separate"/>
      </w:r>
      <w:r w:rsidR="006D3445">
        <w:t>2</w:t>
      </w:r>
      <w:r w:rsidR="004A3D02">
        <w:fldChar w:fldCharType="end"/>
      </w:r>
      <w:r w:rsidR="00C6386E">
        <w:t>)</w:t>
      </w:r>
      <w:r w:rsidR="00473839" w:rsidRPr="002346DB">
        <w:t>.</w:t>
      </w:r>
    </w:p>
    <w:p w14:paraId="5DF7D0A4" w14:textId="07C991CF" w:rsidR="00473839" w:rsidRPr="002346DB" w:rsidRDefault="00473839" w:rsidP="000B0541">
      <w:pPr>
        <w:pStyle w:val="ATTANNLV2-ASDEFCON"/>
      </w:pPr>
      <w:r w:rsidRPr="002346DB">
        <w:t xml:space="preserve">Tenderers </w:t>
      </w:r>
      <w:r>
        <w:t>are to</w:t>
      </w:r>
      <w:r w:rsidRPr="002346DB">
        <w:t xml:space="preserve"> provide a brief justification </w:t>
      </w:r>
      <w:r w:rsidR="00742713">
        <w:t xml:space="preserve">(ie, no more than one page) </w:t>
      </w:r>
      <w:r w:rsidRPr="002346DB">
        <w:t xml:space="preserve">for the recommended range and quantity of </w:t>
      </w:r>
      <w:r>
        <w:t>Support Resources</w:t>
      </w:r>
      <w:r w:rsidRPr="002346DB">
        <w:t>.</w:t>
      </w:r>
    </w:p>
    <w:p w14:paraId="71A9C7AE" w14:textId="752BDD0E" w:rsidR="00473839" w:rsidRPr="002346DB" w:rsidRDefault="00473839" w:rsidP="000B0541">
      <w:pPr>
        <w:pStyle w:val="ATTANNLV2-ASDEFCON"/>
      </w:pPr>
      <w:bookmarkStart w:id="137" w:name="_Ref49832972"/>
      <w:r w:rsidRPr="002346DB">
        <w:t xml:space="preserve">Tenderers </w:t>
      </w:r>
      <w:r>
        <w:t>are to</w:t>
      </w:r>
      <w:r w:rsidRPr="002346DB">
        <w:t xml:space="preserve"> descri</w:t>
      </w:r>
      <w:r w:rsidR="003B58EA">
        <w:t>be</w:t>
      </w:r>
      <w:r w:rsidRPr="002346DB">
        <w:t xml:space="preserve"> their propos</w:t>
      </w:r>
      <w:r w:rsidR="002E1143">
        <w:t>al for</w:t>
      </w:r>
      <w:r w:rsidRPr="002346DB">
        <w:t xml:space="preserve"> </w:t>
      </w:r>
      <w:r>
        <w:t>T</w:t>
      </w:r>
      <w:r w:rsidRPr="002346DB">
        <w:t>raining</w:t>
      </w:r>
      <w:r w:rsidR="002E1143">
        <w:t>, as applicable</w:t>
      </w:r>
      <w:r w:rsidRPr="002346DB">
        <w:t xml:space="preserve"> to the requirements of the draft Contract and which </w:t>
      </w:r>
      <w:r w:rsidR="002E1143">
        <w:t>enable</w:t>
      </w:r>
      <w:r w:rsidRPr="002346DB">
        <w:t xml:space="preserve"> the support concepts defined in clause</w:t>
      </w:r>
      <w:r>
        <w:t xml:space="preserve"> </w:t>
      </w:r>
      <w:r w:rsidRPr="002346DB">
        <w:fldChar w:fldCharType="begin"/>
      </w:r>
      <w:r w:rsidRPr="002346DB">
        <w:instrText xml:space="preserve"> REF _Ref67816856 \r \h </w:instrText>
      </w:r>
      <w:r>
        <w:instrText xml:space="preserve"> \* MERGEFORMAT </w:instrText>
      </w:r>
      <w:r w:rsidRPr="002346DB">
        <w:fldChar w:fldCharType="separate"/>
      </w:r>
      <w:r w:rsidR="006D3445">
        <w:t>1.4</w:t>
      </w:r>
      <w:r w:rsidRPr="002346DB">
        <w:fldChar w:fldCharType="end"/>
      </w:r>
      <w:r w:rsidRPr="002346DB">
        <w:t>, including:</w:t>
      </w:r>
      <w:bookmarkEnd w:id="137"/>
    </w:p>
    <w:p w14:paraId="195E4863" w14:textId="74135EEC" w:rsidR="00473839" w:rsidRPr="002346DB" w:rsidRDefault="00473839" w:rsidP="000B0541">
      <w:pPr>
        <w:pStyle w:val="ATTANNLV3-ASDEFCON"/>
      </w:pPr>
      <w:r w:rsidRPr="002346DB">
        <w:t xml:space="preserve">course </w:t>
      </w:r>
      <w:r w:rsidR="00DA7B32" w:rsidRPr="002346DB">
        <w:t xml:space="preserve">descriptions </w:t>
      </w:r>
      <w:r w:rsidR="00DA7B32">
        <w:t xml:space="preserve">(eg, </w:t>
      </w:r>
      <w:r w:rsidR="009D3AAC">
        <w:t xml:space="preserve">course name, duration and an </w:t>
      </w:r>
      <w:r w:rsidR="00DA7B32">
        <w:t xml:space="preserve">outline of </w:t>
      </w:r>
      <w:r w:rsidR="009D3AAC">
        <w:t>the</w:t>
      </w:r>
      <w:r w:rsidR="00DA7B32">
        <w:t xml:space="preserve"> </w:t>
      </w:r>
      <w:r w:rsidRPr="002346DB">
        <w:t>syllab</w:t>
      </w:r>
      <w:r w:rsidR="00DA7B32">
        <w:t>us)</w:t>
      </w:r>
      <w:r w:rsidRPr="002346DB">
        <w:t>;</w:t>
      </w:r>
    </w:p>
    <w:p w14:paraId="4ADC341E" w14:textId="71949702" w:rsidR="00473839" w:rsidRPr="002346DB" w:rsidRDefault="00DA7B32" w:rsidP="000B0541">
      <w:pPr>
        <w:pStyle w:val="ATTANNLV3-ASDEFCON"/>
      </w:pPr>
      <w:r w:rsidRPr="002346DB">
        <w:t>if applicable</w:t>
      </w:r>
      <w:r>
        <w:t>,</w:t>
      </w:r>
      <w:r w:rsidRPr="002346DB" w:rsidDel="00DA7B32">
        <w:t xml:space="preserve"> </w:t>
      </w:r>
      <w:r w:rsidR="002C4A17">
        <w:t>required</w:t>
      </w:r>
      <w:r w:rsidR="00473839">
        <w:t xml:space="preserve"> </w:t>
      </w:r>
      <w:r w:rsidR="00FC4CBC">
        <w:t xml:space="preserve">participant </w:t>
      </w:r>
      <w:r w:rsidR="00473839" w:rsidRPr="002346DB">
        <w:t>competenc</w:t>
      </w:r>
      <w:r w:rsidR="00473839">
        <w:t xml:space="preserve">ies </w:t>
      </w:r>
      <w:r w:rsidR="002C4A17">
        <w:t>and any</w:t>
      </w:r>
      <w:r w:rsidR="00473839">
        <w:t xml:space="preserve"> other</w:t>
      </w:r>
      <w:r w:rsidR="00473839" w:rsidRPr="002346DB">
        <w:t xml:space="preserve"> prerequisites;</w:t>
      </w:r>
    </w:p>
    <w:p w14:paraId="273102F5" w14:textId="4BE0940B" w:rsidR="00473839" w:rsidRPr="002346DB" w:rsidRDefault="00473839" w:rsidP="000B0541">
      <w:pPr>
        <w:pStyle w:val="ATTANNLV3-ASDEFCON"/>
      </w:pPr>
      <w:r w:rsidRPr="002346DB">
        <w:t>any constraints on course delivery (eg</w:t>
      </w:r>
      <w:r>
        <w:t>,</w:t>
      </w:r>
      <w:r w:rsidRPr="002346DB">
        <w:t xml:space="preserve"> location, class size and/or delivery dates);</w:t>
      </w:r>
      <w:r w:rsidR="009D3AAC">
        <w:t xml:space="preserve"> and</w:t>
      </w:r>
    </w:p>
    <w:p w14:paraId="4669B5D6" w14:textId="024495F8" w:rsidR="00473839" w:rsidRPr="002346DB" w:rsidRDefault="00DA7B32" w:rsidP="00DA7B32">
      <w:pPr>
        <w:pStyle w:val="ATTANNLV3-ASDEFCON"/>
      </w:pPr>
      <w:bookmarkStart w:id="138" w:name="_Ref65946061"/>
      <w:r>
        <w:t xml:space="preserve">the </w:t>
      </w:r>
      <w:r w:rsidR="00473839" w:rsidRPr="002346DB">
        <w:t xml:space="preserve">price </w:t>
      </w:r>
      <w:r>
        <w:t>and delivery details for</w:t>
      </w:r>
      <w:r w:rsidRPr="002346DB">
        <w:t xml:space="preserve"> </w:t>
      </w:r>
      <w:r w:rsidR="00473839" w:rsidRPr="002346DB">
        <w:t>each course</w:t>
      </w:r>
      <w:r w:rsidRPr="00DA7B32">
        <w:t xml:space="preserve"> </w:t>
      </w:r>
      <w:r>
        <w:t>(</w:t>
      </w:r>
      <w:r w:rsidR="00C6386E">
        <w:t xml:space="preserve">to be </w:t>
      </w:r>
      <w:r w:rsidRPr="002346DB">
        <w:t xml:space="preserve">included </w:t>
      </w:r>
      <w:r>
        <w:t>with</w:t>
      </w:r>
      <w:r w:rsidRPr="002346DB">
        <w:t xml:space="preserve">in the Price and Delivery Schedule </w:t>
      </w:r>
      <w:r>
        <w:t>required under TDR C-</w:t>
      </w:r>
      <w:r>
        <w:fldChar w:fldCharType="begin"/>
      </w:r>
      <w:r>
        <w:instrText xml:space="preserve"> REF _Ref101862741 \r \h </w:instrText>
      </w:r>
      <w:r>
        <w:fldChar w:fldCharType="separate"/>
      </w:r>
      <w:r w:rsidR="006D3445">
        <w:t>2</w:t>
      </w:r>
      <w:r>
        <w:fldChar w:fldCharType="end"/>
      </w:r>
      <w:r>
        <w:t>)</w:t>
      </w:r>
      <w:bookmarkStart w:id="139" w:name="_Ref65946076"/>
      <w:bookmarkEnd w:id="138"/>
      <w:r w:rsidR="00473839" w:rsidRPr="002346DB">
        <w:t>.</w:t>
      </w:r>
      <w:bookmarkEnd w:id="139"/>
    </w:p>
    <w:p w14:paraId="08811F34" w14:textId="2D72106C" w:rsidR="00473839" w:rsidRPr="002B482A" w:rsidRDefault="00473839" w:rsidP="000B0541">
      <w:pPr>
        <w:pStyle w:val="ATTANNLV1-ASDEFCON"/>
      </w:pPr>
      <w:bookmarkStart w:id="140" w:name="_Toc520865330"/>
      <w:bookmarkStart w:id="141" w:name="_Toc58315382"/>
      <w:bookmarkStart w:id="142" w:name="_Toc228854765"/>
      <w:bookmarkStart w:id="143" w:name="_Toc229969600"/>
      <w:bookmarkStart w:id="144" w:name="_Toc231196047"/>
      <w:bookmarkStart w:id="145" w:name="_Ref107410550"/>
      <w:bookmarkStart w:id="146" w:name="_Ref159999387"/>
      <w:r>
        <w:t>P</w:t>
      </w:r>
      <w:r w:rsidR="00642146">
        <w:t>roblematic</w:t>
      </w:r>
      <w:r>
        <w:t xml:space="preserve"> </w:t>
      </w:r>
      <w:r w:rsidRPr="002B482A">
        <w:t>S</w:t>
      </w:r>
      <w:r w:rsidR="00642146">
        <w:t>ubstances</w:t>
      </w:r>
      <w:r w:rsidRPr="002B482A">
        <w:t xml:space="preserve"> </w:t>
      </w:r>
      <w:r w:rsidR="00642146">
        <w:t>in</w:t>
      </w:r>
      <w:r>
        <w:t xml:space="preserve"> S</w:t>
      </w:r>
      <w:r w:rsidR="00642146">
        <w:t>upplies</w:t>
      </w:r>
      <w:r>
        <w:t xml:space="preserve"> </w:t>
      </w:r>
      <w:r w:rsidRPr="002B482A">
        <w:t>(CORE)</w:t>
      </w:r>
      <w:bookmarkEnd w:id="140"/>
      <w:bookmarkEnd w:id="141"/>
      <w:bookmarkEnd w:id="142"/>
      <w:bookmarkEnd w:id="143"/>
      <w:bookmarkEnd w:id="144"/>
      <w:bookmarkEnd w:id="145"/>
      <w:bookmarkEnd w:id="146"/>
    </w:p>
    <w:p w14:paraId="5C96BCCC" w14:textId="77777777" w:rsidR="00473839" w:rsidRPr="00B85567" w:rsidRDefault="00473839" w:rsidP="00473839">
      <w:pPr>
        <w:pStyle w:val="ATTANNReferencetoCOC"/>
      </w:pPr>
      <w:r w:rsidRPr="00B85567">
        <w:t xml:space="preserve"> Draft Statement of Work reference: clause 7.1</w:t>
      </w:r>
    </w:p>
    <w:p w14:paraId="1DD5C3B5" w14:textId="5A355DA8" w:rsidR="00473839" w:rsidRPr="002E2108" w:rsidRDefault="00473839" w:rsidP="000B0541">
      <w:pPr>
        <w:pStyle w:val="NoteToDrafters-ASDEFCON"/>
      </w:pPr>
      <w:r w:rsidRPr="00962A52">
        <w:t xml:space="preserve">Note to drafters:  </w:t>
      </w:r>
      <w:r w:rsidR="00030C40">
        <w:t>P</w:t>
      </w:r>
      <w:r>
        <w:t xml:space="preserve">olicies in the note </w:t>
      </w:r>
      <w:r w:rsidR="00BF4F00">
        <w:t>below</w:t>
      </w:r>
      <w:r>
        <w:t xml:space="preserve"> may need to be provided to tenderers</w:t>
      </w:r>
      <w:r w:rsidR="00030C40">
        <w:t xml:space="preserve"> if not available on</w:t>
      </w:r>
      <w:r>
        <w:t xml:space="preserve"> </w:t>
      </w:r>
      <w:r w:rsidRPr="00933C78">
        <w:t>Defence’s internet</w:t>
      </w:r>
      <w:r w:rsidR="00030C40">
        <w:t xml:space="preserve"> site</w:t>
      </w:r>
      <w:r w:rsidRPr="002E2108">
        <w:t>.</w:t>
      </w:r>
      <w:r w:rsidR="00F81959">
        <w:t xml:space="preserve">  </w:t>
      </w:r>
      <w:r w:rsidR="00BF4F00">
        <w:t>I</w:t>
      </w:r>
      <w:r w:rsidR="00F81959">
        <w:t xml:space="preserve">nclude known </w:t>
      </w:r>
      <w:r w:rsidR="00030C40">
        <w:t>‘</w:t>
      </w:r>
      <w:r w:rsidR="00C16C4F">
        <w:t>Approved S</w:t>
      </w:r>
      <w:r w:rsidR="00F81959">
        <w:t>ubstances</w:t>
      </w:r>
      <w:r w:rsidR="00030C40">
        <w:t>’</w:t>
      </w:r>
      <w:r w:rsidR="00F81959">
        <w:t xml:space="preserve"> in Annex C to the draft SOW.</w:t>
      </w:r>
    </w:p>
    <w:p w14:paraId="2CC1A6A2" w14:textId="65F9E034" w:rsidR="00473839" w:rsidRPr="009B4518" w:rsidRDefault="00473839" w:rsidP="000B0541">
      <w:pPr>
        <w:pStyle w:val="NoteToTenderers-ASDEFCON"/>
      </w:pPr>
      <w:r w:rsidRPr="00364F79">
        <w:t xml:space="preserve">Note to tenderers:  </w:t>
      </w:r>
      <w:r w:rsidR="00173D03">
        <w:t>See</w:t>
      </w:r>
      <w:r w:rsidRPr="00364F79">
        <w:t xml:space="preserve"> the Defence </w:t>
      </w:r>
      <w:r>
        <w:t>Safety</w:t>
      </w:r>
      <w:r w:rsidRPr="00364F79">
        <w:t xml:space="preserve"> Manual</w:t>
      </w:r>
      <w:r w:rsidR="0022758B" w:rsidRPr="0022758B">
        <w:t xml:space="preserve"> </w:t>
      </w:r>
      <w:r w:rsidR="0022758B">
        <w:t>for Hazardous Chemicals and DEFLOGMAN Part 2 Volume 3 Chapter 3</w:t>
      </w:r>
      <w:r w:rsidRPr="00364F79">
        <w:t xml:space="preserve"> </w:t>
      </w:r>
      <w:r w:rsidR="0022758B">
        <w:t>for</w:t>
      </w:r>
      <w:r>
        <w:t xml:space="preserve"> </w:t>
      </w:r>
      <w:r w:rsidRPr="00616E66">
        <w:t>Ozone Depleting Substances</w:t>
      </w:r>
      <w:r>
        <w:t xml:space="preserve"> and </w:t>
      </w:r>
      <w:r w:rsidRPr="00616E66">
        <w:t>Synthetic Greenhouse Gases</w:t>
      </w:r>
      <w:r>
        <w:t xml:space="preserve">.  </w:t>
      </w:r>
      <w:r w:rsidR="0022758B">
        <w:t>Refer to</w:t>
      </w:r>
      <w:r w:rsidRPr="00364F79">
        <w:t xml:space="preserve"> the</w:t>
      </w:r>
      <w:r w:rsidRPr="009B4518">
        <w:t xml:space="preserve"> Defence Radiation Safety </w:t>
      </w:r>
      <w:r>
        <w:t>Manual</w:t>
      </w:r>
      <w:r w:rsidR="0022758B" w:rsidRPr="0022758B">
        <w:t xml:space="preserve"> </w:t>
      </w:r>
      <w:r w:rsidR="0022758B">
        <w:t xml:space="preserve">for </w:t>
      </w:r>
      <w:r w:rsidR="0022758B" w:rsidRPr="00364F79">
        <w:t>Problematic Sources</w:t>
      </w:r>
      <w:r w:rsidRPr="009B4518">
        <w:t xml:space="preserve">.  Problematic Substances and Problematic Sources </w:t>
      </w:r>
      <w:r w:rsidR="004E43A4">
        <w:t>will</w:t>
      </w:r>
      <w:r w:rsidR="00173D03">
        <w:t xml:space="preserve"> not </w:t>
      </w:r>
      <w:r w:rsidR="004E43A4">
        <w:t xml:space="preserve">be Approved </w:t>
      </w:r>
      <w:r w:rsidRPr="009B4518">
        <w:t xml:space="preserve">if </w:t>
      </w:r>
      <w:r w:rsidR="00173D03">
        <w:t>th</w:t>
      </w:r>
      <w:r w:rsidR="004E43A4">
        <w:t>eir use</w:t>
      </w:r>
      <w:r>
        <w:t xml:space="preserve"> </w:t>
      </w:r>
      <w:r w:rsidRPr="009B4518">
        <w:t>infringes</w:t>
      </w:r>
      <w:r w:rsidR="00173D03">
        <w:t xml:space="preserve"> on</w:t>
      </w:r>
      <w:r w:rsidRPr="009B4518">
        <w:t xml:space="preserve"> any </w:t>
      </w:r>
      <w:r>
        <w:t>legislation of the Commonwealth</w:t>
      </w:r>
      <w:r w:rsidRPr="009B4518">
        <w:t xml:space="preserve">, State or Territory </w:t>
      </w:r>
      <w:r>
        <w:t>of Australia</w:t>
      </w:r>
      <w:r w:rsidR="00C16C4F">
        <w:t xml:space="preserve"> (eg, asbestos containing materials)</w:t>
      </w:r>
      <w:r w:rsidRPr="009B4518">
        <w:t>.</w:t>
      </w:r>
      <w:r w:rsidR="004E43A4">
        <w:t xml:space="preserve">  </w:t>
      </w:r>
    </w:p>
    <w:p w14:paraId="1C227151" w14:textId="4EC5BD13" w:rsidR="00473839" w:rsidRPr="00663901" w:rsidRDefault="002E32F1" w:rsidP="000B0541">
      <w:pPr>
        <w:pStyle w:val="NoteToTenderers-ASDEFCON"/>
      </w:pPr>
      <w:r>
        <w:t xml:space="preserve">Refer to </w:t>
      </w:r>
      <w:r w:rsidRPr="009B4518">
        <w:t xml:space="preserve">Annex C </w:t>
      </w:r>
      <w:r>
        <w:t>to</w:t>
      </w:r>
      <w:r w:rsidRPr="009B4518">
        <w:t xml:space="preserve"> the draft SOW </w:t>
      </w:r>
      <w:r>
        <w:t xml:space="preserve">for </w:t>
      </w:r>
      <w:r w:rsidR="00473839" w:rsidRPr="009B4518">
        <w:t xml:space="preserve">Problematic Substances </w:t>
      </w:r>
      <w:r w:rsidR="00473839">
        <w:t xml:space="preserve">and Problematic Sources </w:t>
      </w:r>
      <w:r>
        <w:t xml:space="preserve">that are </w:t>
      </w:r>
      <w:r w:rsidR="00173D03">
        <w:t>pre-</w:t>
      </w:r>
      <w:r>
        <w:t>Approved</w:t>
      </w:r>
      <w:r w:rsidR="00473839" w:rsidRPr="009B4518">
        <w:t xml:space="preserve">.  </w:t>
      </w:r>
      <w:r w:rsidR="004E43A4">
        <w:t>Any o</w:t>
      </w:r>
      <w:r w:rsidR="00A7169D">
        <w:t xml:space="preserve">ther </w:t>
      </w:r>
      <w:r w:rsidR="00F81959">
        <w:t>Problematic Substances</w:t>
      </w:r>
      <w:r w:rsidR="00030C40">
        <w:t xml:space="preserve"> </w:t>
      </w:r>
      <w:r w:rsidR="004E43A4">
        <w:t>are</w:t>
      </w:r>
      <w:r>
        <w:t xml:space="preserve"> to </w:t>
      </w:r>
      <w:r w:rsidR="00A7169D">
        <w:t>be identified</w:t>
      </w:r>
      <w:r w:rsidR="00F355B4">
        <w:t xml:space="preserve"> </w:t>
      </w:r>
      <w:r w:rsidR="00A7169D">
        <w:t xml:space="preserve">by the </w:t>
      </w:r>
      <w:r w:rsidR="00173D03">
        <w:t xml:space="preserve">preferred </w:t>
      </w:r>
      <w:r w:rsidR="00A7169D">
        <w:t>tenderer.</w:t>
      </w:r>
    </w:p>
    <w:p w14:paraId="7061E972" w14:textId="56A7253E" w:rsidR="00473839" w:rsidRPr="00663901" w:rsidRDefault="00473839" w:rsidP="000B0541">
      <w:pPr>
        <w:pStyle w:val="ATTANNLV2-ASDEFCON"/>
      </w:pPr>
      <w:r w:rsidRPr="002346DB">
        <w:t xml:space="preserve">Tenderers </w:t>
      </w:r>
      <w:r>
        <w:t>are to</w:t>
      </w:r>
      <w:r w:rsidRPr="002346DB">
        <w:t xml:space="preserve"> </w:t>
      </w:r>
      <w:r w:rsidRPr="00962A52">
        <w:t xml:space="preserve">identify the </w:t>
      </w:r>
      <w:r>
        <w:t>existence and location</w:t>
      </w:r>
      <w:r w:rsidRPr="00616E66">
        <w:t xml:space="preserve"> </w:t>
      </w:r>
      <w:r w:rsidR="0078337D">
        <w:t>of</w:t>
      </w:r>
      <w:r w:rsidR="0078337D" w:rsidRPr="00616E66">
        <w:t xml:space="preserve"> </w:t>
      </w:r>
      <w:r>
        <w:t>any of</w:t>
      </w:r>
      <w:r w:rsidRPr="00616E66">
        <w:rPr>
          <w:snapToGrid w:val="0"/>
        </w:rPr>
        <w:t xml:space="preserve"> the </w:t>
      </w:r>
      <w:r w:rsidRPr="00962A52">
        <w:t>following in the Supplies:</w:t>
      </w:r>
    </w:p>
    <w:p w14:paraId="77459D04" w14:textId="77777777" w:rsidR="00473839" w:rsidRPr="00663901" w:rsidRDefault="00473839" w:rsidP="000B0541">
      <w:pPr>
        <w:pStyle w:val="ATTANNLV3-ASDEFCON"/>
      </w:pPr>
      <w:bookmarkStart w:id="147" w:name="_Ref107817151"/>
      <w:r w:rsidRPr="00553ECF">
        <w:t>Hazardous Chemical</w:t>
      </w:r>
      <w:r>
        <w:t>s</w:t>
      </w:r>
      <w:r w:rsidRPr="00553ECF">
        <w:t xml:space="preserve"> comprising:</w:t>
      </w:r>
      <w:bookmarkEnd w:id="147"/>
    </w:p>
    <w:p w14:paraId="44A5A427" w14:textId="77777777" w:rsidR="00473839" w:rsidRPr="00663901" w:rsidRDefault="00473839" w:rsidP="000B0541">
      <w:pPr>
        <w:pStyle w:val="ATTANNLV4-ASDEFCON"/>
      </w:pPr>
      <w:r w:rsidRPr="00553ECF">
        <w:t>prohibited carcinogens</w:t>
      </w:r>
      <w:r>
        <w:t xml:space="preserve"> or</w:t>
      </w:r>
      <w:r w:rsidRPr="00553ECF">
        <w:t xml:space="preserve"> restricted carcinogens, each as defined in subregulation 5(1) of the </w:t>
      </w:r>
      <w:r w:rsidRPr="003E106F">
        <w:rPr>
          <w:i/>
        </w:rPr>
        <w:t>Work Health and Safety Regulations 2011</w:t>
      </w:r>
      <w:r w:rsidRPr="00962A52">
        <w:t xml:space="preserve"> (Cth);</w:t>
      </w:r>
    </w:p>
    <w:p w14:paraId="21975632" w14:textId="4E5148CB" w:rsidR="00473839" w:rsidRDefault="00473839" w:rsidP="000B0541">
      <w:pPr>
        <w:pStyle w:val="ATTANNLV4-ASDEFCON"/>
      </w:pPr>
      <w:r w:rsidRPr="00553ECF">
        <w:t xml:space="preserve">hazardous chemicals </w:t>
      </w:r>
      <w:r w:rsidR="00673C5A">
        <w:t>where</w:t>
      </w:r>
      <w:r w:rsidR="00673C5A" w:rsidRPr="00553ECF">
        <w:t xml:space="preserve"> </w:t>
      </w:r>
      <w:r w:rsidRPr="00553ECF">
        <w:t xml:space="preserve">use is restricted </w:t>
      </w:r>
      <w:r w:rsidR="00673C5A">
        <w:t>by</w:t>
      </w:r>
      <w:r w:rsidR="00673C5A" w:rsidRPr="00553ECF">
        <w:t xml:space="preserve"> </w:t>
      </w:r>
      <w:r w:rsidRPr="00553ECF">
        <w:t xml:space="preserve">regulation 382 of the </w:t>
      </w:r>
      <w:r w:rsidRPr="003E106F">
        <w:rPr>
          <w:i/>
        </w:rPr>
        <w:t>Work Health and Safety Regulations 2011</w:t>
      </w:r>
      <w:r w:rsidRPr="00962A52">
        <w:t xml:space="preserve"> (Cth), including polychlorinated biphenyls;</w:t>
      </w:r>
      <w:r w:rsidRPr="00AC3197">
        <w:t xml:space="preserve"> </w:t>
      </w:r>
      <w:r>
        <w:t>and</w:t>
      </w:r>
    </w:p>
    <w:p w14:paraId="45D27077" w14:textId="5567C7BC" w:rsidR="00473839" w:rsidRPr="00962A52" w:rsidRDefault="00473839" w:rsidP="000B0541">
      <w:pPr>
        <w:pStyle w:val="ATTANNLV4-ASDEFCON"/>
      </w:pPr>
      <w:r>
        <w:t>lead that, in relation to support</w:t>
      </w:r>
      <w:r w:rsidR="00673C5A">
        <w:t>ing</w:t>
      </w:r>
      <w:r>
        <w:t xml:space="preserve"> the Supplies, require</w:t>
      </w:r>
      <w:r w:rsidR="00673C5A">
        <w:t>s</w:t>
      </w:r>
      <w:r>
        <w:t xml:space="preserve"> a lead process</w:t>
      </w:r>
      <w:r w:rsidRPr="00286AEE">
        <w:t xml:space="preserve"> </w:t>
      </w:r>
      <w:r>
        <w:t>as described by regulation 39</w:t>
      </w:r>
      <w:r w:rsidRPr="00616E66">
        <w:t xml:space="preserve">2 of </w:t>
      </w:r>
      <w:r w:rsidRPr="00616E66">
        <w:rPr>
          <w:i/>
        </w:rPr>
        <w:t>Work Health and Safety Regulations 2011</w:t>
      </w:r>
      <w:r w:rsidRPr="00616E66">
        <w:t xml:space="preserve"> (Cth</w:t>
      </w:r>
      <w:r>
        <w:t>);</w:t>
      </w:r>
    </w:p>
    <w:p w14:paraId="353156D4" w14:textId="77777777" w:rsidR="00473839" w:rsidRPr="00616E66" w:rsidRDefault="00473839" w:rsidP="000B0541">
      <w:pPr>
        <w:pStyle w:val="ATTANNLV3-ASDEFCON"/>
      </w:pPr>
      <w:r w:rsidRPr="00616E66">
        <w:t>Dangerous Goods;</w:t>
      </w:r>
    </w:p>
    <w:p w14:paraId="72F4FC08" w14:textId="343DE928" w:rsidR="00473839" w:rsidRDefault="00473839" w:rsidP="00FC4CBC">
      <w:pPr>
        <w:pStyle w:val="ATTANNLV3-ASDEFCON"/>
      </w:pPr>
      <w:r w:rsidRPr="00616E66">
        <w:t>Ozone Depleting Substances</w:t>
      </w:r>
      <w:r w:rsidR="00FC4CBC">
        <w:t xml:space="preserve"> and/or </w:t>
      </w:r>
      <w:r w:rsidRPr="00616E66">
        <w:t>Synthetic Greenhouse Gases</w:t>
      </w:r>
      <w:r w:rsidRPr="00FC4CBC">
        <w:rPr>
          <w:rFonts w:cs="Arial"/>
          <w:bCs/>
        </w:rPr>
        <w:t xml:space="preserve">; </w:t>
      </w:r>
      <w:r w:rsidRPr="00364F79">
        <w:t>and</w:t>
      </w:r>
    </w:p>
    <w:p w14:paraId="77273650" w14:textId="5542BC6B" w:rsidR="00E46792" w:rsidRDefault="00473839" w:rsidP="000B0541">
      <w:pPr>
        <w:pStyle w:val="ATTANNLV3-ASDEFCON"/>
      </w:pPr>
      <w:r w:rsidRPr="00553ECF">
        <w:t>Problematic Sources</w:t>
      </w:r>
      <w:r w:rsidRPr="002346DB">
        <w:t>.</w:t>
      </w:r>
      <w:bookmarkStart w:id="148" w:name="_Toc49763430"/>
      <w:bookmarkStart w:id="149" w:name="_Toc49824323"/>
      <w:bookmarkStart w:id="150" w:name="_Toc49833077"/>
      <w:bookmarkStart w:id="151" w:name="_Toc52272845"/>
      <w:bookmarkStart w:id="152" w:name="_Toc68323076"/>
      <w:bookmarkStart w:id="153" w:name="_Toc228854766"/>
      <w:bookmarkStart w:id="154" w:name="_Toc229969601"/>
      <w:bookmarkStart w:id="155" w:name="_Toc231196048"/>
      <w:bookmarkStart w:id="156" w:name="_Toc525362100"/>
    </w:p>
    <w:p w14:paraId="365B8C6F" w14:textId="4626744E" w:rsidR="00E46792" w:rsidRDefault="00AE4BC5" w:rsidP="00AE4BC5">
      <w:pPr>
        <w:pStyle w:val="ATTANNLV1-ASDEFCON"/>
      </w:pPr>
      <w:bookmarkStart w:id="157" w:name="_Ref107410555"/>
      <w:r w:rsidRPr="002B482A">
        <w:t>Disposal Requirements</w:t>
      </w:r>
      <w:r w:rsidR="00473839" w:rsidRPr="002B482A">
        <w:t xml:space="preserve"> (</w:t>
      </w:r>
      <w:r w:rsidR="00B32D64">
        <w:t>OPTIONAL</w:t>
      </w:r>
      <w:r w:rsidR="00473839" w:rsidRPr="002B482A">
        <w:t>)</w:t>
      </w:r>
      <w:bookmarkEnd w:id="148"/>
      <w:bookmarkEnd w:id="149"/>
      <w:bookmarkEnd w:id="150"/>
      <w:bookmarkEnd w:id="151"/>
      <w:bookmarkEnd w:id="152"/>
      <w:bookmarkEnd w:id="153"/>
      <w:bookmarkEnd w:id="154"/>
      <w:bookmarkEnd w:id="155"/>
      <w:bookmarkEnd w:id="157"/>
    </w:p>
    <w:p w14:paraId="723330B3" w14:textId="634A7664" w:rsidR="00473839" w:rsidRDefault="00473839" w:rsidP="00473839">
      <w:pPr>
        <w:pStyle w:val="ATTANNReferencetoCOC"/>
      </w:pPr>
      <w:r w:rsidRPr="00B85567">
        <w:t xml:space="preserve"> Draft Statement of Work reference: clause 4.4</w:t>
      </w:r>
    </w:p>
    <w:p w14:paraId="3AACC8C6" w14:textId="6D3C8A28" w:rsidR="00B32D64" w:rsidRPr="00B85567" w:rsidRDefault="00B32D64" w:rsidP="004563C6">
      <w:pPr>
        <w:pStyle w:val="NoteToDrafters-ASDEFCON"/>
      </w:pPr>
      <w:r w:rsidRPr="002346DB">
        <w:t xml:space="preserve">Note to drafters:  </w:t>
      </w:r>
      <w:r>
        <w:t>If disposal requirements are known, delete this clause and amend the TDRL.</w:t>
      </w:r>
    </w:p>
    <w:p w14:paraId="242FDAD3" w14:textId="252FBC9A" w:rsidR="00473839" w:rsidRDefault="00473839" w:rsidP="000B0541">
      <w:pPr>
        <w:pStyle w:val="ATTANNLV2-ASDEFCON"/>
      </w:pPr>
      <w:r w:rsidRPr="002346DB">
        <w:t xml:space="preserve">Tenderers </w:t>
      </w:r>
      <w:r>
        <w:t>are to</w:t>
      </w:r>
      <w:r w:rsidRPr="002346DB">
        <w:t xml:space="preserve"> </w:t>
      </w:r>
      <w:r w:rsidR="00B4133F">
        <w:t>summarise</w:t>
      </w:r>
      <w:r w:rsidRPr="002346DB">
        <w:t xml:space="preserve"> </w:t>
      </w:r>
      <w:r w:rsidR="00B4133F">
        <w:t>all</w:t>
      </w:r>
      <w:r w:rsidR="00B4133F" w:rsidRPr="002346DB">
        <w:t xml:space="preserve"> </w:t>
      </w:r>
      <w:r w:rsidRPr="002346DB">
        <w:t xml:space="preserve">aspects of the </w:t>
      </w:r>
      <w:r w:rsidR="00B4133F">
        <w:t>requested</w:t>
      </w:r>
      <w:r w:rsidR="0078337D">
        <w:t xml:space="preserve"> </w:t>
      </w:r>
      <w:r w:rsidRPr="002346DB">
        <w:t>Supplies that have special disposal requirements due to legislative, regulatory, security, environmental, or any other restrictions</w:t>
      </w:r>
      <w:bookmarkEnd w:id="156"/>
      <w:r>
        <w:t>.</w:t>
      </w:r>
    </w:p>
    <w:p w14:paraId="5AEA8F97" w14:textId="52F37FAE" w:rsidR="00473839" w:rsidRPr="002346DB" w:rsidRDefault="00AE4BC5" w:rsidP="00AE4BC5">
      <w:pPr>
        <w:pStyle w:val="ATTANNLV1-ASDEFCON"/>
      </w:pPr>
      <w:bookmarkStart w:id="158" w:name="_Toc49824325"/>
      <w:bookmarkStart w:id="159" w:name="_Toc49833079"/>
      <w:bookmarkStart w:id="160" w:name="_Toc52272847"/>
      <w:bookmarkStart w:id="161" w:name="_Toc228854767"/>
      <w:bookmarkStart w:id="162" w:name="_Toc229969602"/>
      <w:bookmarkStart w:id="163" w:name="_Toc231196049"/>
      <w:bookmarkStart w:id="164" w:name="_Ref107410763"/>
      <w:bookmarkStart w:id="165" w:name="_Ref159999404"/>
      <w:r w:rsidRPr="002346DB">
        <w:t xml:space="preserve">Final Inspection and Test Plan </w:t>
      </w:r>
      <w:r w:rsidR="00473839" w:rsidRPr="002346DB">
        <w:t>(OPTIONAL)</w:t>
      </w:r>
      <w:bookmarkEnd w:id="158"/>
      <w:bookmarkEnd w:id="159"/>
      <w:bookmarkEnd w:id="160"/>
      <w:bookmarkEnd w:id="161"/>
      <w:bookmarkEnd w:id="162"/>
      <w:bookmarkEnd w:id="163"/>
      <w:bookmarkEnd w:id="164"/>
      <w:bookmarkEnd w:id="165"/>
    </w:p>
    <w:p w14:paraId="739383DF" w14:textId="77777777" w:rsidR="00473839" w:rsidRPr="00B85567" w:rsidRDefault="00473839" w:rsidP="00473839">
      <w:pPr>
        <w:pStyle w:val="ATTANNReferencetoCOC"/>
      </w:pPr>
      <w:r w:rsidRPr="00B85567">
        <w:t>Draft Statement of Work</w:t>
      </w:r>
      <w:r>
        <w:t xml:space="preserve"> reference:</w:t>
      </w:r>
      <w:r w:rsidRPr="00B85567">
        <w:t xml:space="preserve"> clause 5.1</w:t>
      </w:r>
    </w:p>
    <w:p w14:paraId="7D36F10D" w14:textId="03189131" w:rsidR="00473839" w:rsidRPr="002346DB" w:rsidRDefault="00473839" w:rsidP="000B0541">
      <w:pPr>
        <w:pStyle w:val="NoteToDrafters-ASDEFCON"/>
      </w:pPr>
      <w:r w:rsidRPr="002346DB">
        <w:t xml:space="preserve">Notes to drafters:  </w:t>
      </w:r>
      <w:r w:rsidR="000E458C">
        <w:t xml:space="preserve">Only </w:t>
      </w:r>
      <w:r w:rsidR="00671AB1">
        <w:t xml:space="preserve">request </w:t>
      </w:r>
      <w:r>
        <w:t xml:space="preserve">a draft FI&amp;TP </w:t>
      </w:r>
      <w:r w:rsidR="00671AB1">
        <w:t xml:space="preserve">if it </w:t>
      </w:r>
      <w:r w:rsidR="002E32F1">
        <w:t>is</w:t>
      </w:r>
      <w:r w:rsidR="000975B5">
        <w:t xml:space="preserve"> </w:t>
      </w:r>
      <w:r>
        <w:t xml:space="preserve">relevant to </w:t>
      </w:r>
      <w:r w:rsidR="000975B5">
        <w:t xml:space="preserve">tender </w:t>
      </w:r>
      <w:r>
        <w:t>evaluation</w:t>
      </w:r>
      <w:r w:rsidR="002E32F1">
        <w:t>s</w:t>
      </w:r>
      <w:r>
        <w:t>.</w:t>
      </w:r>
      <w:r w:rsidR="00C96DCB">
        <w:t xml:space="preserve"> </w:t>
      </w:r>
      <w:r>
        <w:t xml:space="preserve"> </w:t>
      </w:r>
      <w:r w:rsidR="00671AB1">
        <w:t xml:space="preserve">Only include </w:t>
      </w:r>
      <w:r w:rsidR="00EE5572">
        <w:t>a</w:t>
      </w:r>
      <w:r>
        <w:t>dditional clauses from DID-V&amp;V-MGT-FI&amp;TP in Table D-1</w:t>
      </w:r>
      <w:r w:rsidR="00C96DCB">
        <w:t xml:space="preserve"> if </w:t>
      </w:r>
      <w:r w:rsidR="00671AB1">
        <w:t xml:space="preserve">relevant to </w:t>
      </w:r>
      <w:r w:rsidR="00C96DCB">
        <w:t xml:space="preserve">the </w:t>
      </w:r>
      <w:r w:rsidR="00671AB1">
        <w:t>tender evaluation</w:t>
      </w:r>
      <w:r>
        <w:t>.</w:t>
      </w:r>
    </w:p>
    <w:p w14:paraId="57B9EBE9" w14:textId="519B6DCB" w:rsidR="00473839" w:rsidRPr="002346DB" w:rsidRDefault="00473839" w:rsidP="000B0541">
      <w:pPr>
        <w:pStyle w:val="NoteToTenderers-ASDEFCON"/>
      </w:pPr>
      <w:r w:rsidRPr="002346DB">
        <w:t xml:space="preserve">Notes to tenderers:  FI&amp;T </w:t>
      </w:r>
      <w:r>
        <w:t xml:space="preserve">activities </w:t>
      </w:r>
      <w:r w:rsidR="00770FAA">
        <w:t xml:space="preserve">described in the draft FI&amp;TP </w:t>
      </w:r>
      <w:r w:rsidRPr="002346DB">
        <w:t xml:space="preserve">should address </w:t>
      </w:r>
      <w:r>
        <w:t>the full scope</w:t>
      </w:r>
      <w:r w:rsidRPr="002346DB">
        <w:t xml:space="preserve"> of </w:t>
      </w:r>
      <w:r>
        <w:t xml:space="preserve">the </w:t>
      </w:r>
      <w:r w:rsidRPr="002346DB">
        <w:t>Supplies</w:t>
      </w:r>
      <w:r w:rsidR="00E464B7">
        <w:t xml:space="preserve"> (indicating an ability to meet specified requirements)</w:t>
      </w:r>
      <w:r>
        <w:t>, even if only briefly</w:t>
      </w:r>
      <w:r w:rsidRPr="002346DB">
        <w:t>.</w:t>
      </w:r>
    </w:p>
    <w:p w14:paraId="5C0BF36D" w14:textId="637EC475" w:rsidR="00E46792" w:rsidRDefault="00473839" w:rsidP="000B0541">
      <w:pPr>
        <w:pStyle w:val="ATTANNLV2-ASDEFCON"/>
      </w:pPr>
      <w:r w:rsidRPr="002346DB">
        <w:t xml:space="preserve">Tenderers </w:t>
      </w:r>
      <w:r>
        <w:t>are to</w:t>
      </w:r>
      <w:r w:rsidRPr="002346DB">
        <w:t xml:space="preserve"> provide a draft FI&amp;TP </w:t>
      </w:r>
      <w:r>
        <w:t>in accordance with at least the sections of DID-V&amp;V-MGT-FI&amp;TP identified in Table D-1</w:t>
      </w:r>
      <w:r w:rsidRPr="002346DB">
        <w:t>.</w:t>
      </w:r>
      <w:bookmarkStart w:id="166" w:name="_Ref369610945"/>
    </w:p>
    <w:p w14:paraId="0D7FA166" w14:textId="686DD344" w:rsidR="00473839" w:rsidRPr="00B85567" w:rsidRDefault="00473839" w:rsidP="000B0541">
      <w:pPr>
        <w:pStyle w:val="Table10ptHeading-ASDEFCON"/>
      </w:pPr>
      <w:r w:rsidRPr="00B85567">
        <w:t xml:space="preserve">Table </w:t>
      </w:r>
      <w:r>
        <w:t>D-</w:t>
      </w:r>
      <w:r>
        <w:rPr>
          <w:noProof/>
        </w:rPr>
        <w:fldChar w:fldCharType="begin"/>
      </w:r>
      <w:r>
        <w:rPr>
          <w:noProof/>
        </w:rPr>
        <w:instrText xml:space="preserve"> SEQ Table \* ARABIC \r1 </w:instrText>
      </w:r>
      <w:r>
        <w:rPr>
          <w:noProof/>
        </w:rPr>
        <w:fldChar w:fldCharType="separate"/>
      </w:r>
      <w:r w:rsidR="006D3445">
        <w:rPr>
          <w:noProof/>
        </w:rPr>
        <w:t>1</w:t>
      </w:r>
      <w:r>
        <w:rPr>
          <w:noProof/>
        </w:rPr>
        <w:fldChar w:fldCharType="end"/>
      </w:r>
      <w:bookmarkEnd w:id="166"/>
      <w:r w:rsidRPr="00B85567">
        <w:t xml:space="preserve">: </w:t>
      </w:r>
      <w:r>
        <w:t xml:space="preserve">Minimum requirements </w:t>
      </w:r>
      <w:r w:rsidRPr="00B85567">
        <w:t>for the draft FI&amp;TP</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229"/>
      </w:tblGrid>
      <w:tr w:rsidR="00A1182C" w14:paraId="1D2C68D2" w14:textId="77777777" w:rsidTr="00473839">
        <w:trPr>
          <w:tblHeader/>
        </w:trPr>
        <w:tc>
          <w:tcPr>
            <w:tcW w:w="992" w:type="dxa"/>
            <w:shd w:val="pct12" w:color="auto" w:fill="FFFFFF"/>
          </w:tcPr>
          <w:p w14:paraId="745F8B49" w14:textId="77777777" w:rsidR="00473839" w:rsidRPr="00B85567" w:rsidRDefault="00473839" w:rsidP="000B0541">
            <w:pPr>
              <w:pStyle w:val="Table10ptHeading-ASDEFCON"/>
            </w:pPr>
            <w:r w:rsidRPr="00B85567">
              <w:t>Section</w:t>
            </w:r>
          </w:p>
        </w:tc>
        <w:tc>
          <w:tcPr>
            <w:tcW w:w="7229" w:type="dxa"/>
            <w:shd w:val="pct12" w:color="auto" w:fill="FFFFFF"/>
          </w:tcPr>
          <w:p w14:paraId="106F696E" w14:textId="77777777" w:rsidR="00473839" w:rsidRPr="00B85567" w:rsidRDefault="00473839" w:rsidP="000B0541">
            <w:pPr>
              <w:pStyle w:val="Table10ptHeading-ASDEFCON"/>
            </w:pPr>
            <w:r w:rsidRPr="00B85567">
              <w:t>Name</w:t>
            </w:r>
          </w:p>
        </w:tc>
      </w:tr>
      <w:tr w:rsidR="00A1182C" w14:paraId="636798F0" w14:textId="77777777" w:rsidTr="00473839">
        <w:tc>
          <w:tcPr>
            <w:tcW w:w="992" w:type="dxa"/>
          </w:tcPr>
          <w:p w14:paraId="4BBDFB2F" w14:textId="77777777" w:rsidR="00473839" w:rsidRPr="001476C6" w:rsidRDefault="00473839" w:rsidP="000B0541">
            <w:pPr>
              <w:pStyle w:val="Table10ptText-ASDEFCON"/>
            </w:pPr>
            <w:r w:rsidRPr="001476C6">
              <w:t>6.2.</w:t>
            </w:r>
            <w:r>
              <w:t>1</w:t>
            </w:r>
          </w:p>
        </w:tc>
        <w:tc>
          <w:tcPr>
            <w:tcW w:w="7229" w:type="dxa"/>
          </w:tcPr>
          <w:p w14:paraId="525A0B12" w14:textId="77777777" w:rsidR="00473839" w:rsidRPr="001476C6" w:rsidRDefault="00473839" w:rsidP="000B0541">
            <w:pPr>
              <w:pStyle w:val="Table10ptText-ASDEFCON"/>
            </w:pPr>
            <w:r>
              <w:t>General (6.2.1.1 to 6.2.1.4)</w:t>
            </w:r>
          </w:p>
        </w:tc>
      </w:tr>
      <w:tr w:rsidR="00A1182C" w14:paraId="6DFE7131" w14:textId="77777777" w:rsidTr="00473839">
        <w:tc>
          <w:tcPr>
            <w:tcW w:w="992" w:type="dxa"/>
          </w:tcPr>
          <w:p w14:paraId="18632281" w14:textId="77777777" w:rsidR="00473839" w:rsidRPr="001476C6" w:rsidRDefault="00473839" w:rsidP="000B0541">
            <w:pPr>
              <w:pStyle w:val="Table10ptText-ASDEFCON"/>
            </w:pPr>
            <w:r>
              <w:t>6.2.2</w:t>
            </w:r>
          </w:p>
        </w:tc>
        <w:tc>
          <w:tcPr>
            <w:tcW w:w="7229" w:type="dxa"/>
          </w:tcPr>
          <w:p w14:paraId="2E2F773F" w14:textId="77777777" w:rsidR="00473839" w:rsidRDefault="00473839" w:rsidP="000B0541">
            <w:pPr>
              <w:pStyle w:val="Table10ptText-ASDEFCON"/>
            </w:pPr>
            <w:r>
              <w:t>FI&amp;T Procedures (6.2.2.1 and 6.2.2.4e only)</w:t>
            </w:r>
          </w:p>
        </w:tc>
      </w:tr>
      <w:tr w:rsidR="00A1182C" w14:paraId="3D3F50AD" w14:textId="77777777" w:rsidTr="00473839">
        <w:tc>
          <w:tcPr>
            <w:tcW w:w="992" w:type="dxa"/>
          </w:tcPr>
          <w:p w14:paraId="554965AD" w14:textId="77777777" w:rsidR="00473839" w:rsidRDefault="00473839" w:rsidP="00473839">
            <w:pPr>
              <w:pStyle w:val="Table10ptText-ASDEFCON"/>
            </w:pPr>
          </w:p>
        </w:tc>
        <w:tc>
          <w:tcPr>
            <w:tcW w:w="7229" w:type="dxa"/>
          </w:tcPr>
          <w:p w14:paraId="7BCE87DE" w14:textId="62161C50" w:rsidR="00473839" w:rsidRPr="005079CF" w:rsidRDefault="00473839" w:rsidP="000B0541">
            <w:pPr>
              <w:pStyle w:val="Table10ptText-ASDEFCON"/>
              <w:rPr>
                <w:b/>
              </w:rPr>
            </w:pPr>
            <w:r w:rsidRPr="005079CF">
              <w:rPr>
                <w:b/>
              </w:rPr>
              <w:fldChar w:fldCharType="begin">
                <w:ffData>
                  <w:name w:val="Text3"/>
                  <w:enabled/>
                  <w:calcOnExit w:val="0"/>
                  <w:textInput>
                    <w:default w:val="[... INSERT ANY ADDITIONAL REQUIREMENTS FOR TENDER ...]"/>
                  </w:textInput>
                </w:ffData>
              </w:fldChar>
            </w:r>
            <w:r w:rsidRPr="005079CF">
              <w:rPr>
                <w:b/>
              </w:rPr>
              <w:instrText xml:space="preserve"> FORMTEXT </w:instrText>
            </w:r>
            <w:r w:rsidRPr="005079CF">
              <w:rPr>
                <w:b/>
              </w:rPr>
            </w:r>
            <w:r w:rsidRPr="005079CF">
              <w:rPr>
                <w:b/>
              </w:rPr>
              <w:fldChar w:fldCharType="separate"/>
            </w:r>
            <w:r w:rsidR="00592603">
              <w:rPr>
                <w:b/>
                <w:noProof/>
              </w:rPr>
              <w:t>[... INSERT ANY ADDITIONAL REQUIREMENTS FOR TENDER ...]</w:t>
            </w:r>
            <w:r w:rsidRPr="005079CF">
              <w:rPr>
                <w:b/>
              </w:rPr>
              <w:fldChar w:fldCharType="end"/>
            </w:r>
          </w:p>
        </w:tc>
      </w:tr>
    </w:tbl>
    <w:p w14:paraId="29232626" w14:textId="77777777" w:rsidR="00473839" w:rsidRDefault="00473839" w:rsidP="00992A10">
      <w:pPr>
        <w:pStyle w:val="ASDEFCONOptionSpace"/>
      </w:pPr>
    </w:p>
    <w:p w14:paraId="447B56F2" w14:textId="77777777" w:rsidR="00473839" w:rsidRDefault="00473839" w:rsidP="00992A10">
      <w:pPr>
        <w:pStyle w:val="ASDEFCONOptionSpace"/>
        <w:sectPr w:rsidR="00473839" w:rsidSect="00992A10">
          <w:headerReference w:type="default" r:id="rId39"/>
          <w:footerReference w:type="default" r:id="rId40"/>
          <w:pgSz w:w="11907" w:h="16840" w:code="9"/>
          <w:pgMar w:top="1304" w:right="1418" w:bottom="907" w:left="1418" w:header="567" w:footer="340" w:gutter="0"/>
          <w:pgNumType w:start="1"/>
          <w:cols w:space="720"/>
        </w:sectPr>
      </w:pPr>
    </w:p>
    <w:p w14:paraId="4AC36545" w14:textId="4FDA659F" w:rsidR="00473839" w:rsidRDefault="00473839" w:rsidP="000B0541">
      <w:pPr>
        <w:pStyle w:val="ASDEFCONTitle"/>
      </w:pPr>
      <w:bookmarkStart w:id="167" w:name="_Toc271558698"/>
      <w:bookmarkStart w:id="168" w:name="_Toc384635077"/>
      <w:r>
        <w:t>RESPONSE VOLUME: australian industry capability</w:t>
      </w:r>
      <w:bookmarkEnd w:id="167"/>
      <w:bookmarkEnd w:id="168"/>
      <w:r w:rsidR="005A19DD">
        <w:t xml:space="preserve"> (Optional)</w:t>
      </w:r>
    </w:p>
    <w:p w14:paraId="4510DC5C" w14:textId="57CF98C7" w:rsidR="00473839" w:rsidRPr="00B85567" w:rsidRDefault="00473839" w:rsidP="00473839">
      <w:pPr>
        <w:pStyle w:val="ATTANNReferencetoCOC"/>
      </w:pPr>
      <w:r w:rsidRPr="00B85567">
        <w:t xml:space="preserve">Draft COC reference: clause </w:t>
      </w:r>
      <w:r>
        <w:t>4</w:t>
      </w:r>
    </w:p>
    <w:p w14:paraId="1AECE14C" w14:textId="23386DED" w:rsidR="00C23488" w:rsidRDefault="00473839" w:rsidP="000B0541">
      <w:pPr>
        <w:pStyle w:val="NoteToDrafters-ASDEFCON"/>
      </w:pPr>
      <w:r w:rsidRPr="003C1AEC">
        <w:t xml:space="preserve">Note to drafters:  </w:t>
      </w:r>
      <w:r w:rsidR="00D75FAF">
        <w:t xml:space="preserve">Include </w:t>
      </w:r>
      <w:r w:rsidR="00ED6755">
        <w:t>t</w:t>
      </w:r>
      <w:r>
        <w:t>his annex</w:t>
      </w:r>
      <w:r w:rsidR="00C23488">
        <w:t xml:space="preserve"> if</w:t>
      </w:r>
      <w:r>
        <w:t xml:space="preserve"> </w:t>
      </w:r>
      <w:r w:rsidR="00C6063C">
        <w:t>an AIC program will apply to any</w:t>
      </w:r>
      <w:r w:rsidR="00C6063C" w:rsidRPr="003C1AEC">
        <w:t xml:space="preserve"> resultant Contrac</w:t>
      </w:r>
      <w:r w:rsidR="00C6063C">
        <w:t xml:space="preserve">t </w:t>
      </w:r>
      <w:r w:rsidR="007F2414">
        <w:t>(</w:t>
      </w:r>
      <w:r w:rsidR="00ED6755">
        <w:t xml:space="preserve">refer </w:t>
      </w:r>
      <w:r w:rsidR="00C23488">
        <w:t>to COC clause 4</w:t>
      </w:r>
      <w:r w:rsidR="007F2414">
        <w:t>)</w:t>
      </w:r>
      <w:r w:rsidR="00C23488">
        <w:t>.</w:t>
      </w:r>
      <w:r w:rsidR="00ED6755">
        <w:t xml:space="preserve">  If </w:t>
      </w:r>
      <w:r w:rsidR="00642146">
        <w:t xml:space="preserve">the </w:t>
      </w:r>
      <w:r w:rsidR="00D75FAF">
        <w:t xml:space="preserve">Contract </w:t>
      </w:r>
      <w:r w:rsidR="00642146">
        <w:t xml:space="preserve">Price </w:t>
      </w:r>
      <w:r w:rsidR="00483C4C">
        <w:t>could</w:t>
      </w:r>
      <w:r w:rsidR="00ED6755">
        <w:t xml:space="preserve"> exceed $20m,</w:t>
      </w:r>
      <w:r w:rsidR="00D75FAF">
        <w:t xml:space="preserve"> </w:t>
      </w:r>
      <w:r w:rsidR="00ED6755">
        <w:t xml:space="preserve">seek advice from AIC Division.  </w:t>
      </w:r>
      <w:r w:rsidR="007F2414">
        <w:t>If an AIC program is not required</w:t>
      </w:r>
      <w:r w:rsidR="00ED6755">
        <w:t xml:space="preserve">, the clauses can be deleted and the heading annotated </w:t>
      </w:r>
      <w:r w:rsidR="00F32680">
        <w:t xml:space="preserve">as </w:t>
      </w:r>
      <w:r w:rsidR="00ED6755">
        <w:t>’Not used‘.</w:t>
      </w:r>
    </w:p>
    <w:p w14:paraId="4B90EC58" w14:textId="2E72034B" w:rsidR="00473839" w:rsidRDefault="00473839" w:rsidP="000B0541">
      <w:pPr>
        <w:pStyle w:val="NoteToTenderers-ASDEFCON"/>
      </w:pPr>
      <w:r>
        <w:rPr>
          <w:snapToGrid w:val="0"/>
        </w:rPr>
        <w:t>Note to tenderers:</w:t>
      </w:r>
      <w:r w:rsidRPr="00674C6E">
        <w:t xml:space="preserve">  </w:t>
      </w:r>
      <w:r w:rsidRPr="00EE6B34">
        <w:t xml:space="preserve">Tenderers should familiarise themselves </w:t>
      </w:r>
      <w:r>
        <w:t xml:space="preserve">with </w:t>
      </w:r>
      <w:r w:rsidR="00F32680">
        <w:t>Australian Industry Capability (</w:t>
      </w:r>
      <w:r>
        <w:t>AIC</w:t>
      </w:r>
      <w:r w:rsidR="00F32680">
        <w:t>)</w:t>
      </w:r>
      <w:r>
        <w:t xml:space="preserve"> </w:t>
      </w:r>
      <w:r w:rsidR="00921802">
        <w:t xml:space="preserve">policy and </w:t>
      </w:r>
      <w:r>
        <w:t xml:space="preserve">guidance available </w:t>
      </w:r>
      <w:r w:rsidRPr="00674C6E">
        <w:t>at</w:t>
      </w:r>
      <w:r>
        <w:t>:</w:t>
      </w:r>
    </w:p>
    <w:p w14:paraId="4C77D754" w14:textId="530202B4" w:rsidR="00651A8F" w:rsidRDefault="003C7C16" w:rsidP="00E26CA1">
      <w:pPr>
        <w:pStyle w:val="NoteToTenderersBullets-ASDEFCON"/>
      </w:pPr>
      <w:hyperlink w:history="1"/>
      <w:hyperlink r:id="rId41" w:history="1">
        <w:r w:rsidR="00864962">
          <w:rPr>
            <w:rStyle w:val="Hyperlink"/>
          </w:rPr>
          <w:t>https://www.defence.gov.au/business-industry</w:t>
        </w:r>
      </w:hyperlink>
      <w:r w:rsidR="00864962" w:rsidRPr="00864962">
        <w:rPr>
          <w:rStyle w:val="Hyperlink"/>
          <w:color w:val="auto"/>
        </w:rPr>
        <w:t>;</w:t>
      </w:r>
    </w:p>
    <w:p w14:paraId="618E1F25" w14:textId="1671E8C9" w:rsidR="00473839" w:rsidRPr="00864962" w:rsidRDefault="003C7C16" w:rsidP="00E26CA1">
      <w:pPr>
        <w:pStyle w:val="NoteToTenderersBullets-ASDEFCON"/>
        <w:rPr>
          <w:rStyle w:val="Hyperlink"/>
          <w:b w:val="0"/>
          <w:bCs w:val="0"/>
          <w:i w:val="0"/>
          <w:iCs w:val="0"/>
          <w:color w:val="auto"/>
          <w:szCs w:val="24"/>
        </w:rPr>
      </w:pPr>
      <w:hyperlink r:id="rId42" w:history="1">
        <w:r w:rsidR="006E57F3">
          <w:rPr>
            <w:rStyle w:val="Hyperlink"/>
          </w:rPr>
          <w:t>https://www.defence.gov.au/about/strategic-planning/defence-industry-development-strategy</w:t>
        </w:r>
      </w:hyperlink>
      <w:r w:rsidR="006E57F3" w:rsidRPr="0054300A">
        <w:rPr>
          <w:rStyle w:val="Hyperlink"/>
          <w:i w:val="0"/>
          <w:color w:val="auto"/>
        </w:rPr>
        <w:t>;</w:t>
      </w:r>
      <w:r w:rsidR="00864962">
        <w:t xml:space="preserve"> </w:t>
      </w:r>
      <w:r w:rsidR="00473839" w:rsidRPr="00864962">
        <w:rPr>
          <w:rStyle w:val="Hyperlink"/>
          <w:color w:val="auto"/>
          <w:u w:val="none"/>
        </w:rPr>
        <w:t>and</w:t>
      </w:r>
    </w:p>
    <w:p w14:paraId="530842CC" w14:textId="2AFC2CC8" w:rsidR="00BC0F3F" w:rsidRDefault="003C7C16">
      <w:pPr>
        <w:pStyle w:val="NoteToTenderersBullets-ASDEFCON"/>
      </w:pPr>
      <w:hyperlink r:id="rId43" w:history="1">
        <w:r w:rsidR="00763B1C" w:rsidRPr="00ED6755">
          <w:rPr>
            <w:rStyle w:val="Hyperlink"/>
            <w:szCs w:val="16"/>
          </w:rPr>
          <w:t>https://www.defence.gov.au/business-industry/export/strategy</w:t>
        </w:r>
      </w:hyperlink>
      <w:r w:rsidR="00473839" w:rsidRPr="00ED6755">
        <w:rPr>
          <w:szCs w:val="16"/>
        </w:rPr>
        <w:t>.</w:t>
      </w:r>
    </w:p>
    <w:p w14:paraId="53E9F08F" w14:textId="0CB04351" w:rsidR="00473839" w:rsidRDefault="00642146" w:rsidP="00642146">
      <w:pPr>
        <w:pStyle w:val="ATTANNLV1-ASDEFCON"/>
        <w:numPr>
          <w:ilvl w:val="0"/>
          <w:numId w:val="76"/>
        </w:numPr>
      </w:pPr>
      <w:bookmarkStart w:id="169" w:name="TDR_E_AIC"/>
      <w:bookmarkStart w:id="170" w:name="_Ref102471953"/>
      <w:bookmarkStart w:id="171" w:name="_Ref159999667"/>
      <w:bookmarkEnd w:id="169"/>
      <w:r w:rsidRPr="0024491E">
        <w:t xml:space="preserve">Australian Industry </w:t>
      </w:r>
      <w:r>
        <w:t>Capability</w:t>
      </w:r>
      <w:r w:rsidRPr="0024491E">
        <w:t xml:space="preserve"> Schedule Requirements</w:t>
      </w:r>
      <w:bookmarkEnd w:id="170"/>
      <w:r w:rsidR="00500E74">
        <w:t xml:space="preserve"> (</w:t>
      </w:r>
      <w:r>
        <w:t>OPTIONAL</w:t>
      </w:r>
      <w:r w:rsidR="00500E74">
        <w:t>)</w:t>
      </w:r>
      <w:bookmarkEnd w:id="171"/>
    </w:p>
    <w:p w14:paraId="50BE771D" w14:textId="77777777" w:rsidR="00473839" w:rsidRDefault="00473839" w:rsidP="000B0541">
      <w:pPr>
        <w:pStyle w:val="ATTANNLV2-ASDEFCON"/>
      </w:pPr>
      <w:r>
        <w:t>Tenderers are to:</w:t>
      </w:r>
    </w:p>
    <w:p w14:paraId="35EC7338" w14:textId="0B4C18C4" w:rsidR="00473839" w:rsidRDefault="00473839" w:rsidP="000B0541">
      <w:pPr>
        <w:pStyle w:val="ATTANNLV3-ASDEFCON"/>
      </w:pPr>
      <w:r>
        <w:t xml:space="preserve">provide a draft </w:t>
      </w:r>
      <w:r w:rsidR="00BF243A">
        <w:t xml:space="preserve">Australian Industry Capability (AIC) </w:t>
      </w:r>
      <w:r>
        <w:t xml:space="preserve">Schedule in </w:t>
      </w:r>
      <w:r w:rsidR="002A7DD3">
        <w:t>the format of</w:t>
      </w:r>
      <w:r>
        <w:t xml:space="preserve"> </w:t>
      </w:r>
      <w:r w:rsidR="00A45303">
        <w:fldChar w:fldCharType="begin"/>
      </w:r>
      <w:r w:rsidR="00A45303">
        <w:instrText xml:space="preserve"> REF _Ref98238322 \h </w:instrText>
      </w:r>
      <w:r w:rsidR="00A45303">
        <w:fldChar w:fldCharType="separate"/>
      </w:r>
      <w:r w:rsidR="00C14419" w:rsidRPr="00945EAC">
        <w:t>Table E-</w:t>
      </w:r>
      <w:r w:rsidR="00C14419">
        <w:rPr>
          <w:noProof/>
        </w:rPr>
        <w:t>1</w:t>
      </w:r>
      <w:r w:rsidR="00A45303">
        <w:fldChar w:fldCharType="end"/>
      </w:r>
      <w:r>
        <w:t xml:space="preserve"> below;</w:t>
      </w:r>
      <w:r w:rsidR="009C1AE3" w:rsidRPr="009C1AE3">
        <w:t xml:space="preserve"> </w:t>
      </w:r>
      <w:r w:rsidR="009C1AE3">
        <w:t>and</w:t>
      </w:r>
    </w:p>
    <w:p w14:paraId="4B0D0376" w14:textId="7A73BCD2" w:rsidR="00473839" w:rsidRDefault="00473839" w:rsidP="00F32680">
      <w:pPr>
        <w:pStyle w:val="ATTANNLV3-ASDEFCON"/>
      </w:pPr>
      <w:r>
        <w:t xml:space="preserve">describe their approach </w:t>
      </w:r>
      <w:r w:rsidRPr="000D0D33">
        <w:t>to maximis</w:t>
      </w:r>
      <w:r>
        <w:t>ing</w:t>
      </w:r>
      <w:r w:rsidRPr="000D0D33">
        <w:t xml:space="preserve"> participation of </w:t>
      </w:r>
      <w:r w:rsidR="004A7903">
        <w:t xml:space="preserve">competitive </w:t>
      </w:r>
      <w:r>
        <w:t xml:space="preserve">Australian Industry </w:t>
      </w:r>
      <w:r w:rsidRPr="000D0D33">
        <w:t xml:space="preserve">in </w:t>
      </w:r>
      <w:r>
        <w:t>their</w:t>
      </w:r>
      <w:r w:rsidRPr="000D0D33">
        <w:t xml:space="preserve"> supply chain</w:t>
      </w:r>
      <w:r>
        <w:t xml:space="preserve"> </w:t>
      </w:r>
      <w:r w:rsidR="002A7DD3">
        <w:t>for the provision of the Supplies</w:t>
      </w:r>
      <w:r w:rsidR="00301B9B">
        <w:t>.</w:t>
      </w:r>
    </w:p>
    <w:p w14:paraId="5A136A7A" w14:textId="77777777" w:rsidR="004A7903" w:rsidRDefault="004A7903">
      <w:pPr>
        <w:pStyle w:val="ASDEFCONNormal"/>
        <w:sectPr w:rsidR="004A7903" w:rsidSect="00AB09FB">
          <w:headerReference w:type="default" r:id="rId44"/>
          <w:footerReference w:type="default" r:id="rId45"/>
          <w:pgSz w:w="11907" w:h="16840" w:code="9"/>
          <w:pgMar w:top="1304" w:right="1418" w:bottom="907" w:left="1418" w:header="567" w:footer="567" w:gutter="0"/>
          <w:cols w:space="720"/>
          <w:docGrid w:linePitch="272"/>
        </w:sectPr>
      </w:pPr>
    </w:p>
    <w:p w14:paraId="2FF81995" w14:textId="6F7C4F6A" w:rsidR="00473839" w:rsidRDefault="00473839" w:rsidP="005079CF">
      <w:pPr>
        <w:pStyle w:val="Caption"/>
      </w:pPr>
      <w:bookmarkStart w:id="172" w:name="_Ref98238322"/>
      <w:r w:rsidRPr="00945EAC">
        <w:t>Table E-</w:t>
      </w:r>
      <w:fldSimple w:instr=" SEQ Table \* ARABIC \r1 ">
        <w:r w:rsidR="006D3445">
          <w:rPr>
            <w:noProof/>
          </w:rPr>
          <w:t>1</w:t>
        </w:r>
      </w:fldSimple>
      <w:bookmarkEnd w:id="172"/>
      <w:r w:rsidRPr="00945EAC">
        <w:t xml:space="preserve">: Australian Industry </w:t>
      </w:r>
      <w:r w:rsidR="002A4312">
        <w:t>Capability</w:t>
      </w:r>
      <w:r w:rsidR="002A4312" w:rsidRPr="00945EAC">
        <w:t xml:space="preserve"> </w:t>
      </w:r>
      <w:r w:rsidRPr="00945EAC">
        <w:t>Schedule</w:t>
      </w:r>
    </w:p>
    <w:p w14:paraId="613502D3" w14:textId="2F0A115F" w:rsidR="00CF0FA5" w:rsidRPr="00156665" w:rsidRDefault="00CF0FA5" w:rsidP="000B0541">
      <w:pPr>
        <w:pStyle w:val="NoteToTenderers-ASDEFCON"/>
      </w:pPr>
      <w:r>
        <w:t xml:space="preserve">Note to tenderers:  </w:t>
      </w:r>
      <w:r w:rsidR="00830412">
        <w:t>T</w:t>
      </w:r>
      <w:r w:rsidRPr="00A05C11">
        <w:t>h</w:t>
      </w:r>
      <w:r>
        <w:t>e</w:t>
      </w:r>
      <w:r w:rsidRPr="00A05C11">
        <w:t xml:space="preserve"> </w:t>
      </w:r>
      <w:r>
        <w:t xml:space="preserve">AIC </w:t>
      </w:r>
      <w:r w:rsidRPr="00A05C11">
        <w:t>Schedule</w:t>
      </w:r>
      <w:r>
        <w:t xml:space="preserve"> </w:t>
      </w:r>
      <w:r w:rsidR="00830412">
        <w:t>should</w:t>
      </w:r>
      <w:r>
        <w:t xml:space="preserve"> include all items of Supplies and related work performed </w:t>
      </w:r>
      <w:r w:rsidR="000930C3">
        <w:t xml:space="preserve">by </w:t>
      </w:r>
      <w:r>
        <w:t xml:space="preserve">Australian Industry.  </w:t>
      </w:r>
      <w:r w:rsidRPr="002E1B9F">
        <w:t>If necessary, break the</w:t>
      </w:r>
      <w:r w:rsidRPr="00D64D5D">
        <w:t xml:space="preserve"> </w:t>
      </w:r>
      <w:r>
        <w:t>scope of work</w:t>
      </w:r>
      <w:r w:rsidRPr="002E1B9F">
        <w:t xml:space="preserve"> into </w:t>
      </w:r>
      <w:r>
        <w:t xml:space="preserve">separate </w:t>
      </w:r>
      <w:r w:rsidRPr="002E1B9F">
        <w:t>line items to better describ</w:t>
      </w:r>
      <w:r>
        <w:t>e each activity performed by Australian Industry</w:t>
      </w:r>
      <w:r w:rsidRPr="002E1B9F">
        <w:t>.</w:t>
      </w:r>
    </w:p>
    <w:tbl>
      <w:tblPr>
        <w:tblW w:w="136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E7E6E6" w:themeFill="background2"/>
        <w:tblCellMar>
          <w:left w:w="0" w:type="dxa"/>
          <w:right w:w="0" w:type="dxa"/>
        </w:tblCellMar>
        <w:tblLook w:val="0000" w:firstRow="0" w:lastRow="0" w:firstColumn="0" w:lastColumn="0" w:noHBand="0" w:noVBand="0"/>
      </w:tblPr>
      <w:tblGrid>
        <w:gridCol w:w="841"/>
        <w:gridCol w:w="2963"/>
        <w:gridCol w:w="1909"/>
        <w:gridCol w:w="3175"/>
        <w:gridCol w:w="1081"/>
        <w:gridCol w:w="2118"/>
        <w:gridCol w:w="737"/>
        <w:gridCol w:w="812"/>
      </w:tblGrid>
      <w:tr w:rsidR="004C38A7" w:rsidRPr="00945EAC" w14:paraId="6100DB7A" w14:textId="013EF439" w:rsidTr="004C38A7">
        <w:trPr>
          <w:jc w:val="center"/>
        </w:trPr>
        <w:tc>
          <w:tcPr>
            <w:tcW w:w="841" w:type="dxa"/>
            <w:shd w:val="clear" w:color="auto" w:fill="D9D9D9" w:themeFill="background1" w:themeFillShade="D9"/>
          </w:tcPr>
          <w:p w14:paraId="5BFA42AB" w14:textId="0FAE8A53" w:rsidR="004C38A7" w:rsidRPr="00945EAC" w:rsidRDefault="004C38A7" w:rsidP="000B0541">
            <w:pPr>
              <w:pStyle w:val="Table8ptHeading-ASDEFCON"/>
            </w:pPr>
            <w:r w:rsidRPr="00945EAC">
              <w:t>Number</w:t>
            </w:r>
          </w:p>
        </w:tc>
        <w:tc>
          <w:tcPr>
            <w:tcW w:w="2963" w:type="dxa"/>
            <w:shd w:val="clear" w:color="auto" w:fill="D9D9D9" w:themeFill="background1" w:themeFillShade="D9"/>
          </w:tcPr>
          <w:p w14:paraId="2ADC7649" w14:textId="7A7792A5" w:rsidR="004C38A7" w:rsidRPr="00945EAC" w:rsidRDefault="004C38A7" w:rsidP="000B0541">
            <w:pPr>
              <w:pStyle w:val="Table8ptHeading-ASDEFCON"/>
            </w:pPr>
            <w:r w:rsidRPr="00945EAC">
              <w:t>AI</w:t>
            </w:r>
            <w:r>
              <w:t>C</w:t>
            </w:r>
            <w:r w:rsidRPr="00945EAC">
              <w:t xml:space="preserve"> </w:t>
            </w:r>
            <w:r>
              <w:t xml:space="preserve">Activity </w:t>
            </w:r>
            <w:r w:rsidRPr="00945EAC">
              <w:t>Description</w:t>
            </w:r>
          </w:p>
        </w:tc>
        <w:tc>
          <w:tcPr>
            <w:tcW w:w="1909" w:type="dxa"/>
            <w:shd w:val="clear" w:color="auto" w:fill="D9D9D9" w:themeFill="background1" w:themeFillShade="D9"/>
          </w:tcPr>
          <w:p w14:paraId="66B29207" w14:textId="0240A239" w:rsidR="004C38A7" w:rsidRPr="00945EAC" w:rsidRDefault="004C38A7" w:rsidP="000B0541">
            <w:pPr>
              <w:pStyle w:val="Table8ptHeading-ASDEFCON"/>
            </w:pPr>
            <w:r w:rsidRPr="00945EAC">
              <w:t>Company Name and ACN/ABN</w:t>
            </w:r>
            <w:r>
              <w:t>/NZBN</w:t>
            </w:r>
          </w:p>
        </w:tc>
        <w:tc>
          <w:tcPr>
            <w:tcW w:w="3175" w:type="dxa"/>
            <w:shd w:val="clear" w:color="auto" w:fill="D9D9D9" w:themeFill="background1" w:themeFillShade="D9"/>
          </w:tcPr>
          <w:p w14:paraId="6B9909A1" w14:textId="6FBA2D41" w:rsidR="004C38A7" w:rsidRPr="00945EAC" w:rsidRDefault="004C38A7" w:rsidP="000B0541">
            <w:pPr>
              <w:pStyle w:val="Table8ptHeading-ASDEFCON"/>
            </w:pPr>
            <w:r w:rsidRPr="00945EAC">
              <w:t>Price and</w:t>
            </w:r>
            <w:r>
              <w:br/>
            </w:r>
            <w:r w:rsidRPr="00945EAC">
              <w:t xml:space="preserve">Delivery </w:t>
            </w:r>
            <w:r>
              <w:t>Schedule Cross-</w:t>
            </w:r>
            <w:r w:rsidRPr="00945EAC">
              <w:t>Reference</w:t>
            </w:r>
          </w:p>
        </w:tc>
        <w:tc>
          <w:tcPr>
            <w:tcW w:w="1081" w:type="dxa"/>
            <w:shd w:val="clear" w:color="auto" w:fill="D9D9D9" w:themeFill="background1" w:themeFillShade="D9"/>
          </w:tcPr>
          <w:p w14:paraId="691365B0" w14:textId="5841CE2F" w:rsidR="004C38A7" w:rsidRPr="00945EAC" w:rsidRDefault="004C38A7" w:rsidP="000B0541">
            <w:pPr>
              <w:pStyle w:val="Table8ptHeading-ASDEFCON"/>
            </w:pPr>
            <w:r w:rsidRPr="00945EAC">
              <w:t>A</w:t>
            </w:r>
            <w:r>
              <w:t>CE</w:t>
            </w:r>
            <w:r w:rsidRPr="00945EAC">
              <w:t xml:space="preserve"> Value</w:t>
            </w:r>
            <w:r w:rsidRPr="00945EAC">
              <w:br/>
              <w:t>(AUD)</w:t>
            </w:r>
          </w:p>
        </w:tc>
        <w:tc>
          <w:tcPr>
            <w:tcW w:w="2118" w:type="dxa"/>
            <w:shd w:val="clear" w:color="auto" w:fill="D9D9D9" w:themeFill="background1" w:themeFillShade="D9"/>
          </w:tcPr>
          <w:p w14:paraId="2831090D" w14:textId="506974CB" w:rsidR="004C38A7" w:rsidRPr="00945EAC" w:rsidRDefault="004C38A7" w:rsidP="000B0541">
            <w:pPr>
              <w:pStyle w:val="Table8ptHeading-ASDEFCON"/>
            </w:pPr>
            <w:r w:rsidRPr="00945EAC">
              <w:t>Location</w:t>
            </w:r>
            <w:r w:rsidRPr="00945EAC">
              <w:br/>
              <w:t>(including Postcode)</w:t>
            </w:r>
          </w:p>
        </w:tc>
        <w:tc>
          <w:tcPr>
            <w:tcW w:w="737" w:type="dxa"/>
            <w:shd w:val="clear" w:color="auto" w:fill="D9D9D9" w:themeFill="background1" w:themeFillShade="D9"/>
          </w:tcPr>
          <w:p w14:paraId="7C34F1B7" w14:textId="77777777" w:rsidR="004C38A7" w:rsidRPr="00945EAC" w:rsidRDefault="004C38A7" w:rsidP="000B0541">
            <w:pPr>
              <w:pStyle w:val="Table8ptHeading-ASDEFCON"/>
            </w:pPr>
            <w:r w:rsidRPr="00945EAC">
              <w:t>SME</w:t>
            </w:r>
            <w:r w:rsidRPr="00945EAC">
              <w:br/>
              <w:t>(Y/N)</w:t>
            </w:r>
          </w:p>
        </w:tc>
        <w:tc>
          <w:tcPr>
            <w:tcW w:w="812" w:type="dxa"/>
            <w:shd w:val="clear" w:color="auto" w:fill="D9D9D9" w:themeFill="background1" w:themeFillShade="D9"/>
          </w:tcPr>
          <w:p w14:paraId="672BF104" w14:textId="2D5E18DC" w:rsidR="004C38A7" w:rsidRPr="00945EAC" w:rsidRDefault="004C38A7" w:rsidP="000B0541">
            <w:pPr>
              <w:pStyle w:val="Table8ptHeading-ASDEFCON"/>
            </w:pPr>
            <w:r>
              <w:t>Veterans</w:t>
            </w:r>
            <w:r>
              <w:br/>
              <w:t>(Y/N)</w:t>
            </w:r>
          </w:p>
        </w:tc>
      </w:tr>
      <w:tr w:rsidR="004C38A7" w:rsidRPr="00945EAC" w14:paraId="1EE1AA29" w14:textId="1BCA1D25" w:rsidTr="004C38A7">
        <w:trPr>
          <w:jc w:val="center"/>
        </w:trPr>
        <w:tc>
          <w:tcPr>
            <w:tcW w:w="841" w:type="dxa"/>
            <w:tcBorders>
              <w:bottom w:val="single" w:sz="8" w:space="0" w:color="auto"/>
            </w:tcBorders>
            <w:shd w:val="clear" w:color="auto" w:fill="D9D9D9" w:themeFill="background1" w:themeFillShade="D9"/>
            <w:vAlign w:val="center"/>
          </w:tcPr>
          <w:p w14:paraId="78F0CD1B" w14:textId="77777777" w:rsidR="004C38A7" w:rsidRPr="00945EAC" w:rsidRDefault="004C38A7" w:rsidP="000B0541">
            <w:pPr>
              <w:pStyle w:val="Table8ptHeading-ASDEFCON"/>
            </w:pPr>
            <w:r w:rsidRPr="00945EAC">
              <w:t>(a)</w:t>
            </w:r>
          </w:p>
        </w:tc>
        <w:tc>
          <w:tcPr>
            <w:tcW w:w="2963" w:type="dxa"/>
            <w:shd w:val="clear" w:color="auto" w:fill="D9D9D9" w:themeFill="background1" w:themeFillShade="D9"/>
          </w:tcPr>
          <w:p w14:paraId="48F97354" w14:textId="77777777" w:rsidR="004C38A7" w:rsidRPr="00945EAC" w:rsidRDefault="004C38A7" w:rsidP="000B0541">
            <w:pPr>
              <w:pStyle w:val="Table8ptHeading-ASDEFCON"/>
            </w:pPr>
            <w:r w:rsidRPr="00945EAC">
              <w:t>(b)</w:t>
            </w:r>
          </w:p>
        </w:tc>
        <w:tc>
          <w:tcPr>
            <w:tcW w:w="1909" w:type="dxa"/>
            <w:shd w:val="clear" w:color="auto" w:fill="D9D9D9" w:themeFill="background1" w:themeFillShade="D9"/>
          </w:tcPr>
          <w:p w14:paraId="24CA345C" w14:textId="77777777" w:rsidR="004C38A7" w:rsidRPr="00945EAC" w:rsidRDefault="004C38A7" w:rsidP="000B0541">
            <w:pPr>
              <w:pStyle w:val="Table8ptHeading-ASDEFCON"/>
            </w:pPr>
            <w:r w:rsidRPr="00945EAC">
              <w:t>(c)</w:t>
            </w:r>
          </w:p>
        </w:tc>
        <w:tc>
          <w:tcPr>
            <w:tcW w:w="3175" w:type="dxa"/>
            <w:shd w:val="clear" w:color="auto" w:fill="D9D9D9" w:themeFill="background1" w:themeFillShade="D9"/>
          </w:tcPr>
          <w:p w14:paraId="7C4774E6" w14:textId="77777777" w:rsidR="004C38A7" w:rsidRPr="00945EAC" w:rsidRDefault="004C38A7" w:rsidP="000B0541">
            <w:pPr>
              <w:pStyle w:val="Table8ptHeading-ASDEFCON"/>
            </w:pPr>
            <w:r w:rsidRPr="00945EAC">
              <w:t>(d)</w:t>
            </w:r>
          </w:p>
        </w:tc>
        <w:tc>
          <w:tcPr>
            <w:tcW w:w="1081" w:type="dxa"/>
            <w:shd w:val="clear" w:color="auto" w:fill="D9D9D9" w:themeFill="background1" w:themeFillShade="D9"/>
          </w:tcPr>
          <w:p w14:paraId="5C5CA6B2" w14:textId="77777777" w:rsidR="004C38A7" w:rsidRPr="00945EAC" w:rsidRDefault="004C38A7" w:rsidP="000B0541">
            <w:pPr>
              <w:pStyle w:val="Table8ptHeading-ASDEFCON"/>
            </w:pPr>
            <w:r w:rsidRPr="00945EAC">
              <w:t>(e)</w:t>
            </w:r>
          </w:p>
        </w:tc>
        <w:tc>
          <w:tcPr>
            <w:tcW w:w="2118" w:type="dxa"/>
            <w:shd w:val="clear" w:color="auto" w:fill="D9D9D9" w:themeFill="background1" w:themeFillShade="D9"/>
          </w:tcPr>
          <w:p w14:paraId="6973E057" w14:textId="77777777" w:rsidR="004C38A7" w:rsidRPr="00945EAC" w:rsidRDefault="004C38A7" w:rsidP="000B0541">
            <w:pPr>
              <w:pStyle w:val="Table8ptHeading-ASDEFCON"/>
            </w:pPr>
            <w:r w:rsidRPr="00945EAC">
              <w:t>(f)</w:t>
            </w:r>
          </w:p>
        </w:tc>
        <w:tc>
          <w:tcPr>
            <w:tcW w:w="737" w:type="dxa"/>
            <w:shd w:val="clear" w:color="auto" w:fill="D9D9D9" w:themeFill="background1" w:themeFillShade="D9"/>
          </w:tcPr>
          <w:p w14:paraId="1D72561B" w14:textId="77777777" w:rsidR="004C38A7" w:rsidRPr="00945EAC" w:rsidRDefault="004C38A7" w:rsidP="000B0541">
            <w:pPr>
              <w:pStyle w:val="Table8ptHeading-ASDEFCON"/>
            </w:pPr>
            <w:r w:rsidRPr="00945EAC">
              <w:t>(g)</w:t>
            </w:r>
          </w:p>
        </w:tc>
        <w:tc>
          <w:tcPr>
            <w:tcW w:w="812" w:type="dxa"/>
            <w:shd w:val="clear" w:color="auto" w:fill="D9D9D9" w:themeFill="background1" w:themeFillShade="D9"/>
          </w:tcPr>
          <w:p w14:paraId="33CCC898" w14:textId="58B8DAA5" w:rsidR="004C38A7" w:rsidRPr="00945EAC" w:rsidRDefault="004C38A7" w:rsidP="000B0541">
            <w:pPr>
              <w:pStyle w:val="Table8ptHeading-ASDEFCON"/>
            </w:pPr>
            <w:r>
              <w:t>(h)</w:t>
            </w:r>
          </w:p>
        </w:tc>
      </w:tr>
      <w:tr w:rsidR="004C38A7" w14:paraId="0B8E2424" w14:textId="523832E1" w:rsidTr="004C38A7">
        <w:trPr>
          <w:jc w:val="center"/>
        </w:trPr>
        <w:tc>
          <w:tcPr>
            <w:tcW w:w="841" w:type="dxa"/>
            <w:shd w:val="clear" w:color="auto" w:fill="auto"/>
            <w:vAlign w:val="center"/>
          </w:tcPr>
          <w:p w14:paraId="52499F51" w14:textId="3F244662" w:rsidR="004C38A7" w:rsidRPr="00B85567" w:rsidRDefault="004C38A7" w:rsidP="0048761F">
            <w:pPr>
              <w:pStyle w:val="Table8ptText-ASDEFCON"/>
              <w:jc w:val="center"/>
            </w:pPr>
            <w:r w:rsidRPr="00B85567">
              <w:t>01</w:t>
            </w:r>
          </w:p>
        </w:tc>
        <w:tc>
          <w:tcPr>
            <w:tcW w:w="2963" w:type="dxa"/>
            <w:shd w:val="clear" w:color="auto" w:fill="FFFFFF" w:themeFill="background1"/>
          </w:tcPr>
          <w:p w14:paraId="6D71B7A5" w14:textId="77777777" w:rsidR="004C38A7" w:rsidRPr="00B85567" w:rsidRDefault="004C38A7" w:rsidP="00530EA9">
            <w:pPr>
              <w:pStyle w:val="Table8ptText-ASDEFCON"/>
            </w:pPr>
          </w:p>
        </w:tc>
        <w:tc>
          <w:tcPr>
            <w:tcW w:w="1909" w:type="dxa"/>
            <w:shd w:val="clear" w:color="auto" w:fill="FFFFFF" w:themeFill="background1"/>
          </w:tcPr>
          <w:p w14:paraId="3E9F313F" w14:textId="77777777" w:rsidR="004C38A7" w:rsidRPr="00B85567" w:rsidRDefault="004C38A7" w:rsidP="00530EA9">
            <w:pPr>
              <w:pStyle w:val="Table8ptText-ASDEFCON"/>
            </w:pPr>
          </w:p>
        </w:tc>
        <w:tc>
          <w:tcPr>
            <w:tcW w:w="3175" w:type="dxa"/>
            <w:shd w:val="clear" w:color="auto" w:fill="FFFFFF" w:themeFill="background1"/>
          </w:tcPr>
          <w:p w14:paraId="7C3124E9" w14:textId="77777777" w:rsidR="004C38A7" w:rsidRPr="00B85567" w:rsidRDefault="004C38A7" w:rsidP="00530EA9">
            <w:pPr>
              <w:pStyle w:val="Table8ptText-ASDEFCON"/>
            </w:pPr>
          </w:p>
        </w:tc>
        <w:tc>
          <w:tcPr>
            <w:tcW w:w="1081" w:type="dxa"/>
            <w:shd w:val="clear" w:color="auto" w:fill="FFFFFF" w:themeFill="background1"/>
          </w:tcPr>
          <w:p w14:paraId="0461F57C" w14:textId="77777777" w:rsidR="004C38A7" w:rsidRPr="00B85567" w:rsidRDefault="004C38A7" w:rsidP="00530EA9">
            <w:pPr>
              <w:pStyle w:val="Table8ptText-ASDEFCON"/>
            </w:pPr>
          </w:p>
        </w:tc>
        <w:tc>
          <w:tcPr>
            <w:tcW w:w="2118" w:type="dxa"/>
            <w:shd w:val="clear" w:color="auto" w:fill="FFFFFF" w:themeFill="background1"/>
          </w:tcPr>
          <w:p w14:paraId="3D134CD2" w14:textId="77777777" w:rsidR="004C38A7" w:rsidRPr="00B85567" w:rsidRDefault="004C38A7" w:rsidP="00530EA9">
            <w:pPr>
              <w:pStyle w:val="Table8ptText-ASDEFCON"/>
            </w:pPr>
          </w:p>
        </w:tc>
        <w:tc>
          <w:tcPr>
            <w:tcW w:w="737" w:type="dxa"/>
            <w:shd w:val="clear" w:color="auto" w:fill="FFFFFF" w:themeFill="background1"/>
          </w:tcPr>
          <w:p w14:paraId="2876E5AA" w14:textId="77777777" w:rsidR="004C38A7" w:rsidRPr="00B85567" w:rsidRDefault="004C38A7" w:rsidP="00530EA9">
            <w:pPr>
              <w:pStyle w:val="Table8ptText-ASDEFCON"/>
            </w:pPr>
          </w:p>
        </w:tc>
        <w:tc>
          <w:tcPr>
            <w:tcW w:w="812" w:type="dxa"/>
            <w:shd w:val="clear" w:color="auto" w:fill="FFFFFF" w:themeFill="background1"/>
          </w:tcPr>
          <w:p w14:paraId="5104BC67" w14:textId="77777777" w:rsidR="004C38A7" w:rsidRPr="00B85567" w:rsidRDefault="004C38A7" w:rsidP="00530EA9">
            <w:pPr>
              <w:pStyle w:val="Table8ptText-ASDEFCON"/>
            </w:pPr>
          </w:p>
        </w:tc>
      </w:tr>
      <w:tr w:rsidR="004C38A7" w14:paraId="7569EA1F" w14:textId="3DBC8D04" w:rsidTr="004C38A7">
        <w:trPr>
          <w:jc w:val="center"/>
        </w:trPr>
        <w:tc>
          <w:tcPr>
            <w:tcW w:w="841" w:type="dxa"/>
            <w:shd w:val="clear" w:color="auto" w:fill="auto"/>
            <w:vAlign w:val="center"/>
          </w:tcPr>
          <w:p w14:paraId="670D4354" w14:textId="162CB57C" w:rsidR="004C38A7" w:rsidRPr="00B85567" w:rsidRDefault="004C38A7" w:rsidP="0048761F">
            <w:pPr>
              <w:pStyle w:val="Table8ptText-ASDEFCON"/>
              <w:jc w:val="center"/>
            </w:pPr>
            <w:r w:rsidRPr="00B85567">
              <w:t>02</w:t>
            </w:r>
          </w:p>
        </w:tc>
        <w:tc>
          <w:tcPr>
            <w:tcW w:w="2963" w:type="dxa"/>
            <w:shd w:val="clear" w:color="auto" w:fill="FFFFFF" w:themeFill="background1"/>
          </w:tcPr>
          <w:p w14:paraId="02DCEDF2" w14:textId="77777777" w:rsidR="004C38A7" w:rsidRPr="00B85567" w:rsidRDefault="004C38A7" w:rsidP="00530EA9">
            <w:pPr>
              <w:pStyle w:val="Table8ptText-ASDEFCON"/>
            </w:pPr>
          </w:p>
        </w:tc>
        <w:tc>
          <w:tcPr>
            <w:tcW w:w="1909" w:type="dxa"/>
            <w:shd w:val="clear" w:color="auto" w:fill="FFFFFF" w:themeFill="background1"/>
          </w:tcPr>
          <w:p w14:paraId="70A11D20" w14:textId="77777777" w:rsidR="004C38A7" w:rsidRPr="00B85567" w:rsidRDefault="004C38A7" w:rsidP="00530EA9">
            <w:pPr>
              <w:pStyle w:val="Table8ptText-ASDEFCON"/>
            </w:pPr>
          </w:p>
        </w:tc>
        <w:tc>
          <w:tcPr>
            <w:tcW w:w="3175" w:type="dxa"/>
            <w:shd w:val="clear" w:color="auto" w:fill="FFFFFF" w:themeFill="background1"/>
          </w:tcPr>
          <w:p w14:paraId="6FE74804" w14:textId="77777777" w:rsidR="004C38A7" w:rsidRPr="00B85567" w:rsidRDefault="004C38A7" w:rsidP="00530EA9">
            <w:pPr>
              <w:pStyle w:val="Table8ptText-ASDEFCON"/>
            </w:pPr>
          </w:p>
        </w:tc>
        <w:tc>
          <w:tcPr>
            <w:tcW w:w="1081" w:type="dxa"/>
            <w:shd w:val="clear" w:color="auto" w:fill="FFFFFF" w:themeFill="background1"/>
          </w:tcPr>
          <w:p w14:paraId="16C2A7E2" w14:textId="77777777" w:rsidR="004C38A7" w:rsidRPr="00B85567" w:rsidRDefault="004C38A7" w:rsidP="00530EA9">
            <w:pPr>
              <w:pStyle w:val="Table8ptText-ASDEFCON"/>
            </w:pPr>
          </w:p>
        </w:tc>
        <w:tc>
          <w:tcPr>
            <w:tcW w:w="2118" w:type="dxa"/>
            <w:shd w:val="clear" w:color="auto" w:fill="FFFFFF" w:themeFill="background1"/>
          </w:tcPr>
          <w:p w14:paraId="44AF4844" w14:textId="77777777" w:rsidR="004C38A7" w:rsidRPr="00B85567" w:rsidRDefault="004C38A7" w:rsidP="00530EA9">
            <w:pPr>
              <w:pStyle w:val="Table8ptText-ASDEFCON"/>
            </w:pPr>
          </w:p>
        </w:tc>
        <w:tc>
          <w:tcPr>
            <w:tcW w:w="737" w:type="dxa"/>
            <w:shd w:val="clear" w:color="auto" w:fill="FFFFFF" w:themeFill="background1"/>
          </w:tcPr>
          <w:p w14:paraId="13743744" w14:textId="77777777" w:rsidR="004C38A7" w:rsidRPr="00B85567" w:rsidRDefault="004C38A7" w:rsidP="00530EA9">
            <w:pPr>
              <w:pStyle w:val="Table8ptText-ASDEFCON"/>
            </w:pPr>
          </w:p>
        </w:tc>
        <w:tc>
          <w:tcPr>
            <w:tcW w:w="812" w:type="dxa"/>
            <w:shd w:val="clear" w:color="auto" w:fill="FFFFFF" w:themeFill="background1"/>
          </w:tcPr>
          <w:p w14:paraId="057AA4E1" w14:textId="77777777" w:rsidR="004C38A7" w:rsidRPr="00B85567" w:rsidRDefault="004C38A7" w:rsidP="00530EA9">
            <w:pPr>
              <w:pStyle w:val="Table8ptText-ASDEFCON"/>
            </w:pPr>
          </w:p>
        </w:tc>
      </w:tr>
      <w:tr w:rsidR="004C38A7" w14:paraId="461138CA" w14:textId="4D13F7B9" w:rsidTr="004C38A7">
        <w:trPr>
          <w:jc w:val="center"/>
        </w:trPr>
        <w:tc>
          <w:tcPr>
            <w:tcW w:w="841" w:type="dxa"/>
            <w:tcBorders>
              <w:bottom w:val="single" w:sz="8" w:space="0" w:color="auto"/>
            </w:tcBorders>
            <w:shd w:val="clear" w:color="auto" w:fill="auto"/>
            <w:vAlign w:val="center"/>
          </w:tcPr>
          <w:p w14:paraId="7B478D16" w14:textId="006DD9BF" w:rsidR="004C38A7" w:rsidRPr="00B85567" w:rsidRDefault="004C38A7" w:rsidP="0048761F">
            <w:pPr>
              <w:pStyle w:val="Table8ptText-ASDEFCON"/>
              <w:jc w:val="center"/>
            </w:pPr>
            <w:r w:rsidRPr="00B85567">
              <w:t>03</w:t>
            </w:r>
          </w:p>
        </w:tc>
        <w:tc>
          <w:tcPr>
            <w:tcW w:w="2963" w:type="dxa"/>
            <w:tcBorders>
              <w:bottom w:val="single" w:sz="8" w:space="0" w:color="auto"/>
            </w:tcBorders>
            <w:shd w:val="clear" w:color="auto" w:fill="FFFFFF" w:themeFill="background1"/>
          </w:tcPr>
          <w:p w14:paraId="02FC7F81" w14:textId="77777777" w:rsidR="004C38A7" w:rsidRPr="00B85567" w:rsidRDefault="004C38A7" w:rsidP="000B0541">
            <w:pPr>
              <w:pStyle w:val="Table8ptText-ASDEFCON"/>
            </w:pPr>
          </w:p>
        </w:tc>
        <w:tc>
          <w:tcPr>
            <w:tcW w:w="1909" w:type="dxa"/>
            <w:tcBorders>
              <w:bottom w:val="single" w:sz="8" w:space="0" w:color="auto"/>
            </w:tcBorders>
            <w:shd w:val="clear" w:color="auto" w:fill="FFFFFF" w:themeFill="background1"/>
          </w:tcPr>
          <w:p w14:paraId="2BB42ABE" w14:textId="77777777" w:rsidR="004C38A7" w:rsidRPr="00B85567" w:rsidRDefault="004C38A7" w:rsidP="000B0541">
            <w:pPr>
              <w:pStyle w:val="Table8ptText-ASDEFCON"/>
            </w:pPr>
          </w:p>
        </w:tc>
        <w:tc>
          <w:tcPr>
            <w:tcW w:w="3175" w:type="dxa"/>
            <w:tcBorders>
              <w:bottom w:val="single" w:sz="8" w:space="0" w:color="auto"/>
            </w:tcBorders>
            <w:shd w:val="clear" w:color="auto" w:fill="FFFFFF" w:themeFill="background1"/>
          </w:tcPr>
          <w:p w14:paraId="39D87B51" w14:textId="77777777" w:rsidR="004C38A7" w:rsidRPr="00B85567" w:rsidRDefault="004C38A7" w:rsidP="000B0541">
            <w:pPr>
              <w:pStyle w:val="Table8ptText-ASDEFCON"/>
            </w:pPr>
          </w:p>
        </w:tc>
        <w:tc>
          <w:tcPr>
            <w:tcW w:w="1081" w:type="dxa"/>
            <w:shd w:val="clear" w:color="auto" w:fill="FFFFFF" w:themeFill="background1"/>
          </w:tcPr>
          <w:p w14:paraId="40FF970F" w14:textId="77777777" w:rsidR="004C38A7" w:rsidRPr="00B85567" w:rsidRDefault="004C38A7" w:rsidP="000B0541">
            <w:pPr>
              <w:pStyle w:val="Table8ptText-ASDEFCON"/>
            </w:pPr>
          </w:p>
        </w:tc>
        <w:tc>
          <w:tcPr>
            <w:tcW w:w="2118" w:type="dxa"/>
            <w:tcBorders>
              <w:bottom w:val="single" w:sz="8" w:space="0" w:color="auto"/>
            </w:tcBorders>
            <w:shd w:val="clear" w:color="auto" w:fill="FFFFFF" w:themeFill="background1"/>
          </w:tcPr>
          <w:p w14:paraId="285302FA" w14:textId="77777777" w:rsidR="004C38A7" w:rsidRPr="00B85567" w:rsidRDefault="004C38A7" w:rsidP="000B0541">
            <w:pPr>
              <w:pStyle w:val="Table8ptText-ASDEFCON"/>
            </w:pPr>
          </w:p>
        </w:tc>
        <w:tc>
          <w:tcPr>
            <w:tcW w:w="737" w:type="dxa"/>
            <w:tcBorders>
              <w:bottom w:val="single" w:sz="8" w:space="0" w:color="auto"/>
            </w:tcBorders>
            <w:shd w:val="clear" w:color="auto" w:fill="FFFFFF" w:themeFill="background1"/>
          </w:tcPr>
          <w:p w14:paraId="13A5F336" w14:textId="77777777" w:rsidR="004C38A7" w:rsidRPr="00B85567" w:rsidRDefault="004C38A7" w:rsidP="000B0541">
            <w:pPr>
              <w:pStyle w:val="Table8ptText-ASDEFCON"/>
            </w:pPr>
          </w:p>
        </w:tc>
        <w:tc>
          <w:tcPr>
            <w:tcW w:w="812" w:type="dxa"/>
            <w:tcBorders>
              <w:bottom w:val="single" w:sz="8" w:space="0" w:color="auto"/>
            </w:tcBorders>
            <w:shd w:val="clear" w:color="auto" w:fill="FFFFFF" w:themeFill="background1"/>
          </w:tcPr>
          <w:p w14:paraId="12133F97" w14:textId="77777777" w:rsidR="004C38A7" w:rsidRPr="00B85567" w:rsidRDefault="004C38A7" w:rsidP="000B0541">
            <w:pPr>
              <w:pStyle w:val="Table8ptText-ASDEFCON"/>
            </w:pPr>
          </w:p>
        </w:tc>
      </w:tr>
    </w:tbl>
    <w:p w14:paraId="0F266C09" w14:textId="77777777" w:rsidR="00473839" w:rsidRDefault="00473839" w:rsidP="000B0541">
      <w:pPr>
        <w:pStyle w:val="ASDEFCONOptionSpace"/>
      </w:pPr>
    </w:p>
    <w:p w14:paraId="500B533C" w14:textId="7A2B057D" w:rsidR="00473839" w:rsidRDefault="00D61CA6" w:rsidP="000B0541">
      <w:pPr>
        <w:pStyle w:val="Note-ASDEFCON"/>
      </w:pPr>
      <w:r>
        <w:t>Notes</w:t>
      </w:r>
      <w:r w:rsidR="002A4312">
        <w:t xml:space="preserve"> </w:t>
      </w:r>
      <w:r>
        <w:t xml:space="preserve">on </w:t>
      </w:r>
      <w:r>
        <w:fldChar w:fldCharType="begin"/>
      </w:r>
      <w:r>
        <w:instrText xml:space="preserve"> REF _Ref98238322 \h </w:instrText>
      </w:r>
      <w:r w:rsidR="00DF5AE1">
        <w:instrText xml:space="preserve"> \* MERGEFORMAT </w:instrText>
      </w:r>
      <w:r>
        <w:fldChar w:fldCharType="separate"/>
      </w:r>
      <w:r w:rsidR="00C14419" w:rsidRPr="00945EAC">
        <w:t>Table E-</w:t>
      </w:r>
      <w:r w:rsidR="00C14419">
        <w:t>1</w:t>
      </w:r>
      <w:r>
        <w:fldChar w:fldCharType="end"/>
      </w:r>
      <w:r w:rsidR="002A4312">
        <w:t>:</w:t>
      </w:r>
    </w:p>
    <w:p w14:paraId="53689688" w14:textId="105B29D9" w:rsidR="00473839" w:rsidRDefault="003D3418" w:rsidP="005079CF">
      <w:pPr>
        <w:pStyle w:val="Note-ASDEFCON"/>
        <w:numPr>
          <w:ilvl w:val="0"/>
          <w:numId w:val="64"/>
        </w:numPr>
        <w:ind w:left="357" w:hanging="357"/>
      </w:pPr>
      <w:r w:rsidRPr="00945EAC">
        <w:t>Number</w:t>
      </w:r>
      <w:r>
        <w:t xml:space="preserve">: </w:t>
      </w:r>
      <w:r w:rsidRPr="00A927BA">
        <w:t xml:space="preserve"> </w:t>
      </w:r>
      <w:r w:rsidR="00473839" w:rsidRPr="00A927BA">
        <w:t xml:space="preserve">Identification number for </w:t>
      </w:r>
      <w:r w:rsidR="00473839">
        <w:t>each entry.</w:t>
      </w:r>
    </w:p>
    <w:p w14:paraId="6E63BBB7" w14:textId="1BBDC720" w:rsidR="00473839" w:rsidRPr="00A05C11" w:rsidRDefault="003D3418" w:rsidP="005079CF">
      <w:pPr>
        <w:pStyle w:val="Note-ASDEFCON"/>
        <w:numPr>
          <w:ilvl w:val="0"/>
          <w:numId w:val="64"/>
        </w:numPr>
        <w:ind w:left="357" w:hanging="357"/>
      </w:pPr>
      <w:r w:rsidRPr="00945EAC">
        <w:t>AI</w:t>
      </w:r>
      <w:r>
        <w:t>C</w:t>
      </w:r>
      <w:r w:rsidRPr="00945EAC">
        <w:t xml:space="preserve"> </w:t>
      </w:r>
      <w:r>
        <w:t xml:space="preserve">Activity </w:t>
      </w:r>
      <w:r w:rsidRPr="00945EAC">
        <w:t>Description</w:t>
      </w:r>
      <w:r>
        <w:t xml:space="preserve">:  </w:t>
      </w:r>
      <w:r w:rsidR="00473839">
        <w:t xml:space="preserve">A description </w:t>
      </w:r>
      <w:r w:rsidR="00473839" w:rsidRPr="00A927BA">
        <w:t xml:space="preserve">of the </w:t>
      </w:r>
      <w:r w:rsidR="00D64568">
        <w:t xml:space="preserve">Supplies </w:t>
      </w:r>
      <w:r w:rsidR="00473839">
        <w:t xml:space="preserve">to be provided </w:t>
      </w:r>
      <w:r w:rsidR="002A4312">
        <w:t xml:space="preserve">by, </w:t>
      </w:r>
      <w:r w:rsidR="00473839">
        <w:t xml:space="preserve">and/or </w:t>
      </w:r>
      <w:r w:rsidR="00920223">
        <w:t xml:space="preserve">related </w:t>
      </w:r>
      <w:r w:rsidR="00473839">
        <w:t>work to be</w:t>
      </w:r>
      <w:r w:rsidR="00473839" w:rsidRPr="00A927BA">
        <w:t xml:space="preserve"> undertaken</w:t>
      </w:r>
      <w:r w:rsidR="00473839">
        <w:t xml:space="preserve"> </w:t>
      </w:r>
      <w:r w:rsidR="00D64568">
        <w:t>by</w:t>
      </w:r>
      <w:r w:rsidR="002A4312">
        <w:t>,</w:t>
      </w:r>
      <w:r w:rsidR="00D64568">
        <w:t xml:space="preserve"> Australian Industry</w:t>
      </w:r>
      <w:r w:rsidR="00473839">
        <w:t xml:space="preserve">.  </w:t>
      </w:r>
      <w:r w:rsidR="00473839" w:rsidRPr="00E07196">
        <w:t xml:space="preserve">A separate </w:t>
      </w:r>
      <w:r w:rsidR="00920223">
        <w:t xml:space="preserve">AIC activity description (and line in the table) </w:t>
      </w:r>
      <w:r w:rsidR="00473839" w:rsidRPr="00E07196">
        <w:t>is required for each work package and company.</w:t>
      </w:r>
    </w:p>
    <w:p w14:paraId="0325534B" w14:textId="07304C2E" w:rsidR="00473839" w:rsidRPr="005860E2" w:rsidRDefault="003D3418" w:rsidP="005079CF">
      <w:pPr>
        <w:pStyle w:val="Note-ASDEFCON"/>
        <w:numPr>
          <w:ilvl w:val="0"/>
          <w:numId w:val="64"/>
        </w:numPr>
        <w:ind w:left="357" w:hanging="357"/>
      </w:pPr>
      <w:r w:rsidRPr="00945EAC">
        <w:t>Company Name and ACN/ABN</w:t>
      </w:r>
      <w:r>
        <w:t xml:space="preserve">/NZBN:  </w:t>
      </w:r>
      <w:r w:rsidR="00294E98">
        <w:t xml:space="preserve">Name of the </w:t>
      </w:r>
      <w:r w:rsidR="00473839" w:rsidRPr="00A927BA">
        <w:t xml:space="preserve">Australian </w:t>
      </w:r>
      <w:r w:rsidR="00C003EF" w:rsidRPr="00DD6B80">
        <w:t>Entity</w:t>
      </w:r>
      <w:r w:rsidR="00920223">
        <w:t xml:space="preserve"> </w:t>
      </w:r>
      <w:r w:rsidR="00921802">
        <w:t>(ie, Contractor or Subcontractor in Australia and New Zealand)</w:t>
      </w:r>
      <w:r w:rsidR="00921802" w:rsidRPr="00A927BA">
        <w:t xml:space="preserve"> </w:t>
      </w:r>
      <w:r w:rsidR="00473839" w:rsidRPr="00A927BA">
        <w:t xml:space="preserve">undertaking the </w:t>
      </w:r>
      <w:r w:rsidR="002A4312">
        <w:t xml:space="preserve">activity </w:t>
      </w:r>
      <w:r w:rsidR="00473839">
        <w:t>(’various’ is not an acceptable response)</w:t>
      </w:r>
      <w:r w:rsidR="00473839" w:rsidRPr="00A927BA">
        <w:t>.</w:t>
      </w:r>
      <w:r w:rsidR="00473839">
        <w:t xml:space="preserve">  </w:t>
      </w:r>
      <w:r w:rsidR="00473839" w:rsidRPr="00BA1B41">
        <w:t xml:space="preserve">Include the ACN </w:t>
      </w:r>
      <w:r w:rsidR="001B605A">
        <w:t>(</w:t>
      </w:r>
      <w:r w:rsidR="00473839" w:rsidRPr="00BA1B41">
        <w:t xml:space="preserve">or ARBN </w:t>
      </w:r>
      <w:r w:rsidR="00294E98">
        <w:t xml:space="preserve">or </w:t>
      </w:r>
      <w:r w:rsidR="00473839" w:rsidRPr="00BA1B41">
        <w:t>ABN</w:t>
      </w:r>
      <w:r w:rsidR="00294E98">
        <w:t>)</w:t>
      </w:r>
      <w:r w:rsidR="00473839" w:rsidRPr="00BA1B41">
        <w:t xml:space="preserve"> or the NZCN </w:t>
      </w:r>
      <w:r w:rsidR="00294E98">
        <w:t>(or</w:t>
      </w:r>
      <w:r w:rsidR="00294E98" w:rsidRPr="00BA1B41">
        <w:t xml:space="preserve"> </w:t>
      </w:r>
      <w:r w:rsidR="00473839" w:rsidRPr="00BA1B41">
        <w:t>NZBN</w:t>
      </w:r>
      <w:r w:rsidR="00294E98">
        <w:t>)</w:t>
      </w:r>
      <w:r w:rsidR="00473839" w:rsidRPr="00BA1B41">
        <w:t>, as applicable</w:t>
      </w:r>
      <w:r w:rsidR="00473839" w:rsidRPr="005860E2">
        <w:t>.</w:t>
      </w:r>
    </w:p>
    <w:p w14:paraId="49F928CE" w14:textId="30493005" w:rsidR="00473839" w:rsidRPr="0002005F" w:rsidRDefault="003D3418" w:rsidP="005079CF">
      <w:pPr>
        <w:pStyle w:val="Note-ASDEFCON"/>
        <w:numPr>
          <w:ilvl w:val="0"/>
          <w:numId w:val="64"/>
        </w:numPr>
        <w:ind w:left="357" w:hanging="357"/>
      </w:pPr>
      <w:r w:rsidRPr="00945EAC">
        <w:t>Price</w:t>
      </w:r>
      <w:r>
        <w:t xml:space="preserve"> </w:t>
      </w:r>
      <w:r w:rsidRPr="00945EAC">
        <w:t>and</w:t>
      </w:r>
      <w:r>
        <w:t xml:space="preserve"> </w:t>
      </w:r>
      <w:r w:rsidRPr="00945EAC">
        <w:t xml:space="preserve">Delivery </w:t>
      </w:r>
      <w:r>
        <w:t>Schedule Cross-</w:t>
      </w:r>
      <w:r w:rsidRPr="00945EAC">
        <w:t>Reference</w:t>
      </w:r>
      <w:r>
        <w:t xml:space="preserve">: </w:t>
      </w:r>
      <w:r w:rsidRPr="00EA03B9">
        <w:t xml:space="preserve"> </w:t>
      </w:r>
      <w:r w:rsidR="00473839" w:rsidRPr="00EA03B9">
        <w:t xml:space="preserve">Each line item in the table (above) should be traceable to </w:t>
      </w:r>
      <w:r w:rsidR="00921802">
        <w:t>one or more</w:t>
      </w:r>
      <w:r w:rsidR="00473839" w:rsidRPr="00EA03B9">
        <w:t xml:space="preserve"> line item</w:t>
      </w:r>
      <w:r w:rsidR="00921802">
        <w:t>s</w:t>
      </w:r>
      <w:r w:rsidR="00473839" w:rsidRPr="00EA03B9">
        <w:t xml:space="preserve"> in Attachment B</w:t>
      </w:r>
      <w:r w:rsidR="00473839">
        <w:t xml:space="preserve"> to the </w:t>
      </w:r>
      <w:r w:rsidR="00764140">
        <w:t>COC</w:t>
      </w:r>
      <w:r w:rsidR="001B605A">
        <w:t>,</w:t>
      </w:r>
      <w:r w:rsidR="00473839" w:rsidRPr="0002005F">
        <w:t xml:space="preserve"> </w:t>
      </w:r>
      <w:r w:rsidR="00473839" w:rsidRPr="00BA1B41">
        <w:t xml:space="preserve">or the </w:t>
      </w:r>
      <w:r w:rsidR="00921802" w:rsidRPr="00945EAC">
        <w:t>Price</w:t>
      </w:r>
      <w:r w:rsidR="00921802">
        <w:t xml:space="preserve"> </w:t>
      </w:r>
      <w:r w:rsidR="00921802" w:rsidRPr="00945EAC">
        <w:t>and</w:t>
      </w:r>
      <w:r w:rsidR="00921802">
        <w:t xml:space="preserve"> </w:t>
      </w:r>
      <w:r w:rsidR="00921802" w:rsidRPr="00945EAC">
        <w:t xml:space="preserve">Delivery </w:t>
      </w:r>
      <w:r w:rsidR="00921802">
        <w:t>Schedule</w:t>
      </w:r>
      <w:r w:rsidR="00921802" w:rsidRPr="00BA1B41">
        <w:t xml:space="preserve"> </w:t>
      </w:r>
      <w:r w:rsidR="00921802">
        <w:t xml:space="preserve">in the </w:t>
      </w:r>
      <w:r w:rsidR="00473839" w:rsidRPr="00BA1B41">
        <w:t>tenderer’s response to Annex C of the tender data requirements</w:t>
      </w:r>
      <w:r w:rsidR="00473839" w:rsidRPr="0002005F">
        <w:t>.</w:t>
      </w:r>
    </w:p>
    <w:p w14:paraId="467C307E" w14:textId="35C10FF9" w:rsidR="00E46792" w:rsidRDefault="003D3418" w:rsidP="005079CF">
      <w:pPr>
        <w:pStyle w:val="Note-ASDEFCON"/>
        <w:numPr>
          <w:ilvl w:val="0"/>
          <w:numId w:val="64"/>
        </w:numPr>
        <w:ind w:left="357" w:hanging="357"/>
      </w:pPr>
      <w:r>
        <w:t xml:space="preserve">ACE Value:  </w:t>
      </w:r>
      <w:r w:rsidR="00473839" w:rsidRPr="00A927BA">
        <w:t xml:space="preserve">Value of work performed by Australian </w:t>
      </w:r>
      <w:r w:rsidR="00473839">
        <w:t>I</w:t>
      </w:r>
      <w:r w:rsidR="00473839" w:rsidRPr="00A927BA">
        <w:t>ndustry</w:t>
      </w:r>
      <w:r w:rsidR="00D021AE">
        <w:t xml:space="preserve"> (as at the Base Date)</w:t>
      </w:r>
      <w:r w:rsidR="001B605A">
        <w:t>, determined in accordance with the ACE Measurement Rules</w:t>
      </w:r>
      <w:r w:rsidR="00473839">
        <w:t xml:space="preserve">.  </w:t>
      </w:r>
      <w:r w:rsidR="00473839" w:rsidRPr="004470E0">
        <w:t xml:space="preserve">It is the GST exclusive dollar value </w:t>
      </w:r>
      <w:r w:rsidR="001B605A">
        <w:t xml:space="preserve">(to the nearest $1000) </w:t>
      </w:r>
      <w:r w:rsidR="00473839" w:rsidRPr="004470E0">
        <w:t>of work committed in the Contract that will be performed by Australian Industry.</w:t>
      </w:r>
    </w:p>
    <w:p w14:paraId="57A92833" w14:textId="5F1C5BA2" w:rsidR="00473839" w:rsidRDefault="003D3418" w:rsidP="005079CF">
      <w:pPr>
        <w:pStyle w:val="Note-ASDEFCON"/>
        <w:numPr>
          <w:ilvl w:val="0"/>
          <w:numId w:val="64"/>
        </w:numPr>
        <w:ind w:left="357" w:hanging="357"/>
      </w:pPr>
      <w:r>
        <w:t xml:space="preserve">Location:  </w:t>
      </w:r>
      <w:r w:rsidR="00473839">
        <w:t xml:space="preserve">Set out the location (including the postcode) where the majority of the </w:t>
      </w:r>
      <w:r w:rsidR="00236D0C">
        <w:t xml:space="preserve">work </w:t>
      </w:r>
      <w:r w:rsidR="00920223">
        <w:t xml:space="preserve">for the </w:t>
      </w:r>
      <w:r w:rsidR="00236D0C">
        <w:t xml:space="preserve">activity </w:t>
      </w:r>
      <w:r w:rsidR="00473839">
        <w:t>will be performed.</w:t>
      </w:r>
    </w:p>
    <w:p w14:paraId="0F7820BF" w14:textId="186C6963" w:rsidR="00473839" w:rsidRDefault="003D3418" w:rsidP="005079CF">
      <w:pPr>
        <w:pStyle w:val="Note-ASDEFCON"/>
        <w:numPr>
          <w:ilvl w:val="0"/>
          <w:numId w:val="64"/>
        </w:numPr>
        <w:ind w:left="357" w:hanging="357"/>
      </w:pPr>
      <w:r>
        <w:t xml:space="preserve">SME:  </w:t>
      </w:r>
      <w:r w:rsidR="00473839">
        <w:t>Set out whether the entity is a Small to Medium Enterprise (SME).</w:t>
      </w:r>
    </w:p>
    <w:p w14:paraId="1DC7E640" w14:textId="0E3960A8" w:rsidR="00515151" w:rsidRPr="002346DB" w:rsidRDefault="00515151" w:rsidP="005079CF">
      <w:pPr>
        <w:pStyle w:val="Note-ASDEFCON"/>
        <w:numPr>
          <w:ilvl w:val="0"/>
          <w:numId w:val="64"/>
        </w:numPr>
        <w:ind w:left="357" w:hanging="357"/>
      </w:pPr>
      <w:r>
        <w:t>Veterans</w:t>
      </w:r>
      <w:r w:rsidR="00BA70B5">
        <w:t xml:space="preserve">: </w:t>
      </w:r>
      <w:r>
        <w:t xml:space="preserve"> Has the organisation signed the Veterans Employment Commitment (yes/no)? (refer</w:t>
      </w:r>
      <w:r w:rsidR="00083DF1">
        <w:t xml:space="preserve">: </w:t>
      </w:r>
      <w:hyperlink r:id="rId46" w:history="1">
        <w:r w:rsidRPr="005934C8">
          <w:rPr>
            <w:rStyle w:val="Hyperlink"/>
          </w:rPr>
          <w:t>veteransemployment.gov.au</w:t>
        </w:r>
      </w:hyperlink>
      <w:r w:rsidRPr="005079CF">
        <w:rPr>
          <w:rStyle w:val="Hyperlink"/>
          <w:color w:val="000000" w:themeColor="text1"/>
          <w:u w:val="none"/>
        </w:rPr>
        <w:t>).</w:t>
      </w:r>
    </w:p>
    <w:sectPr w:rsidR="00515151" w:rsidRPr="002346DB" w:rsidSect="00473839">
      <w:headerReference w:type="default" r:id="rId47"/>
      <w:footerReference w:type="default" r:id="rId48"/>
      <w:pgSz w:w="16840" w:h="11907" w:orient="landscape" w:code="9"/>
      <w:pgMar w:top="1418" w:right="1304" w:bottom="1418" w:left="90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C82E9" w14:textId="77777777" w:rsidR="00865CA9" w:rsidRDefault="00865CA9">
      <w:pPr>
        <w:spacing w:after="0"/>
      </w:pPr>
      <w:r>
        <w:separator/>
      </w:r>
    </w:p>
  </w:endnote>
  <w:endnote w:type="continuationSeparator" w:id="0">
    <w:p w14:paraId="35F8F64A" w14:textId="77777777" w:rsidR="00865CA9" w:rsidRDefault="00865C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83C09" w14:textId="5436534B" w:rsidR="00590882" w:rsidRDefault="00590882" w:rsidP="004738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513EDB9" w14:textId="77777777" w:rsidR="00590882" w:rsidRDefault="00590882" w:rsidP="004738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38F39" w14:textId="77777777" w:rsidR="00590882" w:rsidRDefault="00590882" w:rsidP="00473839">
    <w:pPr>
      <w:pStyle w:val="ASDEFCONHeaderFooterLeft"/>
      <w:rPr>
        <w:color w:val="auto"/>
      </w:rPr>
    </w:pPr>
  </w:p>
  <w:tbl>
    <w:tblPr>
      <w:tblW w:w="5000" w:type="pct"/>
      <w:tblLook w:val="0000" w:firstRow="0" w:lastRow="0" w:firstColumn="0" w:lastColumn="0" w:noHBand="0" w:noVBand="0"/>
    </w:tblPr>
    <w:tblGrid>
      <w:gridCol w:w="4535"/>
      <w:gridCol w:w="4536"/>
    </w:tblGrid>
    <w:tr w:rsidR="00590882" w14:paraId="04930FA3" w14:textId="77777777" w:rsidTr="00473839">
      <w:tc>
        <w:tcPr>
          <w:tcW w:w="2500" w:type="pct"/>
        </w:tcPr>
        <w:bookmarkStart w:id="4" w:name="_Toc89141588"/>
        <w:bookmarkEnd w:id="4"/>
        <w:p w14:paraId="05CA681C" w14:textId="62640582" w:rsidR="00590882" w:rsidRDefault="00590882" w:rsidP="00473839">
          <w:pPr>
            <w:pStyle w:val="ASDEFCONHeaderFooterLeft"/>
          </w:pPr>
          <w:r>
            <w:fldChar w:fldCharType="begin"/>
          </w:r>
          <w:r>
            <w:instrText xml:space="preserve"> DOCPROPERTY Footer_Left </w:instrText>
          </w:r>
          <w:r>
            <w:fldChar w:fldCharType="separate"/>
          </w:r>
          <w:r>
            <w:t>Annex to Conditions of Tender</w:t>
          </w:r>
          <w:r>
            <w:fldChar w:fldCharType="end"/>
          </w:r>
          <w:r>
            <w:t xml:space="preserve"> (</w:t>
          </w:r>
          <w:fldSimple w:instr=" DOCPROPERTY Version ">
            <w:r>
              <w:t>V4.1</w:t>
            </w:r>
          </w:fldSimple>
          <w:r>
            <w:t>)</w:t>
          </w:r>
        </w:p>
      </w:tc>
      <w:tc>
        <w:tcPr>
          <w:tcW w:w="2500" w:type="pct"/>
        </w:tcPr>
        <w:p w14:paraId="4108AAF3" w14:textId="61758BF6" w:rsidR="00590882" w:rsidRPr="00DD4F5E" w:rsidRDefault="00590882" w:rsidP="00473839">
          <w:pPr>
            <w:pStyle w:val="ASDEFCONHeaderFooterRight"/>
          </w:pPr>
          <w:r w:rsidRPr="00DD4F5E">
            <w:t>A-</w:t>
          </w:r>
          <w:r w:rsidRPr="00DD4F5E">
            <w:fldChar w:fldCharType="begin"/>
          </w:r>
          <w:r w:rsidRPr="00DD4F5E">
            <w:instrText xml:space="preserve"> PAGE </w:instrText>
          </w:r>
          <w:r w:rsidRPr="00DD4F5E">
            <w:fldChar w:fldCharType="separate"/>
          </w:r>
          <w:r w:rsidR="003C7C16">
            <w:rPr>
              <w:noProof/>
            </w:rPr>
            <w:t>1</w:t>
          </w:r>
          <w:r w:rsidRPr="00DD4F5E">
            <w:fldChar w:fldCharType="end"/>
          </w:r>
        </w:p>
      </w:tc>
    </w:tr>
    <w:tr w:rsidR="00590882" w14:paraId="5419088B" w14:textId="77777777" w:rsidTr="00473839">
      <w:tc>
        <w:tcPr>
          <w:tcW w:w="5000" w:type="pct"/>
          <w:gridSpan w:val="2"/>
        </w:tcPr>
        <w:p w14:paraId="18CB8E26" w14:textId="2D3E5461" w:rsidR="00590882" w:rsidRDefault="00865CA9" w:rsidP="00473839">
          <w:pPr>
            <w:pStyle w:val="ASDEFCONHeaderFooterClassification"/>
          </w:pPr>
          <w:fldSimple w:instr=" DOCPROPERTY Classification ">
            <w:r w:rsidR="00590882">
              <w:t>OFFICIAL</w:t>
            </w:r>
          </w:fldSimple>
        </w:p>
      </w:tc>
    </w:tr>
  </w:tbl>
  <w:p w14:paraId="5F6993F0" w14:textId="77777777" w:rsidR="00590882" w:rsidRPr="00DD4F5E" w:rsidRDefault="00590882" w:rsidP="00473839">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57BAF208" w14:textId="77777777" w:rsidTr="00473839">
      <w:tc>
        <w:tcPr>
          <w:tcW w:w="2500" w:type="pct"/>
        </w:tcPr>
        <w:p w14:paraId="5444C389" w14:textId="5C16B73D" w:rsidR="00590882" w:rsidRDefault="00865CA9" w:rsidP="00473839">
          <w:pPr>
            <w:pStyle w:val="ASDEFCONHeaderFooterLeft"/>
          </w:pPr>
          <w:fldSimple w:instr=" DOCPROPERTY Footer_Left ">
            <w:r w:rsidR="00590882">
              <w:t>Annex to Conditions of Tender</w:t>
            </w:r>
          </w:fldSimple>
          <w:r w:rsidR="00590882">
            <w:t xml:space="preserve"> (</w:t>
          </w:r>
          <w:fldSimple w:instr=" DOCPROPERTY Version ">
            <w:r w:rsidR="00590882">
              <w:t>V4.1</w:t>
            </w:r>
          </w:fldSimple>
          <w:r w:rsidR="00590882">
            <w:t>)</w:t>
          </w:r>
        </w:p>
      </w:tc>
      <w:tc>
        <w:tcPr>
          <w:tcW w:w="2500" w:type="pct"/>
        </w:tcPr>
        <w:p w14:paraId="6D0E46B1" w14:textId="4BE0C076" w:rsidR="00590882" w:rsidRPr="00DD4F5E" w:rsidRDefault="00590882" w:rsidP="00473839">
          <w:pPr>
            <w:pStyle w:val="ASDEFCONHeaderFooterRight"/>
          </w:pPr>
          <w:r w:rsidRPr="00DD4F5E">
            <w:t>AA-</w:t>
          </w:r>
          <w:r w:rsidRPr="00DD4F5E">
            <w:fldChar w:fldCharType="begin"/>
          </w:r>
          <w:r w:rsidRPr="00DD4F5E">
            <w:instrText xml:space="preserve"> PAGE </w:instrText>
          </w:r>
          <w:r w:rsidRPr="00DD4F5E">
            <w:fldChar w:fldCharType="separate"/>
          </w:r>
          <w:r w:rsidR="003C7C16">
            <w:rPr>
              <w:noProof/>
            </w:rPr>
            <w:t>4</w:t>
          </w:r>
          <w:r w:rsidRPr="00DD4F5E">
            <w:fldChar w:fldCharType="end"/>
          </w:r>
        </w:p>
      </w:tc>
    </w:tr>
    <w:tr w:rsidR="00590882" w14:paraId="7852DC81" w14:textId="77777777" w:rsidTr="00473839">
      <w:tc>
        <w:tcPr>
          <w:tcW w:w="5000" w:type="pct"/>
          <w:gridSpan w:val="2"/>
        </w:tcPr>
        <w:p w14:paraId="39E3EEF4" w14:textId="62521CF3" w:rsidR="00590882" w:rsidRDefault="00865CA9" w:rsidP="00473839">
          <w:pPr>
            <w:pStyle w:val="ASDEFCONHeaderFooterClassification"/>
          </w:pPr>
          <w:fldSimple w:instr=" DOCPROPERTY Classification ">
            <w:r w:rsidR="00590882">
              <w:t>OFFICIAL</w:t>
            </w:r>
          </w:fldSimple>
        </w:p>
      </w:tc>
    </w:tr>
  </w:tbl>
  <w:p w14:paraId="1DE24736" w14:textId="77777777" w:rsidR="00590882" w:rsidRPr="00DD4F5E" w:rsidRDefault="00590882" w:rsidP="00473839">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06"/>
      <w:gridCol w:w="4607"/>
    </w:tblGrid>
    <w:tr w:rsidR="00590882" w14:paraId="3442BD4F" w14:textId="77777777" w:rsidTr="00473839">
      <w:tc>
        <w:tcPr>
          <w:tcW w:w="2500" w:type="pct"/>
        </w:tcPr>
        <w:p w14:paraId="040F30BA" w14:textId="0A4C0835" w:rsidR="00590882" w:rsidRDefault="00865CA9" w:rsidP="00473839">
          <w:pPr>
            <w:pStyle w:val="ASDEFCONHeaderFooterLeft"/>
          </w:pPr>
          <w:fldSimple w:instr=" DOCPROPERTY Footer_Left ">
            <w:r w:rsidR="00590882">
              <w:t>Annex to Conditions of Tender</w:t>
            </w:r>
          </w:fldSimple>
          <w:r w:rsidR="00590882">
            <w:t xml:space="preserve"> (</w:t>
          </w:r>
          <w:fldSimple w:instr=" DOCPROPERTY Version ">
            <w:r w:rsidR="00590882">
              <w:t>V4.1</w:t>
            </w:r>
          </w:fldSimple>
          <w:r w:rsidR="00590882">
            <w:t>)</w:t>
          </w:r>
        </w:p>
      </w:tc>
      <w:tc>
        <w:tcPr>
          <w:tcW w:w="2500" w:type="pct"/>
        </w:tcPr>
        <w:p w14:paraId="55CCFE40" w14:textId="76441260" w:rsidR="00590882" w:rsidRPr="00DD4F5E" w:rsidRDefault="00590882" w:rsidP="00473839">
          <w:pPr>
            <w:pStyle w:val="ASDEFCONHeaderFooterRight"/>
          </w:pPr>
          <w:r w:rsidRPr="00DD4F5E">
            <w:t>AB-</w:t>
          </w:r>
          <w:r w:rsidRPr="00DD4F5E">
            <w:fldChar w:fldCharType="begin"/>
          </w:r>
          <w:r w:rsidRPr="00DD4F5E">
            <w:instrText xml:space="preserve"> PAGE </w:instrText>
          </w:r>
          <w:r w:rsidRPr="00DD4F5E">
            <w:fldChar w:fldCharType="separate"/>
          </w:r>
          <w:r w:rsidR="003C7C16">
            <w:rPr>
              <w:noProof/>
            </w:rPr>
            <w:t>1</w:t>
          </w:r>
          <w:r w:rsidRPr="00DD4F5E">
            <w:fldChar w:fldCharType="end"/>
          </w:r>
        </w:p>
      </w:tc>
    </w:tr>
    <w:tr w:rsidR="00590882" w14:paraId="6D5F9DDB" w14:textId="77777777" w:rsidTr="00473839">
      <w:tc>
        <w:tcPr>
          <w:tcW w:w="5000" w:type="pct"/>
          <w:gridSpan w:val="2"/>
        </w:tcPr>
        <w:p w14:paraId="7F65544A" w14:textId="4B899D48" w:rsidR="00590882" w:rsidRDefault="00865CA9" w:rsidP="00473839">
          <w:pPr>
            <w:pStyle w:val="ASDEFCONHeaderFooterClassification"/>
          </w:pPr>
          <w:fldSimple w:instr=" DOCPROPERTY Classification ">
            <w:r w:rsidR="00590882">
              <w:t>OFFICIAL</w:t>
            </w:r>
          </w:fldSimple>
        </w:p>
      </w:tc>
    </w:tr>
  </w:tbl>
  <w:p w14:paraId="0837C7E2" w14:textId="77777777" w:rsidR="00590882" w:rsidRPr="00DD4F5E" w:rsidRDefault="00590882" w:rsidP="00473839">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6F6C5800" w14:textId="77777777" w:rsidTr="00473839">
      <w:tc>
        <w:tcPr>
          <w:tcW w:w="2500" w:type="pct"/>
        </w:tcPr>
        <w:p w14:paraId="5DCCBD92" w14:textId="6B3CED3A" w:rsidR="00590882" w:rsidRDefault="00865CA9" w:rsidP="00473839">
          <w:pPr>
            <w:pStyle w:val="ASDEFCONHeaderFooterLeft"/>
          </w:pPr>
          <w:fldSimple w:instr=" DOCPROPERTY Footer_Left ">
            <w:r w:rsidR="00590882">
              <w:t>Annex to Conditions of Tender</w:t>
            </w:r>
          </w:fldSimple>
          <w:r w:rsidR="00590882">
            <w:t xml:space="preserve"> (</w:t>
          </w:r>
          <w:fldSimple w:instr=" DOCPROPERTY Version ">
            <w:r w:rsidR="00590882">
              <w:t>V4.1</w:t>
            </w:r>
          </w:fldSimple>
          <w:r w:rsidR="00590882">
            <w:t>)</w:t>
          </w:r>
        </w:p>
      </w:tc>
      <w:tc>
        <w:tcPr>
          <w:tcW w:w="2500" w:type="pct"/>
        </w:tcPr>
        <w:p w14:paraId="129168C0" w14:textId="4BB2189F" w:rsidR="00590882" w:rsidRPr="00DD4F5E" w:rsidRDefault="00590882" w:rsidP="00473839">
          <w:pPr>
            <w:pStyle w:val="ASDEFCONHeaderFooterRight"/>
          </w:pPr>
          <w:r w:rsidRPr="00DD4F5E">
            <w:t>AC-</w:t>
          </w:r>
          <w:r w:rsidRPr="00DD4F5E">
            <w:fldChar w:fldCharType="begin"/>
          </w:r>
          <w:r w:rsidRPr="00DD4F5E">
            <w:instrText xml:space="preserve"> PAGE </w:instrText>
          </w:r>
          <w:r w:rsidRPr="00DD4F5E">
            <w:fldChar w:fldCharType="separate"/>
          </w:r>
          <w:r w:rsidR="003C7C16">
            <w:rPr>
              <w:noProof/>
            </w:rPr>
            <w:t>2</w:t>
          </w:r>
          <w:r w:rsidRPr="00DD4F5E">
            <w:fldChar w:fldCharType="end"/>
          </w:r>
        </w:p>
      </w:tc>
    </w:tr>
    <w:tr w:rsidR="00590882" w14:paraId="7DDF5452" w14:textId="77777777" w:rsidTr="00473839">
      <w:tc>
        <w:tcPr>
          <w:tcW w:w="5000" w:type="pct"/>
          <w:gridSpan w:val="2"/>
        </w:tcPr>
        <w:p w14:paraId="2A78F86E" w14:textId="4585D1B6" w:rsidR="00590882" w:rsidRDefault="00865CA9" w:rsidP="00473839">
          <w:pPr>
            <w:pStyle w:val="ASDEFCONHeaderFooterClassification"/>
          </w:pPr>
          <w:fldSimple w:instr=" DOCPROPERTY Classification ">
            <w:r w:rsidR="00590882">
              <w:t>OFFICIAL</w:t>
            </w:r>
          </w:fldSimple>
        </w:p>
      </w:tc>
    </w:tr>
  </w:tbl>
  <w:p w14:paraId="7BB2CF1D" w14:textId="77777777" w:rsidR="00590882" w:rsidRDefault="00590882" w:rsidP="00473839">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781F0FEE" w14:textId="77777777" w:rsidTr="00473839">
      <w:tc>
        <w:tcPr>
          <w:tcW w:w="2500" w:type="pct"/>
        </w:tcPr>
        <w:p w14:paraId="143AE2D0" w14:textId="20C59342" w:rsidR="00590882" w:rsidRDefault="00865CA9" w:rsidP="00473839">
          <w:pPr>
            <w:pStyle w:val="ASDEFCONHeaderFooterLeft"/>
          </w:pPr>
          <w:fldSimple w:instr=" DOCPROPERTY Footer_Left ">
            <w:r w:rsidR="00590882">
              <w:t>Annex to Conditions of Tender</w:t>
            </w:r>
          </w:fldSimple>
          <w:r w:rsidR="00590882">
            <w:t xml:space="preserve"> (</w:t>
          </w:r>
          <w:fldSimple w:instr=" DOCPROPERTY Version ">
            <w:r w:rsidR="00590882">
              <w:t>V4.1</w:t>
            </w:r>
          </w:fldSimple>
          <w:r w:rsidR="00590882">
            <w:t>)</w:t>
          </w:r>
        </w:p>
      </w:tc>
      <w:tc>
        <w:tcPr>
          <w:tcW w:w="2500" w:type="pct"/>
        </w:tcPr>
        <w:p w14:paraId="321C0601" w14:textId="3E3299C7" w:rsidR="00590882" w:rsidRPr="00DD4F5E" w:rsidRDefault="00590882" w:rsidP="00473839">
          <w:pPr>
            <w:pStyle w:val="ASDEFCONHeaderFooterRight"/>
          </w:pPr>
          <w:r w:rsidRPr="00DD4F5E">
            <w:t>AD-</w:t>
          </w:r>
          <w:r w:rsidRPr="00DD4F5E">
            <w:fldChar w:fldCharType="begin"/>
          </w:r>
          <w:r w:rsidRPr="00DD4F5E">
            <w:instrText xml:space="preserve"> PAGE </w:instrText>
          </w:r>
          <w:r w:rsidRPr="00DD4F5E">
            <w:fldChar w:fldCharType="separate"/>
          </w:r>
          <w:r w:rsidR="003C7C16">
            <w:rPr>
              <w:noProof/>
            </w:rPr>
            <w:t>1</w:t>
          </w:r>
          <w:r w:rsidRPr="00DD4F5E">
            <w:fldChar w:fldCharType="end"/>
          </w:r>
        </w:p>
      </w:tc>
    </w:tr>
    <w:tr w:rsidR="00590882" w14:paraId="21191C07" w14:textId="77777777" w:rsidTr="00473839">
      <w:tc>
        <w:tcPr>
          <w:tcW w:w="5000" w:type="pct"/>
          <w:gridSpan w:val="2"/>
        </w:tcPr>
        <w:p w14:paraId="5AB306CF" w14:textId="4284CD4B" w:rsidR="00590882" w:rsidRDefault="00865CA9" w:rsidP="00473839">
          <w:pPr>
            <w:pStyle w:val="ASDEFCONHeaderFooterClassification"/>
          </w:pPr>
          <w:fldSimple w:instr=" DOCPROPERTY Classification ">
            <w:r w:rsidR="00590882">
              <w:t>OFFICIAL</w:t>
            </w:r>
          </w:fldSimple>
        </w:p>
      </w:tc>
    </w:tr>
  </w:tbl>
  <w:p w14:paraId="5B54F070" w14:textId="77777777" w:rsidR="00590882" w:rsidRDefault="00590882" w:rsidP="00473839">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959E7" w14:textId="77777777" w:rsidR="00590882" w:rsidRPr="00DD4F5E" w:rsidRDefault="00590882" w:rsidP="00473839">
    <w:pPr>
      <w:pStyle w:val="ASDEFCONHeaderFooterLeft"/>
      <w:rPr>
        <w:color w:val="auto"/>
      </w:rPr>
    </w:pPr>
  </w:p>
  <w:tbl>
    <w:tblPr>
      <w:tblW w:w="5000" w:type="pct"/>
      <w:tblLook w:val="0000" w:firstRow="0" w:lastRow="0" w:firstColumn="0" w:lastColumn="0" w:noHBand="0" w:noVBand="0"/>
    </w:tblPr>
    <w:tblGrid>
      <w:gridCol w:w="4535"/>
      <w:gridCol w:w="4536"/>
    </w:tblGrid>
    <w:tr w:rsidR="00590882" w14:paraId="2D52A391" w14:textId="77777777" w:rsidTr="00473839">
      <w:trPr>
        <w:trHeight w:val="95"/>
      </w:trPr>
      <w:tc>
        <w:tcPr>
          <w:tcW w:w="2500" w:type="pct"/>
        </w:tcPr>
        <w:p w14:paraId="3E1AE110" w14:textId="42BCC807" w:rsidR="00590882" w:rsidRDefault="00865CA9" w:rsidP="00473839">
          <w:pPr>
            <w:pStyle w:val="ASDEFCONHeaderFooterLeft"/>
          </w:pPr>
          <w:fldSimple w:instr=" DOCPROPERTY Footer_Left ">
            <w:r w:rsidR="00590882">
              <w:t>Annex to Conditions of Tender</w:t>
            </w:r>
          </w:fldSimple>
          <w:r w:rsidR="00590882">
            <w:t xml:space="preserve"> (</w:t>
          </w:r>
          <w:fldSimple w:instr=" DOCPROPERTY Version ">
            <w:r w:rsidR="00590882">
              <w:t>V4.1</w:t>
            </w:r>
          </w:fldSimple>
          <w:r w:rsidR="00590882">
            <w:t>)</w:t>
          </w:r>
        </w:p>
      </w:tc>
      <w:tc>
        <w:tcPr>
          <w:tcW w:w="2500" w:type="pct"/>
        </w:tcPr>
        <w:p w14:paraId="2838FD1A" w14:textId="746E2BDA" w:rsidR="00590882" w:rsidRPr="00DD4F5E" w:rsidRDefault="00590882" w:rsidP="00473839">
          <w:pPr>
            <w:pStyle w:val="ASDEFCONHeaderFooterRight"/>
          </w:pPr>
          <w:r w:rsidRPr="00DD4F5E">
            <w:t>AE-</w:t>
          </w:r>
          <w:r w:rsidRPr="00DD4F5E">
            <w:fldChar w:fldCharType="begin"/>
          </w:r>
          <w:r w:rsidRPr="00DD4F5E">
            <w:instrText xml:space="preserve"> PAGE </w:instrText>
          </w:r>
          <w:r w:rsidRPr="00DD4F5E">
            <w:fldChar w:fldCharType="separate"/>
          </w:r>
          <w:r w:rsidR="003C7C16">
            <w:rPr>
              <w:noProof/>
            </w:rPr>
            <w:t>4</w:t>
          </w:r>
          <w:r w:rsidRPr="00DD4F5E">
            <w:fldChar w:fldCharType="end"/>
          </w:r>
        </w:p>
      </w:tc>
    </w:tr>
    <w:tr w:rsidR="00590882" w14:paraId="4A1B8414" w14:textId="77777777" w:rsidTr="00473839">
      <w:tc>
        <w:tcPr>
          <w:tcW w:w="5000" w:type="pct"/>
          <w:gridSpan w:val="2"/>
        </w:tcPr>
        <w:p w14:paraId="5659B256" w14:textId="756F7858" w:rsidR="00590882" w:rsidRDefault="00865CA9" w:rsidP="00473839">
          <w:pPr>
            <w:pStyle w:val="ASDEFCONHeaderFooterClassification"/>
          </w:pPr>
          <w:fldSimple w:instr=" DOCPROPERTY Classification ">
            <w:r w:rsidR="00590882">
              <w:t>OFFICIAL</w:t>
            </w:r>
          </w:fldSimple>
        </w:p>
      </w:tc>
    </w:tr>
  </w:tbl>
  <w:p w14:paraId="1CA6D041" w14:textId="77777777" w:rsidR="00590882" w:rsidRDefault="00590882" w:rsidP="00473839">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7A8C6" w14:textId="77777777" w:rsidR="00590882" w:rsidRPr="00DD4F5E" w:rsidRDefault="00590882" w:rsidP="00473839">
    <w:pPr>
      <w:pStyle w:val="ASDEFCONHeaderFooterLeft"/>
      <w:rPr>
        <w:color w:val="auto"/>
      </w:rPr>
    </w:pPr>
  </w:p>
  <w:tbl>
    <w:tblPr>
      <w:tblW w:w="5000" w:type="pct"/>
      <w:tblLook w:val="0000" w:firstRow="0" w:lastRow="0" w:firstColumn="0" w:lastColumn="0" w:noHBand="0" w:noVBand="0"/>
    </w:tblPr>
    <w:tblGrid>
      <w:gridCol w:w="7314"/>
      <w:gridCol w:w="7315"/>
    </w:tblGrid>
    <w:tr w:rsidR="00590882" w14:paraId="35478C57" w14:textId="77777777" w:rsidTr="00473839">
      <w:trPr>
        <w:trHeight w:val="95"/>
      </w:trPr>
      <w:tc>
        <w:tcPr>
          <w:tcW w:w="2500" w:type="pct"/>
        </w:tcPr>
        <w:p w14:paraId="6EF29C4D" w14:textId="022A0D49" w:rsidR="00590882" w:rsidRDefault="00865CA9" w:rsidP="00473839">
          <w:pPr>
            <w:pStyle w:val="ASDEFCONHeaderFooterLeft"/>
          </w:pPr>
          <w:fldSimple w:instr=" DOCPROPERTY Footer_Left ">
            <w:r w:rsidR="00590882">
              <w:t>Annex to Conditions of Tender</w:t>
            </w:r>
          </w:fldSimple>
          <w:r w:rsidR="00590882">
            <w:t xml:space="preserve"> (</w:t>
          </w:r>
          <w:fldSimple w:instr=" DOCPROPERTY Version ">
            <w:r w:rsidR="00590882">
              <w:t>V4.1</w:t>
            </w:r>
          </w:fldSimple>
          <w:r w:rsidR="00590882">
            <w:t>)</w:t>
          </w:r>
        </w:p>
      </w:tc>
      <w:tc>
        <w:tcPr>
          <w:tcW w:w="2500" w:type="pct"/>
        </w:tcPr>
        <w:p w14:paraId="6C633726" w14:textId="56177B9F" w:rsidR="00590882" w:rsidRPr="00DD4F5E" w:rsidRDefault="00590882" w:rsidP="00473839">
          <w:pPr>
            <w:pStyle w:val="ASDEFCONHeaderFooterRight"/>
          </w:pPr>
          <w:r w:rsidRPr="00DD4F5E">
            <w:t>AE-</w:t>
          </w:r>
          <w:r w:rsidRPr="00DD4F5E">
            <w:fldChar w:fldCharType="begin"/>
          </w:r>
          <w:r w:rsidRPr="00DD4F5E">
            <w:instrText xml:space="preserve"> PAGE </w:instrText>
          </w:r>
          <w:r w:rsidRPr="00DD4F5E">
            <w:fldChar w:fldCharType="separate"/>
          </w:r>
          <w:r w:rsidR="003C7C16">
            <w:rPr>
              <w:noProof/>
            </w:rPr>
            <w:t>5</w:t>
          </w:r>
          <w:r w:rsidRPr="00DD4F5E">
            <w:fldChar w:fldCharType="end"/>
          </w:r>
        </w:p>
      </w:tc>
    </w:tr>
    <w:tr w:rsidR="00590882" w14:paraId="646A64FC" w14:textId="77777777" w:rsidTr="00473839">
      <w:tc>
        <w:tcPr>
          <w:tcW w:w="5000" w:type="pct"/>
          <w:gridSpan w:val="2"/>
        </w:tcPr>
        <w:p w14:paraId="14DFAFDD" w14:textId="16B09B99" w:rsidR="00590882" w:rsidRDefault="00865CA9" w:rsidP="00473839">
          <w:pPr>
            <w:pStyle w:val="ASDEFCONHeaderFooterClassification"/>
          </w:pPr>
          <w:fldSimple w:instr=" DOCPROPERTY Classification ">
            <w:r w:rsidR="00590882">
              <w:t>OFFICIAL</w:t>
            </w:r>
          </w:fldSimple>
        </w:p>
      </w:tc>
    </w:tr>
  </w:tbl>
  <w:p w14:paraId="60B0FE1F" w14:textId="77777777" w:rsidR="00590882" w:rsidRDefault="00590882" w:rsidP="00473839">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CE8E9" w14:textId="77777777" w:rsidR="00865CA9" w:rsidRDefault="00865CA9">
      <w:pPr>
        <w:spacing w:after="0"/>
      </w:pPr>
      <w:r>
        <w:separator/>
      </w:r>
    </w:p>
  </w:footnote>
  <w:footnote w:type="continuationSeparator" w:id="0">
    <w:p w14:paraId="0BB9CB35" w14:textId="77777777" w:rsidR="00865CA9" w:rsidRDefault="00865C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5BA0A547" w14:textId="77777777" w:rsidTr="00473839">
      <w:tc>
        <w:tcPr>
          <w:tcW w:w="5000" w:type="pct"/>
          <w:gridSpan w:val="2"/>
        </w:tcPr>
        <w:p w14:paraId="0F842589" w14:textId="0D7F253E" w:rsidR="00590882" w:rsidRDefault="00865CA9" w:rsidP="00432D37">
          <w:pPr>
            <w:pStyle w:val="ASDEFCONHeaderFooterClassification"/>
          </w:pPr>
          <w:fldSimple w:instr=" DOCPROPERTY Classification ">
            <w:r w:rsidR="00590882">
              <w:t>OFFICIAL</w:t>
            </w:r>
          </w:fldSimple>
        </w:p>
      </w:tc>
    </w:tr>
    <w:tr w:rsidR="00590882" w14:paraId="6015ADF9" w14:textId="77777777" w:rsidTr="00473839">
      <w:tc>
        <w:tcPr>
          <w:tcW w:w="2500" w:type="pct"/>
        </w:tcPr>
        <w:p w14:paraId="3CF16A96" w14:textId="0A2A7876" w:rsidR="00590882" w:rsidRDefault="00865CA9" w:rsidP="00D27728">
          <w:pPr>
            <w:pStyle w:val="ASDEFCONHeaderFooterLeft"/>
          </w:pPr>
          <w:fldSimple w:instr=" DOCPROPERTY Header_Left ">
            <w:r w:rsidR="00590882">
              <w:t>ASDEFCON (Complex Materiel) Volume 1</w:t>
            </w:r>
          </w:fldSimple>
        </w:p>
      </w:tc>
      <w:tc>
        <w:tcPr>
          <w:tcW w:w="2500" w:type="pct"/>
        </w:tcPr>
        <w:p w14:paraId="1492D583" w14:textId="01DA5267" w:rsidR="00590882" w:rsidRDefault="00865CA9" w:rsidP="00473839">
          <w:pPr>
            <w:pStyle w:val="ASDEFCONHeaderFooterRight"/>
          </w:pPr>
          <w:fldSimple w:instr=" DOCPROPERTY Header_Right ">
            <w:r w:rsidR="00590882">
              <w:t>PART 1</w:t>
            </w:r>
          </w:fldSimple>
        </w:p>
      </w:tc>
    </w:tr>
  </w:tbl>
  <w:p w14:paraId="3AC009D1" w14:textId="77777777" w:rsidR="00590882" w:rsidRPr="005642F6" w:rsidRDefault="00590882" w:rsidP="00473839">
    <w:pPr>
      <w:pStyle w:val="ASDEFCONTitle"/>
    </w:pPr>
    <w:r w:rsidRPr="00D23842">
      <w:t>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58A9464A" w14:textId="77777777" w:rsidTr="00473839">
      <w:tc>
        <w:tcPr>
          <w:tcW w:w="5000" w:type="pct"/>
          <w:gridSpan w:val="2"/>
        </w:tcPr>
        <w:p w14:paraId="0AAAE1E8" w14:textId="74C3C350" w:rsidR="00590882" w:rsidRDefault="00865CA9" w:rsidP="00473839">
          <w:pPr>
            <w:pStyle w:val="ASDEFCONHeaderFooterClassification"/>
          </w:pPr>
          <w:fldSimple w:instr=" DOCPROPERTY Classification ">
            <w:r w:rsidR="00590882">
              <w:t>OFFICIAL</w:t>
            </w:r>
          </w:fldSimple>
        </w:p>
      </w:tc>
    </w:tr>
    <w:tr w:rsidR="00590882" w14:paraId="5A5A22E9" w14:textId="77777777" w:rsidTr="00473839">
      <w:tc>
        <w:tcPr>
          <w:tcW w:w="2500" w:type="pct"/>
        </w:tcPr>
        <w:p w14:paraId="70FA69E2" w14:textId="4C4D9663" w:rsidR="00590882" w:rsidRDefault="00865CA9" w:rsidP="00473839">
          <w:pPr>
            <w:pStyle w:val="ASDEFCONHeaderFooterLeft"/>
          </w:pPr>
          <w:fldSimple w:instr=" DOCPROPERTY Header_Left ">
            <w:r w:rsidR="00590882">
              <w:t>ASDEFCON (Complex Materiel) Volume 1</w:t>
            </w:r>
          </w:fldSimple>
        </w:p>
      </w:tc>
      <w:tc>
        <w:tcPr>
          <w:tcW w:w="2500" w:type="pct"/>
        </w:tcPr>
        <w:p w14:paraId="51BCFD9C" w14:textId="5FB04288" w:rsidR="00590882" w:rsidRDefault="00865CA9" w:rsidP="00473839">
          <w:pPr>
            <w:pStyle w:val="ASDEFCONHeaderFooterRight"/>
          </w:pPr>
          <w:fldSimple w:instr=" DOCPROPERTY Header_Right ">
            <w:r w:rsidR="00590882">
              <w:t>PART 1</w:t>
            </w:r>
          </w:fldSimple>
        </w:p>
      </w:tc>
    </w:tr>
  </w:tbl>
  <w:p w14:paraId="4EFA2B4C" w14:textId="0C36325B" w:rsidR="00590882" w:rsidRPr="00675F3C" w:rsidRDefault="00590882" w:rsidP="00473839">
    <w:pPr>
      <w:pStyle w:val="ASDEFCONTitle"/>
    </w:pPr>
    <w:r w:rsidRPr="00675F3C">
      <w:t>ANNEX A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06"/>
      <w:gridCol w:w="4607"/>
    </w:tblGrid>
    <w:tr w:rsidR="00590882" w14:paraId="1828E374" w14:textId="77777777" w:rsidTr="00473839">
      <w:tc>
        <w:tcPr>
          <w:tcW w:w="5000" w:type="pct"/>
          <w:gridSpan w:val="2"/>
        </w:tcPr>
        <w:p w14:paraId="09C2FB21" w14:textId="450CA420" w:rsidR="00590882" w:rsidRDefault="00865CA9" w:rsidP="00473839">
          <w:pPr>
            <w:pStyle w:val="ASDEFCONHeaderFooterClassification"/>
          </w:pPr>
          <w:fldSimple w:instr=" DOCPROPERTY Classification ">
            <w:r w:rsidR="00590882">
              <w:t>OFFICIAL</w:t>
            </w:r>
          </w:fldSimple>
        </w:p>
      </w:tc>
    </w:tr>
    <w:tr w:rsidR="00590882" w14:paraId="7AAA028D" w14:textId="77777777" w:rsidTr="00473839">
      <w:tc>
        <w:tcPr>
          <w:tcW w:w="2500" w:type="pct"/>
        </w:tcPr>
        <w:p w14:paraId="73AA9109" w14:textId="0C1E363E" w:rsidR="00590882" w:rsidRDefault="00865CA9" w:rsidP="00473839">
          <w:pPr>
            <w:pStyle w:val="ASDEFCONHeaderFooterLeft"/>
          </w:pPr>
          <w:fldSimple w:instr=" DOCPROPERTY Header_Left ">
            <w:r w:rsidR="00590882">
              <w:t>ASDEFCON (Complex Materiel) Volume 1</w:t>
            </w:r>
          </w:fldSimple>
        </w:p>
      </w:tc>
      <w:tc>
        <w:tcPr>
          <w:tcW w:w="2500" w:type="pct"/>
        </w:tcPr>
        <w:p w14:paraId="718AF370" w14:textId="34D48D53" w:rsidR="00590882" w:rsidRDefault="00865CA9" w:rsidP="00473839">
          <w:pPr>
            <w:pStyle w:val="ASDEFCONHeaderFooterRight"/>
          </w:pPr>
          <w:fldSimple w:instr=" DOCPROPERTY Header_Right ">
            <w:r w:rsidR="00590882">
              <w:t>PART 1</w:t>
            </w:r>
          </w:fldSimple>
        </w:p>
      </w:tc>
    </w:tr>
  </w:tbl>
  <w:p w14:paraId="6730C698" w14:textId="77777777" w:rsidR="00590882" w:rsidRPr="005642F6" w:rsidRDefault="00590882" w:rsidP="00473839">
    <w:pPr>
      <w:pStyle w:val="ASDEFCONTitle"/>
    </w:pPr>
    <w:r>
      <w:t xml:space="preserve">ANNEX B TO </w:t>
    </w:r>
    <w:r w:rsidRPr="00D23842">
      <w:t>ATTACHMENT 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788165B2" w14:textId="77777777" w:rsidTr="00473839">
      <w:tc>
        <w:tcPr>
          <w:tcW w:w="5000" w:type="pct"/>
          <w:gridSpan w:val="2"/>
        </w:tcPr>
        <w:p w14:paraId="0E2D3CC7" w14:textId="4EA9A62D" w:rsidR="00590882" w:rsidRDefault="00865CA9" w:rsidP="00473839">
          <w:pPr>
            <w:pStyle w:val="ASDEFCONHeaderFooterClassification"/>
          </w:pPr>
          <w:fldSimple w:instr=" DOCPROPERTY Classification ">
            <w:r w:rsidR="00590882">
              <w:t>OFFICIAL</w:t>
            </w:r>
          </w:fldSimple>
        </w:p>
      </w:tc>
    </w:tr>
    <w:tr w:rsidR="00590882" w14:paraId="47401262" w14:textId="77777777" w:rsidTr="00473839">
      <w:tc>
        <w:tcPr>
          <w:tcW w:w="2500" w:type="pct"/>
        </w:tcPr>
        <w:p w14:paraId="172761D7" w14:textId="3F9B185B" w:rsidR="00590882" w:rsidRDefault="00865CA9" w:rsidP="00473839">
          <w:pPr>
            <w:pStyle w:val="ASDEFCONHeaderFooterLeft"/>
          </w:pPr>
          <w:fldSimple w:instr=" DOCPROPERTY Header_Left ">
            <w:r w:rsidR="00590882">
              <w:t>ASDEFCON (Complex Materiel) Volume 1</w:t>
            </w:r>
          </w:fldSimple>
        </w:p>
      </w:tc>
      <w:tc>
        <w:tcPr>
          <w:tcW w:w="2500" w:type="pct"/>
        </w:tcPr>
        <w:p w14:paraId="5CE13877" w14:textId="433B2D90" w:rsidR="00590882" w:rsidRDefault="00865CA9" w:rsidP="00473839">
          <w:pPr>
            <w:pStyle w:val="ASDEFCONHeaderFooterRight"/>
          </w:pPr>
          <w:fldSimple w:instr=" DOCPROPERTY Header_Right ">
            <w:r w:rsidR="00590882">
              <w:t>PART 1</w:t>
            </w:r>
          </w:fldSimple>
        </w:p>
      </w:tc>
    </w:tr>
  </w:tbl>
  <w:p w14:paraId="000E1BB0" w14:textId="77777777" w:rsidR="00590882" w:rsidRDefault="00590882" w:rsidP="00473839">
    <w:pPr>
      <w:pStyle w:val="ASDEFCONTitle"/>
    </w:pPr>
    <w:r>
      <w:t>ANNEX C to ATTACHMENT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2FFC1842" w14:textId="77777777" w:rsidTr="00473839">
      <w:tc>
        <w:tcPr>
          <w:tcW w:w="5000" w:type="pct"/>
          <w:gridSpan w:val="2"/>
        </w:tcPr>
        <w:p w14:paraId="13F4C37C" w14:textId="13ADE9CD" w:rsidR="00590882" w:rsidRDefault="00865CA9" w:rsidP="00473839">
          <w:pPr>
            <w:pStyle w:val="ASDEFCONHeaderFooterClassification"/>
          </w:pPr>
          <w:fldSimple w:instr=" DOCPROPERTY Classification ">
            <w:r w:rsidR="00590882">
              <w:t>OFFICIAL</w:t>
            </w:r>
          </w:fldSimple>
        </w:p>
      </w:tc>
    </w:tr>
    <w:tr w:rsidR="00590882" w14:paraId="4242258D" w14:textId="77777777" w:rsidTr="00473839">
      <w:tc>
        <w:tcPr>
          <w:tcW w:w="2500" w:type="pct"/>
        </w:tcPr>
        <w:p w14:paraId="753B55E5" w14:textId="65B43A30" w:rsidR="00590882" w:rsidRDefault="00865CA9" w:rsidP="00473839">
          <w:pPr>
            <w:pStyle w:val="ASDEFCONHeaderFooterLeft"/>
          </w:pPr>
          <w:fldSimple w:instr=" DOCPROPERTY Header_Left ">
            <w:r w:rsidR="00590882">
              <w:t>ASDEFCON (Complex Materiel) Volume 1</w:t>
            </w:r>
          </w:fldSimple>
        </w:p>
      </w:tc>
      <w:tc>
        <w:tcPr>
          <w:tcW w:w="2500" w:type="pct"/>
        </w:tcPr>
        <w:p w14:paraId="005B1BB2" w14:textId="7558A443" w:rsidR="00590882" w:rsidRDefault="00865CA9" w:rsidP="00473839">
          <w:pPr>
            <w:pStyle w:val="ASDEFCONHeaderFooterRight"/>
          </w:pPr>
          <w:fldSimple w:instr=" DOCPROPERTY Header_Right ">
            <w:r w:rsidR="00590882">
              <w:t>PART 1</w:t>
            </w:r>
          </w:fldSimple>
        </w:p>
      </w:tc>
    </w:tr>
  </w:tbl>
  <w:p w14:paraId="7EA75A4D" w14:textId="77777777" w:rsidR="00590882" w:rsidRDefault="00590882" w:rsidP="00473839">
    <w:pPr>
      <w:pStyle w:val="ASDEFCONTitle"/>
    </w:pPr>
    <w:r>
      <w:t>ANNEX D to ATTACHMENT A</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90882" w14:paraId="7DEF3BA8" w14:textId="77777777" w:rsidTr="00473839">
      <w:tc>
        <w:tcPr>
          <w:tcW w:w="5000" w:type="pct"/>
          <w:gridSpan w:val="2"/>
        </w:tcPr>
        <w:p w14:paraId="58B6F559" w14:textId="155E89AB" w:rsidR="00590882" w:rsidRDefault="00865CA9" w:rsidP="00473839">
          <w:pPr>
            <w:pStyle w:val="ASDEFCONHeaderFooterClassification"/>
          </w:pPr>
          <w:fldSimple w:instr=" DOCPROPERTY Classification ">
            <w:r w:rsidR="00590882">
              <w:t>OFFICIAL</w:t>
            </w:r>
          </w:fldSimple>
        </w:p>
      </w:tc>
    </w:tr>
    <w:tr w:rsidR="00590882" w14:paraId="0F492D97" w14:textId="77777777" w:rsidTr="00473839">
      <w:tc>
        <w:tcPr>
          <w:tcW w:w="2500" w:type="pct"/>
        </w:tcPr>
        <w:p w14:paraId="5DD0A48D" w14:textId="2519D231" w:rsidR="00590882" w:rsidRDefault="00865CA9" w:rsidP="00473839">
          <w:pPr>
            <w:pStyle w:val="ASDEFCONHeaderFooterLeft"/>
          </w:pPr>
          <w:fldSimple w:instr=" DOCPROPERTY Header_Left ">
            <w:r w:rsidR="00590882">
              <w:t>ASDEFCON (Complex Materiel) Volume 1</w:t>
            </w:r>
          </w:fldSimple>
        </w:p>
      </w:tc>
      <w:tc>
        <w:tcPr>
          <w:tcW w:w="2500" w:type="pct"/>
        </w:tcPr>
        <w:p w14:paraId="28458D44" w14:textId="6C48BDDF" w:rsidR="00590882" w:rsidRDefault="00865CA9" w:rsidP="00473839">
          <w:pPr>
            <w:pStyle w:val="ASDEFCONHeaderFooterRight"/>
          </w:pPr>
          <w:fldSimple w:instr=" DOCPROPERTY Header_Right ">
            <w:r w:rsidR="00590882">
              <w:t>PART 1</w:t>
            </w:r>
          </w:fldSimple>
        </w:p>
      </w:tc>
    </w:tr>
  </w:tbl>
  <w:p w14:paraId="0566C310" w14:textId="77777777" w:rsidR="00590882" w:rsidRPr="00B85567" w:rsidRDefault="00590882" w:rsidP="00473839">
    <w:pPr>
      <w:pStyle w:val="ASDEFCONTitle"/>
    </w:pPr>
    <w:r>
      <w:t>ANNEX E to ATTACHMENT A</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590882" w14:paraId="4A267B5E" w14:textId="77777777" w:rsidTr="00473839">
      <w:tc>
        <w:tcPr>
          <w:tcW w:w="5000" w:type="pct"/>
          <w:gridSpan w:val="2"/>
        </w:tcPr>
        <w:p w14:paraId="2623E575" w14:textId="651A576F" w:rsidR="00590882" w:rsidRDefault="00865CA9" w:rsidP="00473839">
          <w:pPr>
            <w:pStyle w:val="ASDEFCONHeaderFooterClassification"/>
          </w:pPr>
          <w:fldSimple w:instr=" DOCPROPERTY Classification ">
            <w:r w:rsidR="00590882">
              <w:t>OFFICIAL</w:t>
            </w:r>
          </w:fldSimple>
        </w:p>
      </w:tc>
    </w:tr>
    <w:tr w:rsidR="00590882" w14:paraId="5E2E9B6F" w14:textId="77777777" w:rsidTr="00473839">
      <w:tc>
        <w:tcPr>
          <w:tcW w:w="2500" w:type="pct"/>
        </w:tcPr>
        <w:p w14:paraId="41579206" w14:textId="40F86A1F" w:rsidR="00590882" w:rsidRDefault="00865CA9" w:rsidP="00473839">
          <w:pPr>
            <w:pStyle w:val="ASDEFCONHeaderFooterLeft"/>
          </w:pPr>
          <w:fldSimple w:instr=" DOCPROPERTY Header_Left ">
            <w:r w:rsidR="00590882">
              <w:t>ASDEFCON (Complex Materiel) Volume 1</w:t>
            </w:r>
          </w:fldSimple>
        </w:p>
      </w:tc>
      <w:tc>
        <w:tcPr>
          <w:tcW w:w="2500" w:type="pct"/>
        </w:tcPr>
        <w:p w14:paraId="5789D7F4" w14:textId="77777777" w:rsidR="00590882" w:rsidRDefault="00865CA9" w:rsidP="00473839">
          <w:pPr>
            <w:pStyle w:val="ASDEFCONHeaderFooterRight"/>
          </w:pPr>
          <w:fldSimple w:instr=" DOCPROPERTY Header_Right ">
            <w:r w:rsidR="00590882">
              <w:t>PART 1</w:t>
            </w:r>
          </w:fldSimple>
        </w:p>
      </w:tc>
    </w:tr>
  </w:tbl>
  <w:p w14:paraId="3D0DCB77" w14:textId="77777777" w:rsidR="00590882" w:rsidRPr="00B85567" w:rsidRDefault="00590882" w:rsidP="00473839">
    <w:pPr>
      <w:pStyle w:val="ASDEFCONTitle"/>
    </w:pPr>
    <w:r>
      <w:t>ANNEX 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C419B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9463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ED6AF6A"/>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A27CDCA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59E49D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C61D5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2C52CE4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4B8251E"/>
    <w:lvl w:ilvl="0">
      <w:start w:val="1"/>
      <w:numFmt w:val="decimal"/>
      <w:lvlText w:val="%1."/>
      <w:lvlJc w:val="left"/>
      <w:pPr>
        <w:tabs>
          <w:tab w:val="num" w:pos="360"/>
        </w:tabs>
        <w:ind w:left="360" w:hanging="360"/>
      </w:pPr>
    </w:lvl>
  </w:abstractNum>
  <w:abstractNum w:abstractNumId="8" w15:restartNumberingAfterBreak="0">
    <w:nsid w:val="FFFFFFFE"/>
    <w:multiLevelType w:val="singleLevel"/>
    <w:tmpl w:val="383826F8"/>
    <w:lvl w:ilvl="0">
      <w:numFmt w:val="decimal"/>
      <w:pStyle w:val="Bullet"/>
      <w:lvlText w:val="*"/>
      <w:lvlJc w:val="left"/>
      <w:rPr>
        <w:rFonts w:cs="Times New Roman"/>
      </w:rPr>
    </w:lvl>
  </w:abstractNum>
  <w:abstractNum w:abstractNumId="9" w15:restartNumberingAfterBreak="0">
    <w:nsid w:val="068143C2"/>
    <w:multiLevelType w:val="hybridMultilevel"/>
    <w:tmpl w:val="AC6A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176BEF"/>
    <w:multiLevelType w:val="hybridMultilevel"/>
    <w:tmpl w:val="09382C6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36A6FBD"/>
    <w:multiLevelType w:val="multilevel"/>
    <w:tmpl w:val="0C09001F"/>
    <w:styleLink w:val="111111"/>
    <w:lvl w:ilvl="0">
      <w:start w:val="1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4606CBE"/>
    <w:multiLevelType w:val="hybridMultilevel"/>
    <w:tmpl w:val="49E42AE2"/>
    <w:lvl w:ilvl="0" w:tplc="6F1E504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9A7CD1"/>
    <w:multiLevelType w:val="hybridMultilevel"/>
    <w:tmpl w:val="87BE1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7"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1750B4"/>
    <w:multiLevelType w:val="hybridMultilevel"/>
    <w:tmpl w:val="933CF72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51A2691"/>
    <w:multiLevelType w:val="singleLevel"/>
    <w:tmpl w:val="A4E0AAAA"/>
    <w:lvl w:ilvl="0">
      <w:start w:val="1"/>
      <w:numFmt w:val="bullet"/>
      <w:lvlText w:val=""/>
      <w:lvlJc w:val="left"/>
      <w:pPr>
        <w:tabs>
          <w:tab w:val="num" w:pos="567"/>
        </w:tabs>
        <w:ind w:left="567" w:hanging="567"/>
      </w:pPr>
      <w:rPr>
        <w:rFonts w:ascii="Symbol" w:hAnsi="Symbol" w:hint="default"/>
      </w:rPr>
    </w:lvl>
  </w:abstractNum>
  <w:abstractNum w:abstractNumId="5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8"/>
  </w:num>
  <w:num w:numId="3">
    <w:abstractNumId w:val="36"/>
  </w:num>
  <w:num w:numId="4">
    <w:abstractNumId w:val="43"/>
  </w:num>
  <w:num w:numId="5">
    <w:abstractNumId w:val="22"/>
  </w:num>
  <w:num w:numId="6">
    <w:abstractNumId w:val="24"/>
  </w:num>
  <w:num w:numId="7">
    <w:abstractNumId w:val="45"/>
  </w:num>
  <w:num w:numId="8">
    <w:abstractNumId w:val="31"/>
  </w:num>
  <w:num w:numId="9">
    <w:abstractNumId w:val="37"/>
  </w:num>
  <w:num w:numId="10">
    <w:abstractNumId w:val="51"/>
  </w:num>
  <w:num w:numId="11">
    <w:abstractNumId w:val="25"/>
  </w:num>
  <w:num w:numId="12">
    <w:abstractNumId w:val="53"/>
  </w:num>
  <w:num w:numId="13">
    <w:abstractNumId w:val="21"/>
  </w:num>
  <w:num w:numId="14">
    <w:abstractNumId w:val="19"/>
  </w:num>
  <w:num w:numId="15">
    <w:abstractNumId w:val="11"/>
  </w:num>
  <w:num w:numId="16">
    <w:abstractNumId w:val="16"/>
  </w:num>
  <w:num w:numId="17">
    <w:abstractNumId w:val="27"/>
  </w:num>
  <w:num w:numId="18">
    <w:abstractNumId w:val="10"/>
  </w:num>
  <w:num w:numId="19">
    <w:abstractNumId w:val="48"/>
  </w:num>
  <w:num w:numId="20">
    <w:abstractNumId w:val="44"/>
  </w:num>
  <w:num w:numId="21">
    <w:abstractNumId w:val="14"/>
  </w:num>
  <w:num w:numId="22">
    <w:abstractNumId w:val="29"/>
  </w:num>
  <w:num w:numId="23">
    <w:abstractNumId w:val="41"/>
  </w:num>
  <w:num w:numId="24">
    <w:abstractNumId w:val="49"/>
  </w:num>
  <w:num w:numId="25">
    <w:abstractNumId w:val="49"/>
  </w:num>
  <w:num w:numId="26">
    <w:abstractNumId w:val="49"/>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50"/>
  </w:num>
  <w:num w:numId="31">
    <w:abstractNumId w:val="46"/>
  </w:num>
  <w:num w:numId="32">
    <w:abstractNumId w:val="48"/>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8"/>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num>
  <w:num w:numId="41">
    <w:abstractNumId w:val="17"/>
  </w:num>
  <w:num w:numId="42">
    <w:abstractNumId w:val="52"/>
  </w:num>
  <w:num w:numId="43">
    <w:abstractNumId w:val="26"/>
  </w:num>
  <w:num w:numId="44">
    <w:abstractNumId w:val="35"/>
  </w:num>
  <w:num w:numId="45">
    <w:abstractNumId w:val="20"/>
  </w:num>
  <w:num w:numId="46">
    <w:abstractNumId w:val="13"/>
  </w:num>
  <w:num w:numId="47">
    <w:abstractNumId w:val="39"/>
  </w:num>
  <w:num w:numId="48">
    <w:abstractNumId w:val="40"/>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num>
  <w:num w:numId="54">
    <w:abstractNumId w:val="4"/>
  </w:num>
  <w:num w:numId="55">
    <w:abstractNumId w:val="3"/>
  </w:num>
  <w:num w:numId="56">
    <w:abstractNumId w:val="7"/>
  </w:num>
  <w:num w:numId="57">
    <w:abstractNumId w:val="2"/>
  </w:num>
  <w:num w:numId="58">
    <w:abstractNumId w:val="1"/>
  </w:num>
  <w:num w:numId="59">
    <w:abstractNumId w:val="0"/>
  </w:num>
  <w:num w:numId="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num>
  <w:num w:numId="65">
    <w:abstractNumId w:val="23"/>
  </w:num>
  <w:num w:numId="66">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8">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70">
    <w:abstractNumId w:val="42"/>
  </w:num>
  <w:num w:numId="71">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72">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73">
    <w:abstractNumId w:val="32"/>
  </w:num>
  <w:num w:numId="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82C"/>
    <w:rsid w:val="00001E9C"/>
    <w:rsid w:val="00002884"/>
    <w:rsid w:val="00003C03"/>
    <w:rsid w:val="000043FA"/>
    <w:rsid w:val="0001526E"/>
    <w:rsid w:val="00016576"/>
    <w:rsid w:val="00023725"/>
    <w:rsid w:val="00025695"/>
    <w:rsid w:val="00026776"/>
    <w:rsid w:val="0003028F"/>
    <w:rsid w:val="00030C40"/>
    <w:rsid w:val="00031E74"/>
    <w:rsid w:val="00034E8A"/>
    <w:rsid w:val="00043CE0"/>
    <w:rsid w:val="00045FD8"/>
    <w:rsid w:val="00046465"/>
    <w:rsid w:val="00047C59"/>
    <w:rsid w:val="00054DCD"/>
    <w:rsid w:val="00055D16"/>
    <w:rsid w:val="0005658D"/>
    <w:rsid w:val="00060C06"/>
    <w:rsid w:val="00061A5C"/>
    <w:rsid w:val="000716A7"/>
    <w:rsid w:val="0007188A"/>
    <w:rsid w:val="00073325"/>
    <w:rsid w:val="000734B4"/>
    <w:rsid w:val="000734D4"/>
    <w:rsid w:val="000801BB"/>
    <w:rsid w:val="000815A6"/>
    <w:rsid w:val="00083DF1"/>
    <w:rsid w:val="000847A6"/>
    <w:rsid w:val="000859F1"/>
    <w:rsid w:val="00086FE2"/>
    <w:rsid w:val="00090C54"/>
    <w:rsid w:val="000930C3"/>
    <w:rsid w:val="000975B5"/>
    <w:rsid w:val="000A1863"/>
    <w:rsid w:val="000A2FB1"/>
    <w:rsid w:val="000B0541"/>
    <w:rsid w:val="000B15C4"/>
    <w:rsid w:val="000B578F"/>
    <w:rsid w:val="000B7157"/>
    <w:rsid w:val="000C0874"/>
    <w:rsid w:val="000C0AEB"/>
    <w:rsid w:val="000C0E45"/>
    <w:rsid w:val="000C23D1"/>
    <w:rsid w:val="000C4986"/>
    <w:rsid w:val="000D22DD"/>
    <w:rsid w:val="000E2484"/>
    <w:rsid w:val="000E3CF3"/>
    <w:rsid w:val="000E458C"/>
    <w:rsid w:val="000E6996"/>
    <w:rsid w:val="000F2429"/>
    <w:rsid w:val="000F49A7"/>
    <w:rsid w:val="000F5251"/>
    <w:rsid w:val="001006BE"/>
    <w:rsid w:val="00113CF4"/>
    <w:rsid w:val="00116919"/>
    <w:rsid w:val="00121BF5"/>
    <w:rsid w:val="0012326D"/>
    <w:rsid w:val="0013153F"/>
    <w:rsid w:val="00131C39"/>
    <w:rsid w:val="00136285"/>
    <w:rsid w:val="00142CAE"/>
    <w:rsid w:val="001509B4"/>
    <w:rsid w:val="00153F6F"/>
    <w:rsid w:val="00156665"/>
    <w:rsid w:val="0015770C"/>
    <w:rsid w:val="00162691"/>
    <w:rsid w:val="00167863"/>
    <w:rsid w:val="00170290"/>
    <w:rsid w:val="00173D03"/>
    <w:rsid w:val="001756C7"/>
    <w:rsid w:val="00192917"/>
    <w:rsid w:val="00192C48"/>
    <w:rsid w:val="00193A6A"/>
    <w:rsid w:val="00193D61"/>
    <w:rsid w:val="001A58C2"/>
    <w:rsid w:val="001B1A41"/>
    <w:rsid w:val="001B414C"/>
    <w:rsid w:val="001B4A53"/>
    <w:rsid w:val="001B605A"/>
    <w:rsid w:val="001B788C"/>
    <w:rsid w:val="001C453C"/>
    <w:rsid w:val="001D028B"/>
    <w:rsid w:val="001D6C02"/>
    <w:rsid w:val="001D7AAE"/>
    <w:rsid w:val="001E0411"/>
    <w:rsid w:val="001E685D"/>
    <w:rsid w:val="001E6E7E"/>
    <w:rsid w:val="001E75E1"/>
    <w:rsid w:val="001F027D"/>
    <w:rsid w:val="00200C77"/>
    <w:rsid w:val="00201D05"/>
    <w:rsid w:val="0020611D"/>
    <w:rsid w:val="00212C0D"/>
    <w:rsid w:val="00216B67"/>
    <w:rsid w:val="00217371"/>
    <w:rsid w:val="002213EF"/>
    <w:rsid w:val="0022758B"/>
    <w:rsid w:val="00227CB0"/>
    <w:rsid w:val="002308D9"/>
    <w:rsid w:val="0023370B"/>
    <w:rsid w:val="00236D0C"/>
    <w:rsid w:val="00237A21"/>
    <w:rsid w:val="002430B9"/>
    <w:rsid w:val="00245956"/>
    <w:rsid w:val="00253353"/>
    <w:rsid w:val="00254CA1"/>
    <w:rsid w:val="00290253"/>
    <w:rsid w:val="00294E98"/>
    <w:rsid w:val="002950B8"/>
    <w:rsid w:val="00295793"/>
    <w:rsid w:val="002A2708"/>
    <w:rsid w:val="002A30AA"/>
    <w:rsid w:val="002A4312"/>
    <w:rsid w:val="002A7DD3"/>
    <w:rsid w:val="002B25F8"/>
    <w:rsid w:val="002B5E48"/>
    <w:rsid w:val="002C21A1"/>
    <w:rsid w:val="002C4381"/>
    <w:rsid w:val="002C4A17"/>
    <w:rsid w:val="002C4D4B"/>
    <w:rsid w:val="002D0467"/>
    <w:rsid w:val="002D1EA9"/>
    <w:rsid w:val="002D263E"/>
    <w:rsid w:val="002D27BE"/>
    <w:rsid w:val="002D440D"/>
    <w:rsid w:val="002E1143"/>
    <w:rsid w:val="002E12AF"/>
    <w:rsid w:val="002E2080"/>
    <w:rsid w:val="002E32F1"/>
    <w:rsid w:val="002E451A"/>
    <w:rsid w:val="002F75BF"/>
    <w:rsid w:val="002F7623"/>
    <w:rsid w:val="00301B9B"/>
    <w:rsid w:val="00311467"/>
    <w:rsid w:val="003118EC"/>
    <w:rsid w:val="00311AD3"/>
    <w:rsid w:val="0031373F"/>
    <w:rsid w:val="00314D27"/>
    <w:rsid w:val="00315D78"/>
    <w:rsid w:val="00337036"/>
    <w:rsid w:val="0035037A"/>
    <w:rsid w:val="00354ADB"/>
    <w:rsid w:val="00356866"/>
    <w:rsid w:val="003613A6"/>
    <w:rsid w:val="00364E62"/>
    <w:rsid w:val="0037746B"/>
    <w:rsid w:val="0038534B"/>
    <w:rsid w:val="003934EF"/>
    <w:rsid w:val="003942ED"/>
    <w:rsid w:val="00394D71"/>
    <w:rsid w:val="00395D8E"/>
    <w:rsid w:val="00397AA6"/>
    <w:rsid w:val="003A6F61"/>
    <w:rsid w:val="003B0941"/>
    <w:rsid w:val="003B4AB8"/>
    <w:rsid w:val="003B58EA"/>
    <w:rsid w:val="003B5A97"/>
    <w:rsid w:val="003B76AB"/>
    <w:rsid w:val="003C3B37"/>
    <w:rsid w:val="003C53DA"/>
    <w:rsid w:val="003C7C16"/>
    <w:rsid w:val="003D2FAD"/>
    <w:rsid w:val="003D3418"/>
    <w:rsid w:val="003D65FA"/>
    <w:rsid w:val="003D68DF"/>
    <w:rsid w:val="003E33F4"/>
    <w:rsid w:val="003E43AA"/>
    <w:rsid w:val="003F0987"/>
    <w:rsid w:val="003F11B4"/>
    <w:rsid w:val="003F3129"/>
    <w:rsid w:val="003F4B9A"/>
    <w:rsid w:val="00400A5D"/>
    <w:rsid w:val="00404146"/>
    <w:rsid w:val="004146D6"/>
    <w:rsid w:val="00416117"/>
    <w:rsid w:val="0042226F"/>
    <w:rsid w:val="00430F0E"/>
    <w:rsid w:val="00432D37"/>
    <w:rsid w:val="00434AAF"/>
    <w:rsid w:val="004410DA"/>
    <w:rsid w:val="00441986"/>
    <w:rsid w:val="0044424A"/>
    <w:rsid w:val="00445D7B"/>
    <w:rsid w:val="004472D1"/>
    <w:rsid w:val="00447575"/>
    <w:rsid w:val="004563C6"/>
    <w:rsid w:val="00457970"/>
    <w:rsid w:val="00457E34"/>
    <w:rsid w:val="0046251D"/>
    <w:rsid w:val="00464322"/>
    <w:rsid w:val="00466C69"/>
    <w:rsid w:val="00471B5F"/>
    <w:rsid w:val="004726ED"/>
    <w:rsid w:val="00473839"/>
    <w:rsid w:val="00473E61"/>
    <w:rsid w:val="00483C4C"/>
    <w:rsid w:val="004872F5"/>
    <w:rsid w:val="0048761F"/>
    <w:rsid w:val="004A3D02"/>
    <w:rsid w:val="004A7903"/>
    <w:rsid w:val="004B18CD"/>
    <w:rsid w:val="004B71DF"/>
    <w:rsid w:val="004C1525"/>
    <w:rsid w:val="004C38A7"/>
    <w:rsid w:val="004C41D6"/>
    <w:rsid w:val="004D1422"/>
    <w:rsid w:val="004D204D"/>
    <w:rsid w:val="004E0284"/>
    <w:rsid w:val="004E0B39"/>
    <w:rsid w:val="004E3A1D"/>
    <w:rsid w:val="004E43A4"/>
    <w:rsid w:val="004E7EA8"/>
    <w:rsid w:val="004F064E"/>
    <w:rsid w:val="004F34F4"/>
    <w:rsid w:val="004F61A0"/>
    <w:rsid w:val="00500E74"/>
    <w:rsid w:val="00506B02"/>
    <w:rsid w:val="00507803"/>
    <w:rsid w:val="005079CF"/>
    <w:rsid w:val="00515151"/>
    <w:rsid w:val="00524A81"/>
    <w:rsid w:val="0053090C"/>
    <w:rsid w:val="00530EA9"/>
    <w:rsid w:val="00544470"/>
    <w:rsid w:val="00545B23"/>
    <w:rsid w:val="00550141"/>
    <w:rsid w:val="00564F29"/>
    <w:rsid w:val="0056708B"/>
    <w:rsid w:val="00577784"/>
    <w:rsid w:val="0058583E"/>
    <w:rsid w:val="00590882"/>
    <w:rsid w:val="005916A4"/>
    <w:rsid w:val="00592603"/>
    <w:rsid w:val="00592B0B"/>
    <w:rsid w:val="00592DCD"/>
    <w:rsid w:val="00597081"/>
    <w:rsid w:val="00597672"/>
    <w:rsid w:val="005A19DD"/>
    <w:rsid w:val="005A3204"/>
    <w:rsid w:val="005A3F30"/>
    <w:rsid w:val="005C1619"/>
    <w:rsid w:val="005C326B"/>
    <w:rsid w:val="005F075E"/>
    <w:rsid w:val="005F284E"/>
    <w:rsid w:val="005F373C"/>
    <w:rsid w:val="005F7573"/>
    <w:rsid w:val="0060345C"/>
    <w:rsid w:val="0060516F"/>
    <w:rsid w:val="006055A7"/>
    <w:rsid w:val="006117FE"/>
    <w:rsid w:val="0061226D"/>
    <w:rsid w:val="0061406B"/>
    <w:rsid w:val="006148E7"/>
    <w:rsid w:val="00615CEC"/>
    <w:rsid w:val="006172C7"/>
    <w:rsid w:val="00621209"/>
    <w:rsid w:val="006305B1"/>
    <w:rsid w:val="00632AF9"/>
    <w:rsid w:val="00636020"/>
    <w:rsid w:val="006373F5"/>
    <w:rsid w:val="00642146"/>
    <w:rsid w:val="0065014A"/>
    <w:rsid w:val="00651191"/>
    <w:rsid w:val="00651A8F"/>
    <w:rsid w:val="006529DA"/>
    <w:rsid w:val="00653329"/>
    <w:rsid w:val="006559C3"/>
    <w:rsid w:val="00657F4B"/>
    <w:rsid w:val="0066378A"/>
    <w:rsid w:val="00664CB4"/>
    <w:rsid w:val="00671AB1"/>
    <w:rsid w:val="00672AC9"/>
    <w:rsid w:val="00673C5A"/>
    <w:rsid w:val="00684614"/>
    <w:rsid w:val="00685C53"/>
    <w:rsid w:val="00687FB3"/>
    <w:rsid w:val="00690B42"/>
    <w:rsid w:val="006970AC"/>
    <w:rsid w:val="006A1256"/>
    <w:rsid w:val="006A19B3"/>
    <w:rsid w:val="006A23BC"/>
    <w:rsid w:val="006B0EDB"/>
    <w:rsid w:val="006B166D"/>
    <w:rsid w:val="006C1D16"/>
    <w:rsid w:val="006C4412"/>
    <w:rsid w:val="006D3445"/>
    <w:rsid w:val="006D43B8"/>
    <w:rsid w:val="006D611D"/>
    <w:rsid w:val="006E1A44"/>
    <w:rsid w:val="006E57F3"/>
    <w:rsid w:val="006E73F8"/>
    <w:rsid w:val="006F6360"/>
    <w:rsid w:val="00701859"/>
    <w:rsid w:val="00704632"/>
    <w:rsid w:val="007060E5"/>
    <w:rsid w:val="00707D52"/>
    <w:rsid w:val="00720ABF"/>
    <w:rsid w:val="00722A36"/>
    <w:rsid w:val="00724219"/>
    <w:rsid w:val="00725407"/>
    <w:rsid w:val="00732653"/>
    <w:rsid w:val="007335C0"/>
    <w:rsid w:val="00735192"/>
    <w:rsid w:val="00737B26"/>
    <w:rsid w:val="00742713"/>
    <w:rsid w:val="00745513"/>
    <w:rsid w:val="0074676B"/>
    <w:rsid w:val="00753338"/>
    <w:rsid w:val="007543BE"/>
    <w:rsid w:val="00756DB9"/>
    <w:rsid w:val="00756DEE"/>
    <w:rsid w:val="00763B1C"/>
    <w:rsid w:val="00764140"/>
    <w:rsid w:val="00764AC9"/>
    <w:rsid w:val="007669D1"/>
    <w:rsid w:val="00767E6E"/>
    <w:rsid w:val="00770FAA"/>
    <w:rsid w:val="00771C80"/>
    <w:rsid w:val="00775CE8"/>
    <w:rsid w:val="0078337D"/>
    <w:rsid w:val="007907ED"/>
    <w:rsid w:val="00791FDF"/>
    <w:rsid w:val="007A0682"/>
    <w:rsid w:val="007A2107"/>
    <w:rsid w:val="007A412D"/>
    <w:rsid w:val="007A710D"/>
    <w:rsid w:val="007B1C63"/>
    <w:rsid w:val="007C1B44"/>
    <w:rsid w:val="007C66EE"/>
    <w:rsid w:val="007D2462"/>
    <w:rsid w:val="007D2FD0"/>
    <w:rsid w:val="007D75F6"/>
    <w:rsid w:val="007E18F5"/>
    <w:rsid w:val="007E2142"/>
    <w:rsid w:val="007E3758"/>
    <w:rsid w:val="007F08C0"/>
    <w:rsid w:val="007F1F6D"/>
    <w:rsid w:val="007F2414"/>
    <w:rsid w:val="007F2E28"/>
    <w:rsid w:val="007F5F6A"/>
    <w:rsid w:val="00807FA5"/>
    <w:rsid w:val="008109D3"/>
    <w:rsid w:val="008110ED"/>
    <w:rsid w:val="008155D9"/>
    <w:rsid w:val="008164D7"/>
    <w:rsid w:val="008209C8"/>
    <w:rsid w:val="00830412"/>
    <w:rsid w:val="00830D62"/>
    <w:rsid w:val="0083205E"/>
    <w:rsid w:val="00836B22"/>
    <w:rsid w:val="008400C0"/>
    <w:rsid w:val="00842375"/>
    <w:rsid w:val="00855A04"/>
    <w:rsid w:val="008564A2"/>
    <w:rsid w:val="00856676"/>
    <w:rsid w:val="00861F7F"/>
    <w:rsid w:val="008634DD"/>
    <w:rsid w:val="00864962"/>
    <w:rsid w:val="00865CA9"/>
    <w:rsid w:val="008739B6"/>
    <w:rsid w:val="0087731E"/>
    <w:rsid w:val="00885217"/>
    <w:rsid w:val="00885BC1"/>
    <w:rsid w:val="008927B3"/>
    <w:rsid w:val="00895255"/>
    <w:rsid w:val="00897D13"/>
    <w:rsid w:val="008A539B"/>
    <w:rsid w:val="008A5A70"/>
    <w:rsid w:val="008A6497"/>
    <w:rsid w:val="008C0626"/>
    <w:rsid w:val="008C1789"/>
    <w:rsid w:val="008C67B7"/>
    <w:rsid w:val="008D5EA2"/>
    <w:rsid w:val="008E279E"/>
    <w:rsid w:val="008E2BAD"/>
    <w:rsid w:val="008E2D6B"/>
    <w:rsid w:val="008E386B"/>
    <w:rsid w:val="008E49EA"/>
    <w:rsid w:val="008E5A75"/>
    <w:rsid w:val="008F25FB"/>
    <w:rsid w:val="008F3228"/>
    <w:rsid w:val="00902D65"/>
    <w:rsid w:val="00903A01"/>
    <w:rsid w:val="00911B2B"/>
    <w:rsid w:val="00912FB7"/>
    <w:rsid w:val="00920223"/>
    <w:rsid w:val="00921549"/>
    <w:rsid w:val="00921802"/>
    <w:rsid w:val="00924400"/>
    <w:rsid w:val="00926340"/>
    <w:rsid w:val="00931B76"/>
    <w:rsid w:val="009372B6"/>
    <w:rsid w:val="00940D06"/>
    <w:rsid w:val="00942BFD"/>
    <w:rsid w:val="00945EAC"/>
    <w:rsid w:val="0095201A"/>
    <w:rsid w:val="0095229F"/>
    <w:rsid w:val="0095285A"/>
    <w:rsid w:val="0095395D"/>
    <w:rsid w:val="00954D0D"/>
    <w:rsid w:val="00956B74"/>
    <w:rsid w:val="00967408"/>
    <w:rsid w:val="009766CE"/>
    <w:rsid w:val="0098067F"/>
    <w:rsid w:val="0098559A"/>
    <w:rsid w:val="00986765"/>
    <w:rsid w:val="00990FB6"/>
    <w:rsid w:val="00991EB4"/>
    <w:rsid w:val="00992A10"/>
    <w:rsid w:val="00992B8B"/>
    <w:rsid w:val="00993720"/>
    <w:rsid w:val="00994F2F"/>
    <w:rsid w:val="009A794F"/>
    <w:rsid w:val="009A7AE9"/>
    <w:rsid w:val="009C168D"/>
    <w:rsid w:val="009C1AE3"/>
    <w:rsid w:val="009C1EF1"/>
    <w:rsid w:val="009C2797"/>
    <w:rsid w:val="009C522F"/>
    <w:rsid w:val="009D039B"/>
    <w:rsid w:val="009D3AAC"/>
    <w:rsid w:val="009E3850"/>
    <w:rsid w:val="009E5DCE"/>
    <w:rsid w:val="009E5F1B"/>
    <w:rsid w:val="00A1182C"/>
    <w:rsid w:val="00A13672"/>
    <w:rsid w:val="00A20B61"/>
    <w:rsid w:val="00A23F9C"/>
    <w:rsid w:val="00A25EE0"/>
    <w:rsid w:val="00A45303"/>
    <w:rsid w:val="00A4567A"/>
    <w:rsid w:val="00A47863"/>
    <w:rsid w:val="00A54764"/>
    <w:rsid w:val="00A55F02"/>
    <w:rsid w:val="00A6227A"/>
    <w:rsid w:val="00A656B1"/>
    <w:rsid w:val="00A65939"/>
    <w:rsid w:val="00A6691F"/>
    <w:rsid w:val="00A7169D"/>
    <w:rsid w:val="00A72F1E"/>
    <w:rsid w:val="00A76529"/>
    <w:rsid w:val="00A779CB"/>
    <w:rsid w:val="00A81102"/>
    <w:rsid w:val="00A85663"/>
    <w:rsid w:val="00A931FC"/>
    <w:rsid w:val="00A9564B"/>
    <w:rsid w:val="00AA024F"/>
    <w:rsid w:val="00AA1A36"/>
    <w:rsid w:val="00AA1D76"/>
    <w:rsid w:val="00AA2976"/>
    <w:rsid w:val="00AA3F03"/>
    <w:rsid w:val="00AA4AB1"/>
    <w:rsid w:val="00AB09FB"/>
    <w:rsid w:val="00AB0F52"/>
    <w:rsid w:val="00AB16BE"/>
    <w:rsid w:val="00AB40EE"/>
    <w:rsid w:val="00AB476E"/>
    <w:rsid w:val="00AB71F0"/>
    <w:rsid w:val="00AB7F88"/>
    <w:rsid w:val="00AC05DF"/>
    <w:rsid w:val="00AC44AC"/>
    <w:rsid w:val="00AC48EF"/>
    <w:rsid w:val="00AC49FA"/>
    <w:rsid w:val="00AD1765"/>
    <w:rsid w:val="00AD4937"/>
    <w:rsid w:val="00AD7170"/>
    <w:rsid w:val="00AE4BC5"/>
    <w:rsid w:val="00AE7EDD"/>
    <w:rsid w:val="00AF325F"/>
    <w:rsid w:val="00B01F1B"/>
    <w:rsid w:val="00B02CC4"/>
    <w:rsid w:val="00B04CAE"/>
    <w:rsid w:val="00B06E53"/>
    <w:rsid w:val="00B074F1"/>
    <w:rsid w:val="00B10AE3"/>
    <w:rsid w:val="00B2200E"/>
    <w:rsid w:val="00B243AF"/>
    <w:rsid w:val="00B271B4"/>
    <w:rsid w:val="00B32D64"/>
    <w:rsid w:val="00B3332C"/>
    <w:rsid w:val="00B3752B"/>
    <w:rsid w:val="00B4133F"/>
    <w:rsid w:val="00B431D2"/>
    <w:rsid w:val="00B435DA"/>
    <w:rsid w:val="00B44B1A"/>
    <w:rsid w:val="00B617C8"/>
    <w:rsid w:val="00B7143B"/>
    <w:rsid w:val="00B715E5"/>
    <w:rsid w:val="00B71B42"/>
    <w:rsid w:val="00B76D26"/>
    <w:rsid w:val="00B8148B"/>
    <w:rsid w:val="00B8338B"/>
    <w:rsid w:val="00B85BE3"/>
    <w:rsid w:val="00B86064"/>
    <w:rsid w:val="00B92355"/>
    <w:rsid w:val="00B9571C"/>
    <w:rsid w:val="00B97D8C"/>
    <w:rsid w:val="00B97E47"/>
    <w:rsid w:val="00BA38C3"/>
    <w:rsid w:val="00BA6EAB"/>
    <w:rsid w:val="00BA70B5"/>
    <w:rsid w:val="00BC0F3F"/>
    <w:rsid w:val="00BC55C6"/>
    <w:rsid w:val="00BD1FC2"/>
    <w:rsid w:val="00BD7163"/>
    <w:rsid w:val="00BE21E1"/>
    <w:rsid w:val="00BE6401"/>
    <w:rsid w:val="00BF243A"/>
    <w:rsid w:val="00BF4F00"/>
    <w:rsid w:val="00C003EF"/>
    <w:rsid w:val="00C1081F"/>
    <w:rsid w:val="00C1394C"/>
    <w:rsid w:val="00C14396"/>
    <w:rsid w:val="00C14419"/>
    <w:rsid w:val="00C16C4F"/>
    <w:rsid w:val="00C23488"/>
    <w:rsid w:val="00C27F01"/>
    <w:rsid w:val="00C317A8"/>
    <w:rsid w:val="00C31F3E"/>
    <w:rsid w:val="00C401F7"/>
    <w:rsid w:val="00C53B25"/>
    <w:rsid w:val="00C547C4"/>
    <w:rsid w:val="00C5689E"/>
    <w:rsid w:val="00C6063C"/>
    <w:rsid w:val="00C6386E"/>
    <w:rsid w:val="00C63E5B"/>
    <w:rsid w:val="00C65EDE"/>
    <w:rsid w:val="00C669EF"/>
    <w:rsid w:val="00C67D5B"/>
    <w:rsid w:val="00C763EA"/>
    <w:rsid w:val="00C7688C"/>
    <w:rsid w:val="00C81C10"/>
    <w:rsid w:val="00C85813"/>
    <w:rsid w:val="00C96DCB"/>
    <w:rsid w:val="00CA5F64"/>
    <w:rsid w:val="00CB2199"/>
    <w:rsid w:val="00CB3F93"/>
    <w:rsid w:val="00CC2F63"/>
    <w:rsid w:val="00CC6C6C"/>
    <w:rsid w:val="00CD3324"/>
    <w:rsid w:val="00CD524D"/>
    <w:rsid w:val="00CD52B9"/>
    <w:rsid w:val="00CD5A26"/>
    <w:rsid w:val="00CD73D6"/>
    <w:rsid w:val="00CF0FA5"/>
    <w:rsid w:val="00CF5456"/>
    <w:rsid w:val="00CF5C35"/>
    <w:rsid w:val="00CF6E43"/>
    <w:rsid w:val="00D021AE"/>
    <w:rsid w:val="00D027E8"/>
    <w:rsid w:val="00D03005"/>
    <w:rsid w:val="00D14E14"/>
    <w:rsid w:val="00D252B2"/>
    <w:rsid w:val="00D27728"/>
    <w:rsid w:val="00D31C63"/>
    <w:rsid w:val="00D33BDD"/>
    <w:rsid w:val="00D350EE"/>
    <w:rsid w:val="00D35A4E"/>
    <w:rsid w:val="00D42C09"/>
    <w:rsid w:val="00D471F0"/>
    <w:rsid w:val="00D47F51"/>
    <w:rsid w:val="00D5178C"/>
    <w:rsid w:val="00D51BA7"/>
    <w:rsid w:val="00D545E0"/>
    <w:rsid w:val="00D552BF"/>
    <w:rsid w:val="00D5553D"/>
    <w:rsid w:val="00D61CA6"/>
    <w:rsid w:val="00D6413E"/>
    <w:rsid w:val="00D64568"/>
    <w:rsid w:val="00D65C17"/>
    <w:rsid w:val="00D66B67"/>
    <w:rsid w:val="00D75FAF"/>
    <w:rsid w:val="00D97F7D"/>
    <w:rsid w:val="00DA02EB"/>
    <w:rsid w:val="00DA2595"/>
    <w:rsid w:val="00DA6403"/>
    <w:rsid w:val="00DA7B32"/>
    <w:rsid w:val="00DB0EE1"/>
    <w:rsid w:val="00DB5B7B"/>
    <w:rsid w:val="00DB64A7"/>
    <w:rsid w:val="00DD3515"/>
    <w:rsid w:val="00DD6B80"/>
    <w:rsid w:val="00DE4F6C"/>
    <w:rsid w:val="00DE5B88"/>
    <w:rsid w:val="00DE5D2B"/>
    <w:rsid w:val="00DF5AE1"/>
    <w:rsid w:val="00DF5FCE"/>
    <w:rsid w:val="00DF6812"/>
    <w:rsid w:val="00E037F0"/>
    <w:rsid w:val="00E039A9"/>
    <w:rsid w:val="00E04203"/>
    <w:rsid w:val="00E045C0"/>
    <w:rsid w:val="00E04AA6"/>
    <w:rsid w:val="00E115D5"/>
    <w:rsid w:val="00E11874"/>
    <w:rsid w:val="00E1241B"/>
    <w:rsid w:val="00E1467F"/>
    <w:rsid w:val="00E15A4A"/>
    <w:rsid w:val="00E20833"/>
    <w:rsid w:val="00E24C6C"/>
    <w:rsid w:val="00E26598"/>
    <w:rsid w:val="00E26CA1"/>
    <w:rsid w:val="00E30561"/>
    <w:rsid w:val="00E31D77"/>
    <w:rsid w:val="00E31EE5"/>
    <w:rsid w:val="00E331A3"/>
    <w:rsid w:val="00E36A9A"/>
    <w:rsid w:val="00E401B9"/>
    <w:rsid w:val="00E40ABE"/>
    <w:rsid w:val="00E44657"/>
    <w:rsid w:val="00E464B7"/>
    <w:rsid w:val="00E46792"/>
    <w:rsid w:val="00E529EF"/>
    <w:rsid w:val="00E60680"/>
    <w:rsid w:val="00E64464"/>
    <w:rsid w:val="00E656E2"/>
    <w:rsid w:val="00E7332B"/>
    <w:rsid w:val="00E87CFF"/>
    <w:rsid w:val="00EA31C2"/>
    <w:rsid w:val="00EA6B1E"/>
    <w:rsid w:val="00EA7CF8"/>
    <w:rsid w:val="00EB0366"/>
    <w:rsid w:val="00EB3A3D"/>
    <w:rsid w:val="00ED6747"/>
    <w:rsid w:val="00ED6755"/>
    <w:rsid w:val="00EE5572"/>
    <w:rsid w:val="00EF2533"/>
    <w:rsid w:val="00EF775A"/>
    <w:rsid w:val="00EF7C0E"/>
    <w:rsid w:val="00F14E8A"/>
    <w:rsid w:val="00F25E54"/>
    <w:rsid w:val="00F2630C"/>
    <w:rsid w:val="00F26744"/>
    <w:rsid w:val="00F26DDA"/>
    <w:rsid w:val="00F30AC1"/>
    <w:rsid w:val="00F32680"/>
    <w:rsid w:val="00F355B4"/>
    <w:rsid w:val="00F37F43"/>
    <w:rsid w:val="00F50ECB"/>
    <w:rsid w:val="00F51769"/>
    <w:rsid w:val="00F532D0"/>
    <w:rsid w:val="00F56A20"/>
    <w:rsid w:val="00F619D5"/>
    <w:rsid w:val="00F66727"/>
    <w:rsid w:val="00F711A4"/>
    <w:rsid w:val="00F81959"/>
    <w:rsid w:val="00F82328"/>
    <w:rsid w:val="00F82692"/>
    <w:rsid w:val="00F842AE"/>
    <w:rsid w:val="00F91C0D"/>
    <w:rsid w:val="00F97DF9"/>
    <w:rsid w:val="00FA4D2A"/>
    <w:rsid w:val="00FA6472"/>
    <w:rsid w:val="00FB11B6"/>
    <w:rsid w:val="00FB1A51"/>
    <w:rsid w:val="00FB6856"/>
    <w:rsid w:val="00FC00B2"/>
    <w:rsid w:val="00FC420E"/>
    <w:rsid w:val="00FC4B58"/>
    <w:rsid w:val="00FC4CBC"/>
    <w:rsid w:val="00FD609F"/>
    <w:rsid w:val="00FD7B52"/>
    <w:rsid w:val="00FE5197"/>
    <w:rsid w:val="00FE557F"/>
    <w:rsid w:val="00FE67D3"/>
    <w:rsid w:val="00FF30EE"/>
    <w:rsid w:val="00FF3C96"/>
    <w:rsid w:val="00FF47BA"/>
    <w:rsid w:val="00FF5A8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4AF43C"/>
  <w15:docId w15:val="{E0BCBCB1-97ED-4FF5-8ADB-52EBE176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C16"/>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autoRedefine/>
    <w:qFormat/>
    <w:rsid w:val="003C7C16"/>
    <w:pPr>
      <w:keepNext/>
      <w:spacing w:before="240" w:after="60"/>
      <w:outlineLvl w:val="0"/>
    </w:pPr>
    <w:rPr>
      <w:rFonts w:cs="Arial"/>
      <w:b/>
      <w:bCs/>
      <w:kern w:val="32"/>
      <w:sz w:val="32"/>
      <w:szCs w:val="32"/>
    </w:rPr>
  </w:style>
  <w:style w:type="paragraph" w:styleId="Heading2">
    <w:name w:val="heading 2"/>
    <w:aliases w:val="B Sub/Bold,B Sub/Bold1,B Sub/Bold11,B Sub/Bold12,B Sub/Bold13,B Sub/Bold2,B Sub/Bold3,B Sub/Bold4,H2,Head hdbk,Para 2,Para2,SubPara,Top 2,h2,h2 main heading,h2 main heading1,h2 main heading2,h2 main heading3,new heading two"/>
    <w:basedOn w:val="Normal"/>
    <w:next w:val="Normal"/>
    <w:link w:val="Heading2Char"/>
    <w:unhideWhenUsed/>
    <w:qFormat/>
    <w:rsid w:val="003C7C16"/>
    <w:pPr>
      <w:keepNext/>
      <w:keepLines/>
      <w:spacing w:before="200" w:after="0"/>
      <w:outlineLvl w:val="1"/>
    </w:pPr>
    <w:rPr>
      <w:rFonts w:ascii="Cambria" w:hAnsi="Cambria"/>
      <w:b/>
      <w:bCs/>
      <w:color w:val="4F81BD"/>
      <w:sz w:val="26"/>
      <w:szCs w:val="26"/>
    </w:rPr>
  </w:style>
  <w:style w:type="paragraph" w:styleId="Heading3">
    <w:name w:val="heading 3"/>
    <w:aliases w:val="(1),3,C Sub-Sub/Italic,C Sub-Sub/Italic1,H3,Head 3,Head 31,Head 32,Major Sections,Para 3,Para3,Sub2Para,h3,h3 sub heading,head3hdbk,subsub"/>
    <w:basedOn w:val="Normal"/>
    <w:next w:val="Normal"/>
    <w:link w:val="Heading3Char"/>
    <w:uiPriority w:val="9"/>
    <w:qFormat/>
    <w:rsid w:val="0058583E"/>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58583E"/>
    <w:pPr>
      <w:keepNext/>
      <w:keepLines/>
      <w:spacing w:before="200" w:after="60"/>
      <w:outlineLvl w:val="3"/>
    </w:pPr>
    <w:rPr>
      <w:b/>
      <w:bCs/>
      <w:i/>
      <w:iCs/>
    </w:rPr>
  </w:style>
  <w:style w:type="paragraph" w:styleId="Heading5">
    <w:name w:val="heading 5"/>
    <w:basedOn w:val="Normal"/>
    <w:next w:val="Normal"/>
    <w:qFormat/>
    <w:rsid w:val="00675F3C"/>
    <w:pPr>
      <w:numPr>
        <w:ilvl w:val="4"/>
        <w:numId w:val="3"/>
      </w:numPr>
      <w:spacing w:before="240" w:after="60"/>
      <w:outlineLvl w:val="4"/>
    </w:pPr>
    <w:rPr>
      <w:b/>
      <w:bCs/>
      <w:iCs/>
      <w:szCs w:val="26"/>
    </w:rPr>
  </w:style>
  <w:style w:type="paragraph" w:styleId="Heading6">
    <w:name w:val="heading 6"/>
    <w:aliases w:val="5,Spare2,sd,sub-dash"/>
    <w:basedOn w:val="Normal"/>
    <w:next w:val="Normal"/>
    <w:qFormat/>
    <w:rsid w:val="00675F3C"/>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675F3C"/>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675F3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675F3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3C7C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C16"/>
  </w:style>
  <w:style w:type="paragraph" w:styleId="BodyText">
    <w:name w:val="Body Text"/>
    <w:basedOn w:val="Normal"/>
    <w:link w:val="BodyTextChar"/>
    <w:rsid w:val="00675F3C"/>
  </w:style>
  <w:style w:type="character" w:customStyle="1" w:styleId="BodyTextChar">
    <w:name w:val="Body Text Char"/>
    <w:link w:val="BodyText"/>
    <w:locked/>
    <w:rsid w:val="00042A2E"/>
    <w:rPr>
      <w:rFonts w:ascii="Arial" w:eastAsia="Calibri" w:hAnsi="Arial"/>
      <w:szCs w:val="22"/>
      <w:lang w:val="en-AU" w:eastAsia="en-US" w:bidi="ar-SA"/>
    </w:rPr>
  </w:style>
  <w:style w:type="character" w:styleId="CommentReference">
    <w:name w:val="annotation reference"/>
    <w:uiPriority w:val="99"/>
    <w:semiHidden/>
    <w:rPr>
      <w:sz w:val="16"/>
    </w:rPr>
  </w:style>
  <w:style w:type="paragraph" w:styleId="CommentText">
    <w:name w:val="annotation text"/>
    <w:basedOn w:val="Normal"/>
    <w:link w:val="CommentTextChar"/>
    <w:semiHidden/>
  </w:style>
  <w:style w:type="character" w:styleId="PageNumber">
    <w:name w:val="page number"/>
    <w:basedOn w:val="DefaultParagraphFont"/>
    <w:semiHidden/>
  </w:style>
  <w:style w:type="paragraph" w:styleId="Header">
    <w:name w:val="header"/>
    <w:basedOn w:val="Normal"/>
    <w:semiHidden/>
    <w:pPr>
      <w:tabs>
        <w:tab w:val="right" w:pos="9090"/>
      </w:tabs>
      <w:ind w:left="864" w:hanging="864"/>
    </w:pPr>
    <w:rPr>
      <w:sz w:val="16"/>
    </w:rPr>
  </w:style>
  <w:style w:type="paragraph" w:styleId="Footer">
    <w:name w:val="footer"/>
    <w:basedOn w:val="Normal"/>
    <w:next w:val="Normal"/>
    <w:semiHidden/>
    <w:pPr>
      <w:tabs>
        <w:tab w:val="right" w:pos="9072"/>
      </w:tabs>
    </w:pPr>
    <w:rPr>
      <w:sz w:val="16"/>
    </w:rPr>
  </w:style>
  <w:style w:type="character" w:styleId="Hyperlink">
    <w:name w:val="Hyperlink"/>
    <w:uiPriority w:val="99"/>
    <w:unhideWhenUsed/>
    <w:rsid w:val="003C7C16"/>
    <w:rPr>
      <w:color w:val="0000FF"/>
      <w:u w:val="single"/>
    </w:rPr>
  </w:style>
  <w:style w:type="paragraph" w:styleId="BodyTextIndent2">
    <w:name w:val="Body Text Indent 2"/>
    <w:basedOn w:val="Normal"/>
    <w:semiHidden/>
    <w:pPr>
      <w:ind w:left="1440"/>
    </w:pPr>
    <w:rPr>
      <w:sz w:val="24"/>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ind w:left="810" w:hanging="810"/>
    </w:pPr>
  </w:style>
  <w:style w:type="paragraph" w:styleId="BodyText3">
    <w:name w:val="Body Text 3"/>
    <w:basedOn w:val="Normal"/>
    <w:semiHidden/>
    <w:pPr>
      <w:spacing w:after="240"/>
    </w:p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semiHidden/>
    <w:pPr>
      <w:widowControl w:val="0"/>
      <w:spacing w:after="220"/>
    </w:pPr>
    <w:rPr>
      <w:rFonts w:ascii="Times New Roman" w:hAnsi="Times New Roman"/>
    </w:rPr>
  </w:style>
  <w:style w:type="paragraph" w:styleId="FootnoteText">
    <w:name w:val="footnote text"/>
    <w:basedOn w:val="Normal"/>
    <w:semiHidden/>
    <w:rsid w:val="003C7C16"/>
    <w:rPr>
      <w:szCs w:val="20"/>
    </w:rPr>
  </w:style>
  <w:style w:type="character" w:styleId="FootnoteReference">
    <w:name w:val="footnote reference"/>
    <w:semiHidden/>
    <w:rPr>
      <w:vertAlign w:val="superscript"/>
    </w:rPr>
  </w:style>
  <w:style w:type="paragraph" w:styleId="EndnoteText">
    <w:name w:val="endnote text"/>
    <w:basedOn w:val="Normal"/>
    <w:semiHidden/>
    <w:rsid w:val="00675F3C"/>
    <w:rPr>
      <w:szCs w:val="20"/>
    </w:rPr>
  </w:style>
  <w:style w:type="character" w:styleId="EndnoteReference">
    <w:name w:val="endnote reference"/>
    <w:semiHidden/>
    <w:rPr>
      <w:vertAlign w:val="superscript"/>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3C7C1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3C7C16"/>
    <w:pPr>
      <w:tabs>
        <w:tab w:val="right" w:leader="dot" w:pos="9015"/>
      </w:tabs>
      <w:spacing w:after="60"/>
      <w:ind w:left="1417" w:hanging="850"/>
    </w:pPr>
    <w:rPr>
      <w:rFonts w:ascii="Arial" w:hAnsi="Arial" w:cs="Arial"/>
      <w:szCs w:val="24"/>
    </w:rPr>
  </w:style>
  <w:style w:type="paragraph" w:styleId="TOC3">
    <w:name w:val="toc 3"/>
    <w:basedOn w:val="Normal"/>
    <w:next w:val="Normal"/>
    <w:autoRedefine/>
    <w:rsid w:val="003C7C16"/>
    <w:pPr>
      <w:spacing w:after="100"/>
      <w:ind w:left="400"/>
    </w:pPr>
  </w:style>
  <w:style w:type="paragraph" w:styleId="TOC4">
    <w:name w:val="toc 4"/>
    <w:basedOn w:val="Normal"/>
    <w:next w:val="Normal"/>
    <w:autoRedefine/>
    <w:rsid w:val="003C7C16"/>
    <w:pPr>
      <w:spacing w:after="100"/>
      <w:ind w:left="600"/>
    </w:pPr>
  </w:style>
  <w:style w:type="paragraph" w:styleId="TOC5">
    <w:name w:val="toc 5"/>
    <w:basedOn w:val="Normal"/>
    <w:next w:val="Normal"/>
    <w:autoRedefine/>
    <w:rsid w:val="003C7C16"/>
    <w:pPr>
      <w:spacing w:after="100"/>
      <w:ind w:left="800"/>
    </w:pPr>
  </w:style>
  <w:style w:type="paragraph" w:styleId="TOC6">
    <w:name w:val="toc 6"/>
    <w:basedOn w:val="Normal"/>
    <w:next w:val="Normal"/>
    <w:autoRedefine/>
    <w:rsid w:val="003C7C16"/>
    <w:pPr>
      <w:spacing w:after="100"/>
      <w:ind w:left="1000"/>
    </w:pPr>
  </w:style>
  <w:style w:type="paragraph" w:styleId="TOC7">
    <w:name w:val="toc 7"/>
    <w:basedOn w:val="Normal"/>
    <w:next w:val="Normal"/>
    <w:autoRedefine/>
    <w:rsid w:val="003C7C16"/>
    <w:pPr>
      <w:spacing w:after="100"/>
      <w:ind w:left="1200"/>
    </w:pPr>
  </w:style>
  <w:style w:type="paragraph" w:styleId="TOC8">
    <w:name w:val="toc 8"/>
    <w:basedOn w:val="Normal"/>
    <w:next w:val="Normal"/>
    <w:autoRedefine/>
    <w:rsid w:val="003C7C16"/>
    <w:pPr>
      <w:spacing w:after="100"/>
      <w:ind w:left="1400"/>
    </w:pPr>
  </w:style>
  <w:style w:type="paragraph" w:styleId="TOC9">
    <w:name w:val="toc 9"/>
    <w:basedOn w:val="Normal"/>
    <w:next w:val="Normal"/>
    <w:autoRedefine/>
    <w:rsid w:val="003C7C16"/>
    <w:pPr>
      <w:spacing w:after="100"/>
      <w:ind w:left="1600"/>
    </w:pPr>
  </w:style>
  <w:style w:type="paragraph" w:styleId="NormalIndent">
    <w:name w:val="Normal Indent"/>
    <w:basedOn w:val="Normal"/>
    <w:semiHidden/>
    <w:pPr>
      <w:spacing w:after="0"/>
      <w:ind w:left="720"/>
    </w:pPr>
  </w:style>
  <w:style w:type="paragraph" w:styleId="BodyTextIndent">
    <w:name w:val="Body Text Indent"/>
    <w:basedOn w:val="Normal"/>
    <w:link w:val="BodyTextIndentChar"/>
    <w:semiHidden/>
    <w:pPr>
      <w:ind w:left="851"/>
    </w:pPr>
    <w:rPr>
      <w:b/>
    </w:rPr>
  </w:style>
  <w:style w:type="paragraph" w:styleId="PlainText">
    <w:name w:val="Plain Text"/>
    <w:basedOn w:val="Normal"/>
    <w:semiHidden/>
    <w:rPr>
      <w:rFonts w:ascii="Courier New" w:hAnsi="Courier New"/>
    </w:rPr>
  </w:style>
  <w:style w:type="paragraph" w:styleId="BalloonText">
    <w:name w:val="Balloon Text"/>
    <w:basedOn w:val="Normal"/>
    <w:link w:val="BalloonTextChar"/>
    <w:autoRedefine/>
    <w:rsid w:val="00D21754"/>
    <w:rPr>
      <w:sz w:val="18"/>
      <w:szCs w:val="20"/>
    </w:r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CommentSubject">
    <w:name w:val="annotation subject"/>
    <w:basedOn w:val="CommentText"/>
    <w:next w:val="CommentText"/>
    <w:semiHidden/>
    <w:rsid w:val="0063636B"/>
    <w:rPr>
      <w:b/>
      <w:bCs/>
    </w:rPr>
  </w:style>
  <w:style w:type="table" w:styleId="TableGrid">
    <w:name w:val="Table Grid"/>
    <w:basedOn w:val="TableNormal"/>
    <w:uiPriority w:val="59"/>
    <w:rsid w:val="00675F3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06BDD"/>
    <w:rPr>
      <w:rFonts w:ascii="Arial" w:eastAsia="Calibri" w:hAnsi="Arial"/>
      <w:szCs w:val="22"/>
      <w:lang w:eastAsia="en-US"/>
    </w:rPr>
  </w:style>
  <w:style w:type="paragraph" w:styleId="Caption">
    <w:name w:val="caption"/>
    <w:basedOn w:val="Normal"/>
    <w:next w:val="Normal"/>
    <w:qFormat/>
    <w:rsid w:val="003C7C16"/>
    <w:rPr>
      <w:b/>
      <w:bCs/>
      <w:szCs w:val="20"/>
    </w:rPr>
  </w:style>
  <w:style w:type="paragraph" w:customStyle="1" w:styleId="COTCOCLV2-ASDEFCON">
    <w:name w:val="COT/COC LV2 - ASDEFCON"/>
    <w:basedOn w:val="ASDEFCONNormal"/>
    <w:next w:val="COTCOCLV3-ASDEFCON"/>
    <w:rsid w:val="003C7C16"/>
    <w:pPr>
      <w:keepNext/>
      <w:keepLines/>
      <w:numPr>
        <w:ilvl w:val="1"/>
        <w:numId w:val="4"/>
      </w:numPr>
      <w:pBdr>
        <w:bottom w:val="single" w:sz="4" w:space="1" w:color="auto"/>
      </w:pBdr>
    </w:pPr>
    <w:rPr>
      <w:b/>
    </w:rPr>
  </w:style>
  <w:style w:type="paragraph" w:customStyle="1" w:styleId="ASDEFCONNormal">
    <w:name w:val="ASDEFCON Normal"/>
    <w:link w:val="ASDEFCONNormalChar"/>
    <w:rsid w:val="003C7C16"/>
    <w:pPr>
      <w:spacing w:after="120"/>
      <w:jc w:val="both"/>
    </w:pPr>
    <w:rPr>
      <w:rFonts w:ascii="Arial" w:hAnsi="Arial"/>
      <w:color w:val="000000"/>
      <w:szCs w:val="40"/>
    </w:rPr>
  </w:style>
  <w:style w:type="character" w:customStyle="1" w:styleId="ASDEFCONNormalChar">
    <w:name w:val="ASDEFCON Normal Char"/>
    <w:link w:val="ASDEFCONNormal"/>
    <w:rsid w:val="003C7C16"/>
    <w:rPr>
      <w:rFonts w:ascii="Arial" w:hAnsi="Arial"/>
      <w:color w:val="000000"/>
      <w:szCs w:val="40"/>
    </w:rPr>
  </w:style>
  <w:style w:type="paragraph" w:customStyle="1" w:styleId="COTCOCLV3-ASDEFCON">
    <w:name w:val="COT/COC LV3 - ASDEFCON"/>
    <w:basedOn w:val="ASDEFCONNormal"/>
    <w:rsid w:val="003C7C16"/>
    <w:pPr>
      <w:numPr>
        <w:ilvl w:val="2"/>
        <w:numId w:val="4"/>
      </w:numPr>
    </w:pPr>
  </w:style>
  <w:style w:type="paragraph" w:customStyle="1" w:styleId="COTCOCLV1-ASDEFCON">
    <w:name w:val="COT/COC LV1 - ASDEFCON"/>
    <w:basedOn w:val="ASDEFCONNormal"/>
    <w:next w:val="COTCOCLV2-ASDEFCON"/>
    <w:rsid w:val="003C7C16"/>
    <w:pPr>
      <w:keepNext/>
      <w:keepLines/>
      <w:numPr>
        <w:numId w:val="4"/>
      </w:numPr>
      <w:spacing w:before="240"/>
    </w:pPr>
    <w:rPr>
      <w:b/>
      <w:caps/>
    </w:rPr>
  </w:style>
  <w:style w:type="paragraph" w:customStyle="1" w:styleId="COTCOCLV4-ASDEFCON">
    <w:name w:val="COT/COC LV4 - ASDEFCON"/>
    <w:basedOn w:val="ASDEFCONNormal"/>
    <w:rsid w:val="003C7C16"/>
    <w:pPr>
      <w:numPr>
        <w:ilvl w:val="3"/>
        <w:numId w:val="4"/>
      </w:numPr>
    </w:pPr>
  </w:style>
  <w:style w:type="paragraph" w:customStyle="1" w:styleId="COTCOCLV5-ASDEFCON">
    <w:name w:val="COT/COC LV5 - ASDEFCON"/>
    <w:basedOn w:val="ASDEFCONNormal"/>
    <w:rsid w:val="003C7C16"/>
    <w:pPr>
      <w:numPr>
        <w:ilvl w:val="4"/>
        <w:numId w:val="4"/>
      </w:numPr>
    </w:pPr>
  </w:style>
  <w:style w:type="paragraph" w:customStyle="1" w:styleId="COTCOCLV6-ASDEFCON">
    <w:name w:val="COT/COC LV6 - ASDEFCON"/>
    <w:basedOn w:val="ASDEFCONNormal"/>
    <w:rsid w:val="003C7C16"/>
    <w:pPr>
      <w:keepLines/>
      <w:numPr>
        <w:ilvl w:val="5"/>
        <w:numId w:val="4"/>
      </w:numPr>
    </w:pPr>
  </w:style>
  <w:style w:type="paragraph" w:customStyle="1" w:styleId="ASDEFCONOption">
    <w:name w:val="ASDEFCON Option"/>
    <w:basedOn w:val="ASDEFCONNormal"/>
    <w:rsid w:val="003C7C16"/>
    <w:pPr>
      <w:keepNext/>
      <w:spacing w:before="60"/>
    </w:pPr>
    <w:rPr>
      <w:b/>
      <w:i/>
      <w:szCs w:val="24"/>
    </w:rPr>
  </w:style>
  <w:style w:type="paragraph" w:customStyle="1" w:styleId="NoteToDrafters-ASDEFCON">
    <w:name w:val="Note To Drafters - ASDEFCON"/>
    <w:basedOn w:val="ASDEFCONNormal"/>
    <w:link w:val="NoteToDrafters-ASDEFCONChar"/>
    <w:rsid w:val="003C7C16"/>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3C7C16"/>
    <w:pPr>
      <w:keepNext/>
      <w:shd w:val="pct15" w:color="auto" w:fill="auto"/>
    </w:pPr>
    <w:rPr>
      <w:b/>
      <w:i/>
    </w:rPr>
  </w:style>
  <w:style w:type="paragraph" w:customStyle="1" w:styleId="ASDEFCONTitle">
    <w:name w:val="ASDEFCON Title"/>
    <w:basedOn w:val="ASDEFCONNormal"/>
    <w:rsid w:val="003C7C16"/>
    <w:pPr>
      <w:keepLines/>
      <w:spacing w:before="240"/>
      <w:jc w:val="center"/>
    </w:pPr>
    <w:rPr>
      <w:b/>
      <w:caps/>
    </w:rPr>
  </w:style>
  <w:style w:type="paragraph" w:customStyle="1" w:styleId="ATTANNLV1-ASDEFCON">
    <w:name w:val="ATT/ANN LV1 - ASDEFCON"/>
    <w:basedOn w:val="ASDEFCONNormal"/>
    <w:next w:val="ATTANNLV2-ASDEFCON"/>
    <w:rsid w:val="003C7C16"/>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C7C16"/>
    <w:pPr>
      <w:numPr>
        <w:ilvl w:val="1"/>
        <w:numId w:val="24"/>
      </w:numPr>
    </w:pPr>
    <w:rPr>
      <w:szCs w:val="24"/>
    </w:rPr>
  </w:style>
  <w:style w:type="character" w:customStyle="1" w:styleId="ATTANNLV2-ASDEFCONChar">
    <w:name w:val="ATT/ANN LV2 - ASDEFCON Char"/>
    <w:link w:val="ATTANNLV2-ASDEFCON"/>
    <w:rsid w:val="003C7C16"/>
    <w:rPr>
      <w:rFonts w:ascii="Arial" w:hAnsi="Arial"/>
      <w:color w:val="000000"/>
      <w:szCs w:val="24"/>
    </w:rPr>
  </w:style>
  <w:style w:type="paragraph" w:customStyle="1" w:styleId="ATTANNLV3-ASDEFCON">
    <w:name w:val="ATT/ANN LV3 - ASDEFCON"/>
    <w:basedOn w:val="ASDEFCONNormal"/>
    <w:rsid w:val="003C7C16"/>
    <w:pPr>
      <w:numPr>
        <w:ilvl w:val="2"/>
        <w:numId w:val="24"/>
      </w:numPr>
    </w:pPr>
    <w:rPr>
      <w:szCs w:val="24"/>
    </w:rPr>
  </w:style>
  <w:style w:type="paragraph" w:customStyle="1" w:styleId="ATTANNLV4-ASDEFCON">
    <w:name w:val="ATT/ANN LV4 - ASDEFCON"/>
    <w:basedOn w:val="ASDEFCONNormal"/>
    <w:rsid w:val="003C7C16"/>
    <w:pPr>
      <w:numPr>
        <w:ilvl w:val="3"/>
        <w:numId w:val="24"/>
      </w:numPr>
    </w:pPr>
    <w:rPr>
      <w:szCs w:val="24"/>
    </w:rPr>
  </w:style>
  <w:style w:type="paragraph" w:customStyle="1" w:styleId="ASDEFCONCoverTitle">
    <w:name w:val="ASDEFCON Cover Title"/>
    <w:rsid w:val="003C7C16"/>
    <w:pPr>
      <w:jc w:val="center"/>
    </w:pPr>
    <w:rPr>
      <w:rFonts w:ascii="Georgia" w:hAnsi="Georgia"/>
      <w:b/>
      <w:color w:val="000000"/>
      <w:sz w:val="100"/>
      <w:szCs w:val="24"/>
    </w:rPr>
  </w:style>
  <w:style w:type="paragraph" w:customStyle="1" w:styleId="ASDEFCONHeaderFooterLeft">
    <w:name w:val="ASDEFCON Header/Footer Left"/>
    <w:basedOn w:val="ASDEFCONNormal"/>
    <w:rsid w:val="003C7C16"/>
    <w:pPr>
      <w:spacing w:after="0"/>
      <w:jc w:val="left"/>
    </w:pPr>
    <w:rPr>
      <w:sz w:val="16"/>
      <w:szCs w:val="24"/>
    </w:rPr>
  </w:style>
  <w:style w:type="paragraph" w:customStyle="1" w:styleId="ASDEFCONCoverPageIncorp">
    <w:name w:val="ASDEFCON Cover Page Incorp"/>
    <w:rsid w:val="003C7C1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C7C16"/>
    <w:rPr>
      <w:b/>
      <w:i/>
    </w:rPr>
  </w:style>
  <w:style w:type="paragraph" w:customStyle="1" w:styleId="COTCOCLV2NONUM-ASDEFCON">
    <w:name w:val="COT/COC LV2 NONUM - ASDEFCON"/>
    <w:basedOn w:val="COTCOCLV2-ASDEFCON"/>
    <w:next w:val="COTCOCLV3-ASDEFCON"/>
    <w:rsid w:val="003C7C1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C7C16"/>
    <w:pPr>
      <w:keepNext w:val="0"/>
      <w:numPr>
        <w:numId w:val="0"/>
      </w:numPr>
      <w:ind w:left="851"/>
    </w:pPr>
    <w:rPr>
      <w:bCs/>
      <w:szCs w:val="20"/>
    </w:rPr>
  </w:style>
  <w:style w:type="paragraph" w:customStyle="1" w:styleId="COTCOCLV3NONUM-ASDEFCON">
    <w:name w:val="COT/COC LV3 NONUM - ASDEFCON"/>
    <w:basedOn w:val="COTCOCLV3-ASDEFCON"/>
    <w:next w:val="COTCOCLV3-ASDEFCON"/>
    <w:rsid w:val="003C7C16"/>
    <w:pPr>
      <w:numPr>
        <w:ilvl w:val="0"/>
        <w:numId w:val="0"/>
      </w:numPr>
      <w:ind w:left="851"/>
    </w:pPr>
    <w:rPr>
      <w:szCs w:val="20"/>
    </w:rPr>
  </w:style>
  <w:style w:type="paragraph" w:customStyle="1" w:styleId="COTCOCLV4NONUM-ASDEFCON">
    <w:name w:val="COT/COC LV4 NONUM - ASDEFCON"/>
    <w:basedOn w:val="COTCOCLV4-ASDEFCON"/>
    <w:next w:val="COTCOCLV4-ASDEFCON"/>
    <w:rsid w:val="003C7C16"/>
    <w:pPr>
      <w:numPr>
        <w:ilvl w:val="0"/>
        <w:numId w:val="0"/>
      </w:numPr>
      <w:ind w:left="1418"/>
    </w:pPr>
    <w:rPr>
      <w:szCs w:val="20"/>
    </w:rPr>
  </w:style>
  <w:style w:type="paragraph" w:customStyle="1" w:styleId="COTCOCLV5NONUM-ASDEFCON">
    <w:name w:val="COT/COC LV5 NONUM - ASDEFCON"/>
    <w:basedOn w:val="COTCOCLV5-ASDEFCON"/>
    <w:next w:val="COTCOCLV5-ASDEFCON"/>
    <w:rsid w:val="003C7C16"/>
    <w:pPr>
      <w:numPr>
        <w:ilvl w:val="0"/>
        <w:numId w:val="0"/>
      </w:numPr>
      <w:ind w:left="1985"/>
    </w:pPr>
    <w:rPr>
      <w:szCs w:val="20"/>
    </w:rPr>
  </w:style>
  <w:style w:type="paragraph" w:customStyle="1" w:styleId="COTCOCLV6NONUM-ASDEFCON">
    <w:name w:val="COT/COC LV6 NONUM - ASDEFCON"/>
    <w:basedOn w:val="COTCOCLV6-ASDEFCON"/>
    <w:next w:val="COTCOCLV6-ASDEFCON"/>
    <w:rsid w:val="003C7C16"/>
    <w:pPr>
      <w:numPr>
        <w:ilvl w:val="0"/>
        <w:numId w:val="0"/>
      </w:numPr>
      <w:ind w:left="2552"/>
    </w:pPr>
    <w:rPr>
      <w:szCs w:val="20"/>
    </w:rPr>
  </w:style>
  <w:style w:type="paragraph" w:customStyle="1" w:styleId="ATTANNLV1NONUM-ASDEFCON">
    <w:name w:val="ATT/ANN LV1 NONUM - ASDEFCON"/>
    <w:basedOn w:val="ATTANNLV1-ASDEFCON"/>
    <w:next w:val="ATTANNLV2-ASDEFCON"/>
    <w:rsid w:val="003C7C16"/>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3C7C16"/>
    <w:pPr>
      <w:numPr>
        <w:ilvl w:val="0"/>
        <w:numId w:val="0"/>
      </w:numPr>
      <w:ind w:left="851"/>
    </w:pPr>
    <w:rPr>
      <w:szCs w:val="20"/>
    </w:rPr>
  </w:style>
  <w:style w:type="paragraph" w:customStyle="1" w:styleId="ATTANNLV3NONUM-ASDEFCON">
    <w:name w:val="ATT/ANN LV3 NONUM - ASDEFCON"/>
    <w:basedOn w:val="ATTANNLV3-ASDEFCON"/>
    <w:next w:val="ATTANNLV3-ASDEFCON"/>
    <w:rsid w:val="003C7C16"/>
    <w:pPr>
      <w:numPr>
        <w:ilvl w:val="0"/>
        <w:numId w:val="0"/>
      </w:numPr>
      <w:ind w:left="1418"/>
    </w:pPr>
    <w:rPr>
      <w:szCs w:val="20"/>
    </w:rPr>
  </w:style>
  <w:style w:type="paragraph" w:customStyle="1" w:styleId="ATTANNLV4NONUM-ASDEFCON">
    <w:name w:val="ATT/ANN LV4 NONUM - ASDEFCON"/>
    <w:basedOn w:val="ATTANNLV4-ASDEFCON"/>
    <w:next w:val="ATTANNLV4-ASDEFCON"/>
    <w:rsid w:val="003C7C16"/>
    <w:pPr>
      <w:numPr>
        <w:ilvl w:val="0"/>
        <w:numId w:val="0"/>
      </w:numPr>
      <w:ind w:left="1985"/>
    </w:pPr>
    <w:rPr>
      <w:szCs w:val="20"/>
    </w:rPr>
  </w:style>
  <w:style w:type="paragraph" w:customStyle="1" w:styleId="NoteToDraftersBullets-ASDEFCON">
    <w:name w:val="Note To Drafters Bullets - ASDEFCON"/>
    <w:basedOn w:val="NoteToDrafters-ASDEFCON"/>
    <w:rsid w:val="003C7C16"/>
    <w:pPr>
      <w:numPr>
        <w:numId w:val="5"/>
      </w:numPr>
    </w:pPr>
    <w:rPr>
      <w:bCs/>
      <w:iCs/>
      <w:szCs w:val="20"/>
    </w:rPr>
  </w:style>
  <w:style w:type="paragraph" w:customStyle="1" w:styleId="NoteToDraftersList-ASDEFCON">
    <w:name w:val="Note To Drafters List - ASDEFCON"/>
    <w:basedOn w:val="NoteToDrafters-ASDEFCON"/>
    <w:rsid w:val="003C7C16"/>
    <w:pPr>
      <w:numPr>
        <w:numId w:val="6"/>
      </w:numPr>
    </w:pPr>
    <w:rPr>
      <w:bCs/>
      <w:iCs/>
      <w:szCs w:val="20"/>
    </w:rPr>
  </w:style>
  <w:style w:type="paragraph" w:customStyle="1" w:styleId="NoteToTenderersBullets-ASDEFCON">
    <w:name w:val="Note To Tenderers Bullets - ASDEFCON"/>
    <w:basedOn w:val="NoteToTenderers-ASDEFCON"/>
    <w:rsid w:val="003C7C16"/>
    <w:pPr>
      <w:numPr>
        <w:numId w:val="7"/>
      </w:numPr>
    </w:pPr>
    <w:rPr>
      <w:bCs/>
      <w:iCs/>
      <w:szCs w:val="20"/>
    </w:rPr>
  </w:style>
  <w:style w:type="paragraph" w:customStyle="1" w:styleId="NoteToTenderersList-ASDEFCON">
    <w:name w:val="Note To Tenderers List - ASDEFCON"/>
    <w:basedOn w:val="NoteToTenderers-ASDEFCON"/>
    <w:rsid w:val="003C7C16"/>
    <w:pPr>
      <w:numPr>
        <w:numId w:val="8"/>
      </w:numPr>
    </w:pPr>
    <w:rPr>
      <w:bCs/>
      <w:iCs/>
      <w:szCs w:val="20"/>
    </w:rPr>
  </w:style>
  <w:style w:type="paragraph" w:customStyle="1" w:styleId="SOWHL1-ASDEFCON">
    <w:name w:val="SOW HL1 - ASDEFCON"/>
    <w:basedOn w:val="ASDEFCONNormal"/>
    <w:next w:val="SOWHL2-ASDEFCON"/>
    <w:qFormat/>
    <w:rsid w:val="003C7C16"/>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C7C16"/>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C7C16"/>
    <w:pPr>
      <w:keepNext/>
      <w:numPr>
        <w:ilvl w:val="2"/>
        <w:numId w:val="2"/>
      </w:numPr>
    </w:pPr>
    <w:rPr>
      <w:rFonts w:eastAsia="Calibri"/>
      <w:b/>
      <w:szCs w:val="22"/>
      <w:lang w:eastAsia="en-US"/>
    </w:rPr>
  </w:style>
  <w:style w:type="paragraph" w:customStyle="1" w:styleId="SOWHL4-ASDEFCON">
    <w:name w:val="SOW HL4 - ASDEFCON"/>
    <w:basedOn w:val="ASDEFCONNormal"/>
    <w:qFormat/>
    <w:rsid w:val="003C7C16"/>
    <w:pPr>
      <w:keepNext/>
      <w:numPr>
        <w:ilvl w:val="3"/>
        <w:numId w:val="2"/>
      </w:numPr>
    </w:pPr>
    <w:rPr>
      <w:rFonts w:eastAsia="Calibri"/>
      <w:b/>
      <w:szCs w:val="22"/>
      <w:lang w:eastAsia="en-US"/>
    </w:rPr>
  </w:style>
  <w:style w:type="paragraph" w:customStyle="1" w:styleId="SOWHL5-ASDEFCON">
    <w:name w:val="SOW HL5 - ASDEFCON"/>
    <w:basedOn w:val="ASDEFCONNormal"/>
    <w:qFormat/>
    <w:rsid w:val="003C7C16"/>
    <w:pPr>
      <w:keepNext/>
      <w:numPr>
        <w:ilvl w:val="4"/>
        <w:numId w:val="2"/>
      </w:numPr>
    </w:pPr>
    <w:rPr>
      <w:rFonts w:eastAsia="Calibri"/>
      <w:b/>
      <w:szCs w:val="22"/>
      <w:lang w:eastAsia="en-US"/>
    </w:rPr>
  </w:style>
  <w:style w:type="paragraph" w:customStyle="1" w:styleId="SOWSubL1-ASDEFCON">
    <w:name w:val="SOW SubL1 - ASDEFCON"/>
    <w:basedOn w:val="ASDEFCONNormal"/>
    <w:qFormat/>
    <w:rsid w:val="003C7C16"/>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3C7C1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C7C16"/>
    <w:pPr>
      <w:numPr>
        <w:ilvl w:val="0"/>
        <w:numId w:val="0"/>
      </w:numPr>
      <w:ind w:left="1134"/>
    </w:pPr>
    <w:rPr>
      <w:rFonts w:eastAsia="Times New Roman"/>
      <w:bCs/>
      <w:szCs w:val="20"/>
    </w:rPr>
  </w:style>
  <w:style w:type="paragraph" w:customStyle="1" w:styleId="SOWTL2-ASDEFCON">
    <w:name w:val="SOW TL2 - ASDEFCON"/>
    <w:basedOn w:val="SOWHL2-ASDEFCON"/>
    <w:rsid w:val="003C7C16"/>
    <w:pPr>
      <w:keepNext w:val="0"/>
      <w:pBdr>
        <w:bottom w:val="none" w:sz="0" w:space="0" w:color="auto"/>
      </w:pBdr>
    </w:pPr>
    <w:rPr>
      <w:b w:val="0"/>
    </w:rPr>
  </w:style>
  <w:style w:type="paragraph" w:customStyle="1" w:styleId="SOWTL3NONUM-ASDEFCON">
    <w:name w:val="SOW TL3 NONUM - ASDEFCON"/>
    <w:basedOn w:val="SOWTL3-ASDEFCON"/>
    <w:next w:val="SOWTL3-ASDEFCON"/>
    <w:rsid w:val="003C7C16"/>
    <w:pPr>
      <w:numPr>
        <w:ilvl w:val="0"/>
        <w:numId w:val="0"/>
      </w:numPr>
      <w:ind w:left="1134"/>
    </w:pPr>
    <w:rPr>
      <w:rFonts w:eastAsia="Times New Roman"/>
      <w:bCs/>
      <w:szCs w:val="20"/>
    </w:rPr>
  </w:style>
  <w:style w:type="paragraph" w:customStyle="1" w:styleId="SOWTL3-ASDEFCON">
    <w:name w:val="SOW TL3 - ASDEFCON"/>
    <w:basedOn w:val="SOWHL3-ASDEFCON"/>
    <w:rsid w:val="003C7C16"/>
    <w:pPr>
      <w:keepNext w:val="0"/>
    </w:pPr>
    <w:rPr>
      <w:b w:val="0"/>
    </w:rPr>
  </w:style>
  <w:style w:type="paragraph" w:customStyle="1" w:styleId="SOWTL4NONUM-ASDEFCON">
    <w:name w:val="SOW TL4 NONUM - ASDEFCON"/>
    <w:basedOn w:val="SOWTL4-ASDEFCON"/>
    <w:next w:val="SOWTL4-ASDEFCON"/>
    <w:rsid w:val="003C7C16"/>
    <w:pPr>
      <w:numPr>
        <w:ilvl w:val="0"/>
        <w:numId w:val="0"/>
      </w:numPr>
      <w:ind w:left="1134"/>
    </w:pPr>
    <w:rPr>
      <w:rFonts w:eastAsia="Times New Roman"/>
      <w:bCs/>
      <w:szCs w:val="20"/>
    </w:rPr>
  </w:style>
  <w:style w:type="paragraph" w:customStyle="1" w:styleId="SOWTL4-ASDEFCON">
    <w:name w:val="SOW TL4 - ASDEFCON"/>
    <w:basedOn w:val="SOWHL4-ASDEFCON"/>
    <w:rsid w:val="003C7C16"/>
    <w:pPr>
      <w:keepNext w:val="0"/>
    </w:pPr>
    <w:rPr>
      <w:b w:val="0"/>
    </w:rPr>
  </w:style>
  <w:style w:type="paragraph" w:customStyle="1" w:styleId="SOWTL5NONUM-ASDEFCON">
    <w:name w:val="SOW TL5 NONUM - ASDEFCON"/>
    <w:basedOn w:val="SOWHL5-ASDEFCON"/>
    <w:next w:val="SOWTL5-ASDEFCON"/>
    <w:rsid w:val="003C7C16"/>
    <w:pPr>
      <w:keepNext w:val="0"/>
      <w:numPr>
        <w:ilvl w:val="0"/>
        <w:numId w:val="0"/>
      </w:numPr>
      <w:ind w:left="1134"/>
    </w:pPr>
    <w:rPr>
      <w:b w:val="0"/>
    </w:rPr>
  </w:style>
  <w:style w:type="paragraph" w:customStyle="1" w:styleId="SOWTL5-ASDEFCON">
    <w:name w:val="SOW TL5 - ASDEFCON"/>
    <w:basedOn w:val="SOWHL5-ASDEFCON"/>
    <w:rsid w:val="003C7C16"/>
    <w:pPr>
      <w:keepNext w:val="0"/>
    </w:pPr>
    <w:rPr>
      <w:b w:val="0"/>
    </w:rPr>
  </w:style>
  <w:style w:type="paragraph" w:customStyle="1" w:styleId="SOWSubL2-ASDEFCON">
    <w:name w:val="SOW SubL2 - ASDEFCON"/>
    <w:basedOn w:val="ASDEFCONNormal"/>
    <w:qFormat/>
    <w:rsid w:val="003C7C16"/>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3C7C16"/>
    <w:pPr>
      <w:numPr>
        <w:numId w:val="0"/>
      </w:numPr>
      <w:ind w:left="1701"/>
    </w:pPr>
  </w:style>
  <w:style w:type="paragraph" w:customStyle="1" w:styleId="SOWSubL2NONUM-ASDEFCON">
    <w:name w:val="SOW SubL2 NONUM - ASDEFCON"/>
    <w:basedOn w:val="SOWSubL2-ASDEFCON"/>
    <w:next w:val="SOWSubL2-ASDEFCON"/>
    <w:qFormat/>
    <w:rsid w:val="003C7C16"/>
    <w:pPr>
      <w:numPr>
        <w:ilvl w:val="0"/>
        <w:numId w:val="0"/>
      </w:numPr>
      <w:ind w:left="2268"/>
    </w:pPr>
  </w:style>
  <w:style w:type="paragraph" w:customStyle="1" w:styleId="ASDEFCONTextBlock">
    <w:name w:val="ASDEFCON TextBlock"/>
    <w:basedOn w:val="ASDEFCONNormal"/>
    <w:qFormat/>
    <w:rsid w:val="003C7C1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C7C16"/>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C7C16"/>
    <w:pPr>
      <w:keepNext/>
      <w:spacing w:before="240"/>
    </w:pPr>
    <w:rPr>
      <w:rFonts w:ascii="Arial Bold" w:hAnsi="Arial Bold"/>
      <w:b/>
      <w:bCs/>
      <w:caps/>
      <w:szCs w:val="20"/>
    </w:rPr>
  </w:style>
  <w:style w:type="paragraph" w:customStyle="1" w:styleId="Table8ptHeading-ASDEFCON">
    <w:name w:val="Table 8pt Heading - ASDEFCON"/>
    <w:basedOn w:val="ASDEFCONNormal"/>
    <w:rsid w:val="003C7C1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C7C16"/>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C7C16"/>
    <w:pPr>
      <w:numPr>
        <w:numId w:val="3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C7C16"/>
    <w:rPr>
      <w:rFonts w:ascii="Arial" w:eastAsia="Calibri" w:hAnsi="Arial"/>
      <w:color w:val="000000"/>
      <w:szCs w:val="22"/>
      <w:lang w:eastAsia="en-US"/>
    </w:rPr>
  </w:style>
  <w:style w:type="paragraph" w:customStyle="1" w:styleId="Table8ptSub1-ASDEFCON">
    <w:name w:val="Table 8pt Sub1 - ASDEFCON"/>
    <w:basedOn w:val="Table8ptText-ASDEFCON"/>
    <w:rsid w:val="003C7C16"/>
    <w:pPr>
      <w:numPr>
        <w:ilvl w:val="1"/>
      </w:numPr>
    </w:pPr>
  </w:style>
  <w:style w:type="paragraph" w:customStyle="1" w:styleId="Table8ptSub2-ASDEFCON">
    <w:name w:val="Table 8pt Sub2 - ASDEFCON"/>
    <w:basedOn w:val="Table8ptText-ASDEFCON"/>
    <w:rsid w:val="003C7C16"/>
    <w:pPr>
      <w:numPr>
        <w:ilvl w:val="2"/>
      </w:numPr>
    </w:pPr>
  </w:style>
  <w:style w:type="paragraph" w:customStyle="1" w:styleId="Table10ptHeading-ASDEFCON">
    <w:name w:val="Table 10pt Heading - ASDEFCON"/>
    <w:basedOn w:val="ASDEFCONNormal"/>
    <w:rsid w:val="003C7C16"/>
    <w:pPr>
      <w:keepNext/>
      <w:spacing w:before="60" w:after="60"/>
      <w:jc w:val="center"/>
    </w:pPr>
    <w:rPr>
      <w:b/>
    </w:rPr>
  </w:style>
  <w:style w:type="paragraph" w:customStyle="1" w:styleId="Table8ptBP1-ASDEFCON">
    <w:name w:val="Table 8pt BP1 - ASDEFCON"/>
    <w:basedOn w:val="Table8ptText-ASDEFCON"/>
    <w:rsid w:val="003C7C16"/>
    <w:pPr>
      <w:numPr>
        <w:numId w:val="11"/>
      </w:numPr>
    </w:pPr>
  </w:style>
  <w:style w:type="paragraph" w:customStyle="1" w:styleId="Table8ptBP2-ASDEFCON">
    <w:name w:val="Table 8pt BP2 - ASDEFCON"/>
    <w:basedOn w:val="Table8ptText-ASDEFCON"/>
    <w:rsid w:val="003C7C16"/>
    <w:pPr>
      <w:numPr>
        <w:ilvl w:val="1"/>
        <w:numId w:val="11"/>
      </w:numPr>
      <w:tabs>
        <w:tab w:val="clear" w:pos="284"/>
      </w:tabs>
    </w:pPr>
    <w:rPr>
      <w:iCs/>
    </w:rPr>
  </w:style>
  <w:style w:type="paragraph" w:customStyle="1" w:styleId="ASDEFCONBulletsLV1">
    <w:name w:val="ASDEFCON Bullets LV1"/>
    <w:basedOn w:val="ASDEFCONNormal"/>
    <w:rsid w:val="003C7C16"/>
    <w:pPr>
      <w:numPr>
        <w:numId w:val="12"/>
      </w:numPr>
    </w:pPr>
    <w:rPr>
      <w:rFonts w:eastAsia="Calibri"/>
      <w:szCs w:val="22"/>
      <w:lang w:eastAsia="en-US"/>
    </w:rPr>
  </w:style>
  <w:style w:type="paragraph" w:customStyle="1" w:styleId="Table10ptSub1-ASDEFCON">
    <w:name w:val="Table 10pt Sub1 - ASDEFCON"/>
    <w:basedOn w:val="Table10ptText-ASDEFCON"/>
    <w:rsid w:val="003C7C16"/>
    <w:pPr>
      <w:numPr>
        <w:ilvl w:val="1"/>
      </w:numPr>
      <w:jc w:val="both"/>
    </w:pPr>
  </w:style>
  <w:style w:type="paragraph" w:customStyle="1" w:styleId="Table10ptSub2-ASDEFCON">
    <w:name w:val="Table 10pt Sub2 - ASDEFCON"/>
    <w:basedOn w:val="Table10ptText-ASDEFCON"/>
    <w:rsid w:val="003C7C16"/>
    <w:pPr>
      <w:numPr>
        <w:ilvl w:val="2"/>
      </w:numPr>
      <w:jc w:val="both"/>
    </w:pPr>
  </w:style>
  <w:style w:type="paragraph" w:customStyle="1" w:styleId="ASDEFCONBulletsLV2">
    <w:name w:val="ASDEFCON Bullets LV2"/>
    <w:basedOn w:val="ASDEFCONNormal"/>
    <w:rsid w:val="003C7C16"/>
    <w:pPr>
      <w:numPr>
        <w:numId w:val="1"/>
      </w:numPr>
    </w:pPr>
  </w:style>
  <w:style w:type="paragraph" w:customStyle="1" w:styleId="Table10ptBP1-ASDEFCON">
    <w:name w:val="Table 10pt BP1 - ASDEFCON"/>
    <w:basedOn w:val="ASDEFCONNormal"/>
    <w:rsid w:val="003C7C16"/>
    <w:pPr>
      <w:numPr>
        <w:numId w:val="16"/>
      </w:numPr>
      <w:spacing w:before="60" w:after="60"/>
    </w:pPr>
  </w:style>
  <w:style w:type="paragraph" w:customStyle="1" w:styleId="Table10ptBP2-ASDEFCON">
    <w:name w:val="Table 10pt BP2 - ASDEFCON"/>
    <w:basedOn w:val="ASDEFCONNormal"/>
    <w:link w:val="Table10ptBP2-ASDEFCONCharChar"/>
    <w:rsid w:val="003C7C16"/>
    <w:pPr>
      <w:numPr>
        <w:ilvl w:val="1"/>
        <w:numId w:val="16"/>
      </w:numPr>
      <w:spacing w:before="60" w:after="60"/>
    </w:pPr>
  </w:style>
  <w:style w:type="character" w:customStyle="1" w:styleId="Table10ptBP2-ASDEFCONCharChar">
    <w:name w:val="Table 10pt BP2 - ASDEFCON Char Char"/>
    <w:link w:val="Table10ptBP2-ASDEFCON"/>
    <w:rsid w:val="003C7C16"/>
    <w:rPr>
      <w:rFonts w:ascii="Arial" w:hAnsi="Arial"/>
      <w:color w:val="000000"/>
      <w:szCs w:val="40"/>
    </w:rPr>
  </w:style>
  <w:style w:type="paragraph" w:customStyle="1" w:styleId="GuideMarginHead-ASDEFCON">
    <w:name w:val="Guide Margin Head - ASDEFCON"/>
    <w:basedOn w:val="ASDEFCONNormal"/>
    <w:rsid w:val="003C7C1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C7C16"/>
    <w:pPr>
      <w:ind w:left="1680"/>
    </w:pPr>
    <w:rPr>
      <w:lang w:eastAsia="en-US"/>
    </w:rPr>
  </w:style>
  <w:style w:type="paragraph" w:customStyle="1" w:styleId="GuideSublistLv1-ASDEFCON">
    <w:name w:val="Guide Sublist Lv1 - ASDEFCON"/>
    <w:basedOn w:val="ASDEFCONNormal"/>
    <w:qFormat/>
    <w:rsid w:val="003C7C16"/>
    <w:pPr>
      <w:numPr>
        <w:numId w:val="19"/>
      </w:numPr>
    </w:pPr>
    <w:rPr>
      <w:rFonts w:eastAsia="Calibri"/>
      <w:szCs w:val="22"/>
      <w:lang w:eastAsia="en-US"/>
    </w:rPr>
  </w:style>
  <w:style w:type="paragraph" w:customStyle="1" w:styleId="GuideBullets-ASDEFCON">
    <w:name w:val="Guide Bullets - ASDEFCON"/>
    <w:basedOn w:val="ASDEFCONNormal"/>
    <w:rsid w:val="003C7C16"/>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3C7C1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C7C16"/>
    <w:pPr>
      <w:keepNext/>
      <w:spacing w:before="240"/>
    </w:pPr>
    <w:rPr>
      <w:rFonts w:eastAsia="Calibri"/>
      <w:b/>
      <w:caps/>
      <w:szCs w:val="20"/>
      <w:lang w:eastAsia="en-US"/>
    </w:rPr>
  </w:style>
  <w:style w:type="paragraph" w:customStyle="1" w:styleId="ASDEFCONSublist">
    <w:name w:val="ASDEFCON Sublist"/>
    <w:basedOn w:val="ASDEFCONNormal"/>
    <w:rsid w:val="003C7C16"/>
    <w:pPr>
      <w:numPr>
        <w:numId w:val="20"/>
      </w:numPr>
    </w:pPr>
    <w:rPr>
      <w:iCs/>
    </w:rPr>
  </w:style>
  <w:style w:type="paragraph" w:customStyle="1" w:styleId="ASDEFCONRecitals">
    <w:name w:val="ASDEFCON Recitals"/>
    <w:basedOn w:val="ASDEFCONNormal"/>
    <w:link w:val="ASDEFCONRecitalsCharChar"/>
    <w:rsid w:val="003C7C16"/>
    <w:pPr>
      <w:numPr>
        <w:numId w:val="13"/>
      </w:numPr>
    </w:pPr>
  </w:style>
  <w:style w:type="character" w:customStyle="1" w:styleId="ASDEFCONRecitalsCharChar">
    <w:name w:val="ASDEFCON Recitals Char Char"/>
    <w:link w:val="ASDEFCONRecitals"/>
    <w:rsid w:val="003C7C16"/>
    <w:rPr>
      <w:rFonts w:ascii="Arial" w:hAnsi="Arial"/>
      <w:color w:val="000000"/>
      <w:szCs w:val="40"/>
    </w:rPr>
  </w:style>
  <w:style w:type="paragraph" w:customStyle="1" w:styleId="NoteList-ASDEFCON">
    <w:name w:val="Note List - ASDEFCON"/>
    <w:basedOn w:val="ASDEFCONNormal"/>
    <w:rsid w:val="003C7C16"/>
    <w:pPr>
      <w:numPr>
        <w:numId w:val="14"/>
      </w:numPr>
    </w:pPr>
    <w:rPr>
      <w:b/>
      <w:bCs/>
      <w:i/>
    </w:rPr>
  </w:style>
  <w:style w:type="paragraph" w:customStyle="1" w:styleId="NoteBullets-ASDEFCON">
    <w:name w:val="Note Bullets - ASDEFCON"/>
    <w:basedOn w:val="ASDEFCONNormal"/>
    <w:rsid w:val="003C7C16"/>
    <w:pPr>
      <w:numPr>
        <w:numId w:val="15"/>
      </w:numPr>
    </w:pPr>
    <w:rPr>
      <w:b/>
      <w:i/>
    </w:rPr>
  </w:style>
  <w:style w:type="paragraph" w:customStyle="1" w:styleId="ASDEFCONOperativePartListLV1">
    <w:name w:val="ASDEFCON Operative Part List LV1"/>
    <w:basedOn w:val="ASDEFCONNormal"/>
    <w:rsid w:val="003C7C16"/>
    <w:pPr>
      <w:numPr>
        <w:numId w:val="17"/>
      </w:numPr>
    </w:pPr>
    <w:rPr>
      <w:iCs/>
    </w:rPr>
  </w:style>
  <w:style w:type="paragraph" w:customStyle="1" w:styleId="ASDEFCONOperativePartListLV2">
    <w:name w:val="ASDEFCON Operative Part List LV2"/>
    <w:basedOn w:val="ASDEFCONOperativePartListLV1"/>
    <w:rsid w:val="003C7C16"/>
    <w:pPr>
      <w:numPr>
        <w:ilvl w:val="1"/>
      </w:numPr>
    </w:pPr>
  </w:style>
  <w:style w:type="paragraph" w:customStyle="1" w:styleId="ASDEFCONOptionSpace">
    <w:name w:val="ASDEFCON Option Space"/>
    <w:basedOn w:val="ASDEFCONNormal"/>
    <w:rsid w:val="003C7C16"/>
    <w:pPr>
      <w:spacing w:after="0"/>
    </w:pPr>
    <w:rPr>
      <w:bCs/>
      <w:color w:val="FFFFFF"/>
      <w:sz w:val="8"/>
    </w:rPr>
  </w:style>
  <w:style w:type="paragraph" w:customStyle="1" w:styleId="ASDEFCONHeaderFooterCenter">
    <w:name w:val="ASDEFCON Header/Footer Center"/>
    <w:basedOn w:val="ASDEFCONHeaderFooterLeft"/>
    <w:rsid w:val="003C7C16"/>
    <w:pPr>
      <w:jc w:val="center"/>
    </w:pPr>
    <w:rPr>
      <w:szCs w:val="20"/>
    </w:rPr>
  </w:style>
  <w:style w:type="paragraph" w:customStyle="1" w:styleId="ASDEFCONHeaderFooterRight">
    <w:name w:val="ASDEFCON Header/Footer Right"/>
    <w:basedOn w:val="ASDEFCONHeaderFooterLeft"/>
    <w:rsid w:val="003C7C16"/>
    <w:pPr>
      <w:jc w:val="right"/>
    </w:pPr>
    <w:rPr>
      <w:szCs w:val="20"/>
    </w:rPr>
  </w:style>
  <w:style w:type="paragraph" w:customStyle="1" w:styleId="ASDEFCONHeaderFooterClassification">
    <w:name w:val="ASDEFCON Header/Footer Classification"/>
    <w:basedOn w:val="ASDEFCONHeaderFooterLeft"/>
    <w:rsid w:val="003C7C16"/>
    <w:pPr>
      <w:jc w:val="center"/>
    </w:pPr>
    <w:rPr>
      <w:rFonts w:ascii="Arial Bold" w:hAnsi="Arial Bold"/>
      <w:b/>
      <w:bCs/>
      <w:caps/>
      <w:sz w:val="20"/>
    </w:rPr>
  </w:style>
  <w:style w:type="paragraph" w:customStyle="1" w:styleId="GuideLV3Head-ASDEFCON">
    <w:name w:val="Guide LV3 Head - ASDEFCON"/>
    <w:basedOn w:val="ASDEFCONNormal"/>
    <w:rsid w:val="003C7C16"/>
    <w:pPr>
      <w:keepNext/>
    </w:pPr>
    <w:rPr>
      <w:rFonts w:eastAsia="Calibri"/>
      <w:b/>
      <w:szCs w:val="22"/>
      <w:lang w:eastAsia="en-US"/>
    </w:rPr>
  </w:style>
  <w:style w:type="paragraph" w:customStyle="1" w:styleId="GuideSublistLv2-ASDEFCON">
    <w:name w:val="Guide Sublist Lv2 - ASDEFCON"/>
    <w:basedOn w:val="ASDEFCONNormal"/>
    <w:rsid w:val="003C7C16"/>
    <w:pPr>
      <w:numPr>
        <w:ilvl w:val="1"/>
        <w:numId w:val="19"/>
      </w:numPr>
    </w:pPr>
  </w:style>
  <w:style w:type="paragraph" w:customStyle="1" w:styleId="ATTANNReferencetoCOC">
    <w:name w:val="ATT/ANN Reference to COC"/>
    <w:basedOn w:val="ASDEFCONNormal"/>
    <w:link w:val="ATTANNReferencetoCOCChar"/>
    <w:rsid w:val="003C7C16"/>
    <w:pPr>
      <w:keepNext/>
      <w:jc w:val="right"/>
    </w:pPr>
    <w:rPr>
      <w:i/>
      <w:iCs/>
      <w:szCs w:val="20"/>
    </w:rPr>
  </w:style>
  <w:style w:type="paragraph" w:styleId="ListParagraph">
    <w:name w:val="List Paragraph"/>
    <w:basedOn w:val="Normal"/>
    <w:uiPriority w:val="34"/>
    <w:qFormat/>
    <w:rsid w:val="0058583E"/>
    <w:pPr>
      <w:spacing w:after="0"/>
      <w:ind w:left="720"/>
    </w:pPr>
  </w:style>
  <w:style w:type="character" w:customStyle="1" w:styleId="Heading2Char">
    <w:name w:val="Heading 2 Char"/>
    <w:aliases w:val="B Sub/Bold Char,B Sub/Bold1 Char,B Sub/Bold11 Char,B Sub/Bold12 Char,B Sub/Bold13 Char,B Sub/Bold2 Char,B Sub/Bold3 Char,B Sub/Bold4 Char,H2 Char,Head hdbk Char,Para 2 Char,Para2 Char,SubPara Char,Top 2 Char,h2 Char,h2 main heading Char"/>
    <w:link w:val="Heading2"/>
    <w:rsid w:val="003C7C16"/>
    <w:rPr>
      <w:rFonts w:ascii="Cambria" w:hAnsi="Cambria"/>
      <w:b/>
      <w:bCs/>
      <w:color w:val="4F81BD"/>
      <w:sz w:val="26"/>
      <w:szCs w:val="26"/>
    </w:rPr>
  </w:style>
  <w:style w:type="numbering" w:styleId="111111">
    <w:name w:val="Outline List 2"/>
    <w:basedOn w:val="NoList"/>
    <w:rsid w:val="009E4A00"/>
    <w:pPr>
      <w:numPr>
        <w:numId w:val="21"/>
      </w:numPr>
    </w:pPr>
  </w:style>
  <w:style w:type="paragraph" w:customStyle="1" w:styleId="ASDEFCONList">
    <w:name w:val="ASDEFCON List"/>
    <w:basedOn w:val="ASDEFCONNormal"/>
    <w:qFormat/>
    <w:rsid w:val="003C7C16"/>
    <w:pPr>
      <w:numPr>
        <w:numId w:val="22"/>
      </w:numPr>
    </w:pPr>
  </w:style>
  <w:style w:type="paragraph" w:styleId="TOCHeading">
    <w:name w:val="TOC Heading"/>
    <w:basedOn w:val="Heading1"/>
    <w:next w:val="Normal"/>
    <w:uiPriority w:val="39"/>
    <w:semiHidden/>
    <w:unhideWhenUsed/>
    <w:qFormat/>
    <w:rsid w:val="002167B4"/>
    <w:pPr>
      <w:keepLines/>
      <w:spacing w:after="0"/>
      <w:outlineLvl w:val="9"/>
    </w:pPr>
    <w:rPr>
      <w:rFonts w:asciiTheme="majorHAnsi" w:eastAsiaTheme="majorEastAsia" w:hAnsiTheme="majorHAnsi" w:cstheme="majorBidi"/>
      <w:b w:val="0"/>
      <w:bCs w:val="0"/>
      <w:color w:val="2E74B5" w:themeColor="accent1" w:themeShade="BF"/>
      <w:kern w:val="0"/>
    </w:rPr>
  </w:style>
  <w:style w:type="paragraph" w:customStyle="1" w:styleId="option">
    <w:name w:val="option"/>
    <w:basedOn w:val="Normal"/>
    <w:next w:val="Normal"/>
    <w:rsid w:val="00F44F91"/>
    <w:pPr>
      <w:spacing w:before="120"/>
    </w:pPr>
    <w:rPr>
      <w:b/>
      <w:i/>
    </w:rPr>
  </w:style>
  <w:style w:type="character" w:customStyle="1" w:styleId="BodyTextIndentChar">
    <w:name w:val="Body Text Indent Char"/>
    <w:basedOn w:val="DefaultParagraphFont"/>
    <w:link w:val="BodyTextIndent"/>
    <w:semiHidden/>
    <w:rsid w:val="00EB38BF"/>
    <w:rPr>
      <w:rFonts w:ascii="Arial" w:hAnsi="Arial"/>
      <w:b/>
      <w:szCs w:val="24"/>
    </w:rPr>
  </w:style>
  <w:style w:type="paragraph" w:customStyle="1" w:styleId="Notespara">
    <w:name w:val="Note spara"/>
    <w:basedOn w:val="PlainText"/>
    <w:rsid w:val="00F44F91"/>
    <w:pPr>
      <w:keepNext/>
      <w:numPr>
        <w:numId w:val="23"/>
      </w:numPr>
    </w:pPr>
    <w:rPr>
      <w:rFonts w:ascii="Arial" w:hAnsi="Arial"/>
      <w:b/>
      <w:i/>
    </w:rPr>
  </w:style>
  <w:style w:type="character" w:customStyle="1" w:styleId="BalloonTextChar">
    <w:name w:val="Balloon Text Char"/>
    <w:basedOn w:val="DefaultParagraphFont"/>
    <w:link w:val="BalloonText"/>
    <w:rsid w:val="00D21754"/>
    <w:rPr>
      <w:rFonts w:ascii="Arial" w:hAnsi="Arial"/>
      <w:sz w:val="18"/>
    </w:rPr>
  </w:style>
  <w:style w:type="character" w:customStyle="1" w:styleId="CommentTextChar">
    <w:name w:val="Comment Text Char"/>
    <w:link w:val="CommentText"/>
    <w:uiPriority w:val="99"/>
    <w:semiHidden/>
    <w:rsid w:val="00880060"/>
    <w:rPr>
      <w:rFonts w:ascii="Arial" w:hAnsi="Arial"/>
      <w:szCs w:val="24"/>
    </w:rPr>
  </w:style>
  <w:style w:type="paragraph" w:customStyle="1" w:styleId="Notetodrafters">
    <w:name w:val="Note to drafters"/>
    <w:basedOn w:val="Normal"/>
    <w:next w:val="Normal"/>
    <w:rsid w:val="000471C4"/>
    <w:pPr>
      <w:shd w:val="clear" w:color="auto" w:fill="000000"/>
    </w:pPr>
    <w:rPr>
      <w:b/>
      <w:i/>
      <w:color w:val="FFFFFF"/>
    </w:rPr>
  </w:style>
  <w:style w:type="character" w:customStyle="1" w:styleId="NoteToTenderers-ASDEFCONChar">
    <w:name w:val="Note To Tenderers - ASDEFCON Char"/>
    <w:link w:val="NoteToTenderers-ASDEFCON"/>
    <w:rsid w:val="00527269"/>
    <w:rPr>
      <w:rFonts w:ascii="Arial" w:hAnsi="Arial"/>
      <w:b/>
      <w:i/>
      <w:color w:val="000000"/>
      <w:szCs w:val="40"/>
      <w:shd w:val="pct15" w:color="auto" w:fill="auto"/>
    </w:rPr>
  </w:style>
  <w:style w:type="character" w:customStyle="1" w:styleId="ATTANNReferencetoCOCChar">
    <w:name w:val="ATT/ANN Reference to COC Char"/>
    <w:link w:val="ATTANNReferencetoCOC"/>
    <w:rsid w:val="009F6A25"/>
    <w:rPr>
      <w:rFonts w:ascii="Arial" w:hAnsi="Arial"/>
      <w:i/>
      <w:iCs/>
      <w:color w:val="000000"/>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locked/>
    <w:rsid w:val="003C7C16"/>
    <w:rPr>
      <w:rFonts w:ascii="Arial" w:hAnsi="Arial" w:cs="Arial"/>
      <w:b/>
      <w:bCs/>
      <w:kern w:val="32"/>
      <w:sz w:val="32"/>
      <w:szCs w:val="32"/>
    </w:rPr>
  </w:style>
  <w:style w:type="character" w:customStyle="1" w:styleId="NoteToDrafters-ASDEFCONChar">
    <w:name w:val="Note To Drafters - ASDEFCON Char"/>
    <w:link w:val="NoteToDrafters-ASDEFCON"/>
    <w:rsid w:val="00745513"/>
    <w:rPr>
      <w:rFonts w:ascii="Arial" w:hAnsi="Arial"/>
      <w:b/>
      <w:i/>
      <w:color w:val="FFFFFF"/>
      <w:szCs w:val="40"/>
      <w:shd w:val="clear" w:color="auto" w:fill="000000"/>
    </w:rPr>
  </w:style>
  <w:style w:type="paragraph" w:customStyle="1" w:styleId="Notetotenderers">
    <w:name w:val="Note to tenderers"/>
    <w:basedOn w:val="Normal"/>
    <w:next w:val="Normal"/>
    <w:rsid w:val="002213EF"/>
    <w:pPr>
      <w:shd w:val="pct25" w:color="auto" w:fill="FFFFFF"/>
    </w:pPr>
    <w:rPr>
      <w:b/>
      <w:i/>
    </w:rPr>
  </w:style>
  <w:style w:type="paragraph" w:customStyle="1" w:styleId="appendix">
    <w:name w:val="appendix"/>
    <w:basedOn w:val="Normal"/>
    <w:next w:val="Normal"/>
    <w:rsid w:val="002213EF"/>
    <w:pPr>
      <w:tabs>
        <w:tab w:val="num" w:pos="864"/>
      </w:tabs>
      <w:spacing w:before="120"/>
      <w:ind w:left="864" w:hanging="864"/>
    </w:pPr>
    <w:rPr>
      <w:b/>
      <w:lang w:val="en-US"/>
    </w:rPr>
  </w:style>
  <w:style w:type="paragraph" w:customStyle="1" w:styleId="Bullet">
    <w:name w:val="Bullet"/>
    <w:basedOn w:val="ListParagraph"/>
    <w:qFormat/>
    <w:rsid w:val="0058583E"/>
    <w:pPr>
      <w:numPr>
        <w:numId w:val="66"/>
      </w:numPr>
      <w:tabs>
        <w:tab w:val="left" w:pos="567"/>
      </w:tabs>
      <w:jc w:val="left"/>
    </w:pPr>
  </w:style>
  <w:style w:type="paragraph" w:styleId="Subtitle">
    <w:name w:val="Subtitle"/>
    <w:basedOn w:val="Normal"/>
    <w:next w:val="Normal"/>
    <w:link w:val="SubtitleChar"/>
    <w:uiPriority w:val="99"/>
    <w:qFormat/>
    <w:rsid w:val="0058583E"/>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58583E"/>
    <w:rPr>
      <w:i/>
      <w:color w:val="003760"/>
      <w:spacing w:val="15"/>
    </w:rPr>
  </w:style>
  <w:style w:type="paragraph" w:customStyle="1" w:styleId="StyleTitleGeorgiaNotBoldLeft">
    <w:name w:val="Style Title + Georgia Not Bold Left"/>
    <w:basedOn w:val="Title"/>
    <w:qFormat/>
    <w:rsid w:val="0058583E"/>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58583E"/>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58583E"/>
    <w:rPr>
      <w:rFonts w:ascii="Calibri Light" w:hAnsi="Calibri Light"/>
      <w:b/>
      <w:bCs/>
      <w:kern w:val="28"/>
      <w:sz w:val="32"/>
      <w:szCs w:val="32"/>
    </w:rPr>
  </w:style>
  <w:style w:type="character" w:customStyle="1" w:styleId="Heading3Char">
    <w:name w:val="Heading 3 Char"/>
    <w:aliases w:val="(1) Char,3 Char,C Sub-Sub/Italic Char,C Sub-Sub/Italic1 Char,H3 Char,Head 3 Char,Head 31 Char,Head 32 Char,Major Sections Char,Para 3 Char,Para3 Char,Sub2Para Char,h3 Char,h3 sub heading Char,head3hdbk Char,subsub Char"/>
    <w:link w:val="Heading3"/>
    <w:uiPriority w:val="9"/>
    <w:rsid w:val="0058583E"/>
    <w:rPr>
      <w:rFonts w:ascii="Arial" w:hAnsi="Arial"/>
      <w:b/>
      <w:bCs/>
      <w:i/>
      <w:color w:val="CF4520"/>
      <w:sz w:val="24"/>
      <w:szCs w:val="24"/>
    </w:rPr>
  </w:style>
  <w:style w:type="character" w:customStyle="1" w:styleId="Heading4Char">
    <w:name w:val="Heading 4 Char"/>
    <w:link w:val="Heading4"/>
    <w:uiPriority w:val="9"/>
    <w:rsid w:val="0058583E"/>
    <w:rPr>
      <w:rFonts w:ascii="Arial" w:hAnsi="Arial"/>
      <w:b/>
      <w:bCs/>
      <w:i/>
      <w:iCs/>
      <w:szCs w:val="24"/>
    </w:rPr>
  </w:style>
  <w:style w:type="paragraph" w:customStyle="1" w:styleId="Bullet2">
    <w:name w:val="Bullet 2"/>
    <w:basedOn w:val="Normal"/>
    <w:rsid w:val="0058583E"/>
    <w:pPr>
      <w:numPr>
        <w:numId w:val="73"/>
      </w:numPr>
      <w:tabs>
        <w:tab w:val="left" w:pos="1134"/>
        <w:tab w:val="left" w:pos="1701"/>
      </w:tabs>
      <w:contextualSpacing/>
      <w:jc w:val="left"/>
    </w:pPr>
  </w:style>
  <w:style w:type="character" w:customStyle="1" w:styleId="ATTANNLV2NONUM-ASDEFCONChar">
    <w:name w:val="ATT/ANN LV2 NONUM - ASDEFCON Char"/>
    <w:basedOn w:val="ATTANNLV2-ASDEFCONChar"/>
    <w:link w:val="ATTANNLV2NONUM-ASDEFCON"/>
    <w:rsid w:val="008E49EA"/>
    <w:rPr>
      <w:rFonts w:ascii="Arial" w:hAnsi="Arial"/>
      <w:color w:val="000000"/>
      <w:szCs w:val="24"/>
    </w:rPr>
  </w:style>
  <w:style w:type="character" w:customStyle="1" w:styleId="CommentTextChar1">
    <w:name w:val="Comment Text Char1"/>
    <w:semiHidden/>
    <w:rsid w:val="0031373F"/>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defence.gov.au/business-industry/procurement/policies-guidelines-templates/procurement-guidance/cost-principles" TargetMode="External"/><Relationship Id="rId26" Type="http://schemas.openxmlformats.org/officeDocument/2006/relationships/hyperlink" Target="https://www.wgea.gov.au/what-we-do/compliance-reporting/wgea-procurement-principles"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casg.cfa@dpe.protected.mil.au" TargetMode="External"/><Relationship Id="rId34" Type="http://schemas.openxmlformats.org/officeDocument/2006/relationships/hyperlink" Target="https://www.defence.gov.au/business-industry/procurement/policies-guidelines-templates/procurement-guidance/intellectual-property-framework" TargetMode="External"/><Relationship Id="rId42" Type="http://schemas.openxmlformats.org/officeDocument/2006/relationships/hyperlink" Target="https://www.defence.gov.au/about/strategic-planning/defence-industry-development-strategy" TargetMode="External"/><Relationship Id="rId47" Type="http://schemas.openxmlformats.org/officeDocument/2006/relationships/header" Target="header7.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bss/PublishedWebsite/LatestFinal/%7B836F0CF2-84F0-43C2-8A34-6D34BD246B0D%7D/Item/EBDAF9B0-2B07-45D4-BC51-67963BAA2394" TargetMode="External"/><Relationship Id="rId17" Type="http://schemas.openxmlformats.org/officeDocument/2006/relationships/hyperlink" Target="https://www1.defence.gov.au/sites/default/files/2021-09/Australian-Contract-Expenditure-Guide-for-ASDEFCON.pdf" TargetMode="External"/><Relationship Id="rId25" Type="http://schemas.openxmlformats.org/officeDocument/2006/relationships/hyperlink" Target="https://www.defence.gov.au/business-industry/procurement/policies-guidelines-templates/procurement-guidance/program-guidelines" TargetMode="External"/><Relationship Id="rId33" Type="http://schemas.openxmlformats.org/officeDocument/2006/relationships/hyperlink" Target="mailto:MNETaxTransparency@treasury.gov.au" TargetMode="External"/><Relationship Id="rId38" Type="http://schemas.openxmlformats.org/officeDocument/2006/relationships/footer" Target="footer5.xml"/><Relationship Id="rId46" Type="http://schemas.openxmlformats.org/officeDocument/2006/relationships/hyperlink" Target="https://www.veteransemployment.gov.au/"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ibss/PublishedWebsite/LatestFinal/836F0CF2-84F0-43C2-8A34-6D34BD246B0D/Item/3BB9D30D-0C40-4E83-9AF5-78D4731A0130" TargetMode="External"/><Relationship Id="rId29" Type="http://schemas.openxmlformats.org/officeDocument/2006/relationships/hyperlink" Target="https://www.finance.gov.au/publications/resource-management-guides/supplier-pay-time-or-pay-interest-policy-rmg-417" TargetMode="External"/><Relationship Id="rId41" Type="http://schemas.openxmlformats.org/officeDocument/2006/relationships/hyperlink" Target="https://www.defence.gov.au/business-indust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industry-governance/industry-regulations/defence-and-private-sector-working-integrity" TargetMode="External"/><Relationship Id="rId24" Type="http://schemas.openxmlformats.org/officeDocument/2006/relationships/hyperlink" Target="http://ibss/PublishedWebsite/LatestFinal/%7B836F0CF2-84F0-43C2-8A34-6D34BD246B0D%7D/Item/683f4f8b-b6af-4a7d-8388-ca7b493a114c" TargetMode="External"/><Relationship Id="rId32" Type="http://schemas.openxmlformats.org/officeDocument/2006/relationships/hyperlink" Target="https://www.ato.gov.au/businesses-and-organisations/international-tax-for-business/working-out-your-residency" TargetMode="External"/><Relationship Id="rId37" Type="http://schemas.openxmlformats.org/officeDocument/2006/relationships/header" Target="header4.xml"/><Relationship Id="rId40" Type="http://schemas.openxmlformats.org/officeDocument/2006/relationships/footer" Target="footer6.xml"/><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defence.gov.au/sites/default/files/2021-09/Australian-Contract-Expenditure-Guide-for-ASDEFCON.pdf" TargetMode="External"/><Relationship Id="rId28" Type="http://schemas.openxmlformats.org/officeDocument/2006/relationships/hyperlink" Target="https://treasury.gov.au/small-business/payment-times-procurement-connected-policy" TargetMode="External"/><Relationship Id="rId36" Type="http://schemas.openxmlformats.org/officeDocument/2006/relationships/hyperlink" Target="https://www.finance.gov.au/sites/default/files/2024-07/consideration-of-broader-economic-benefits-in-procurement_july-2024.pdf" TargetMode="Externa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defence.gov.au/business-industry/procurement/policies-guidelines-templates/procurement-guidance" TargetMode="External"/><Relationship Id="rId31" Type="http://schemas.openxmlformats.org/officeDocument/2006/relationships/hyperlink" Target="https://www.finance.gov.au/business/buyaustralianplan"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drnet.defence.gov.au/casg/commercial/CommercialPolicyFramework/Pages/ASDEFCON-Templates.aspx" TargetMode="External"/><Relationship Id="rId27" Type="http://schemas.openxmlformats.org/officeDocument/2006/relationships/hyperlink" Target="https://treasury.gov.au/policy-topics/economy/shadow-economy/procurement-connected-policy" TargetMode="External"/><Relationship Id="rId30" Type="http://schemas.openxmlformats.org/officeDocument/2006/relationships/hyperlink" Target="https://treasury.gov.au/policy-topics/taxation/country-tax-residency-disclosures" TargetMode="External"/><Relationship Id="rId35" Type="http://schemas.openxmlformats.org/officeDocument/2006/relationships/hyperlink" Target="https://www.defence.gov.au/business-industry/procurement/policies-guidelines-templates/procurement-guidance/liability-risk-management" TargetMode="External"/><Relationship Id="rId43" Type="http://schemas.openxmlformats.org/officeDocument/2006/relationships/hyperlink" Target="https://www.defence.gov.au/business-industry/export/strategy" TargetMode="External"/><Relationship Id="rId48" Type="http://schemas.openxmlformats.org/officeDocument/2006/relationships/footer" Target="footer8.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AA542-0A53-4F0E-ACE2-2BBA0F8D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1434</TotalTime>
  <Pages>20</Pages>
  <Words>8546</Words>
  <Characters>48717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57149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CPPD</dc:creator>
  <cp:keywords/>
  <dc:description/>
  <cp:lastModifiedBy>MD01</cp:lastModifiedBy>
  <cp:revision>43</cp:revision>
  <dcterms:created xsi:type="dcterms:W3CDTF">2023-04-12T06:42:00Z</dcterms:created>
  <dcterms:modified xsi:type="dcterms:W3CDTF">2024-09-25T00:51:00Z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Annex to Conditions of Tender</vt:lpwstr>
  </property>
  <property fmtid="{D5CDD505-2E9C-101B-9397-08002B2CF9AE}" pid="4" name="Header_Left">
    <vt:lpwstr>ASDEFCON (Complex Materiel) Volume 1</vt:lpwstr>
  </property>
  <property fmtid="{D5CDD505-2E9C-101B-9397-08002B2CF9AE}" pid="5" name="Header_Right">
    <vt:lpwstr>PART 1</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2024-08-21T23:02:25Z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BM79015926</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2024-09-25T00:51:01Z</vt:filetime>
  </property>
  <property fmtid="{D5CDD505-2E9C-101B-9397-08002B2CF9AE}" pid="17" name="Objective-Owner">
    <vt:lpwstr>Laursen, Christian Mr</vt:lpwstr>
  </property>
  <property fmtid="{D5CDD505-2E9C-101B-9397-08002B2CF9AE}" pid="18" name="Objective-Parent">
    <vt:lpwstr>02 Annexes to the Conditions of Tender</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005_CMV1_V4.1_TANN</vt:lpwstr>
  </property>
  <property fmtid="{D5CDD505-2E9C-101B-9397-08002B2CF9AE}" pid="22" name="Objective-Version">
    <vt:lpwstr>3.3</vt:lpwstr>
  </property>
  <property fmtid="{D5CDD505-2E9C-101B-9397-08002B2CF9AE}" pid="23" name="Objective-VersionComment">
    <vt:lpwstr>Accept all changes, turn off tracking - publish/corporate val</vt:lpwstr>
  </property>
  <property fmtid="{D5CDD505-2E9C-101B-9397-08002B2CF9AE}" pid="24" name="Objective-VersionNumber">
    <vt:i4>9</vt:i4>
  </property>
  <property fmtid="{D5CDD505-2E9C-101B-9397-08002B2CF9AE}" pid="25" name="Version">
    <vt:lpwstr>V4.1</vt:lpwstr>
  </property>
  <property fmtid="{D5CDD505-2E9C-101B-9397-08002B2CF9AE}" pid="26" name="Objective-Reason for Security Classification Change [system]">
    <vt:lpwstr/>
  </property>
</Properties>
</file>