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1524942" w14:textId="77777777" w:rsidR="00150688" w:rsidRPr="000935DB" w:rsidRDefault="00150688" w:rsidP="0099451D">
      <w:pPr>
        <w:pStyle w:val="ASDEFCONTitle"/>
      </w:pPr>
      <w:r w:rsidRPr="000935DB">
        <w:t>PART 1 – CONDITIONS OF TENDER</w:t>
      </w:r>
    </w:p>
    <w:p w14:paraId="3CD13375" w14:textId="77777777" w:rsidR="00150688" w:rsidRPr="002B3B09" w:rsidRDefault="00150688" w:rsidP="0099451D">
      <w:pPr>
        <w:pStyle w:val="ASDEFCONTitle"/>
      </w:pPr>
      <w:r w:rsidRPr="00F94738">
        <w:t>TENDER DETAILS SCHEDULE</w:t>
      </w:r>
    </w:p>
    <w:tbl>
      <w:tblPr>
        <w:tblW w:w="4837" w:type="pct"/>
        <w:tblInd w:w="57" w:type="dxa"/>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Layout w:type="fixed"/>
        <w:tblCellMar>
          <w:left w:w="57" w:type="dxa"/>
          <w:right w:w="57" w:type="dxa"/>
        </w:tblCellMar>
        <w:tblLook w:val="0000" w:firstRow="0" w:lastRow="0" w:firstColumn="0" w:lastColumn="0" w:noHBand="0" w:noVBand="0"/>
      </w:tblPr>
      <w:tblGrid>
        <w:gridCol w:w="1677"/>
        <w:gridCol w:w="1081"/>
        <w:gridCol w:w="6003"/>
      </w:tblGrid>
      <w:tr w:rsidR="00150688" w:rsidRPr="00EE002D" w14:paraId="3C9D981E" w14:textId="77777777" w:rsidTr="00A80C73">
        <w:tc>
          <w:tcPr>
            <w:tcW w:w="1700" w:type="dxa"/>
            <w:shd w:val="solid" w:color="F4F1EE" w:fill="auto"/>
          </w:tcPr>
          <w:p w14:paraId="40AFD81C" w14:textId="77777777" w:rsidR="00150688" w:rsidRPr="0099451D" w:rsidRDefault="00150688" w:rsidP="0099451D">
            <w:pPr>
              <w:pStyle w:val="ASDEFCONNormal"/>
            </w:pPr>
            <w:r w:rsidRPr="0099451D">
              <w:t>RFT Number:</w:t>
            </w:r>
          </w:p>
        </w:tc>
        <w:tc>
          <w:tcPr>
            <w:tcW w:w="7185" w:type="dxa"/>
            <w:gridSpan w:val="2"/>
          </w:tcPr>
          <w:p w14:paraId="35028463" w14:textId="14EA44C0" w:rsidR="00150688" w:rsidRPr="00B8290B" w:rsidRDefault="00150688" w:rsidP="0099451D">
            <w:pPr>
              <w:pStyle w:val="ASDEFCONNormal"/>
            </w:pPr>
            <w:r w:rsidRPr="00B8290B">
              <w:rPr>
                <w:highlight w:val="lightGray"/>
              </w:rPr>
              <w:fldChar w:fldCharType="begin">
                <w:ffData>
                  <w:name w:val=""/>
                  <w:enabled/>
                  <w:calcOnExit w:val="0"/>
                  <w:textInput>
                    <w:default w:val="[INSERT NO.]"/>
                  </w:textInput>
                </w:ffData>
              </w:fldChar>
            </w:r>
            <w:r w:rsidRPr="00B8290B">
              <w:rPr>
                <w:highlight w:val="lightGray"/>
              </w:rPr>
              <w:instrText xml:space="preserve"> FORMTEXT </w:instrText>
            </w:r>
            <w:r w:rsidRPr="00B8290B">
              <w:rPr>
                <w:highlight w:val="lightGray"/>
              </w:rPr>
            </w:r>
            <w:r w:rsidRPr="00B8290B">
              <w:rPr>
                <w:highlight w:val="lightGray"/>
              </w:rPr>
              <w:fldChar w:fldCharType="separate"/>
            </w:r>
            <w:r w:rsidR="006F36D7">
              <w:rPr>
                <w:noProof/>
                <w:highlight w:val="lightGray"/>
              </w:rPr>
              <w:t>[INSERT NO.]</w:t>
            </w:r>
            <w:r w:rsidRPr="00B8290B">
              <w:rPr>
                <w:highlight w:val="lightGray"/>
              </w:rPr>
              <w:fldChar w:fldCharType="end"/>
            </w:r>
          </w:p>
        </w:tc>
      </w:tr>
      <w:tr w:rsidR="00150688" w:rsidRPr="00EE002D" w14:paraId="55837EFE" w14:textId="77777777" w:rsidTr="00A80C73">
        <w:tc>
          <w:tcPr>
            <w:tcW w:w="1700" w:type="dxa"/>
            <w:shd w:val="solid" w:color="F4F1EE" w:fill="auto"/>
          </w:tcPr>
          <w:p w14:paraId="04E17BB0" w14:textId="77777777" w:rsidR="00150688" w:rsidRPr="0099451D" w:rsidRDefault="00150688" w:rsidP="0099451D">
            <w:pPr>
              <w:pStyle w:val="ASDEFCONNormal"/>
            </w:pPr>
            <w:r w:rsidRPr="0099451D">
              <w:t>RFT Name:</w:t>
            </w:r>
          </w:p>
        </w:tc>
        <w:tc>
          <w:tcPr>
            <w:tcW w:w="7185" w:type="dxa"/>
            <w:gridSpan w:val="2"/>
          </w:tcPr>
          <w:p w14:paraId="5952B8AC" w14:textId="3E6DAE2A" w:rsidR="00150688" w:rsidRPr="00B8290B" w:rsidRDefault="00EE2CEF" w:rsidP="0099451D">
            <w:pPr>
              <w:pStyle w:val="ASDEFCONNormal"/>
            </w:pPr>
            <w:r>
              <w:rPr>
                <w:highlight w:val="lightGray"/>
              </w:rPr>
              <w:fldChar w:fldCharType="begin">
                <w:ffData>
                  <w:name w:val=""/>
                  <w:enabled/>
                  <w:calcOnExit w:val="0"/>
                  <w:textInput>
                    <w:default w:val="[INSERT NAME OF CAPABILITY / SYSTEM]"/>
                  </w:textInput>
                </w:ffData>
              </w:fldChar>
            </w:r>
            <w:r>
              <w:rPr>
                <w:highlight w:val="lightGray"/>
              </w:rPr>
              <w:instrText xml:space="preserve"> FORMTEXT </w:instrText>
            </w:r>
            <w:r>
              <w:rPr>
                <w:highlight w:val="lightGray"/>
              </w:rPr>
            </w:r>
            <w:r>
              <w:rPr>
                <w:highlight w:val="lightGray"/>
              </w:rPr>
              <w:fldChar w:fldCharType="separate"/>
            </w:r>
            <w:r w:rsidR="006F36D7">
              <w:rPr>
                <w:noProof/>
                <w:highlight w:val="lightGray"/>
              </w:rPr>
              <w:t>[INSERT NAME OF CAPABILITY / SYSTEM]</w:t>
            </w:r>
            <w:r>
              <w:rPr>
                <w:highlight w:val="lightGray"/>
              </w:rPr>
              <w:fldChar w:fldCharType="end"/>
            </w:r>
          </w:p>
        </w:tc>
      </w:tr>
      <w:tr w:rsidR="00150688" w14:paraId="1B669085" w14:textId="77777777" w:rsidTr="00A80C73">
        <w:tc>
          <w:tcPr>
            <w:tcW w:w="1700" w:type="dxa"/>
            <w:shd w:val="solid" w:color="F4F1EE" w:fill="auto"/>
          </w:tcPr>
          <w:p w14:paraId="30ABAE51" w14:textId="77777777" w:rsidR="00150688" w:rsidRPr="0099451D" w:rsidRDefault="00150688" w:rsidP="0099451D">
            <w:pPr>
              <w:pStyle w:val="ASDEFCONNormal"/>
              <w:rPr>
                <w:lang w:eastAsia="zh-CN"/>
              </w:rPr>
            </w:pPr>
            <w:r w:rsidRPr="0099451D">
              <w:rPr>
                <w:lang w:eastAsia="zh-CN"/>
              </w:rPr>
              <w:t>Division 2 of CPRs:</w:t>
            </w:r>
          </w:p>
        </w:tc>
        <w:tc>
          <w:tcPr>
            <w:tcW w:w="7185" w:type="dxa"/>
            <w:gridSpan w:val="2"/>
          </w:tcPr>
          <w:p w14:paraId="11452085" w14:textId="1D1BEDC3" w:rsidR="006F36D7" w:rsidRDefault="00150688" w:rsidP="00307843">
            <w:pPr>
              <w:pStyle w:val="NoteToDrafters-ASDEFCON"/>
            </w:pPr>
            <w:r>
              <w:t>Note to drafters:  Select ‘do’ or ‘do not’ from the clause below as appropriate to the RFT.  Refer to the DPPM for guidance on the CPRs.</w:t>
            </w:r>
          </w:p>
          <w:p w14:paraId="76D21FFD" w14:textId="472391E8" w:rsidR="004A2821" w:rsidRDefault="00150688" w:rsidP="00307843">
            <w:pPr>
              <w:pStyle w:val="NoteToDrafters-ASDEFCON"/>
            </w:pPr>
            <w:r w:rsidRPr="00A87F28">
              <w:t>An electronic version of the CPRs can be accessed at</w:t>
            </w:r>
            <w:r w:rsidR="004A2821">
              <w:t>:</w:t>
            </w:r>
          </w:p>
          <w:p w14:paraId="6DB04F44" w14:textId="0E08A83F" w:rsidR="00150688" w:rsidRDefault="00E41C00" w:rsidP="00307843">
            <w:pPr>
              <w:pStyle w:val="NoteToDrafters-ASDEFCON"/>
            </w:pPr>
            <w:hyperlink r:id="rId8" w:history="1">
              <w:r w:rsidR="00D86FFA" w:rsidRPr="00801913">
                <w:rPr>
                  <w:rStyle w:val="Hyperlink"/>
                </w:rPr>
                <w:t>https://www.finance.gov.au/government/procurement/commonwealth-procurement-rules</w:t>
              </w:r>
            </w:hyperlink>
            <w:r w:rsidR="00150688" w:rsidRPr="00A87F28">
              <w:t>.</w:t>
            </w:r>
          </w:p>
          <w:p w14:paraId="1FDDCF4D" w14:textId="764650AE" w:rsidR="00150688" w:rsidRPr="000E130F" w:rsidRDefault="00150688">
            <w:pPr>
              <w:pStyle w:val="ASDEFCONNormal"/>
            </w:pPr>
            <w:r>
              <w:t xml:space="preserve">The additional rules detailed in Division 2 of the CPRs </w:t>
            </w:r>
            <w:r w:rsidRPr="00B8290B">
              <w:rPr>
                <w:b/>
              </w:rPr>
              <w:fldChar w:fldCharType="begin">
                <w:ffData>
                  <w:name w:val="Text2"/>
                  <w:enabled/>
                  <w:calcOnExit w:val="0"/>
                  <w:textInput>
                    <w:default w:val="[DO / DO NOT]"/>
                  </w:textInput>
                </w:ffData>
              </w:fldChar>
            </w:r>
            <w:r w:rsidRPr="00B8290B">
              <w:rPr>
                <w:b/>
              </w:rPr>
              <w:instrText xml:space="preserve"> FORMTEXT </w:instrText>
            </w:r>
            <w:r w:rsidRPr="00B8290B">
              <w:rPr>
                <w:b/>
              </w:rPr>
            </w:r>
            <w:r w:rsidRPr="00B8290B">
              <w:rPr>
                <w:b/>
              </w:rPr>
              <w:fldChar w:fldCharType="separate"/>
            </w:r>
            <w:r w:rsidR="006F36D7">
              <w:rPr>
                <w:b/>
                <w:noProof/>
              </w:rPr>
              <w:t>[DO / DO NOT]</w:t>
            </w:r>
            <w:r w:rsidRPr="00B8290B">
              <w:rPr>
                <w:b/>
              </w:rPr>
              <w:fldChar w:fldCharType="end"/>
            </w:r>
            <w:r w:rsidRPr="003F3020">
              <w:t xml:space="preserve"> </w:t>
            </w:r>
            <w:r>
              <w:t>apply to this procurement.</w:t>
            </w:r>
          </w:p>
        </w:tc>
        <w:bookmarkStart w:id="0" w:name="_GoBack"/>
        <w:bookmarkEnd w:id="0"/>
      </w:tr>
      <w:tr w:rsidR="00150688" w14:paraId="21E85F81" w14:textId="77777777" w:rsidTr="00A80C73">
        <w:tc>
          <w:tcPr>
            <w:tcW w:w="1700" w:type="dxa"/>
            <w:vMerge w:val="restart"/>
            <w:shd w:val="solid" w:color="F4F1EE" w:fill="auto"/>
          </w:tcPr>
          <w:p w14:paraId="48C30619" w14:textId="77777777" w:rsidR="00150688" w:rsidRPr="0099451D" w:rsidRDefault="00150688" w:rsidP="0099451D">
            <w:pPr>
              <w:pStyle w:val="ASDEFCONNormal"/>
            </w:pPr>
            <w:r w:rsidRPr="0099451D">
              <w:t>Contact Officer:</w:t>
            </w:r>
          </w:p>
          <w:p w14:paraId="7CCDC75E" w14:textId="3CD83A7F" w:rsidR="00150688" w:rsidRPr="0009719A" w:rsidRDefault="00150688" w:rsidP="0099451D">
            <w:pPr>
              <w:pStyle w:val="ASDEFCONNormal"/>
              <w:rPr>
                <w:b/>
              </w:rPr>
            </w:pPr>
            <w:r w:rsidRPr="00405147">
              <w:t>(clause</w:t>
            </w:r>
            <w:r>
              <w:t xml:space="preserve"> </w:t>
            </w:r>
            <w:r>
              <w:fldChar w:fldCharType="begin"/>
            </w:r>
            <w:r>
              <w:instrText xml:space="preserve"> REF _Ref95210092 \r \h </w:instrText>
            </w:r>
            <w:r>
              <w:fldChar w:fldCharType="separate"/>
            </w:r>
            <w:r w:rsidR="006F36D7">
              <w:t>2.3</w:t>
            </w:r>
            <w:r>
              <w:fldChar w:fldCharType="end"/>
            </w:r>
            <w:r w:rsidRPr="00405147">
              <w:t>)</w:t>
            </w:r>
          </w:p>
        </w:tc>
        <w:tc>
          <w:tcPr>
            <w:tcW w:w="1095" w:type="dxa"/>
            <w:tcBorders>
              <w:right w:val="single" w:sz="4" w:space="0" w:color="C0C0C0"/>
            </w:tcBorders>
          </w:tcPr>
          <w:p w14:paraId="7D665CA0" w14:textId="77777777" w:rsidR="00150688" w:rsidRDefault="00150688" w:rsidP="00C81875">
            <w:pPr>
              <w:pStyle w:val="ASDEFCONNormal"/>
            </w:pPr>
            <w:r>
              <w:t>Name:</w:t>
            </w:r>
          </w:p>
        </w:tc>
        <w:tc>
          <w:tcPr>
            <w:tcW w:w="6090" w:type="dxa"/>
            <w:tcBorders>
              <w:left w:val="single" w:sz="4" w:space="0" w:color="C0C0C0"/>
              <w:right w:val="single" w:sz="4" w:space="0" w:color="C0C0C0"/>
            </w:tcBorders>
          </w:tcPr>
          <w:p w14:paraId="5AFC7383" w14:textId="60853DD4" w:rsidR="00150688" w:rsidRPr="00B8290B" w:rsidRDefault="00150688" w:rsidP="0099451D">
            <w:pPr>
              <w:pStyle w:val="ASDEFCONNormal"/>
            </w:pPr>
            <w:r w:rsidRPr="00B8290B">
              <w:rPr>
                <w:highlight w:val="lightGray"/>
                <w:lang w:eastAsia="zh-CN"/>
              </w:rPr>
              <w:fldChar w:fldCharType="begin">
                <w:ffData>
                  <w:name w:val=""/>
                  <w:enabled/>
                  <w:calcOnExit w:val="0"/>
                  <w:textInput>
                    <w:default w:val="[INSERT DETAILS]"/>
                  </w:textInput>
                </w:ffData>
              </w:fldChar>
            </w:r>
            <w:r w:rsidRPr="00B8290B">
              <w:rPr>
                <w:highlight w:val="lightGray"/>
                <w:lang w:eastAsia="zh-CN"/>
              </w:rPr>
              <w:instrText xml:space="preserve"> FORMTEXT </w:instrText>
            </w:r>
            <w:r w:rsidRPr="00B8290B">
              <w:rPr>
                <w:highlight w:val="lightGray"/>
                <w:lang w:eastAsia="zh-CN"/>
              </w:rPr>
            </w:r>
            <w:r w:rsidRPr="00B8290B">
              <w:rPr>
                <w:highlight w:val="lightGray"/>
                <w:lang w:eastAsia="zh-CN"/>
              </w:rPr>
              <w:fldChar w:fldCharType="separate"/>
            </w:r>
            <w:r w:rsidR="006F36D7">
              <w:rPr>
                <w:noProof/>
                <w:highlight w:val="lightGray"/>
                <w:lang w:eastAsia="zh-CN"/>
              </w:rPr>
              <w:t>[INSERT DETAILS]</w:t>
            </w:r>
            <w:r w:rsidRPr="00B8290B">
              <w:rPr>
                <w:highlight w:val="lightGray"/>
                <w:lang w:eastAsia="zh-CN"/>
              </w:rPr>
              <w:fldChar w:fldCharType="end"/>
            </w:r>
          </w:p>
        </w:tc>
      </w:tr>
      <w:tr w:rsidR="00150688" w14:paraId="223337AD" w14:textId="77777777" w:rsidTr="00C81875">
        <w:tc>
          <w:tcPr>
            <w:tcW w:w="1700" w:type="dxa"/>
            <w:vMerge/>
            <w:shd w:val="solid" w:color="F4F1EE" w:fill="auto"/>
          </w:tcPr>
          <w:p w14:paraId="6AA49574" w14:textId="77777777" w:rsidR="00150688" w:rsidRPr="0009719A" w:rsidRDefault="00150688" w:rsidP="0010595B">
            <w:pPr>
              <w:pStyle w:val="ASDEFCONNormal"/>
            </w:pPr>
          </w:p>
        </w:tc>
        <w:tc>
          <w:tcPr>
            <w:tcW w:w="1095" w:type="dxa"/>
          </w:tcPr>
          <w:p w14:paraId="470668D1" w14:textId="77777777" w:rsidR="00150688" w:rsidRDefault="00150688" w:rsidP="00C81875">
            <w:pPr>
              <w:pStyle w:val="ASDEFCONNormal"/>
              <w:rPr>
                <w:b/>
              </w:rPr>
            </w:pPr>
            <w:r w:rsidRPr="0009719A">
              <w:t>Address</w:t>
            </w:r>
            <w:r w:rsidRPr="00940AA5">
              <w:t>:</w:t>
            </w:r>
          </w:p>
        </w:tc>
        <w:tc>
          <w:tcPr>
            <w:tcW w:w="6090" w:type="dxa"/>
          </w:tcPr>
          <w:p w14:paraId="5BF0066C" w14:textId="46AD4980" w:rsidR="00150688" w:rsidRPr="00B8290B" w:rsidRDefault="00150688" w:rsidP="0099451D">
            <w:pPr>
              <w:pStyle w:val="ASDEFCONNormal"/>
            </w:pPr>
            <w:r w:rsidRPr="00B8290B">
              <w:rPr>
                <w:highlight w:val="lightGray"/>
                <w:lang w:eastAsia="zh-CN"/>
              </w:rPr>
              <w:fldChar w:fldCharType="begin">
                <w:ffData>
                  <w:name w:val=""/>
                  <w:enabled/>
                  <w:calcOnExit w:val="0"/>
                  <w:textInput>
                    <w:default w:val="[INSERT ADDRESS]"/>
                  </w:textInput>
                </w:ffData>
              </w:fldChar>
            </w:r>
            <w:r w:rsidRPr="00B8290B">
              <w:rPr>
                <w:highlight w:val="lightGray"/>
                <w:lang w:eastAsia="zh-CN"/>
              </w:rPr>
              <w:instrText xml:space="preserve"> FORMTEXT </w:instrText>
            </w:r>
            <w:r w:rsidRPr="00B8290B">
              <w:rPr>
                <w:highlight w:val="lightGray"/>
                <w:lang w:eastAsia="zh-CN"/>
              </w:rPr>
            </w:r>
            <w:r w:rsidRPr="00B8290B">
              <w:rPr>
                <w:highlight w:val="lightGray"/>
                <w:lang w:eastAsia="zh-CN"/>
              </w:rPr>
              <w:fldChar w:fldCharType="separate"/>
            </w:r>
            <w:r w:rsidR="006F36D7">
              <w:rPr>
                <w:noProof/>
                <w:highlight w:val="lightGray"/>
                <w:lang w:eastAsia="zh-CN"/>
              </w:rPr>
              <w:t>[INSERT ADDRESS]</w:t>
            </w:r>
            <w:r w:rsidRPr="00B8290B">
              <w:rPr>
                <w:highlight w:val="lightGray"/>
                <w:lang w:eastAsia="zh-CN"/>
              </w:rPr>
              <w:fldChar w:fldCharType="end"/>
            </w:r>
          </w:p>
        </w:tc>
      </w:tr>
      <w:tr w:rsidR="00150688" w14:paraId="1033A52A" w14:textId="77777777" w:rsidTr="00A80C73">
        <w:trPr>
          <w:trHeight w:val="375"/>
        </w:trPr>
        <w:tc>
          <w:tcPr>
            <w:tcW w:w="1700" w:type="dxa"/>
            <w:vMerge/>
            <w:shd w:val="solid" w:color="F4F1EE" w:fill="auto"/>
          </w:tcPr>
          <w:p w14:paraId="21EBA48B" w14:textId="77777777" w:rsidR="00150688" w:rsidRDefault="00150688" w:rsidP="0010595B">
            <w:pPr>
              <w:pStyle w:val="ASDEFCONNormal"/>
            </w:pPr>
          </w:p>
        </w:tc>
        <w:tc>
          <w:tcPr>
            <w:tcW w:w="1095" w:type="dxa"/>
          </w:tcPr>
          <w:p w14:paraId="681420EA" w14:textId="77777777" w:rsidR="00150688" w:rsidRPr="0009719A" w:rsidRDefault="00150688" w:rsidP="00C81875">
            <w:pPr>
              <w:pStyle w:val="ASDEFCONNormal"/>
            </w:pPr>
            <w:r w:rsidRPr="0009719A">
              <w:t>Fa</w:t>
            </w:r>
            <w:r>
              <w:t>x</w:t>
            </w:r>
            <w:r w:rsidRPr="0009719A">
              <w:t>:</w:t>
            </w:r>
          </w:p>
        </w:tc>
        <w:tc>
          <w:tcPr>
            <w:tcW w:w="6090" w:type="dxa"/>
          </w:tcPr>
          <w:p w14:paraId="673FA897" w14:textId="1DA8F435" w:rsidR="00150688" w:rsidRPr="00B8290B" w:rsidRDefault="00150688" w:rsidP="0099451D">
            <w:pPr>
              <w:pStyle w:val="ASDEFCONNormal"/>
            </w:pPr>
            <w:r w:rsidRPr="00B8290B">
              <w:rPr>
                <w:highlight w:val="lightGray"/>
                <w:lang w:eastAsia="zh-CN"/>
              </w:rPr>
              <w:fldChar w:fldCharType="begin">
                <w:ffData>
                  <w:name w:val=""/>
                  <w:enabled/>
                  <w:calcOnExit w:val="0"/>
                  <w:textInput>
                    <w:default w:val="[INSERT FAX NUMBER]"/>
                  </w:textInput>
                </w:ffData>
              </w:fldChar>
            </w:r>
            <w:r w:rsidRPr="00B8290B">
              <w:rPr>
                <w:highlight w:val="lightGray"/>
                <w:lang w:eastAsia="zh-CN"/>
              </w:rPr>
              <w:instrText xml:space="preserve"> FORMTEXT </w:instrText>
            </w:r>
            <w:r w:rsidRPr="00B8290B">
              <w:rPr>
                <w:highlight w:val="lightGray"/>
                <w:lang w:eastAsia="zh-CN"/>
              </w:rPr>
            </w:r>
            <w:r w:rsidRPr="00B8290B">
              <w:rPr>
                <w:highlight w:val="lightGray"/>
                <w:lang w:eastAsia="zh-CN"/>
              </w:rPr>
              <w:fldChar w:fldCharType="separate"/>
            </w:r>
            <w:r w:rsidR="006F36D7">
              <w:rPr>
                <w:noProof/>
                <w:highlight w:val="lightGray"/>
                <w:lang w:eastAsia="zh-CN"/>
              </w:rPr>
              <w:t>[INSERT FAX NUMBER]</w:t>
            </w:r>
            <w:r w:rsidRPr="00B8290B">
              <w:rPr>
                <w:highlight w:val="lightGray"/>
                <w:lang w:eastAsia="zh-CN"/>
              </w:rPr>
              <w:fldChar w:fldCharType="end"/>
            </w:r>
          </w:p>
        </w:tc>
      </w:tr>
      <w:tr w:rsidR="00150688" w14:paraId="5C3A9DC1" w14:textId="77777777" w:rsidTr="00A80C73">
        <w:trPr>
          <w:trHeight w:val="252"/>
        </w:trPr>
        <w:tc>
          <w:tcPr>
            <w:tcW w:w="1700" w:type="dxa"/>
            <w:vMerge/>
            <w:shd w:val="solid" w:color="F4F1EE" w:fill="auto"/>
          </w:tcPr>
          <w:p w14:paraId="2853FCD9" w14:textId="77777777" w:rsidR="00150688" w:rsidRPr="0009719A" w:rsidRDefault="00150688" w:rsidP="0010595B">
            <w:pPr>
              <w:pStyle w:val="ASDEFCONNormal"/>
            </w:pPr>
          </w:p>
        </w:tc>
        <w:tc>
          <w:tcPr>
            <w:tcW w:w="1095" w:type="dxa"/>
          </w:tcPr>
          <w:p w14:paraId="3917DA56" w14:textId="77777777" w:rsidR="00150688" w:rsidRPr="0009719A" w:rsidRDefault="00150688" w:rsidP="00C81875">
            <w:pPr>
              <w:pStyle w:val="ASDEFCONNormal"/>
            </w:pPr>
            <w:r w:rsidRPr="0009719A">
              <w:t>Email:</w:t>
            </w:r>
          </w:p>
        </w:tc>
        <w:tc>
          <w:tcPr>
            <w:tcW w:w="6090" w:type="dxa"/>
          </w:tcPr>
          <w:p w14:paraId="631FF659" w14:textId="15CBB417" w:rsidR="00150688" w:rsidRPr="00B8290B" w:rsidRDefault="00150688" w:rsidP="0099451D">
            <w:pPr>
              <w:pStyle w:val="ASDEFCONNormal"/>
            </w:pPr>
            <w:r w:rsidRPr="00B8290B">
              <w:rPr>
                <w:highlight w:val="lightGray"/>
                <w:lang w:eastAsia="zh-CN"/>
              </w:rPr>
              <w:fldChar w:fldCharType="begin">
                <w:ffData>
                  <w:name w:val=""/>
                  <w:enabled/>
                  <w:calcOnExit w:val="0"/>
                  <w:textInput>
                    <w:default w:val="[INSERT EMAIL ADDRESS]"/>
                  </w:textInput>
                </w:ffData>
              </w:fldChar>
            </w:r>
            <w:r w:rsidRPr="00B8290B">
              <w:rPr>
                <w:highlight w:val="lightGray"/>
                <w:lang w:eastAsia="zh-CN"/>
              </w:rPr>
              <w:instrText xml:space="preserve"> FORMTEXT </w:instrText>
            </w:r>
            <w:r w:rsidRPr="00B8290B">
              <w:rPr>
                <w:highlight w:val="lightGray"/>
                <w:lang w:eastAsia="zh-CN"/>
              </w:rPr>
            </w:r>
            <w:r w:rsidRPr="00B8290B">
              <w:rPr>
                <w:highlight w:val="lightGray"/>
                <w:lang w:eastAsia="zh-CN"/>
              </w:rPr>
              <w:fldChar w:fldCharType="separate"/>
            </w:r>
            <w:r w:rsidR="006F36D7">
              <w:rPr>
                <w:noProof/>
                <w:highlight w:val="lightGray"/>
                <w:lang w:eastAsia="zh-CN"/>
              </w:rPr>
              <w:t>[INSERT EMAIL ADDRESS]</w:t>
            </w:r>
            <w:r w:rsidRPr="00B8290B">
              <w:rPr>
                <w:highlight w:val="lightGray"/>
                <w:lang w:eastAsia="zh-CN"/>
              </w:rPr>
              <w:fldChar w:fldCharType="end"/>
            </w:r>
          </w:p>
        </w:tc>
      </w:tr>
      <w:tr w:rsidR="00150688" w14:paraId="60F85748" w14:textId="77777777" w:rsidTr="00A80C73">
        <w:trPr>
          <w:trHeight w:val="1330"/>
        </w:trPr>
        <w:tc>
          <w:tcPr>
            <w:tcW w:w="1700" w:type="dxa"/>
            <w:vMerge w:val="restart"/>
            <w:shd w:val="solid" w:color="F4F1EE" w:fill="auto"/>
          </w:tcPr>
          <w:p w14:paraId="4FC2E4C1" w14:textId="77777777" w:rsidR="00150688" w:rsidRPr="00B8290B" w:rsidRDefault="00150688" w:rsidP="0099451D">
            <w:pPr>
              <w:pStyle w:val="ASDEFCONNormal"/>
              <w:rPr>
                <w:lang w:eastAsia="zh-CN"/>
              </w:rPr>
            </w:pPr>
            <w:r w:rsidRPr="00B8290B">
              <w:rPr>
                <w:lang w:eastAsia="zh-CN"/>
              </w:rPr>
              <w:t>Industry briefing: (Optional)</w:t>
            </w:r>
          </w:p>
          <w:p w14:paraId="02CEB2AF" w14:textId="23CC7180" w:rsidR="00150688" w:rsidRDefault="00150688" w:rsidP="0099451D">
            <w:pPr>
              <w:pStyle w:val="ASDEFCONNormal"/>
              <w:rPr>
                <w:b/>
                <w:lang w:eastAsia="zh-CN"/>
              </w:rPr>
            </w:pPr>
            <w:r w:rsidRPr="00405147">
              <w:t>(clause</w:t>
            </w:r>
            <w:r>
              <w:t xml:space="preserve"> </w:t>
            </w:r>
            <w:r>
              <w:fldChar w:fldCharType="begin"/>
            </w:r>
            <w:r>
              <w:instrText xml:space="preserve"> REF _Ref458158511 \r \h </w:instrText>
            </w:r>
            <w:r>
              <w:fldChar w:fldCharType="separate"/>
            </w:r>
            <w:r w:rsidR="006F36D7">
              <w:t>2.6</w:t>
            </w:r>
            <w:r>
              <w:fldChar w:fldCharType="end"/>
            </w:r>
            <w:r w:rsidRPr="00405147">
              <w:t>)</w:t>
            </w:r>
          </w:p>
        </w:tc>
        <w:tc>
          <w:tcPr>
            <w:tcW w:w="7185" w:type="dxa"/>
            <w:gridSpan w:val="2"/>
          </w:tcPr>
          <w:p w14:paraId="23FD51AE" w14:textId="12839980" w:rsidR="006F36D7" w:rsidRDefault="00150688" w:rsidP="0099451D">
            <w:pPr>
              <w:pStyle w:val="ASDEFCONNormal"/>
            </w:pPr>
            <w:r w:rsidRPr="00EE002D">
              <w:t xml:space="preserve">An industry briefing will be conducted at </w:t>
            </w:r>
            <w:r w:rsidRPr="00B8290B">
              <w:rPr>
                <w:highlight w:val="lightGray"/>
                <w:lang w:eastAsia="zh-CN"/>
              </w:rPr>
              <w:fldChar w:fldCharType="begin">
                <w:ffData>
                  <w:name w:val=""/>
                  <w:enabled/>
                  <w:calcOnExit w:val="0"/>
                  <w:textInput>
                    <w:default w:val="[INSERT PLACE]"/>
                  </w:textInput>
                </w:ffData>
              </w:fldChar>
            </w:r>
            <w:r w:rsidRPr="00B8290B">
              <w:rPr>
                <w:highlight w:val="lightGray"/>
                <w:lang w:eastAsia="zh-CN"/>
              </w:rPr>
              <w:instrText xml:space="preserve"> FORMTEXT </w:instrText>
            </w:r>
            <w:r w:rsidRPr="00B8290B">
              <w:rPr>
                <w:highlight w:val="lightGray"/>
                <w:lang w:eastAsia="zh-CN"/>
              </w:rPr>
            </w:r>
            <w:r w:rsidRPr="00B8290B">
              <w:rPr>
                <w:highlight w:val="lightGray"/>
                <w:lang w:eastAsia="zh-CN"/>
              </w:rPr>
              <w:fldChar w:fldCharType="separate"/>
            </w:r>
            <w:r w:rsidR="006F36D7">
              <w:rPr>
                <w:noProof/>
                <w:highlight w:val="lightGray"/>
                <w:lang w:eastAsia="zh-CN"/>
              </w:rPr>
              <w:t>[INSERT PLACE]</w:t>
            </w:r>
            <w:r w:rsidRPr="00B8290B">
              <w:rPr>
                <w:highlight w:val="lightGray"/>
                <w:lang w:eastAsia="zh-CN"/>
              </w:rPr>
              <w:fldChar w:fldCharType="end"/>
            </w:r>
            <w:r w:rsidRPr="00EE002D">
              <w:t xml:space="preserve"> commencing at </w:t>
            </w:r>
            <w:r w:rsidRPr="00B8290B">
              <w:rPr>
                <w:highlight w:val="lightGray"/>
                <w:lang w:eastAsia="zh-CN"/>
              </w:rPr>
              <w:fldChar w:fldCharType="begin">
                <w:ffData>
                  <w:name w:val=""/>
                  <w:enabled/>
                  <w:calcOnExit w:val="0"/>
                  <w:textInput>
                    <w:default w:val="[INSERT TIME]"/>
                  </w:textInput>
                </w:ffData>
              </w:fldChar>
            </w:r>
            <w:r w:rsidRPr="00B8290B">
              <w:rPr>
                <w:highlight w:val="lightGray"/>
                <w:lang w:eastAsia="zh-CN"/>
              </w:rPr>
              <w:instrText xml:space="preserve"> FORMTEXT </w:instrText>
            </w:r>
            <w:r w:rsidRPr="00B8290B">
              <w:rPr>
                <w:highlight w:val="lightGray"/>
                <w:lang w:eastAsia="zh-CN"/>
              </w:rPr>
            </w:r>
            <w:r w:rsidRPr="00B8290B">
              <w:rPr>
                <w:highlight w:val="lightGray"/>
                <w:lang w:eastAsia="zh-CN"/>
              </w:rPr>
              <w:fldChar w:fldCharType="separate"/>
            </w:r>
            <w:r w:rsidR="006F36D7">
              <w:rPr>
                <w:noProof/>
                <w:highlight w:val="lightGray"/>
                <w:lang w:eastAsia="zh-CN"/>
              </w:rPr>
              <w:t>[INSERT TIME]</w:t>
            </w:r>
            <w:r w:rsidRPr="00B8290B">
              <w:rPr>
                <w:highlight w:val="lightGray"/>
                <w:lang w:eastAsia="zh-CN"/>
              </w:rPr>
              <w:fldChar w:fldCharType="end"/>
            </w:r>
            <w:r w:rsidRPr="00EE002D">
              <w:t xml:space="preserve"> on </w:t>
            </w:r>
            <w:r w:rsidRPr="00B8290B">
              <w:rPr>
                <w:highlight w:val="lightGray"/>
                <w:lang w:eastAsia="zh-CN"/>
              </w:rPr>
              <w:fldChar w:fldCharType="begin">
                <w:ffData>
                  <w:name w:val=""/>
                  <w:enabled/>
                  <w:calcOnExit w:val="0"/>
                  <w:textInput>
                    <w:default w:val="[INSERT DATE]"/>
                  </w:textInput>
                </w:ffData>
              </w:fldChar>
            </w:r>
            <w:r w:rsidRPr="00B8290B">
              <w:rPr>
                <w:highlight w:val="lightGray"/>
                <w:lang w:eastAsia="zh-CN"/>
              </w:rPr>
              <w:instrText xml:space="preserve"> FORMTEXT </w:instrText>
            </w:r>
            <w:r w:rsidRPr="00B8290B">
              <w:rPr>
                <w:highlight w:val="lightGray"/>
                <w:lang w:eastAsia="zh-CN"/>
              </w:rPr>
            </w:r>
            <w:r w:rsidRPr="00B8290B">
              <w:rPr>
                <w:highlight w:val="lightGray"/>
                <w:lang w:eastAsia="zh-CN"/>
              </w:rPr>
              <w:fldChar w:fldCharType="separate"/>
            </w:r>
            <w:r w:rsidR="006F36D7">
              <w:rPr>
                <w:noProof/>
                <w:highlight w:val="lightGray"/>
                <w:lang w:eastAsia="zh-CN"/>
              </w:rPr>
              <w:t>[INSERT DATE]</w:t>
            </w:r>
            <w:r w:rsidRPr="00B8290B">
              <w:rPr>
                <w:highlight w:val="lightGray"/>
                <w:lang w:eastAsia="zh-CN"/>
              </w:rPr>
              <w:fldChar w:fldCharType="end"/>
            </w:r>
            <w:r w:rsidRPr="00EE002D">
              <w:t>.</w:t>
            </w:r>
          </w:p>
          <w:p w14:paraId="5985115F" w14:textId="718CBE4B" w:rsidR="00150688" w:rsidRDefault="00150688" w:rsidP="0099451D">
            <w:pPr>
              <w:pStyle w:val="ASDEFCONNormal"/>
            </w:pPr>
            <w:r w:rsidRPr="00EE002D">
              <w:t xml:space="preserve">Representatives of prospective tenderers at the briefing will be limited to </w:t>
            </w:r>
            <w:r w:rsidRPr="00EE002D">
              <w:rPr>
                <w:b/>
                <w:highlight w:val="lightGray"/>
                <w:lang w:eastAsia="zh-CN"/>
              </w:rPr>
              <w:fldChar w:fldCharType="begin">
                <w:ffData>
                  <w:name w:val=""/>
                  <w:enabled/>
                  <w:calcOnExit w:val="0"/>
                  <w:textInput>
                    <w:default w:val="[INSERT NUMBER]"/>
                  </w:textInput>
                </w:ffData>
              </w:fldChar>
            </w:r>
            <w:r w:rsidRPr="00EE002D">
              <w:rPr>
                <w:b/>
                <w:highlight w:val="lightGray"/>
                <w:lang w:eastAsia="zh-CN"/>
              </w:rPr>
              <w:instrText xml:space="preserve"> FORMTEXT </w:instrText>
            </w:r>
            <w:r w:rsidRPr="00EE002D">
              <w:rPr>
                <w:b/>
                <w:highlight w:val="lightGray"/>
                <w:lang w:eastAsia="zh-CN"/>
              </w:rPr>
            </w:r>
            <w:r w:rsidRPr="00EE002D">
              <w:rPr>
                <w:b/>
                <w:highlight w:val="lightGray"/>
                <w:lang w:eastAsia="zh-CN"/>
              </w:rPr>
              <w:fldChar w:fldCharType="separate"/>
            </w:r>
            <w:r w:rsidR="006F36D7">
              <w:rPr>
                <w:b/>
                <w:noProof/>
                <w:highlight w:val="lightGray"/>
                <w:lang w:eastAsia="zh-CN"/>
              </w:rPr>
              <w:t>[INSERT NUMBER]</w:t>
            </w:r>
            <w:r w:rsidRPr="00EE002D">
              <w:rPr>
                <w:b/>
                <w:highlight w:val="lightGray"/>
                <w:lang w:eastAsia="zh-CN"/>
              </w:rPr>
              <w:fldChar w:fldCharType="end"/>
            </w:r>
            <w:r w:rsidRPr="00EE002D">
              <w:t xml:space="preserve"> personnel.  Nominations to attend the briefing are to be forwarded in writing to the Contact Officer by </w:t>
            </w:r>
            <w:r w:rsidRPr="00EE002D">
              <w:rPr>
                <w:b/>
                <w:highlight w:val="lightGray"/>
                <w:lang w:eastAsia="zh-CN"/>
              </w:rPr>
              <w:fldChar w:fldCharType="begin">
                <w:ffData>
                  <w:name w:val=""/>
                  <w:enabled/>
                  <w:calcOnExit w:val="0"/>
                  <w:textInput>
                    <w:default w:val="[INSERT TIME / DATE]"/>
                  </w:textInput>
                </w:ffData>
              </w:fldChar>
            </w:r>
            <w:r w:rsidRPr="00EE002D">
              <w:rPr>
                <w:b/>
                <w:highlight w:val="lightGray"/>
                <w:lang w:eastAsia="zh-CN"/>
              </w:rPr>
              <w:instrText xml:space="preserve"> FORMTEXT </w:instrText>
            </w:r>
            <w:r w:rsidRPr="00EE002D">
              <w:rPr>
                <w:b/>
                <w:highlight w:val="lightGray"/>
                <w:lang w:eastAsia="zh-CN"/>
              </w:rPr>
            </w:r>
            <w:r w:rsidRPr="00EE002D">
              <w:rPr>
                <w:b/>
                <w:highlight w:val="lightGray"/>
                <w:lang w:eastAsia="zh-CN"/>
              </w:rPr>
              <w:fldChar w:fldCharType="separate"/>
            </w:r>
            <w:r w:rsidR="006F36D7">
              <w:rPr>
                <w:b/>
                <w:noProof/>
                <w:highlight w:val="lightGray"/>
                <w:lang w:eastAsia="zh-CN"/>
              </w:rPr>
              <w:t>[INSERT TIME / DATE]</w:t>
            </w:r>
            <w:r w:rsidRPr="00EE002D">
              <w:rPr>
                <w:b/>
                <w:highlight w:val="lightGray"/>
                <w:lang w:eastAsia="zh-CN"/>
              </w:rPr>
              <w:fldChar w:fldCharType="end"/>
            </w:r>
            <w:r w:rsidRPr="00EE002D">
              <w:t>.</w:t>
            </w:r>
          </w:p>
        </w:tc>
      </w:tr>
      <w:tr w:rsidR="00150688" w14:paraId="00602757" w14:textId="77777777" w:rsidTr="00A80C73">
        <w:trPr>
          <w:trHeight w:val="2032"/>
        </w:trPr>
        <w:tc>
          <w:tcPr>
            <w:tcW w:w="1700" w:type="dxa"/>
            <w:vMerge/>
            <w:shd w:val="solid" w:color="F4F1EE" w:fill="auto"/>
          </w:tcPr>
          <w:p w14:paraId="323942F8" w14:textId="77777777" w:rsidR="00150688" w:rsidRPr="00B8290B" w:rsidRDefault="00150688" w:rsidP="0010595B">
            <w:pPr>
              <w:pStyle w:val="ASDEFCONNormal"/>
              <w:rPr>
                <w:b/>
                <w:lang w:eastAsia="zh-CN"/>
              </w:rPr>
            </w:pPr>
          </w:p>
        </w:tc>
        <w:tc>
          <w:tcPr>
            <w:tcW w:w="7185" w:type="dxa"/>
            <w:gridSpan w:val="2"/>
          </w:tcPr>
          <w:p w14:paraId="59CAE774" w14:textId="77777777" w:rsidR="00150688" w:rsidRPr="00826AC4" w:rsidRDefault="00150688" w:rsidP="00307843">
            <w:pPr>
              <w:pStyle w:val="ASDEFCONNormal"/>
              <w:rPr>
                <w:rFonts w:eastAsia="Calibri"/>
              </w:rPr>
            </w:pPr>
            <w:r w:rsidRPr="00826AC4">
              <w:rPr>
                <w:rFonts w:eastAsia="Calibri"/>
              </w:rPr>
              <w:t>Option:  To be used when a classified industry briefing is required.</w:t>
            </w:r>
          </w:p>
          <w:p w14:paraId="581E324B" w14:textId="4E892020" w:rsidR="00150688" w:rsidRPr="000935DB" w:rsidRDefault="00150688" w:rsidP="00307843">
            <w:pPr>
              <w:pStyle w:val="ASDEFCONNormal"/>
              <w:spacing w:after="60"/>
            </w:pPr>
            <w:r w:rsidRPr="000935DB">
              <w:t xml:space="preserve">Representatives of prospective </w:t>
            </w:r>
            <w:r>
              <w:t>tenderers are to</w:t>
            </w:r>
            <w:r w:rsidRPr="000935DB">
              <w:t xml:space="preserve"> hold a current security clearance at a minimum of </w:t>
            </w:r>
            <w:r w:rsidRPr="00EE002D">
              <w:rPr>
                <w:b/>
                <w:highlight w:val="lightGray"/>
              </w:rPr>
              <w:fldChar w:fldCharType="begin">
                <w:ffData>
                  <w:name w:val="Text8"/>
                  <w:enabled/>
                  <w:calcOnExit w:val="0"/>
                  <w:textInput>
                    <w:default w:val="[INSERT CLASSIFICATION LEVEL]"/>
                  </w:textInput>
                </w:ffData>
              </w:fldChar>
            </w:r>
            <w:r w:rsidRPr="00EE002D">
              <w:rPr>
                <w:b/>
                <w:highlight w:val="lightGray"/>
              </w:rPr>
              <w:instrText xml:space="preserve"> FORMTEXT </w:instrText>
            </w:r>
            <w:r w:rsidRPr="00EE002D">
              <w:rPr>
                <w:b/>
                <w:highlight w:val="lightGray"/>
              </w:rPr>
            </w:r>
            <w:r w:rsidRPr="00EE002D">
              <w:rPr>
                <w:b/>
                <w:highlight w:val="lightGray"/>
              </w:rPr>
              <w:fldChar w:fldCharType="separate"/>
            </w:r>
            <w:r w:rsidR="006F36D7">
              <w:rPr>
                <w:b/>
                <w:noProof/>
                <w:highlight w:val="lightGray"/>
              </w:rPr>
              <w:t>[INSERT CLASSIFICATION LEVEL]</w:t>
            </w:r>
            <w:r w:rsidRPr="00EE002D">
              <w:rPr>
                <w:b/>
                <w:highlight w:val="lightGray"/>
              </w:rPr>
              <w:fldChar w:fldCharType="end"/>
            </w:r>
            <w:r w:rsidRPr="000935DB">
              <w:t xml:space="preserve"> level</w:t>
            </w:r>
            <w:r>
              <w:t xml:space="preserve">.  </w:t>
            </w:r>
            <w:r w:rsidRPr="000935DB">
              <w:t xml:space="preserve">Prospective </w:t>
            </w:r>
            <w:r>
              <w:t>tenderers are to</w:t>
            </w:r>
            <w:r w:rsidRPr="000935DB">
              <w:t xml:space="preserve"> provide the following additional details for their representatives:</w:t>
            </w:r>
          </w:p>
          <w:p w14:paraId="197C4954" w14:textId="77777777" w:rsidR="00150688" w:rsidRPr="000935DB" w:rsidRDefault="00150688" w:rsidP="0099451D">
            <w:pPr>
              <w:pStyle w:val="COTCOCLV4-ASDEFCON"/>
            </w:pPr>
            <w:r w:rsidRPr="000935DB">
              <w:t>nationality;</w:t>
            </w:r>
          </w:p>
          <w:p w14:paraId="5015EC70" w14:textId="77777777" w:rsidR="00150688" w:rsidRDefault="00150688" w:rsidP="00307843">
            <w:pPr>
              <w:pStyle w:val="COTCOCLV4-ASDEFCON"/>
              <w:spacing w:after="60"/>
            </w:pPr>
            <w:r w:rsidRPr="000935DB">
              <w:t>date and place of birth; and</w:t>
            </w:r>
          </w:p>
          <w:p w14:paraId="741C651E" w14:textId="77777777" w:rsidR="00150688" w:rsidRPr="00EE002D" w:rsidRDefault="00150688" w:rsidP="00307843">
            <w:pPr>
              <w:pStyle w:val="COTCOCLV4-ASDEFCON"/>
              <w:spacing w:after="60"/>
            </w:pPr>
            <w:proofErr w:type="gramStart"/>
            <w:r w:rsidRPr="000935DB">
              <w:t>current</w:t>
            </w:r>
            <w:proofErr w:type="gramEnd"/>
            <w:r w:rsidRPr="000935DB">
              <w:t xml:space="preserve"> security clearance and the Department which issued the clearance</w:t>
            </w:r>
            <w:r>
              <w:t>.</w:t>
            </w:r>
          </w:p>
        </w:tc>
      </w:tr>
      <w:tr w:rsidR="00150688" w14:paraId="1BDA6FBD" w14:textId="77777777" w:rsidTr="00A80C73">
        <w:tc>
          <w:tcPr>
            <w:tcW w:w="1700" w:type="dxa"/>
            <w:shd w:val="solid" w:color="F4F1EE" w:fill="auto"/>
          </w:tcPr>
          <w:p w14:paraId="03D1D667" w14:textId="77777777" w:rsidR="00150688" w:rsidRPr="00B8290B" w:rsidRDefault="00150688" w:rsidP="0099451D">
            <w:pPr>
              <w:pStyle w:val="ASDEFCONNormal"/>
            </w:pPr>
            <w:r w:rsidRPr="00B8290B">
              <w:t>Closing Time:</w:t>
            </w:r>
          </w:p>
          <w:p w14:paraId="35BCB68A" w14:textId="6DC71EC5" w:rsidR="00150688" w:rsidRDefault="00150688" w:rsidP="00D6723E">
            <w:pPr>
              <w:pStyle w:val="ASDEFCONNormal"/>
            </w:pPr>
            <w:r>
              <w:t xml:space="preserve">(clause </w:t>
            </w:r>
            <w:r>
              <w:fldChar w:fldCharType="begin"/>
            </w:r>
            <w:r>
              <w:instrText xml:space="preserve"> REF _Ref458158555 \r \h </w:instrText>
            </w:r>
            <w:r>
              <w:fldChar w:fldCharType="separate"/>
            </w:r>
            <w:r w:rsidR="006F36D7">
              <w:t>2.7.3</w:t>
            </w:r>
            <w:r>
              <w:fldChar w:fldCharType="end"/>
            </w:r>
            <w:r>
              <w:t>)</w:t>
            </w:r>
          </w:p>
        </w:tc>
        <w:tc>
          <w:tcPr>
            <w:tcW w:w="7185" w:type="dxa"/>
            <w:gridSpan w:val="2"/>
          </w:tcPr>
          <w:p w14:paraId="48333F00" w14:textId="10012B98" w:rsidR="006F36D7" w:rsidRDefault="00150688" w:rsidP="00307843">
            <w:pPr>
              <w:pStyle w:val="NoteToDrafters-ASDEFCON"/>
            </w:pPr>
            <w:r w:rsidRPr="001135CD">
              <w:t xml:space="preserve">Note to drafters:  </w:t>
            </w:r>
            <w:r w:rsidRPr="00C75D1C">
              <w:t>Closing Time</w:t>
            </w:r>
            <w:r>
              <w:t xml:space="preserve"> must</w:t>
            </w:r>
            <w:r w:rsidRPr="00C75D1C">
              <w:t xml:space="preserve"> be between 10</w:t>
            </w:r>
            <w:r>
              <w:t>am -</w:t>
            </w:r>
            <w:r w:rsidRPr="00C75D1C">
              <w:t xml:space="preserve"> </w:t>
            </w:r>
            <w:r>
              <w:t>4pm</w:t>
            </w:r>
            <w:r w:rsidRPr="00C75D1C">
              <w:t xml:space="preserve"> </w:t>
            </w:r>
            <w:r>
              <w:t xml:space="preserve">ACT local time </w:t>
            </w:r>
            <w:r w:rsidRPr="00C75D1C">
              <w:t>and not fall on a national or local ACT</w:t>
            </w:r>
            <w:r>
              <w:t xml:space="preserve"> public </w:t>
            </w:r>
            <w:r w:rsidRPr="00C75D1C">
              <w:t>holiday</w:t>
            </w:r>
            <w:r>
              <w:t xml:space="preserve">.  </w:t>
            </w:r>
            <w:r w:rsidRPr="00ED2F91">
              <w:rPr>
                <w:bdr w:val="single" w:sz="4" w:space="0" w:color="auto"/>
              </w:rPr>
              <w:t xml:space="preserve">This is to ensure that the </w:t>
            </w:r>
            <w:proofErr w:type="spellStart"/>
            <w:r w:rsidRPr="00ED2F91">
              <w:rPr>
                <w:bdr w:val="single" w:sz="4" w:space="0" w:color="auto"/>
              </w:rPr>
              <w:t>AusTender</w:t>
            </w:r>
            <w:proofErr w:type="spellEnd"/>
            <w:r w:rsidRPr="00ED2F91">
              <w:rPr>
                <w:bdr w:val="single" w:sz="4" w:space="0" w:color="auto"/>
              </w:rPr>
              <w:t xml:space="preserve"> Help Desk function is available to tenderers during the Closing Time</w:t>
            </w:r>
            <w:r>
              <w:t>.</w:t>
            </w:r>
          </w:p>
          <w:p w14:paraId="3C0EB8F5" w14:textId="4DBAB2D9" w:rsidR="00150688" w:rsidRPr="00EE002D" w:rsidRDefault="00150688">
            <w:pPr>
              <w:pStyle w:val="ASDEFCONNormal"/>
              <w:rPr>
                <w:b/>
                <w:highlight w:val="lightGray"/>
              </w:rPr>
            </w:pPr>
            <w:r w:rsidRPr="00EE002D">
              <w:rPr>
                <w:b/>
              </w:rPr>
              <w:fldChar w:fldCharType="begin">
                <w:ffData>
                  <w:name w:val=""/>
                  <w:enabled/>
                  <w:calcOnExit w:val="0"/>
                  <w:textInput>
                    <w:default w:val="[INSERT TIME]"/>
                  </w:textInput>
                </w:ffData>
              </w:fldChar>
            </w:r>
            <w:r w:rsidRPr="00EE002D">
              <w:rPr>
                <w:b/>
              </w:rPr>
              <w:instrText xml:space="preserve"> FORMTEXT </w:instrText>
            </w:r>
            <w:r w:rsidRPr="00EE002D">
              <w:rPr>
                <w:b/>
              </w:rPr>
            </w:r>
            <w:r w:rsidRPr="00EE002D">
              <w:rPr>
                <w:b/>
              </w:rPr>
              <w:fldChar w:fldCharType="separate"/>
            </w:r>
            <w:r w:rsidR="006F36D7">
              <w:rPr>
                <w:b/>
                <w:noProof/>
              </w:rPr>
              <w:t>[INSERT TIME]</w:t>
            </w:r>
            <w:r w:rsidRPr="00EE002D">
              <w:rPr>
                <w:b/>
              </w:rPr>
              <w:fldChar w:fldCharType="end"/>
            </w:r>
            <w:r w:rsidRPr="00EE002D">
              <w:t xml:space="preserve"> local time in the Australian Capital Territory (ACT) on </w:t>
            </w:r>
            <w:r w:rsidRPr="00EE002D">
              <w:rPr>
                <w:b/>
              </w:rPr>
              <w:fldChar w:fldCharType="begin">
                <w:ffData>
                  <w:name w:val=""/>
                  <w:enabled/>
                  <w:calcOnExit w:val="0"/>
                  <w:textInput>
                    <w:default w:val="[INSERT DATE]"/>
                  </w:textInput>
                </w:ffData>
              </w:fldChar>
            </w:r>
            <w:r w:rsidRPr="00EE002D">
              <w:rPr>
                <w:b/>
              </w:rPr>
              <w:instrText xml:space="preserve"> FORMTEXT </w:instrText>
            </w:r>
            <w:r w:rsidRPr="00EE002D">
              <w:rPr>
                <w:b/>
              </w:rPr>
            </w:r>
            <w:r w:rsidRPr="00EE002D">
              <w:rPr>
                <w:b/>
              </w:rPr>
              <w:fldChar w:fldCharType="separate"/>
            </w:r>
            <w:r w:rsidR="006F36D7">
              <w:rPr>
                <w:b/>
                <w:noProof/>
              </w:rPr>
              <w:t>[INSERT DATE]</w:t>
            </w:r>
            <w:r w:rsidRPr="00EE002D">
              <w:rPr>
                <w:b/>
              </w:rPr>
              <w:fldChar w:fldCharType="end"/>
            </w:r>
            <w:r w:rsidRPr="00EE002D">
              <w:t>.</w:t>
            </w:r>
          </w:p>
        </w:tc>
      </w:tr>
      <w:tr w:rsidR="00150688" w14:paraId="66A034FD" w14:textId="77777777" w:rsidTr="00A80C73">
        <w:trPr>
          <w:trHeight w:val="610"/>
        </w:trPr>
        <w:tc>
          <w:tcPr>
            <w:tcW w:w="1700" w:type="dxa"/>
            <w:shd w:val="solid" w:color="F4F1EE" w:fill="auto"/>
          </w:tcPr>
          <w:p w14:paraId="25FD6C3F" w14:textId="77777777" w:rsidR="00150688" w:rsidRPr="00B8290B" w:rsidRDefault="00150688" w:rsidP="0099451D">
            <w:pPr>
              <w:pStyle w:val="ASDEFCONNormal"/>
              <w:rPr>
                <w:lang w:eastAsia="zh-CN"/>
              </w:rPr>
            </w:pPr>
            <w:r w:rsidRPr="00B8290B">
              <w:rPr>
                <w:lang w:eastAsia="zh-CN"/>
              </w:rPr>
              <w:t>Format:</w:t>
            </w:r>
          </w:p>
          <w:p w14:paraId="062E646A" w14:textId="6036CFEF" w:rsidR="00150688" w:rsidRPr="00A74530" w:rsidRDefault="00150688" w:rsidP="0099451D">
            <w:pPr>
              <w:pStyle w:val="ASDEFCONNormal"/>
            </w:pPr>
            <w:r w:rsidRPr="00A74530">
              <w:rPr>
                <w:lang w:eastAsia="zh-CN"/>
              </w:rPr>
              <w:t>(clause</w:t>
            </w:r>
            <w:r>
              <w:rPr>
                <w:lang w:eastAsia="zh-CN"/>
              </w:rPr>
              <w:t xml:space="preserve"> </w:t>
            </w:r>
            <w:r>
              <w:rPr>
                <w:lang w:eastAsia="zh-CN"/>
              </w:rPr>
              <w:fldChar w:fldCharType="begin"/>
            </w:r>
            <w:r>
              <w:rPr>
                <w:lang w:eastAsia="zh-CN"/>
              </w:rPr>
              <w:instrText xml:space="preserve"> REF _Ref458158583 \r \h </w:instrText>
            </w:r>
            <w:r>
              <w:rPr>
                <w:lang w:eastAsia="zh-CN"/>
              </w:rPr>
            </w:r>
            <w:r>
              <w:rPr>
                <w:lang w:eastAsia="zh-CN"/>
              </w:rPr>
              <w:fldChar w:fldCharType="separate"/>
            </w:r>
            <w:r w:rsidR="006F36D7">
              <w:rPr>
                <w:lang w:eastAsia="zh-CN"/>
              </w:rPr>
              <w:t>2.7.4</w:t>
            </w:r>
            <w:r>
              <w:rPr>
                <w:lang w:eastAsia="zh-CN"/>
              </w:rPr>
              <w:fldChar w:fldCharType="end"/>
            </w:r>
            <w:r w:rsidRPr="00A74530">
              <w:rPr>
                <w:lang w:eastAsia="zh-CN"/>
              </w:rPr>
              <w:t>)</w:t>
            </w:r>
          </w:p>
        </w:tc>
        <w:tc>
          <w:tcPr>
            <w:tcW w:w="7185" w:type="dxa"/>
            <w:gridSpan w:val="2"/>
          </w:tcPr>
          <w:p w14:paraId="3CCEDA79" w14:textId="28758E39" w:rsidR="00150688" w:rsidRPr="00D97E49" w:rsidRDefault="00150688" w:rsidP="0099451D">
            <w:pPr>
              <w:pStyle w:val="ASDEFCONNormal"/>
            </w:pPr>
            <w:r w:rsidRPr="00D97E49">
              <w:rPr>
                <w:highlight w:val="lightGray"/>
              </w:rPr>
              <w:fldChar w:fldCharType="begin">
                <w:ffData>
                  <w:name w:val=""/>
                  <w:enabled/>
                  <w:calcOnExit w:val="0"/>
                  <w:textInput>
                    <w:default w:val="[INSERT FORMAT]"/>
                  </w:textInput>
                </w:ffData>
              </w:fldChar>
            </w:r>
            <w:r w:rsidRPr="00D97E49">
              <w:rPr>
                <w:highlight w:val="lightGray"/>
              </w:rPr>
              <w:instrText xml:space="preserve"> FORMTEXT </w:instrText>
            </w:r>
            <w:r w:rsidRPr="00D97E49">
              <w:rPr>
                <w:highlight w:val="lightGray"/>
              </w:rPr>
            </w:r>
            <w:r w:rsidRPr="00D97E49">
              <w:rPr>
                <w:highlight w:val="lightGray"/>
              </w:rPr>
              <w:fldChar w:fldCharType="separate"/>
            </w:r>
            <w:r w:rsidR="006F36D7">
              <w:rPr>
                <w:noProof/>
                <w:highlight w:val="lightGray"/>
              </w:rPr>
              <w:t>[INSERT FORMAT]</w:t>
            </w:r>
            <w:r w:rsidRPr="00D97E49">
              <w:rPr>
                <w:highlight w:val="lightGray"/>
              </w:rPr>
              <w:fldChar w:fldCharType="end"/>
            </w:r>
          </w:p>
        </w:tc>
      </w:tr>
      <w:tr w:rsidR="00150688" w14:paraId="175789AC" w14:textId="77777777" w:rsidTr="00A80C73">
        <w:tc>
          <w:tcPr>
            <w:tcW w:w="1700" w:type="dxa"/>
            <w:shd w:val="solid" w:color="F4F1EE" w:fill="auto"/>
          </w:tcPr>
          <w:p w14:paraId="2B1DB05E" w14:textId="77777777" w:rsidR="00150688" w:rsidRPr="00B8290B" w:rsidRDefault="00150688" w:rsidP="0099451D">
            <w:pPr>
              <w:pStyle w:val="ASDEFCONNormal"/>
              <w:rPr>
                <w:lang w:eastAsia="zh-CN"/>
              </w:rPr>
            </w:pPr>
            <w:r w:rsidRPr="00B8290B">
              <w:rPr>
                <w:lang w:eastAsia="zh-CN"/>
              </w:rPr>
              <w:t>Tender Validity Period:</w:t>
            </w:r>
          </w:p>
          <w:p w14:paraId="2D03D38D" w14:textId="1DEA69A8" w:rsidR="00150688" w:rsidRPr="00940AA5" w:rsidRDefault="00150688" w:rsidP="0099451D">
            <w:pPr>
              <w:pStyle w:val="ASDEFCONNormal"/>
              <w:rPr>
                <w:b/>
                <w:lang w:eastAsia="zh-CN"/>
              </w:rPr>
            </w:pPr>
            <w:r w:rsidRPr="00405147">
              <w:t>(clause</w:t>
            </w:r>
            <w:r>
              <w:t xml:space="preserve"> </w:t>
            </w:r>
            <w:r>
              <w:fldChar w:fldCharType="begin"/>
            </w:r>
            <w:r>
              <w:instrText xml:space="preserve"> REF _Ref458158600 \r \h </w:instrText>
            </w:r>
            <w:r>
              <w:fldChar w:fldCharType="separate"/>
            </w:r>
            <w:r w:rsidR="006F36D7">
              <w:t>2.8</w:t>
            </w:r>
            <w:r>
              <w:fldChar w:fldCharType="end"/>
            </w:r>
            <w:r w:rsidRPr="00405147">
              <w:t>)</w:t>
            </w:r>
          </w:p>
        </w:tc>
        <w:tc>
          <w:tcPr>
            <w:tcW w:w="7185" w:type="dxa"/>
            <w:gridSpan w:val="2"/>
          </w:tcPr>
          <w:p w14:paraId="06D7940E" w14:textId="7C018EE5" w:rsidR="00150688" w:rsidRPr="00EE002D" w:rsidRDefault="00150688" w:rsidP="0099451D">
            <w:pPr>
              <w:pStyle w:val="ASDEFCONNormal"/>
            </w:pPr>
            <w:r w:rsidRPr="00D97E49">
              <w:rPr>
                <w:highlight w:val="lightGray"/>
              </w:rPr>
              <w:fldChar w:fldCharType="begin">
                <w:ffData>
                  <w:name w:val=""/>
                  <w:enabled/>
                  <w:calcOnExit w:val="0"/>
                  <w:textInput>
                    <w:default w:val="[INSERT PERIOD]"/>
                  </w:textInput>
                </w:ffData>
              </w:fldChar>
            </w:r>
            <w:r w:rsidRPr="00D97E49">
              <w:rPr>
                <w:highlight w:val="lightGray"/>
              </w:rPr>
              <w:instrText xml:space="preserve"> FORMTEXT </w:instrText>
            </w:r>
            <w:r w:rsidRPr="00D97E49">
              <w:rPr>
                <w:highlight w:val="lightGray"/>
              </w:rPr>
            </w:r>
            <w:r w:rsidRPr="00D97E49">
              <w:rPr>
                <w:highlight w:val="lightGray"/>
              </w:rPr>
              <w:fldChar w:fldCharType="separate"/>
            </w:r>
            <w:r w:rsidR="006F36D7">
              <w:rPr>
                <w:noProof/>
                <w:highlight w:val="lightGray"/>
              </w:rPr>
              <w:t>[INSERT PERIOD]</w:t>
            </w:r>
            <w:r w:rsidRPr="00D97E49">
              <w:rPr>
                <w:highlight w:val="lightGray"/>
              </w:rPr>
              <w:fldChar w:fldCharType="end"/>
            </w:r>
            <w:r w:rsidRPr="00EE002D">
              <w:t xml:space="preserve"> </w:t>
            </w:r>
            <w:r w:rsidRPr="00EE002D">
              <w:rPr>
                <w:lang w:eastAsia="zh-CN"/>
              </w:rPr>
              <w:t>after the Closing Time.</w:t>
            </w:r>
          </w:p>
        </w:tc>
      </w:tr>
      <w:tr w:rsidR="00150688" w14:paraId="622DDE50" w14:textId="77777777" w:rsidTr="00A80C73">
        <w:trPr>
          <w:trHeight w:val="780"/>
        </w:trPr>
        <w:tc>
          <w:tcPr>
            <w:tcW w:w="1700" w:type="dxa"/>
            <w:shd w:val="solid" w:color="F4F1EE" w:fill="auto"/>
          </w:tcPr>
          <w:p w14:paraId="144941E3" w14:textId="49C57957" w:rsidR="00150688" w:rsidRPr="00B8290B" w:rsidRDefault="00150688" w:rsidP="0099451D">
            <w:pPr>
              <w:pStyle w:val="ASDEFCONNormal"/>
            </w:pPr>
            <w:r w:rsidRPr="00B8290B">
              <w:t>Tender Presentation Location</w:t>
            </w:r>
            <w:r w:rsidR="00902DE2">
              <w:t xml:space="preserve">: </w:t>
            </w:r>
            <w:r w:rsidRPr="00B8290B">
              <w:t>(Optional)</w:t>
            </w:r>
          </w:p>
          <w:p w14:paraId="59714FFE" w14:textId="73A93EBB" w:rsidR="00150688" w:rsidRPr="00924E5D" w:rsidRDefault="00150688" w:rsidP="0099451D">
            <w:pPr>
              <w:pStyle w:val="ASDEFCONNormal"/>
            </w:pPr>
            <w:r w:rsidRPr="00924E5D">
              <w:t>(</w:t>
            </w:r>
            <w:r w:rsidRPr="008302FA">
              <w:t>clause</w:t>
            </w:r>
            <w:r>
              <w:t xml:space="preserve"> </w:t>
            </w:r>
            <w:r>
              <w:fldChar w:fldCharType="begin"/>
            </w:r>
            <w:r>
              <w:instrText xml:space="preserve"> REF _Ref458158620 \r \h </w:instrText>
            </w:r>
            <w:r>
              <w:fldChar w:fldCharType="separate"/>
            </w:r>
            <w:r w:rsidR="006F36D7">
              <w:t>3.1</w:t>
            </w:r>
            <w:r>
              <w:fldChar w:fldCharType="end"/>
            </w:r>
            <w:r w:rsidRPr="008302FA">
              <w:t>)</w:t>
            </w:r>
          </w:p>
        </w:tc>
        <w:tc>
          <w:tcPr>
            <w:tcW w:w="7185" w:type="dxa"/>
            <w:gridSpan w:val="2"/>
          </w:tcPr>
          <w:p w14:paraId="6B16BBC1" w14:textId="15794166" w:rsidR="00150688" w:rsidRPr="00D97E49" w:rsidDel="00876E1B" w:rsidRDefault="00150688" w:rsidP="0099451D">
            <w:pPr>
              <w:pStyle w:val="ASDEFCONNormal"/>
            </w:pPr>
            <w:r w:rsidRPr="00D97E49">
              <w:rPr>
                <w:highlight w:val="lightGray"/>
              </w:rPr>
              <w:fldChar w:fldCharType="begin">
                <w:ffData>
                  <w:name w:val="Text20"/>
                  <w:enabled/>
                  <w:calcOnExit w:val="0"/>
                  <w:textInput>
                    <w:default w:val="[INSERT LOCATION]"/>
                  </w:textInput>
                </w:ffData>
              </w:fldChar>
            </w:r>
            <w:bookmarkStart w:id="1" w:name="Text20"/>
            <w:r w:rsidRPr="00D97E49">
              <w:rPr>
                <w:highlight w:val="lightGray"/>
              </w:rPr>
              <w:instrText xml:space="preserve"> FORMTEXT </w:instrText>
            </w:r>
            <w:r w:rsidRPr="00D97E49">
              <w:rPr>
                <w:highlight w:val="lightGray"/>
              </w:rPr>
            </w:r>
            <w:r w:rsidRPr="00D97E49">
              <w:rPr>
                <w:highlight w:val="lightGray"/>
              </w:rPr>
              <w:fldChar w:fldCharType="separate"/>
            </w:r>
            <w:r w:rsidR="006F36D7">
              <w:rPr>
                <w:noProof/>
                <w:highlight w:val="lightGray"/>
              </w:rPr>
              <w:t>[INSERT LOCATION]</w:t>
            </w:r>
            <w:r w:rsidRPr="00D97E49">
              <w:rPr>
                <w:highlight w:val="lightGray"/>
              </w:rPr>
              <w:fldChar w:fldCharType="end"/>
            </w:r>
            <w:bookmarkEnd w:id="1"/>
          </w:p>
        </w:tc>
      </w:tr>
      <w:tr w:rsidR="00150688" w14:paraId="656BCEFF" w14:textId="77777777" w:rsidTr="00A80C73">
        <w:tc>
          <w:tcPr>
            <w:tcW w:w="1700" w:type="dxa"/>
            <w:shd w:val="solid" w:color="F4F1EE" w:fill="auto"/>
          </w:tcPr>
          <w:p w14:paraId="3832F7F8" w14:textId="1804CB1D" w:rsidR="00150688" w:rsidRPr="00B8290B" w:rsidRDefault="00150688" w:rsidP="00C81875">
            <w:pPr>
              <w:pStyle w:val="ASDEFCONNormal"/>
              <w:rPr>
                <w:lang w:eastAsia="zh-CN"/>
              </w:rPr>
            </w:pPr>
            <w:r w:rsidRPr="00B8290B">
              <w:rPr>
                <w:lang w:eastAsia="zh-CN"/>
              </w:rPr>
              <w:lastRenderedPageBreak/>
              <w:t>Minimum Content and Format Requirements:</w:t>
            </w:r>
            <w:r w:rsidR="006F36D7">
              <w:rPr>
                <w:lang w:eastAsia="zh-CN"/>
              </w:rPr>
              <w:t xml:space="preserve"> </w:t>
            </w:r>
            <w:r w:rsidRPr="00B8290B">
              <w:rPr>
                <w:lang w:eastAsia="zh-CN"/>
              </w:rPr>
              <w:t>(Core)</w:t>
            </w:r>
          </w:p>
          <w:p w14:paraId="165FBE30" w14:textId="7B12F184" w:rsidR="00150688" w:rsidRDefault="00150688" w:rsidP="00C81875">
            <w:pPr>
              <w:pStyle w:val="ASDEFCONNormal"/>
              <w:rPr>
                <w:b/>
                <w:lang w:eastAsia="zh-CN"/>
              </w:rPr>
            </w:pPr>
            <w:r w:rsidRPr="00405147">
              <w:t>(clause</w:t>
            </w:r>
            <w:r>
              <w:t xml:space="preserve"> </w:t>
            </w:r>
            <w:r w:rsidR="008D760A">
              <w:fldChar w:fldCharType="begin"/>
            </w:r>
            <w:r w:rsidR="008D760A">
              <w:instrText xml:space="preserve"> REF _Ref436661610 \r \h </w:instrText>
            </w:r>
            <w:r w:rsidR="008D760A">
              <w:fldChar w:fldCharType="separate"/>
            </w:r>
            <w:r w:rsidR="006F36D7">
              <w:t>3.3</w:t>
            </w:r>
            <w:r w:rsidR="008D760A">
              <w:fldChar w:fldCharType="end"/>
            </w:r>
            <w:r w:rsidRPr="00405147">
              <w:t>)</w:t>
            </w:r>
          </w:p>
        </w:tc>
        <w:tc>
          <w:tcPr>
            <w:tcW w:w="7185" w:type="dxa"/>
            <w:gridSpan w:val="2"/>
          </w:tcPr>
          <w:p w14:paraId="720FE9C9" w14:textId="77777777" w:rsidR="00150688" w:rsidRDefault="00150688" w:rsidP="00C81875">
            <w:pPr>
              <w:pStyle w:val="ASDEFCONNormal"/>
            </w:pPr>
            <w:r>
              <w:t>Tenders (including all attachments, annexes and supporting documentation) are to be written in English.</w:t>
            </w:r>
          </w:p>
          <w:p w14:paraId="6788C69E" w14:textId="77777777" w:rsidR="00150688" w:rsidRDefault="00150688" w:rsidP="00C81875">
            <w:pPr>
              <w:pStyle w:val="ASDEFCONNormal"/>
            </w:pPr>
            <w:r>
              <w:t>All measurements in tenders are to</w:t>
            </w:r>
            <w:r w:rsidDel="007763E7">
              <w:t xml:space="preserve"> </w:t>
            </w:r>
            <w:r>
              <w:t>be expressed in Australian legal units of measurement unless otherwise specified.</w:t>
            </w:r>
          </w:p>
          <w:p w14:paraId="05388C52" w14:textId="77777777" w:rsidR="00150688" w:rsidRDefault="00150688" w:rsidP="00C81875">
            <w:pPr>
              <w:pStyle w:val="ASDEFCONNormal"/>
            </w:pPr>
            <w:r>
              <w:t>Tenders are to</w:t>
            </w:r>
            <w:r w:rsidDel="007763E7">
              <w:t xml:space="preserve"> </w:t>
            </w:r>
            <w:r>
              <w:t>include a PDF copy of the Tenderer’s Deed of Undertaking in the form of Annex B to the TDRL duly signed by the tenderer.</w:t>
            </w:r>
          </w:p>
        </w:tc>
      </w:tr>
      <w:tr w:rsidR="00150688" w14:paraId="67D4E6FC" w14:textId="77777777" w:rsidTr="00A80C73">
        <w:tc>
          <w:tcPr>
            <w:tcW w:w="1700" w:type="dxa"/>
            <w:shd w:val="solid" w:color="F4F1EE" w:fill="auto"/>
          </w:tcPr>
          <w:p w14:paraId="73F10917" w14:textId="77777777" w:rsidR="00150688" w:rsidRPr="00B8290B" w:rsidRDefault="00150688" w:rsidP="0099451D">
            <w:pPr>
              <w:pStyle w:val="ASDEFCONNormal"/>
              <w:rPr>
                <w:lang w:eastAsia="zh-CN"/>
              </w:rPr>
            </w:pPr>
            <w:r w:rsidRPr="00B8290B">
              <w:rPr>
                <w:lang w:eastAsia="zh-CN"/>
              </w:rPr>
              <w:t>Conditions for Participation: (Optional)</w:t>
            </w:r>
          </w:p>
          <w:p w14:paraId="00F6AC3F" w14:textId="3F7D9C74" w:rsidR="00150688" w:rsidRDefault="00150688" w:rsidP="0099451D">
            <w:pPr>
              <w:pStyle w:val="ASDEFCONNormal"/>
              <w:rPr>
                <w:b/>
                <w:lang w:eastAsia="zh-CN"/>
              </w:rPr>
            </w:pPr>
            <w:r w:rsidRPr="00405147">
              <w:t>(clause</w:t>
            </w:r>
            <w:r w:rsidR="008D760A">
              <w:t xml:space="preserve"> </w:t>
            </w:r>
            <w:r w:rsidR="008D760A">
              <w:fldChar w:fldCharType="begin"/>
            </w:r>
            <w:r w:rsidR="008D760A">
              <w:instrText xml:space="preserve"> REF _Ref102553554 \r \h </w:instrText>
            </w:r>
            <w:r w:rsidR="008D760A">
              <w:fldChar w:fldCharType="separate"/>
            </w:r>
            <w:r w:rsidR="006F36D7">
              <w:t>3.4</w:t>
            </w:r>
            <w:r w:rsidR="008D760A">
              <w:fldChar w:fldCharType="end"/>
            </w:r>
            <w:r w:rsidRPr="00405147">
              <w:t>)</w:t>
            </w:r>
          </w:p>
        </w:tc>
        <w:tc>
          <w:tcPr>
            <w:tcW w:w="7185" w:type="dxa"/>
            <w:gridSpan w:val="2"/>
          </w:tcPr>
          <w:p w14:paraId="123AAE27" w14:textId="77777777" w:rsidR="00150688" w:rsidRPr="00DC278C" w:rsidRDefault="00150688" w:rsidP="00307843">
            <w:pPr>
              <w:pStyle w:val="NoteToDrafters-ASDEFCON"/>
            </w:pPr>
            <w:r w:rsidRPr="00DC278C">
              <w:t xml:space="preserve">Note to drafters: </w:t>
            </w:r>
            <w:r>
              <w:t xml:space="preserve"> </w:t>
            </w:r>
            <w:r w:rsidRPr="00DC278C">
              <w:t xml:space="preserve">The </w:t>
            </w:r>
            <w:r w:rsidRPr="005D47CB">
              <w:t>following</w:t>
            </w:r>
            <w:r w:rsidRPr="00DC278C">
              <w:t xml:space="preserve"> should be used when the procurement is subject to the additional rules det</w:t>
            </w:r>
            <w:r w:rsidRPr="00ED3AE8">
              <w:t>ailed in</w:t>
            </w:r>
            <w:r>
              <w:t xml:space="preserve"> </w:t>
            </w:r>
            <w:r w:rsidRPr="00ED3AE8">
              <w:t>the CPRs</w:t>
            </w:r>
            <w:r>
              <w:t xml:space="preserve">.  </w:t>
            </w:r>
            <w:r w:rsidRPr="00ED3AE8">
              <w:t xml:space="preserve">Conditions for </w:t>
            </w:r>
            <w:r>
              <w:t>P</w:t>
            </w:r>
            <w:r w:rsidRPr="00ED3AE8">
              <w:t>articipation must be limited to those that will ensu</w:t>
            </w:r>
            <w:r w:rsidRPr="00DC278C">
              <w:t>re that a potential supplier has the legal, commercial, technical and financial abilities to fulfil the requirements of the RFT.</w:t>
            </w:r>
          </w:p>
          <w:p w14:paraId="327C05DE" w14:textId="254529A8" w:rsidR="006F36D7" w:rsidRDefault="00150688">
            <w:pPr>
              <w:pStyle w:val="ASDEFCONNormal"/>
            </w:pPr>
            <w:r>
              <w:t>C</w:t>
            </w:r>
            <w:r w:rsidRPr="00DC278C">
              <w:t xml:space="preserve">lause </w:t>
            </w:r>
            <w:r w:rsidR="008F6350">
              <w:fldChar w:fldCharType="begin"/>
            </w:r>
            <w:r w:rsidR="008F6350">
              <w:instrText xml:space="preserve"> REF _Ref437601759 \r \h </w:instrText>
            </w:r>
            <w:r w:rsidR="008F6350">
              <w:fldChar w:fldCharType="separate"/>
            </w:r>
            <w:r w:rsidR="006F36D7">
              <w:t>2.4</w:t>
            </w:r>
            <w:r w:rsidR="008F6350">
              <w:fldChar w:fldCharType="end"/>
            </w:r>
            <w:r>
              <w:t xml:space="preserve"> Preparation and Transmission of Classified Tenders; </w:t>
            </w:r>
            <w:r w:rsidRPr="00DC278C">
              <w:t>and</w:t>
            </w:r>
          </w:p>
          <w:p w14:paraId="27404647" w14:textId="43CB6E2D" w:rsidR="00150688" w:rsidRPr="00DC278C" w:rsidRDefault="00150688">
            <w:pPr>
              <w:pStyle w:val="ASDEFCONNormal"/>
            </w:pPr>
            <w:r>
              <w:t xml:space="preserve">Clause </w:t>
            </w:r>
            <w:r w:rsidR="008F6350">
              <w:fldChar w:fldCharType="begin"/>
            </w:r>
            <w:r w:rsidR="008F6350">
              <w:instrText xml:space="preserve"> REF _Ref437601770 \r \h </w:instrText>
            </w:r>
            <w:r w:rsidR="008F6350">
              <w:fldChar w:fldCharType="separate"/>
            </w:r>
            <w:r w:rsidR="006F36D7">
              <w:t>2.5</w:t>
            </w:r>
            <w:r w:rsidR="008F6350">
              <w:fldChar w:fldCharType="end"/>
            </w:r>
            <w:r>
              <w:t xml:space="preserve"> Defence Security Requirements.</w:t>
            </w:r>
          </w:p>
        </w:tc>
      </w:tr>
    </w:tbl>
    <w:p w14:paraId="6DAE3F8A" w14:textId="77777777" w:rsidR="00E42F3D" w:rsidRPr="0058190B" w:rsidRDefault="00150688" w:rsidP="0099451D">
      <w:pPr>
        <w:pStyle w:val="ASDEFCONTitle"/>
      </w:pPr>
      <w:r>
        <w:br w:type="page"/>
      </w:r>
      <w:r w:rsidR="00E42F3D" w:rsidRPr="0058190B">
        <w:lastRenderedPageBreak/>
        <w:t>TABLE OF CONTENTS</w:t>
      </w:r>
    </w:p>
    <w:p w14:paraId="50C883D9" w14:textId="77777777" w:rsidR="0003469E" w:rsidRPr="0058190B" w:rsidRDefault="0003469E" w:rsidP="00307843">
      <w:pPr>
        <w:pStyle w:val="ASDEFCONNormal"/>
        <w:jc w:val="right"/>
      </w:pPr>
      <w:r w:rsidRPr="0058190B">
        <w:t>Page</w:t>
      </w:r>
    </w:p>
    <w:p w14:paraId="64772B57" w14:textId="052C014C" w:rsidR="008F7CB9" w:rsidRDefault="000A34B1" w:rsidP="00307843">
      <w:pPr>
        <w:pStyle w:val="TOC1"/>
        <w:rPr>
          <w:rFonts w:asciiTheme="minorHAnsi" w:eastAsiaTheme="minorEastAsia" w:hAnsiTheme="minorHAnsi" w:cstheme="minorBidi"/>
          <w:sz w:val="22"/>
          <w:szCs w:val="22"/>
        </w:rPr>
      </w:pPr>
      <w:r>
        <w:rPr>
          <w:rFonts w:cs="Times New Roman"/>
          <w:b w:val="0"/>
          <w:noProof w:val="0"/>
          <w:color w:val="000000"/>
          <w:szCs w:val="40"/>
        </w:rPr>
        <w:fldChar w:fldCharType="begin"/>
      </w:r>
      <w:r>
        <w:instrText xml:space="preserve"> TOC \o "1-2" \t "COT/COC LV1 - ASDEFCON,1,COT/COC LV2 - ASDEFCON,2,ATT/ANN LV1 - ASDEFCON,1,ATT/ANN LV2 - ASDEFCON,2,SOW HL1 - ASDEFCON,1,SOW HL2 - ASDEFCON,2" </w:instrText>
      </w:r>
      <w:r>
        <w:rPr>
          <w:rFonts w:cs="Times New Roman"/>
          <w:b w:val="0"/>
          <w:noProof w:val="0"/>
          <w:color w:val="000000"/>
          <w:szCs w:val="40"/>
        </w:rPr>
        <w:fldChar w:fldCharType="separate"/>
      </w:r>
      <w:r w:rsidR="008F7CB9">
        <w:t>1</w:t>
      </w:r>
      <w:r w:rsidR="008F7CB9">
        <w:rPr>
          <w:rFonts w:asciiTheme="minorHAnsi" w:eastAsiaTheme="minorEastAsia" w:hAnsiTheme="minorHAnsi" w:cstheme="minorBidi"/>
          <w:sz w:val="22"/>
          <w:szCs w:val="22"/>
        </w:rPr>
        <w:tab/>
      </w:r>
      <w:r w:rsidR="008F7CB9">
        <w:t>GENERAL CONDITIONS</w:t>
      </w:r>
      <w:r w:rsidR="008F7CB9">
        <w:tab/>
      </w:r>
      <w:r w:rsidR="008F7CB9">
        <w:fldChar w:fldCharType="begin"/>
      </w:r>
      <w:r w:rsidR="008F7CB9">
        <w:instrText xml:space="preserve"> PAGEREF _Toc527983387 \h </w:instrText>
      </w:r>
      <w:r w:rsidR="008F7CB9">
        <w:fldChar w:fldCharType="separate"/>
      </w:r>
      <w:r w:rsidR="006F36D7">
        <w:t>1</w:t>
      </w:r>
      <w:r w:rsidR="008F7CB9">
        <w:fldChar w:fldCharType="end"/>
      </w:r>
    </w:p>
    <w:p w14:paraId="4AC6A00A" w14:textId="52A3B4BB" w:rsidR="008F7CB9" w:rsidRDefault="008F7CB9" w:rsidP="00307843">
      <w:pPr>
        <w:pStyle w:val="TOC2"/>
        <w:tabs>
          <w:tab w:val="right" w:leader="dot" w:pos="9062"/>
        </w:tabs>
        <w:rPr>
          <w:rFonts w:asciiTheme="minorHAnsi" w:eastAsiaTheme="minorEastAsia" w:hAnsiTheme="minorHAnsi" w:cstheme="minorBidi"/>
          <w:noProof/>
          <w:sz w:val="22"/>
          <w:szCs w:val="22"/>
        </w:rPr>
      </w:pPr>
      <w:r>
        <w:rPr>
          <w:noProof/>
        </w:rPr>
        <w:t>1.1</w:t>
      </w:r>
      <w:r>
        <w:rPr>
          <w:rFonts w:asciiTheme="minorHAnsi" w:eastAsiaTheme="minorEastAsia" w:hAnsiTheme="minorHAnsi" w:cstheme="minorBidi"/>
          <w:noProof/>
          <w:sz w:val="22"/>
          <w:szCs w:val="22"/>
        </w:rPr>
        <w:tab/>
      </w:r>
      <w:r>
        <w:rPr>
          <w:noProof/>
        </w:rPr>
        <w:t>Interpretation of Request For Tender (Core)</w:t>
      </w:r>
      <w:r>
        <w:rPr>
          <w:noProof/>
        </w:rPr>
        <w:tab/>
      </w:r>
      <w:r>
        <w:rPr>
          <w:noProof/>
        </w:rPr>
        <w:fldChar w:fldCharType="begin"/>
      </w:r>
      <w:r>
        <w:rPr>
          <w:noProof/>
        </w:rPr>
        <w:instrText xml:space="preserve"> PAGEREF _Toc527983388 \h </w:instrText>
      </w:r>
      <w:r>
        <w:rPr>
          <w:noProof/>
        </w:rPr>
      </w:r>
      <w:r>
        <w:rPr>
          <w:noProof/>
        </w:rPr>
        <w:fldChar w:fldCharType="separate"/>
      </w:r>
      <w:r w:rsidR="006F36D7">
        <w:rPr>
          <w:noProof/>
        </w:rPr>
        <w:t>1</w:t>
      </w:r>
      <w:r>
        <w:rPr>
          <w:noProof/>
        </w:rPr>
        <w:fldChar w:fldCharType="end"/>
      </w:r>
    </w:p>
    <w:p w14:paraId="40F68E01" w14:textId="15F4044F" w:rsidR="008F7CB9" w:rsidRDefault="008F7CB9" w:rsidP="00307843">
      <w:pPr>
        <w:pStyle w:val="TOC2"/>
        <w:tabs>
          <w:tab w:val="right" w:leader="dot" w:pos="9062"/>
        </w:tabs>
        <w:rPr>
          <w:rFonts w:asciiTheme="minorHAnsi" w:eastAsiaTheme="minorEastAsia" w:hAnsiTheme="minorHAnsi" w:cstheme="minorBidi"/>
          <w:noProof/>
          <w:sz w:val="22"/>
          <w:szCs w:val="22"/>
        </w:rPr>
      </w:pPr>
      <w:r>
        <w:rPr>
          <w:noProof/>
        </w:rPr>
        <w:t>1.2</w:t>
      </w:r>
      <w:r>
        <w:rPr>
          <w:rFonts w:asciiTheme="minorHAnsi" w:eastAsiaTheme="minorEastAsia" w:hAnsiTheme="minorHAnsi" w:cstheme="minorBidi"/>
          <w:noProof/>
          <w:sz w:val="22"/>
          <w:szCs w:val="22"/>
        </w:rPr>
        <w:tab/>
      </w:r>
      <w:r>
        <w:rPr>
          <w:noProof/>
        </w:rPr>
        <w:t>Amendment of RFT (Core)</w:t>
      </w:r>
      <w:r>
        <w:rPr>
          <w:noProof/>
        </w:rPr>
        <w:tab/>
      </w:r>
      <w:r>
        <w:rPr>
          <w:noProof/>
        </w:rPr>
        <w:fldChar w:fldCharType="begin"/>
      </w:r>
      <w:r>
        <w:rPr>
          <w:noProof/>
        </w:rPr>
        <w:instrText xml:space="preserve"> PAGEREF _Toc527983389 \h </w:instrText>
      </w:r>
      <w:r>
        <w:rPr>
          <w:noProof/>
        </w:rPr>
      </w:r>
      <w:r>
        <w:rPr>
          <w:noProof/>
        </w:rPr>
        <w:fldChar w:fldCharType="separate"/>
      </w:r>
      <w:r w:rsidR="006F36D7">
        <w:rPr>
          <w:noProof/>
        </w:rPr>
        <w:t>2</w:t>
      </w:r>
      <w:r>
        <w:rPr>
          <w:noProof/>
        </w:rPr>
        <w:fldChar w:fldCharType="end"/>
      </w:r>
    </w:p>
    <w:p w14:paraId="4DB28531" w14:textId="799FB803" w:rsidR="008F7CB9" w:rsidRDefault="008F7CB9" w:rsidP="00307843">
      <w:pPr>
        <w:pStyle w:val="TOC2"/>
        <w:tabs>
          <w:tab w:val="right" w:leader="dot" w:pos="9062"/>
        </w:tabs>
        <w:rPr>
          <w:rFonts w:asciiTheme="minorHAnsi" w:eastAsiaTheme="minorEastAsia" w:hAnsiTheme="minorHAnsi" w:cstheme="minorBidi"/>
          <w:noProof/>
          <w:sz w:val="22"/>
          <w:szCs w:val="22"/>
        </w:rPr>
      </w:pPr>
      <w:r>
        <w:rPr>
          <w:noProof/>
        </w:rPr>
        <w:t>1.3</w:t>
      </w:r>
      <w:r>
        <w:rPr>
          <w:rFonts w:asciiTheme="minorHAnsi" w:eastAsiaTheme="minorEastAsia" w:hAnsiTheme="minorHAnsi" w:cstheme="minorBidi"/>
          <w:noProof/>
          <w:sz w:val="22"/>
          <w:szCs w:val="22"/>
        </w:rPr>
        <w:tab/>
      </w:r>
      <w:r>
        <w:rPr>
          <w:noProof/>
        </w:rPr>
        <w:t>Termination, Suspension or Deferral of RFT (Core)</w:t>
      </w:r>
      <w:r>
        <w:rPr>
          <w:noProof/>
        </w:rPr>
        <w:tab/>
      </w:r>
      <w:r>
        <w:rPr>
          <w:noProof/>
        </w:rPr>
        <w:fldChar w:fldCharType="begin"/>
      </w:r>
      <w:r>
        <w:rPr>
          <w:noProof/>
        </w:rPr>
        <w:instrText xml:space="preserve"> PAGEREF _Toc527983390 \h </w:instrText>
      </w:r>
      <w:r>
        <w:rPr>
          <w:noProof/>
        </w:rPr>
      </w:r>
      <w:r>
        <w:rPr>
          <w:noProof/>
        </w:rPr>
        <w:fldChar w:fldCharType="separate"/>
      </w:r>
      <w:r w:rsidR="006F36D7">
        <w:rPr>
          <w:noProof/>
        </w:rPr>
        <w:t>2</w:t>
      </w:r>
      <w:r>
        <w:rPr>
          <w:noProof/>
        </w:rPr>
        <w:fldChar w:fldCharType="end"/>
      </w:r>
    </w:p>
    <w:p w14:paraId="54AC97EB" w14:textId="1FAE0999" w:rsidR="008F7CB9" w:rsidRDefault="008F7CB9" w:rsidP="00307843">
      <w:pPr>
        <w:pStyle w:val="TOC2"/>
        <w:tabs>
          <w:tab w:val="right" w:leader="dot" w:pos="9062"/>
        </w:tabs>
        <w:rPr>
          <w:rFonts w:asciiTheme="minorHAnsi" w:eastAsiaTheme="minorEastAsia" w:hAnsiTheme="minorHAnsi" w:cstheme="minorBidi"/>
          <w:noProof/>
          <w:sz w:val="22"/>
          <w:szCs w:val="22"/>
        </w:rPr>
      </w:pPr>
      <w:r>
        <w:rPr>
          <w:noProof/>
        </w:rPr>
        <w:t>1.4</w:t>
      </w:r>
      <w:r>
        <w:rPr>
          <w:rFonts w:asciiTheme="minorHAnsi" w:eastAsiaTheme="minorEastAsia" w:hAnsiTheme="minorHAnsi" w:cstheme="minorBidi"/>
          <w:noProof/>
          <w:sz w:val="22"/>
          <w:szCs w:val="22"/>
        </w:rPr>
        <w:tab/>
      </w:r>
      <w:r>
        <w:rPr>
          <w:noProof/>
        </w:rPr>
        <w:t>Other Commonwealth Rights (Core)</w:t>
      </w:r>
      <w:r>
        <w:rPr>
          <w:noProof/>
        </w:rPr>
        <w:tab/>
      </w:r>
      <w:r>
        <w:rPr>
          <w:noProof/>
        </w:rPr>
        <w:fldChar w:fldCharType="begin"/>
      </w:r>
      <w:r>
        <w:rPr>
          <w:noProof/>
        </w:rPr>
        <w:instrText xml:space="preserve"> PAGEREF _Toc527983391 \h </w:instrText>
      </w:r>
      <w:r>
        <w:rPr>
          <w:noProof/>
        </w:rPr>
      </w:r>
      <w:r>
        <w:rPr>
          <w:noProof/>
        </w:rPr>
        <w:fldChar w:fldCharType="separate"/>
      </w:r>
      <w:r w:rsidR="006F36D7">
        <w:rPr>
          <w:noProof/>
        </w:rPr>
        <w:t>3</w:t>
      </w:r>
      <w:r>
        <w:rPr>
          <w:noProof/>
        </w:rPr>
        <w:fldChar w:fldCharType="end"/>
      </w:r>
    </w:p>
    <w:p w14:paraId="7C4CFA85" w14:textId="572D3CB8" w:rsidR="008F7CB9" w:rsidRDefault="008F7CB9" w:rsidP="00307843">
      <w:pPr>
        <w:pStyle w:val="TOC2"/>
        <w:tabs>
          <w:tab w:val="right" w:leader="dot" w:pos="9062"/>
        </w:tabs>
        <w:rPr>
          <w:rFonts w:asciiTheme="minorHAnsi" w:eastAsiaTheme="minorEastAsia" w:hAnsiTheme="minorHAnsi" w:cstheme="minorBidi"/>
          <w:noProof/>
          <w:sz w:val="22"/>
          <w:szCs w:val="22"/>
        </w:rPr>
      </w:pPr>
      <w:r>
        <w:rPr>
          <w:noProof/>
        </w:rPr>
        <w:t>1.5</w:t>
      </w:r>
      <w:r>
        <w:rPr>
          <w:rFonts w:asciiTheme="minorHAnsi" w:eastAsiaTheme="minorEastAsia" w:hAnsiTheme="minorHAnsi" w:cstheme="minorBidi"/>
          <w:noProof/>
          <w:sz w:val="22"/>
          <w:szCs w:val="22"/>
        </w:rPr>
        <w:tab/>
      </w:r>
      <w:r>
        <w:rPr>
          <w:noProof/>
        </w:rPr>
        <w:t>Australian Government Requirements (Core)</w:t>
      </w:r>
      <w:r>
        <w:rPr>
          <w:noProof/>
        </w:rPr>
        <w:tab/>
      </w:r>
      <w:r>
        <w:rPr>
          <w:noProof/>
        </w:rPr>
        <w:fldChar w:fldCharType="begin"/>
      </w:r>
      <w:r>
        <w:rPr>
          <w:noProof/>
        </w:rPr>
        <w:instrText xml:space="preserve"> PAGEREF _Toc527983392 \h </w:instrText>
      </w:r>
      <w:r>
        <w:rPr>
          <w:noProof/>
        </w:rPr>
      </w:r>
      <w:r>
        <w:rPr>
          <w:noProof/>
        </w:rPr>
        <w:fldChar w:fldCharType="separate"/>
      </w:r>
      <w:r w:rsidR="006F36D7">
        <w:rPr>
          <w:noProof/>
        </w:rPr>
        <w:t>3</w:t>
      </w:r>
      <w:r>
        <w:rPr>
          <w:noProof/>
        </w:rPr>
        <w:fldChar w:fldCharType="end"/>
      </w:r>
    </w:p>
    <w:p w14:paraId="3033AC97" w14:textId="170FC7D5" w:rsidR="008F7CB9" w:rsidRDefault="008F7CB9" w:rsidP="00307843">
      <w:pPr>
        <w:pStyle w:val="TOC2"/>
        <w:tabs>
          <w:tab w:val="right" w:leader="dot" w:pos="9062"/>
        </w:tabs>
        <w:rPr>
          <w:rFonts w:asciiTheme="minorHAnsi" w:eastAsiaTheme="minorEastAsia" w:hAnsiTheme="minorHAnsi" w:cstheme="minorBidi"/>
          <w:noProof/>
          <w:sz w:val="22"/>
          <w:szCs w:val="22"/>
        </w:rPr>
      </w:pPr>
      <w:r>
        <w:rPr>
          <w:noProof/>
        </w:rPr>
        <w:t>1.6</w:t>
      </w:r>
      <w:r>
        <w:rPr>
          <w:rFonts w:asciiTheme="minorHAnsi" w:eastAsiaTheme="minorEastAsia" w:hAnsiTheme="minorHAnsi" w:cstheme="minorBidi"/>
          <w:noProof/>
          <w:sz w:val="22"/>
          <w:szCs w:val="22"/>
        </w:rPr>
        <w:tab/>
      </w:r>
      <w:r>
        <w:rPr>
          <w:noProof/>
        </w:rPr>
        <w:t>Workplace Gender Equality (Optional)</w:t>
      </w:r>
      <w:r>
        <w:rPr>
          <w:noProof/>
        </w:rPr>
        <w:tab/>
      </w:r>
      <w:r>
        <w:rPr>
          <w:noProof/>
        </w:rPr>
        <w:fldChar w:fldCharType="begin"/>
      </w:r>
      <w:r>
        <w:rPr>
          <w:noProof/>
        </w:rPr>
        <w:instrText xml:space="preserve"> PAGEREF _Toc527983393 \h </w:instrText>
      </w:r>
      <w:r>
        <w:rPr>
          <w:noProof/>
        </w:rPr>
      </w:r>
      <w:r>
        <w:rPr>
          <w:noProof/>
        </w:rPr>
        <w:fldChar w:fldCharType="separate"/>
      </w:r>
      <w:r w:rsidR="006F36D7">
        <w:rPr>
          <w:noProof/>
        </w:rPr>
        <w:t>4</w:t>
      </w:r>
      <w:r>
        <w:rPr>
          <w:noProof/>
        </w:rPr>
        <w:fldChar w:fldCharType="end"/>
      </w:r>
    </w:p>
    <w:p w14:paraId="4970E277" w14:textId="556739BF" w:rsidR="008F7CB9" w:rsidRDefault="008F7CB9" w:rsidP="00307843">
      <w:pPr>
        <w:pStyle w:val="TOC1"/>
        <w:rPr>
          <w:rFonts w:asciiTheme="minorHAnsi" w:eastAsiaTheme="minorEastAsia" w:hAnsiTheme="minorHAnsi" w:cstheme="minorBidi"/>
          <w:sz w:val="22"/>
          <w:szCs w:val="22"/>
        </w:rPr>
      </w:pPr>
      <w:r>
        <w:t>2</w:t>
      </w:r>
      <w:r>
        <w:rPr>
          <w:rFonts w:asciiTheme="minorHAnsi" w:eastAsiaTheme="minorEastAsia" w:hAnsiTheme="minorHAnsi" w:cstheme="minorBidi"/>
          <w:sz w:val="22"/>
          <w:szCs w:val="22"/>
        </w:rPr>
        <w:tab/>
      </w:r>
      <w:r>
        <w:t>TENDER PREPARATION AND LODGEMENT</w:t>
      </w:r>
      <w:r>
        <w:tab/>
      </w:r>
      <w:r>
        <w:fldChar w:fldCharType="begin"/>
      </w:r>
      <w:r>
        <w:instrText xml:space="preserve"> PAGEREF _Toc527983394 \h </w:instrText>
      </w:r>
      <w:r>
        <w:fldChar w:fldCharType="separate"/>
      </w:r>
      <w:r w:rsidR="006F36D7">
        <w:t>5</w:t>
      </w:r>
      <w:r>
        <w:fldChar w:fldCharType="end"/>
      </w:r>
    </w:p>
    <w:p w14:paraId="0AACBF42" w14:textId="6AFDFB96" w:rsidR="008F7CB9" w:rsidRDefault="008F7CB9" w:rsidP="00307843">
      <w:pPr>
        <w:pStyle w:val="TOC2"/>
        <w:tabs>
          <w:tab w:val="right" w:leader="dot" w:pos="9062"/>
        </w:tabs>
        <w:rPr>
          <w:rFonts w:asciiTheme="minorHAnsi" w:eastAsiaTheme="minorEastAsia" w:hAnsiTheme="minorHAnsi" w:cstheme="minorBidi"/>
          <w:noProof/>
          <w:sz w:val="22"/>
          <w:szCs w:val="22"/>
        </w:rPr>
      </w:pPr>
      <w:r>
        <w:rPr>
          <w:noProof/>
        </w:rPr>
        <w:t>2.1</w:t>
      </w:r>
      <w:r>
        <w:rPr>
          <w:rFonts w:asciiTheme="minorHAnsi" w:eastAsiaTheme="minorEastAsia" w:hAnsiTheme="minorHAnsi" w:cstheme="minorBidi"/>
          <w:noProof/>
          <w:sz w:val="22"/>
          <w:szCs w:val="22"/>
        </w:rPr>
        <w:tab/>
      </w:r>
      <w:r>
        <w:rPr>
          <w:noProof/>
        </w:rPr>
        <w:t>Tenderers to Inform Themselves (Core)</w:t>
      </w:r>
      <w:r>
        <w:rPr>
          <w:noProof/>
        </w:rPr>
        <w:tab/>
      </w:r>
      <w:r>
        <w:rPr>
          <w:noProof/>
        </w:rPr>
        <w:fldChar w:fldCharType="begin"/>
      </w:r>
      <w:r>
        <w:rPr>
          <w:noProof/>
        </w:rPr>
        <w:instrText xml:space="preserve"> PAGEREF _Toc527983395 \h </w:instrText>
      </w:r>
      <w:r>
        <w:rPr>
          <w:noProof/>
        </w:rPr>
      </w:r>
      <w:r>
        <w:rPr>
          <w:noProof/>
        </w:rPr>
        <w:fldChar w:fldCharType="separate"/>
      </w:r>
      <w:r w:rsidR="006F36D7">
        <w:rPr>
          <w:noProof/>
        </w:rPr>
        <w:t>5</w:t>
      </w:r>
      <w:r>
        <w:rPr>
          <w:noProof/>
        </w:rPr>
        <w:fldChar w:fldCharType="end"/>
      </w:r>
    </w:p>
    <w:p w14:paraId="2031FA28" w14:textId="00258E5A" w:rsidR="008F7CB9" w:rsidRDefault="008F7CB9" w:rsidP="00307843">
      <w:pPr>
        <w:pStyle w:val="TOC2"/>
        <w:tabs>
          <w:tab w:val="right" w:leader="dot" w:pos="9062"/>
        </w:tabs>
        <w:rPr>
          <w:rFonts w:asciiTheme="minorHAnsi" w:eastAsiaTheme="minorEastAsia" w:hAnsiTheme="minorHAnsi" w:cstheme="minorBidi"/>
          <w:noProof/>
          <w:sz w:val="22"/>
          <w:szCs w:val="22"/>
        </w:rPr>
      </w:pPr>
      <w:r>
        <w:rPr>
          <w:noProof/>
        </w:rPr>
        <w:t>2.2</w:t>
      </w:r>
      <w:r>
        <w:rPr>
          <w:rFonts w:asciiTheme="minorHAnsi" w:eastAsiaTheme="minorEastAsia" w:hAnsiTheme="minorHAnsi" w:cstheme="minorBidi"/>
          <w:noProof/>
          <w:sz w:val="22"/>
          <w:szCs w:val="22"/>
        </w:rPr>
        <w:tab/>
      </w:r>
      <w:r>
        <w:rPr>
          <w:noProof/>
        </w:rPr>
        <w:t>Tender Preparation (Core)</w:t>
      </w:r>
      <w:r>
        <w:rPr>
          <w:noProof/>
        </w:rPr>
        <w:tab/>
      </w:r>
      <w:r>
        <w:rPr>
          <w:noProof/>
        </w:rPr>
        <w:fldChar w:fldCharType="begin"/>
      </w:r>
      <w:r>
        <w:rPr>
          <w:noProof/>
        </w:rPr>
        <w:instrText xml:space="preserve"> PAGEREF _Toc527983396 \h </w:instrText>
      </w:r>
      <w:r>
        <w:rPr>
          <w:noProof/>
        </w:rPr>
      </w:r>
      <w:r>
        <w:rPr>
          <w:noProof/>
        </w:rPr>
        <w:fldChar w:fldCharType="separate"/>
      </w:r>
      <w:r w:rsidR="006F36D7">
        <w:rPr>
          <w:noProof/>
        </w:rPr>
        <w:t>6</w:t>
      </w:r>
      <w:r>
        <w:rPr>
          <w:noProof/>
        </w:rPr>
        <w:fldChar w:fldCharType="end"/>
      </w:r>
    </w:p>
    <w:p w14:paraId="38568655" w14:textId="1F1502A7" w:rsidR="008F7CB9" w:rsidRDefault="008F7CB9" w:rsidP="00307843">
      <w:pPr>
        <w:pStyle w:val="TOC2"/>
        <w:tabs>
          <w:tab w:val="right" w:leader="dot" w:pos="9062"/>
        </w:tabs>
        <w:rPr>
          <w:rFonts w:asciiTheme="minorHAnsi" w:eastAsiaTheme="minorEastAsia" w:hAnsiTheme="minorHAnsi" w:cstheme="minorBidi"/>
          <w:noProof/>
          <w:sz w:val="22"/>
          <w:szCs w:val="22"/>
        </w:rPr>
      </w:pPr>
      <w:r>
        <w:rPr>
          <w:noProof/>
        </w:rPr>
        <w:t>2.3</w:t>
      </w:r>
      <w:r>
        <w:rPr>
          <w:rFonts w:asciiTheme="minorHAnsi" w:eastAsiaTheme="minorEastAsia" w:hAnsiTheme="minorHAnsi" w:cstheme="minorBidi"/>
          <w:noProof/>
          <w:sz w:val="22"/>
          <w:szCs w:val="22"/>
        </w:rPr>
        <w:tab/>
      </w:r>
      <w:r>
        <w:rPr>
          <w:noProof/>
        </w:rPr>
        <w:t>Contact Officer for RFT Inquiries (Core)</w:t>
      </w:r>
      <w:r>
        <w:rPr>
          <w:noProof/>
        </w:rPr>
        <w:tab/>
      </w:r>
      <w:r>
        <w:rPr>
          <w:noProof/>
        </w:rPr>
        <w:fldChar w:fldCharType="begin"/>
      </w:r>
      <w:r>
        <w:rPr>
          <w:noProof/>
        </w:rPr>
        <w:instrText xml:space="preserve"> PAGEREF _Toc527983397 \h </w:instrText>
      </w:r>
      <w:r>
        <w:rPr>
          <w:noProof/>
        </w:rPr>
      </w:r>
      <w:r>
        <w:rPr>
          <w:noProof/>
        </w:rPr>
        <w:fldChar w:fldCharType="separate"/>
      </w:r>
      <w:r w:rsidR="006F36D7">
        <w:rPr>
          <w:noProof/>
        </w:rPr>
        <w:t>6</w:t>
      </w:r>
      <w:r>
        <w:rPr>
          <w:noProof/>
        </w:rPr>
        <w:fldChar w:fldCharType="end"/>
      </w:r>
    </w:p>
    <w:p w14:paraId="6A6C2E63" w14:textId="7C32C064" w:rsidR="008F7CB9" w:rsidRDefault="008F7CB9" w:rsidP="00307843">
      <w:pPr>
        <w:pStyle w:val="TOC2"/>
        <w:tabs>
          <w:tab w:val="right" w:leader="dot" w:pos="9062"/>
        </w:tabs>
        <w:rPr>
          <w:rFonts w:asciiTheme="minorHAnsi" w:eastAsiaTheme="minorEastAsia" w:hAnsiTheme="minorHAnsi" w:cstheme="minorBidi"/>
          <w:noProof/>
          <w:sz w:val="22"/>
          <w:szCs w:val="22"/>
        </w:rPr>
      </w:pPr>
      <w:r>
        <w:rPr>
          <w:noProof/>
        </w:rPr>
        <w:t>2.4</w:t>
      </w:r>
      <w:r>
        <w:rPr>
          <w:rFonts w:asciiTheme="minorHAnsi" w:eastAsiaTheme="minorEastAsia" w:hAnsiTheme="minorHAnsi" w:cstheme="minorBidi"/>
          <w:noProof/>
          <w:sz w:val="22"/>
          <w:szCs w:val="22"/>
        </w:rPr>
        <w:tab/>
      </w:r>
      <w:r>
        <w:rPr>
          <w:noProof/>
        </w:rPr>
        <w:t>Preparation and Transmission of Classified Tenders (Core)</w:t>
      </w:r>
      <w:r>
        <w:rPr>
          <w:noProof/>
        </w:rPr>
        <w:tab/>
      </w:r>
      <w:r>
        <w:rPr>
          <w:noProof/>
        </w:rPr>
        <w:fldChar w:fldCharType="begin"/>
      </w:r>
      <w:r>
        <w:rPr>
          <w:noProof/>
        </w:rPr>
        <w:instrText xml:space="preserve"> PAGEREF _Toc527983398 \h </w:instrText>
      </w:r>
      <w:r>
        <w:rPr>
          <w:noProof/>
        </w:rPr>
      </w:r>
      <w:r>
        <w:rPr>
          <w:noProof/>
        </w:rPr>
        <w:fldChar w:fldCharType="separate"/>
      </w:r>
      <w:r w:rsidR="006F36D7">
        <w:rPr>
          <w:noProof/>
        </w:rPr>
        <w:t>6</w:t>
      </w:r>
      <w:r>
        <w:rPr>
          <w:noProof/>
        </w:rPr>
        <w:fldChar w:fldCharType="end"/>
      </w:r>
    </w:p>
    <w:p w14:paraId="533C7F0E" w14:textId="5635ABC6" w:rsidR="008F7CB9" w:rsidRDefault="008F7CB9" w:rsidP="00307843">
      <w:pPr>
        <w:pStyle w:val="TOC2"/>
        <w:tabs>
          <w:tab w:val="right" w:leader="dot" w:pos="9062"/>
        </w:tabs>
        <w:rPr>
          <w:rFonts w:asciiTheme="minorHAnsi" w:eastAsiaTheme="minorEastAsia" w:hAnsiTheme="minorHAnsi" w:cstheme="minorBidi"/>
          <w:noProof/>
          <w:sz w:val="22"/>
          <w:szCs w:val="22"/>
        </w:rPr>
      </w:pPr>
      <w:r>
        <w:rPr>
          <w:noProof/>
        </w:rPr>
        <w:t>2.5</w:t>
      </w:r>
      <w:r>
        <w:rPr>
          <w:rFonts w:asciiTheme="minorHAnsi" w:eastAsiaTheme="minorEastAsia" w:hAnsiTheme="minorHAnsi" w:cstheme="minorBidi"/>
          <w:noProof/>
          <w:sz w:val="22"/>
          <w:szCs w:val="22"/>
        </w:rPr>
        <w:tab/>
      </w:r>
      <w:r>
        <w:rPr>
          <w:noProof/>
        </w:rPr>
        <w:t>Defence Security Clearance Requirements (Core)</w:t>
      </w:r>
      <w:r>
        <w:rPr>
          <w:noProof/>
        </w:rPr>
        <w:tab/>
      </w:r>
      <w:r>
        <w:rPr>
          <w:noProof/>
        </w:rPr>
        <w:fldChar w:fldCharType="begin"/>
      </w:r>
      <w:r>
        <w:rPr>
          <w:noProof/>
        </w:rPr>
        <w:instrText xml:space="preserve"> PAGEREF _Toc527983399 \h </w:instrText>
      </w:r>
      <w:r>
        <w:rPr>
          <w:noProof/>
        </w:rPr>
      </w:r>
      <w:r>
        <w:rPr>
          <w:noProof/>
        </w:rPr>
        <w:fldChar w:fldCharType="separate"/>
      </w:r>
      <w:r w:rsidR="006F36D7">
        <w:rPr>
          <w:noProof/>
        </w:rPr>
        <w:t>7</w:t>
      </w:r>
      <w:r>
        <w:rPr>
          <w:noProof/>
        </w:rPr>
        <w:fldChar w:fldCharType="end"/>
      </w:r>
    </w:p>
    <w:p w14:paraId="52E315ED" w14:textId="2C6C9A5F" w:rsidR="008F7CB9" w:rsidRDefault="008F7CB9" w:rsidP="00307843">
      <w:pPr>
        <w:pStyle w:val="TOC2"/>
        <w:tabs>
          <w:tab w:val="right" w:leader="dot" w:pos="9062"/>
        </w:tabs>
        <w:rPr>
          <w:rFonts w:asciiTheme="minorHAnsi" w:eastAsiaTheme="minorEastAsia" w:hAnsiTheme="minorHAnsi" w:cstheme="minorBidi"/>
          <w:noProof/>
          <w:sz w:val="22"/>
          <w:szCs w:val="22"/>
        </w:rPr>
      </w:pPr>
      <w:r>
        <w:rPr>
          <w:noProof/>
        </w:rPr>
        <w:t>2.6</w:t>
      </w:r>
      <w:r>
        <w:rPr>
          <w:rFonts w:asciiTheme="minorHAnsi" w:eastAsiaTheme="minorEastAsia" w:hAnsiTheme="minorHAnsi" w:cstheme="minorBidi"/>
          <w:noProof/>
          <w:sz w:val="22"/>
          <w:szCs w:val="22"/>
        </w:rPr>
        <w:tab/>
      </w:r>
      <w:r>
        <w:rPr>
          <w:noProof/>
        </w:rPr>
        <w:t>Industry Briefing (Optional)</w:t>
      </w:r>
      <w:r>
        <w:rPr>
          <w:noProof/>
        </w:rPr>
        <w:tab/>
      </w:r>
      <w:r>
        <w:rPr>
          <w:noProof/>
        </w:rPr>
        <w:fldChar w:fldCharType="begin"/>
      </w:r>
      <w:r>
        <w:rPr>
          <w:noProof/>
        </w:rPr>
        <w:instrText xml:space="preserve"> PAGEREF _Toc527983400 \h </w:instrText>
      </w:r>
      <w:r>
        <w:rPr>
          <w:noProof/>
        </w:rPr>
      </w:r>
      <w:r>
        <w:rPr>
          <w:noProof/>
        </w:rPr>
        <w:fldChar w:fldCharType="separate"/>
      </w:r>
      <w:r w:rsidR="006F36D7">
        <w:rPr>
          <w:noProof/>
        </w:rPr>
        <w:t>7</w:t>
      </w:r>
      <w:r>
        <w:rPr>
          <w:noProof/>
        </w:rPr>
        <w:fldChar w:fldCharType="end"/>
      </w:r>
    </w:p>
    <w:p w14:paraId="6CCCF6C4" w14:textId="6B9FB3B9" w:rsidR="008F7CB9" w:rsidRDefault="008F7CB9" w:rsidP="00307843">
      <w:pPr>
        <w:pStyle w:val="TOC2"/>
        <w:tabs>
          <w:tab w:val="right" w:leader="dot" w:pos="9062"/>
        </w:tabs>
        <w:rPr>
          <w:rFonts w:asciiTheme="minorHAnsi" w:eastAsiaTheme="minorEastAsia" w:hAnsiTheme="minorHAnsi" w:cstheme="minorBidi"/>
          <w:noProof/>
          <w:sz w:val="22"/>
          <w:szCs w:val="22"/>
        </w:rPr>
      </w:pPr>
      <w:r>
        <w:rPr>
          <w:noProof/>
        </w:rPr>
        <w:t>2.7</w:t>
      </w:r>
      <w:r>
        <w:rPr>
          <w:rFonts w:asciiTheme="minorHAnsi" w:eastAsiaTheme="minorEastAsia" w:hAnsiTheme="minorHAnsi" w:cstheme="minorBidi"/>
          <w:noProof/>
          <w:sz w:val="22"/>
          <w:szCs w:val="22"/>
        </w:rPr>
        <w:tab/>
      </w:r>
      <w:r>
        <w:rPr>
          <w:noProof/>
        </w:rPr>
        <w:t>Lodgement of Tenders (Core)</w:t>
      </w:r>
      <w:r>
        <w:rPr>
          <w:noProof/>
        </w:rPr>
        <w:tab/>
      </w:r>
      <w:r>
        <w:rPr>
          <w:noProof/>
        </w:rPr>
        <w:fldChar w:fldCharType="begin"/>
      </w:r>
      <w:r>
        <w:rPr>
          <w:noProof/>
        </w:rPr>
        <w:instrText xml:space="preserve"> PAGEREF _Toc527983401 \h </w:instrText>
      </w:r>
      <w:r>
        <w:rPr>
          <w:noProof/>
        </w:rPr>
      </w:r>
      <w:r>
        <w:rPr>
          <w:noProof/>
        </w:rPr>
        <w:fldChar w:fldCharType="separate"/>
      </w:r>
      <w:r w:rsidR="006F36D7">
        <w:rPr>
          <w:noProof/>
        </w:rPr>
        <w:t>7</w:t>
      </w:r>
      <w:r>
        <w:rPr>
          <w:noProof/>
        </w:rPr>
        <w:fldChar w:fldCharType="end"/>
      </w:r>
    </w:p>
    <w:p w14:paraId="0E23BCF6" w14:textId="754D977A" w:rsidR="008F7CB9" w:rsidRDefault="008F7CB9" w:rsidP="00307843">
      <w:pPr>
        <w:pStyle w:val="TOC2"/>
        <w:tabs>
          <w:tab w:val="right" w:leader="dot" w:pos="9062"/>
        </w:tabs>
        <w:rPr>
          <w:rFonts w:asciiTheme="minorHAnsi" w:eastAsiaTheme="minorEastAsia" w:hAnsiTheme="minorHAnsi" w:cstheme="minorBidi"/>
          <w:noProof/>
          <w:sz w:val="22"/>
          <w:szCs w:val="22"/>
        </w:rPr>
      </w:pPr>
      <w:r>
        <w:rPr>
          <w:noProof/>
        </w:rPr>
        <w:t>2.8</w:t>
      </w:r>
      <w:r>
        <w:rPr>
          <w:rFonts w:asciiTheme="minorHAnsi" w:eastAsiaTheme="minorEastAsia" w:hAnsiTheme="minorHAnsi" w:cstheme="minorBidi"/>
          <w:noProof/>
          <w:sz w:val="22"/>
          <w:szCs w:val="22"/>
        </w:rPr>
        <w:tab/>
      </w:r>
      <w:r>
        <w:rPr>
          <w:noProof/>
        </w:rPr>
        <w:t>Tender Validity Period (Core)</w:t>
      </w:r>
      <w:r>
        <w:rPr>
          <w:noProof/>
        </w:rPr>
        <w:tab/>
      </w:r>
      <w:r>
        <w:rPr>
          <w:noProof/>
        </w:rPr>
        <w:fldChar w:fldCharType="begin"/>
      </w:r>
      <w:r>
        <w:rPr>
          <w:noProof/>
        </w:rPr>
        <w:instrText xml:space="preserve"> PAGEREF _Toc527983402 \h </w:instrText>
      </w:r>
      <w:r>
        <w:rPr>
          <w:noProof/>
        </w:rPr>
      </w:r>
      <w:r>
        <w:rPr>
          <w:noProof/>
        </w:rPr>
        <w:fldChar w:fldCharType="separate"/>
      </w:r>
      <w:r w:rsidR="006F36D7">
        <w:rPr>
          <w:noProof/>
        </w:rPr>
        <w:t>7</w:t>
      </w:r>
      <w:r>
        <w:rPr>
          <w:noProof/>
        </w:rPr>
        <w:fldChar w:fldCharType="end"/>
      </w:r>
    </w:p>
    <w:p w14:paraId="0C14D14F" w14:textId="24A0487F" w:rsidR="008F7CB9" w:rsidRDefault="008F7CB9" w:rsidP="00307843">
      <w:pPr>
        <w:pStyle w:val="TOC2"/>
        <w:tabs>
          <w:tab w:val="right" w:leader="dot" w:pos="9062"/>
        </w:tabs>
        <w:rPr>
          <w:rFonts w:asciiTheme="minorHAnsi" w:eastAsiaTheme="minorEastAsia" w:hAnsiTheme="minorHAnsi" w:cstheme="minorBidi"/>
          <w:noProof/>
          <w:sz w:val="22"/>
          <w:szCs w:val="22"/>
        </w:rPr>
      </w:pPr>
      <w:r>
        <w:rPr>
          <w:noProof/>
        </w:rPr>
        <w:t>2.9</w:t>
      </w:r>
      <w:r>
        <w:rPr>
          <w:rFonts w:asciiTheme="minorHAnsi" w:eastAsiaTheme="minorEastAsia" w:hAnsiTheme="minorHAnsi" w:cstheme="minorBidi"/>
          <w:noProof/>
          <w:sz w:val="22"/>
          <w:szCs w:val="22"/>
        </w:rPr>
        <w:tab/>
      </w:r>
      <w:r>
        <w:rPr>
          <w:noProof/>
        </w:rPr>
        <w:t>Alterations, Erasures and Illegibility (Core)</w:t>
      </w:r>
      <w:r>
        <w:rPr>
          <w:noProof/>
        </w:rPr>
        <w:tab/>
      </w:r>
      <w:r>
        <w:rPr>
          <w:noProof/>
        </w:rPr>
        <w:fldChar w:fldCharType="begin"/>
      </w:r>
      <w:r>
        <w:rPr>
          <w:noProof/>
        </w:rPr>
        <w:instrText xml:space="preserve"> PAGEREF _Toc527983403 \h </w:instrText>
      </w:r>
      <w:r>
        <w:rPr>
          <w:noProof/>
        </w:rPr>
      </w:r>
      <w:r>
        <w:rPr>
          <w:noProof/>
        </w:rPr>
        <w:fldChar w:fldCharType="separate"/>
      </w:r>
      <w:r w:rsidR="006F36D7">
        <w:rPr>
          <w:noProof/>
        </w:rPr>
        <w:t>8</w:t>
      </w:r>
      <w:r>
        <w:rPr>
          <w:noProof/>
        </w:rPr>
        <w:fldChar w:fldCharType="end"/>
      </w:r>
    </w:p>
    <w:p w14:paraId="15AE700F" w14:textId="7D33CFC3" w:rsidR="008F7CB9" w:rsidRDefault="008F7CB9" w:rsidP="00307843">
      <w:pPr>
        <w:pStyle w:val="TOC2"/>
        <w:tabs>
          <w:tab w:val="right" w:leader="dot" w:pos="9062"/>
        </w:tabs>
        <w:rPr>
          <w:rFonts w:asciiTheme="minorHAnsi" w:eastAsiaTheme="minorEastAsia" w:hAnsiTheme="minorHAnsi" w:cstheme="minorBidi"/>
          <w:noProof/>
          <w:sz w:val="22"/>
          <w:szCs w:val="22"/>
        </w:rPr>
      </w:pPr>
      <w:r>
        <w:rPr>
          <w:noProof/>
        </w:rPr>
        <w:t>2.10</w:t>
      </w:r>
      <w:r>
        <w:rPr>
          <w:rFonts w:asciiTheme="minorHAnsi" w:eastAsiaTheme="minorEastAsia" w:hAnsiTheme="minorHAnsi" w:cstheme="minorBidi"/>
          <w:noProof/>
          <w:sz w:val="22"/>
          <w:szCs w:val="22"/>
        </w:rPr>
        <w:tab/>
      </w:r>
      <w:r>
        <w:rPr>
          <w:noProof/>
        </w:rPr>
        <w:t>Unintentional Errors of Form (Optional)</w:t>
      </w:r>
      <w:r>
        <w:rPr>
          <w:noProof/>
        </w:rPr>
        <w:tab/>
      </w:r>
      <w:r>
        <w:rPr>
          <w:noProof/>
        </w:rPr>
        <w:fldChar w:fldCharType="begin"/>
      </w:r>
      <w:r>
        <w:rPr>
          <w:noProof/>
        </w:rPr>
        <w:instrText xml:space="preserve"> PAGEREF _Toc527983404 \h </w:instrText>
      </w:r>
      <w:r>
        <w:rPr>
          <w:noProof/>
        </w:rPr>
      </w:r>
      <w:r>
        <w:rPr>
          <w:noProof/>
        </w:rPr>
        <w:fldChar w:fldCharType="separate"/>
      </w:r>
      <w:r w:rsidR="006F36D7">
        <w:rPr>
          <w:noProof/>
        </w:rPr>
        <w:t>8</w:t>
      </w:r>
      <w:r>
        <w:rPr>
          <w:noProof/>
        </w:rPr>
        <w:fldChar w:fldCharType="end"/>
      </w:r>
    </w:p>
    <w:p w14:paraId="600DB74E" w14:textId="3939B7C0" w:rsidR="008F7CB9" w:rsidRDefault="008F7CB9" w:rsidP="00307843">
      <w:pPr>
        <w:pStyle w:val="TOC2"/>
        <w:tabs>
          <w:tab w:val="right" w:leader="dot" w:pos="9062"/>
        </w:tabs>
        <w:rPr>
          <w:rFonts w:asciiTheme="minorHAnsi" w:eastAsiaTheme="minorEastAsia" w:hAnsiTheme="minorHAnsi" w:cstheme="minorBidi"/>
          <w:noProof/>
          <w:sz w:val="22"/>
          <w:szCs w:val="22"/>
        </w:rPr>
      </w:pPr>
      <w:r>
        <w:rPr>
          <w:noProof/>
        </w:rPr>
        <w:t>2.11</w:t>
      </w:r>
      <w:r>
        <w:rPr>
          <w:rFonts w:asciiTheme="minorHAnsi" w:eastAsiaTheme="minorEastAsia" w:hAnsiTheme="minorHAnsi" w:cstheme="minorBidi"/>
          <w:noProof/>
          <w:sz w:val="22"/>
          <w:szCs w:val="22"/>
        </w:rPr>
        <w:tab/>
      </w:r>
      <w:r>
        <w:rPr>
          <w:noProof/>
        </w:rPr>
        <w:t>Confidentiality (Core)</w:t>
      </w:r>
      <w:r>
        <w:rPr>
          <w:noProof/>
        </w:rPr>
        <w:tab/>
      </w:r>
      <w:r>
        <w:rPr>
          <w:noProof/>
        </w:rPr>
        <w:fldChar w:fldCharType="begin"/>
      </w:r>
      <w:r>
        <w:rPr>
          <w:noProof/>
        </w:rPr>
        <w:instrText xml:space="preserve"> PAGEREF _Toc527983405 \h </w:instrText>
      </w:r>
      <w:r>
        <w:rPr>
          <w:noProof/>
        </w:rPr>
      </w:r>
      <w:r>
        <w:rPr>
          <w:noProof/>
        </w:rPr>
        <w:fldChar w:fldCharType="separate"/>
      </w:r>
      <w:r w:rsidR="006F36D7">
        <w:rPr>
          <w:noProof/>
        </w:rPr>
        <w:t>8</w:t>
      </w:r>
      <w:r>
        <w:rPr>
          <w:noProof/>
        </w:rPr>
        <w:fldChar w:fldCharType="end"/>
      </w:r>
    </w:p>
    <w:p w14:paraId="093E0C99" w14:textId="3A0B873E" w:rsidR="008F7CB9" w:rsidRDefault="008F7CB9" w:rsidP="00307843">
      <w:pPr>
        <w:pStyle w:val="TOC2"/>
        <w:tabs>
          <w:tab w:val="right" w:leader="dot" w:pos="9062"/>
        </w:tabs>
        <w:rPr>
          <w:rFonts w:asciiTheme="minorHAnsi" w:eastAsiaTheme="minorEastAsia" w:hAnsiTheme="minorHAnsi" w:cstheme="minorBidi"/>
          <w:noProof/>
          <w:sz w:val="22"/>
          <w:szCs w:val="22"/>
        </w:rPr>
      </w:pPr>
      <w:r>
        <w:rPr>
          <w:noProof/>
          <w:lang w:eastAsia="zh-CN"/>
        </w:rPr>
        <w:t>2.12</w:t>
      </w:r>
      <w:r>
        <w:rPr>
          <w:rFonts w:asciiTheme="minorHAnsi" w:eastAsiaTheme="minorEastAsia" w:hAnsiTheme="minorHAnsi" w:cstheme="minorBidi"/>
          <w:noProof/>
          <w:sz w:val="22"/>
          <w:szCs w:val="22"/>
        </w:rPr>
        <w:tab/>
      </w:r>
      <w:r>
        <w:rPr>
          <w:noProof/>
          <w:lang w:eastAsia="zh-CN"/>
        </w:rPr>
        <w:t>Probity Assurance (Core)</w:t>
      </w:r>
      <w:r>
        <w:rPr>
          <w:noProof/>
        </w:rPr>
        <w:tab/>
      </w:r>
      <w:r>
        <w:rPr>
          <w:noProof/>
        </w:rPr>
        <w:fldChar w:fldCharType="begin"/>
      </w:r>
      <w:r>
        <w:rPr>
          <w:noProof/>
        </w:rPr>
        <w:instrText xml:space="preserve"> PAGEREF _Toc527983406 \h </w:instrText>
      </w:r>
      <w:r>
        <w:rPr>
          <w:noProof/>
        </w:rPr>
      </w:r>
      <w:r>
        <w:rPr>
          <w:noProof/>
        </w:rPr>
        <w:fldChar w:fldCharType="separate"/>
      </w:r>
      <w:r w:rsidR="006F36D7">
        <w:rPr>
          <w:noProof/>
        </w:rPr>
        <w:t>8</w:t>
      </w:r>
      <w:r>
        <w:rPr>
          <w:noProof/>
        </w:rPr>
        <w:fldChar w:fldCharType="end"/>
      </w:r>
    </w:p>
    <w:p w14:paraId="2C75F438" w14:textId="0BA0042A" w:rsidR="008F7CB9" w:rsidRDefault="008F7CB9" w:rsidP="00307843">
      <w:pPr>
        <w:pStyle w:val="TOC2"/>
        <w:tabs>
          <w:tab w:val="right" w:leader="dot" w:pos="9062"/>
        </w:tabs>
        <w:rPr>
          <w:rFonts w:asciiTheme="minorHAnsi" w:eastAsiaTheme="minorEastAsia" w:hAnsiTheme="minorHAnsi" w:cstheme="minorBidi"/>
          <w:noProof/>
          <w:sz w:val="22"/>
          <w:szCs w:val="22"/>
        </w:rPr>
      </w:pPr>
      <w:r>
        <w:rPr>
          <w:noProof/>
        </w:rPr>
        <w:t>2.13</w:t>
      </w:r>
      <w:r>
        <w:rPr>
          <w:rFonts w:asciiTheme="minorHAnsi" w:eastAsiaTheme="minorEastAsia" w:hAnsiTheme="minorHAnsi" w:cstheme="minorBidi"/>
          <w:noProof/>
          <w:sz w:val="22"/>
          <w:szCs w:val="22"/>
        </w:rPr>
        <w:tab/>
      </w:r>
      <w:r>
        <w:rPr>
          <w:noProof/>
        </w:rPr>
        <w:t>Use of Tender Documents (Core)</w:t>
      </w:r>
      <w:r>
        <w:rPr>
          <w:noProof/>
        </w:rPr>
        <w:tab/>
      </w:r>
      <w:r>
        <w:rPr>
          <w:noProof/>
        </w:rPr>
        <w:fldChar w:fldCharType="begin"/>
      </w:r>
      <w:r>
        <w:rPr>
          <w:noProof/>
        </w:rPr>
        <w:instrText xml:space="preserve"> PAGEREF _Toc527983407 \h </w:instrText>
      </w:r>
      <w:r>
        <w:rPr>
          <w:noProof/>
        </w:rPr>
      </w:r>
      <w:r>
        <w:rPr>
          <w:noProof/>
        </w:rPr>
        <w:fldChar w:fldCharType="separate"/>
      </w:r>
      <w:r w:rsidR="006F36D7">
        <w:rPr>
          <w:noProof/>
        </w:rPr>
        <w:t>8</w:t>
      </w:r>
      <w:r>
        <w:rPr>
          <w:noProof/>
        </w:rPr>
        <w:fldChar w:fldCharType="end"/>
      </w:r>
    </w:p>
    <w:p w14:paraId="4426C962" w14:textId="04F549F8" w:rsidR="008F7CB9" w:rsidRDefault="008F7CB9" w:rsidP="00307843">
      <w:pPr>
        <w:pStyle w:val="TOC2"/>
        <w:tabs>
          <w:tab w:val="right" w:leader="dot" w:pos="9062"/>
        </w:tabs>
        <w:rPr>
          <w:rFonts w:asciiTheme="minorHAnsi" w:eastAsiaTheme="minorEastAsia" w:hAnsiTheme="minorHAnsi" w:cstheme="minorBidi"/>
          <w:noProof/>
          <w:sz w:val="22"/>
          <w:szCs w:val="22"/>
        </w:rPr>
      </w:pPr>
      <w:r>
        <w:rPr>
          <w:noProof/>
        </w:rPr>
        <w:t>2.14</w:t>
      </w:r>
      <w:r>
        <w:rPr>
          <w:rFonts w:asciiTheme="minorHAnsi" w:eastAsiaTheme="minorEastAsia" w:hAnsiTheme="minorHAnsi" w:cstheme="minorBidi"/>
          <w:noProof/>
          <w:sz w:val="22"/>
          <w:szCs w:val="22"/>
        </w:rPr>
        <w:tab/>
      </w:r>
      <w:r>
        <w:rPr>
          <w:noProof/>
        </w:rPr>
        <w:t>Part and Joint Tenders (Core)</w:t>
      </w:r>
      <w:r>
        <w:rPr>
          <w:noProof/>
        </w:rPr>
        <w:tab/>
      </w:r>
      <w:r>
        <w:rPr>
          <w:noProof/>
        </w:rPr>
        <w:fldChar w:fldCharType="begin"/>
      </w:r>
      <w:r>
        <w:rPr>
          <w:noProof/>
        </w:rPr>
        <w:instrText xml:space="preserve"> PAGEREF _Toc527983408 \h </w:instrText>
      </w:r>
      <w:r>
        <w:rPr>
          <w:noProof/>
        </w:rPr>
      </w:r>
      <w:r>
        <w:rPr>
          <w:noProof/>
        </w:rPr>
        <w:fldChar w:fldCharType="separate"/>
      </w:r>
      <w:r w:rsidR="006F36D7">
        <w:rPr>
          <w:noProof/>
        </w:rPr>
        <w:t>9</w:t>
      </w:r>
      <w:r>
        <w:rPr>
          <w:noProof/>
        </w:rPr>
        <w:fldChar w:fldCharType="end"/>
      </w:r>
    </w:p>
    <w:p w14:paraId="1F08818E" w14:textId="55EB0850" w:rsidR="008F7CB9" w:rsidRDefault="008F7CB9" w:rsidP="00307843">
      <w:pPr>
        <w:pStyle w:val="TOC2"/>
        <w:tabs>
          <w:tab w:val="right" w:leader="dot" w:pos="9062"/>
        </w:tabs>
        <w:rPr>
          <w:rFonts w:asciiTheme="minorHAnsi" w:eastAsiaTheme="minorEastAsia" w:hAnsiTheme="minorHAnsi" w:cstheme="minorBidi"/>
          <w:noProof/>
          <w:sz w:val="22"/>
          <w:szCs w:val="22"/>
        </w:rPr>
      </w:pPr>
      <w:r>
        <w:rPr>
          <w:noProof/>
        </w:rPr>
        <w:t>2.15</w:t>
      </w:r>
      <w:r>
        <w:rPr>
          <w:rFonts w:asciiTheme="minorHAnsi" w:eastAsiaTheme="minorEastAsia" w:hAnsiTheme="minorHAnsi" w:cstheme="minorBidi"/>
          <w:noProof/>
          <w:sz w:val="22"/>
          <w:szCs w:val="22"/>
        </w:rPr>
        <w:tab/>
      </w:r>
      <w:r>
        <w:rPr>
          <w:noProof/>
        </w:rPr>
        <w:t>Alternative Proposals (Core)</w:t>
      </w:r>
      <w:r>
        <w:rPr>
          <w:noProof/>
        </w:rPr>
        <w:tab/>
      </w:r>
      <w:r>
        <w:rPr>
          <w:noProof/>
        </w:rPr>
        <w:fldChar w:fldCharType="begin"/>
      </w:r>
      <w:r>
        <w:rPr>
          <w:noProof/>
        </w:rPr>
        <w:instrText xml:space="preserve"> PAGEREF _Toc527983409 \h </w:instrText>
      </w:r>
      <w:r>
        <w:rPr>
          <w:noProof/>
        </w:rPr>
      </w:r>
      <w:r>
        <w:rPr>
          <w:noProof/>
        </w:rPr>
        <w:fldChar w:fldCharType="separate"/>
      </w:r>
      <w:r w:rsidR="006F36D7">
        <w:rPr>
          <w:noProof/>
        </w:rPr>
        <w:t>10</w:t>
      </w:r>
      <w:r>
        <w:rPr>
          <w:noProof/>
        </w:rPr>
        <w:fldChar w:fldCharType="end"/>
      </w:r>
    </w:p>
    <w:p w14:paraId="245EECF8" w14:textId="1758DF59" w:rsidR="008F7CB9" w:rsidRDefault="008F7CB9" w:rsidP="00307843">
      <w:pPr>
        <w:pStyle w:val="TOC2"/>
        <w:tabs>
          <w:tab w:val="right" w:leader="dot" w:pos="9062"/>
        </w:tabs>
        <w:rPr>
          <w:rFonts w:asciiTheme="minorHAnsi" w:eastAsiaTheme="minorEastAsia" w:hAnsiTheme="minorHAnsi" w:cstheme="minorBidi"/>
          <w:noProof/>
          <w:sz w:val="22"/>
          <w:szCs w:val="22"/>
        </w:rPr>
      </w:pPr>
      <w:r>
        <w:rPr>
          <w:noProof/>
        </w:rPr>
        <w:t>2.16</w:t>
      </w:r>
      <w:r>
        <w:rPr>
          <w:rFonts w:asciiTheme="minorHAnsi" w:eastAsiaTheme="minorEastAsia" w:hAnsiTheme="minorHAnsi" w:cstheme="minorBidi"/>
          <w:noProof/>
          <w:sz w:val="22"/>
          <w:szCs w:val="22"/>
        </w:rPr>
        <w:tab/>
      </w:r>
      <w:r>
        <w:rPr>
          <w:noProof/>
        </w:rPr>
        <w:t>Substitution of Tenderer (Core)</w:t>
      </w:r>
      <w:r>
        <w:rPr>
          <w:noProof/>
        </w:rPr>
        <w:tab/>
      </w:r>
      <w:r>
        <w:rPr>
          <w:noProof/>
        </w:rPr>
        <w:fldChar w:fldCharType="begin"/>
      </w:r>
      <w:r>
        <w:rPr>
          <w:noProof/>
        </w:rPr>
        <w:instrText xml:space="preserve"> PAGEREF _Toc527983410 \h </w:instrText>
      </w:r>
      <w:r>
        <w:rPr>
          <w:noProof/>
        </w:rPr>
      </w:r>
      <w:r>
        <w:rPr>
          <w:noProof/>
        </w:rPr>
        <w:fldChar w:fldCharType="separate"/>
      </w:r>
      <w:r w:rsidR="006F36D7">
        <w:rPr>
          <w:noProof/>
        </w:rPr>
        <w:t>10</w:t>
      </w:r>
      <w:r>
        <w:rPr>
          <w:noProof/>
        </w:rPr>
        <w:fldChar w:fldCharType="end"/>
      </w:r>
    </w:p>
    <w:p w14:paraId="68B5AB66" w14:textId="265250FD" w:rsidR="008F7CB9" w:rsidRDefault="008F7CB9" w:rsidP="00307843">
      <w:pPr>
        <w:pStyle w:val="TOC1"/>
        <w:rPr>
          <w:rFonts w:asciiTheme="minorHAnsi" w:eastAsiaTheme="minorEastAsia" w:hAnsiTheme="minorHAnsi" w:cstheme="minorBidi"/>
          <w:sz w:val="22"/>
          <w:szCs w:val="22"/>
        </w:rPr>
      </w:pPr>
      <w:r>
        <w:t>3</w:t>
      </w:r>
      <w:r>
        <w:rPr>
          <w:rFonts w:asciiTheme="minorHAnsi" w:eastAsiaTheme="minorEastAsia" w:hAnsiTheme="minorHAnsi" w:cstheme="minorBidi"/>
          <w:sz w:val="22"/>
          <w:szCs w:val="22"/>
        </w:rPr>
        <w:tab/>
      </w:r>
      <w:r>
        <w:t>EVALUATION OF TENDERS</w:t>
      </w:r>
      <w:r>
        <w:tab/>
      </w:r>
      <w:r>
        <w:fldChar w:fldCharType="begin"/>
      </w:r>
      <w:r>
        <w:instrText xml:space="preserve"> PAGEREF _Toc527983411 \h </w:instrText>
      </w:r>
      <w:r>
        <w:fldChar w:fldCharType="separate"/>
      </w:r>
      <w:r w:rsidR="006F36D7">
        <w:t>10</w:t>
      </w:r>
      <w:r>
        <w:fldChar w:fldCharType="end"/>
      </w:r>
    </w:p>
    <w:p w14:paraId="1C7D68EF" w14:textId="105748C5" w:rsidR="008F7CB9" w:rsidRDefault="008F7CB9" w:rsidP="00307843">
      <w:pPr>
        <w:pStyle w:val="TOC2"/>
        <w:tabs>
          <w:tab w:val="right" w:leader="dot" w:pos="9062"/>
        </w:tabs>
        <w:rPr>
          <w:rFonts w:asciiTheme="minorHAnsi" w:eastAsiaTheme="minorEastAsia" w:hAnsiTheme="minorHAnsi" w:cstheme="minorBidi"/>
          <w:noProof/>
          <w:sz w:val="22"/>
          <w:szCs w:val="22"/>
        </w:rPr>
      </w:pPr>
      <w:r>
        <w:rPr>
          <w:noProof/>
        </w:rPr>
        <w:t>3.1</w:t>
      </w:r>
      <w:r>
        <w:rPr>
          <w:rFonts w:asciiTheme="minorHAnsi" w:eastAsiaTheme="minorEastAsia" w:hAnsiTheme="minorHAnsi" w:cstheme="minorBidi"/>
          <w:noProof/>
          <w:sz w:val="22"/>
          <w:szCs w:val="22"/>
        </w:rPr>
        <w:tab/>
      </w:r>
      <w:r>
        <w:rPr>
          <w:noProof/>
        </w:rPr>
        <w:t>Tender Presentations (Optional)</w:t>
      </w:r>
      <w:r>
        <w:rPr>
          <w:noProof/>
        </w:rPr>
        <w:tab/>
      </w:r>
      <w:r>
        <w:rPr>
          <w:noProof/>
        </w:rPr>
        <w:fldChar w:fldCharType="begin"/>
      </w:r>
      <w:r>
        <w:rPr>
          <w:noProof/>
        </w:rPr>
        <w:instrText xml:space="preserve"> PAGEREF _Toc527983412 \h </w:instrText>
      </w:r>
      <w:r>
        <w:rPr>
          <w:noProof/>
        </w:rPr>
      </w:r>
      <w:r>
        <w:rPr>
          <w:noProof/>
        </w:rPr>
        <w:fldChar w:fldCharType="separate"/>
      </w:r>
      <w:r w:rsidR="006F36D7">
        <w:rPr>
          <w:noProof/>
        </w:rPr>
        <w:t>10</w:t>
      </w:r>
      <w:r>
        <w:rPr>
          <w:noProof/>
        </w:rPr>
        <w:fldChar w:fldCharType="end"/>
      </w:r>
    </w:p>
    <w:p w14:paraId="122F5C7D" w14:textId="3DE34E21" w:rsidR="008F7CB9" w:rsidRDefault="008F7CB9" w:rsidP="00307843">
      <w:pPr>
        <w:pStyle w:val="TOC2"/>
        <w:tabs>
          <w:tab w:val="right" w:leader="dot" w:pos="9062"/>
        </w:tabs>
        <w:rPr>
          <w:rFonts w:asciiTheme="minorHAnsi" w:eastAsiaTheme="minorEastAsia" w:hAnsiTheme="minorHAnsi" w:cstheme="minorBidi"/>
          <w:noProof/>
          <w:sz w:val="22"/>
          <w:szCs w:val="22"/>
        </w:rPr>
      </w:pPr>
      <w:r>
        <w:rPr>
          <w:noProof/>
        </w:rPr>
        <w:t>3.2</w:t>
      </w:r>
      <w:r>
        <w:rPr>
          <w:rFonts w:asciiTheme="minorHAnsi" w:eastAsiaTheme="minorEastAsia" w:hAnsiTheme="minorHAnsi" w:cstheme="minorBidi"/>
          <w:noProof/>
          <w:sz w:val="22"/>
          <w:szCs w:val="22"/>
        </w:rPr>
        <w:tab/>
      </w:r>
      <w:r>
        <w:rPr>
          <w:noProof/>
        </w:rPr>
        <w:t>Evaluation and Process (Core)</w:t>
      </w:r>
      <w:r>
        <w:rPr>
          <w:noProof/>
        </w:rPr>
        <w:tab/>
      </w:r>
      <w:r>
        <w:rPr>
          <w:noProof/>
        </w:rPr>
        <w:fldChar w:fldCharType="begin"/>
      </w:r>
      <w:r>
        <w:rPr>
          <w:noProof/>
        </w:rPr>
        <w:instrText xml:space="preserve"> PAGEREF _Toc527983413 \h </w:instrText>
      </w:r>
      <w:r>
        <w:rPr>
          <w:noProof/>
        </w:rPr>
      </w:r>
      <w:r>
        <w:rPr>
          <w:noProof/>
        </w:rPr>
        <w:fldChar w:fldCharType="separate"/>
      </w:r>
      <w:r w:rsidR="006F36D7">
        <w:rPr>
          <w:noProof/>
        </w:rPr>
        <w:t>11</w:t>
      </w:r>
      <w:r>
        <w:rPr>
          <w:noProof/>
        </w:rPr>
        <w:fldChar w:fldCharType="end"/>
      </w:r>
    </w:p>
    <w:p w14:paraId="3DFBDBB6" w14:textId="2EB1153E" w:rsidR="008F7CB9" w:rsidRDefault="008F7CB9" w:rsidP="00307843">
      <w:pPr>
        <w:pStyle w:val="TOC2"/>
        <w:tabs>
          <w:tab w:val="right" w:leader="dot" w:pos="9062"/>
        </w:tabs>
        <w:rPr>
          <w:rFonts w:asciiTheme="minorHAnsi" w:eastAsiaTheme="minorEastAsia" w:hAnsiTheme="minorHAnsi" w:cstheme="minorBidi"/>
          <w:noProof/>
          <w:sz w:val="22"/>
          <w:szCs w:val="22"/>
        </w:rPr>
      </w:pPr>
      <w:r>
        <w:rPr>
          <w:noProof/>
        </w:rPr>
        <w:t>3.3</w:t>
      </w:r>
      <w:r>
        <w:rPr>
          <w:rFonts w:asciiTheme="minorHAnsi" w:eastAsiaTheme="minorEastAsia" w:hAnsiTheme="minorHAnsi" w:cstheme="minorBidi"/>
          <w:noProof/>
          <w:sz w:val="22"/>
          <w:szCs w:val="22"/>
        </w:rPr>
        <w:tab/>
      </w:r>
      <w:r>
        <w:rPr>
          <w:noProof/>
        </w:rPr>
        <w:t>Minimum Content and Format Requirements (Core)</w:t>
      </w:r>
      <w:r>
        <w:rPr>
          <w:noProof/>
        </w:rPr>
        <w:tab/>
      </w:r>
      <w:r>
        <w:rPr>
          <w:noProof/>
        </w:rPr>
        <w:fldChar w:fldCharType="begin"/>
      </w:r>
      <w:r>
        <w:rPr>
          <w:noProof/>
        </w:rPr>
        <w:instrText xml:space="preserve"> PAGEREF _Toc527983414 \h </w:instrText>
      </w:r>
      <w:r>
        <w:rPr>
          <w:noProof/>
        </w:rPr>
      </w:r>
      <w:r>
        <w:rPr>
          <w:noProof/>
        </w:rPr>
        <w:fldChar w:fldCharType="separate"/>
      </w:r>
      <w:r w:rsidR="006F36D7">
        <w:rPr>
          <w:noProof/>
        </w:rPr>
        <w:t>11</w:t>
      </w:r>
      <w:r>
        <w:rPr>
          <w:noProof/>
        </w:rPr>
        <w:fldChar w:fldCharType="end"/>
      </w:r>
    </w:p>
    <w:p w14:paraId="0228A6B8" w14:textId="47E0C24F" w:rsidR="008F7CB9" w:rsidRDefault="008F7CB9" w:rsidP="00307843">
      <w:pPr>
        <w:pStyle w:val="TOC2"/>
        <w:tabs>
          <w:tab w:val="right" w:leader="dot" w:pos="9062"/>
        </w:tabs>
        <w:rPr>
          <w:rFonts w:asciiTheme="minorHAnsi" w:eastAsiaTheme="minorEastAsia" w:hAnsiTheme="minorHAnsi" w:cstheme="minorBidi"/>
          <w:noProof/>
          <w:sz w:val="22"/>
          <w:szCs w:val="22"/>
        </w:rPr>
      </w:pPr>
      <w:r>
        <w:rPr>
          <w:noProof/>
        </w:rPr>
        <w:t>3.4</w:t>
      </w:r>
      <w:r>
        <w:rPr>
          <w:rFonts w:asciiTheme="minorHAnsi" w:eastAsiaTheme="minorEastAsia" w:hAnsiTheme="minorHAnsi" w:cstheme="minorBidi"/>
          <w:noProof/>
          <w:sz w:val="22"/>
          <w:szCs w:val="22"/>
        </w:rPr>
        <w:tab/>
      </w:r>
      <w:r>
        <w:rPr>
          <w:noProof/>
        </w:rPr>
        <w:t>Conditions of Participation (Optional)</w:t>
      </w:r>
      <w:r>
        <w:rPr>
          <w:noProof/>
        </w:rPr>
        <w:tab/>
      </w:r>
      <w:r>
        <w:rPr>
          <w:noProof/>
        </w:rPr>
        <w:fldChar w:fldCharType="begin"/>
      </w:r>
      <w:r>
        <w:rPr>
          <w:noProof/>
        </w:rPr>
        <w:instrText xml:space="preserve"> PAGEREF _Toc527983415 \h </w:instrText>
      </w:r>
      <w:r>
        <w:rPr>
          <w:noProof/>
        </w:rPr>
      </w:r>
      <w:r>
        <w:rPr>
          <w:noProof/>
        </w:rPr>
        <w:fldChar w:fldCharType="separate"/>
      </w:r>
      <w:r w:rsidR="006F36D7">
        <w:rPr>
          <w:noProof/>
        </w:rPr>
        <w:t>11</w:t>
      </w:r>
      <w:r>
        <w:rPr>
          <w:noProof/>
        </w:rPr>
        <w:fldChar w:fldCharType="end"/>
      </w:r>
    </w:p>
    <w:p w14:paraId="6C908CE6" w14:textId="3864D365" w:rsidR="008F7CB9" w:rsidRDefault="008F7CB9" w:rsidP="00307843">
      <w:pPr>
        <w:pStyle w:val="TOC2"/>
        <w:tabs>
          <w:tab w:val="right" w:leader="dot" w:pos="9062"/>
        </w:tabs>
        <w:rPr>
          <w:rFonts w:asciiTheme="minorHAnsi" w:eastAsiaTheme="minorEastAsia" w:hAnsiTheme="minorHAnsi" w:cstheme="minorBidi"/>
          <w:noProof/>
          <w:sz w:val="22"/>
          <w:szCs w:val="22"/>
        </w:rPr>
      </w:pPr>
      <w:r>
        <w:rPr>
          <w:noProof/>
        </w:rPr>
        <w:t>3.5</w:t>
      </w:r>
      <w:r>
        <w:rPr>
          <w:rFonts w:asciiTheme="minorHAnsi" w:eastAsiaTheme="minorEastAsia" w:hAnsiTheme="minorHAnsi" w:cstheme="minorBidi"/>
          <w:noProof/>
          <w:sz w:val="22"/>
          <w:szCs w:val="22"/>
        </w:rPr>
        <w:tab/>
      </w:r>
      <w:r>
        <w:rPr>
          <w:noProof/>
        </w:rPr>
        <w:t>Essential Requirements (Optional)</w:t>
      </w:r>
      <w:r>
        <w:rPr>
          <w:noProof/>
        </w:rPr>
        <w:tab/>
      </w:r>
      <w:r>
        <w:rPr>
          <w:noProof/>
        </w:rPr>
        <w:fldChar w:fldCharType="begin"/>
      </w:r>
      <w:r>
        <w:rPr>
          <w:noProof/>
        </w:rPr>
        <w:instrText xml:space="preserve"> PAGEREF _Toc527983416 \h </w:instrText>
      </w:r>
      <w:r>
        <w:rPr>
          <w:noProof/>
        </w:rPr>
      </w:r>
      <w:r>
        <w:rPr>
          <w:noProof/>
        </w:rPr>
        <w:fldChar w:fldCharType="separate"/>
      </w:r>
      <w:r w:rsidR="006F36D7">
        <w:rPr>
          <w:noProof/>
        </w:rPr>
        <w:t>11</w:t>
      </w:r>
      <w:r>
        <w:rPr>
          <w:noProof/>
        </w:rPr>
        <w:fldChar w:fldCharType="end"/>
      </w:r>
    </w:p>
    <w:p w14:paraId="007A4C45" w14:textId="3D5444B8" w:rsidR="008F7CB9" w:rsidRDefault="008F7CB9" w:rsidP="00307843">
      <w:pPr>
        <w:pStyle w:val="TOC2"/>
        <w:tabs>
          <w:tab w:val="right" w:leader="dot" w:pos="9062"/>
        </w:tabs>
        <w:rPr>
          <w:rFonts w:asciiTheme="minorHAnsi" w:eastAsiaTheme="minorEastAsia" w:hAnsiTheme="minorHAnsi" w:cstheme="minorBidi"/>
          <w:noProof/>
          <w:sz w:val="22"/>
          <w:szCs w:val="22"/>
        </w:rPr>
      </w:pPr>
      <w:r>
        <w:rPr>
          <w:noProof/>
        </w:rPr>
        <w:t>3.6</w:t>
      </w:r>
      <w:r>
        <w:rPr>
          <w:rFonts w:asciiTheme="minorHAnsi" w:eastAsiaTheme="minorEastAsia" w:hAnsiTheme="minorHAnsi" w:cstheme="minorBidi"/>
          <w:noProof/>
          <w:sz w:val="22"/>
          <w:szCs w:val="22"/>
        </w:rPr>
        <w:tab/>
      </w:r>
      <w:r>
        <w:rPr>
          <w:noProof/>
        </w:rPr>
        <w:t>Offer Definition and Improvement Activities (Optional)</w:t>
      </w:r>
      <w:r>
        <w:rPr>
          <w:noProof/>
        </w:rPr>
        <w:tab/>
      </w:r>
      <w:r>
        <w:rPr>
          <w:noProof/>
        </w:rPr>
        <w:fldChar w:fldCharType="begin"/>
      </w:r>
      <w:r>
        <w:rPr>
          <w:noProof/>
        </w:rPr>
        <w:instrText xml:space="preserve"> PAGEREF _Toc527983417 \h </w:instrText>
      </w:r>
      <w:r>
        <w:rPr>
          <w:noProof/>
        </w:rPr>
      </w:r>
      <w:r>
        <w:rPr>
          <w:noProof/>
        </w:rPr>
        <w:fldChar w:fldCharType="separate"/>
      </w:r>
      <w:r w:rsidR="006F36D7">
        <w:rPr>
          <w:noProof/>
        </w:rPr>
        <w:t>11</w:t>
      </w:r>
      <w:r>
        <w:rPr>
          <w:noProof/>
        </w:rPr>
        <w:fldChar w:fldCharType="end"/>
      </w:r>
    </w:p>
    <w:p w14:paraId="6ECCAF15" w14:textId="12E8237D" w:rsidR="008F7CB9" w:rsidRDefault="008F7CB9" w:rsidP="00307843">
      <w:pPr>
        <w:pStyle w:val="TOC2"/>
        <w:tabs>
          <w:tab w:val="right" w:leader="dot" w:pos="9062"/>
        </w:tabs>
        <w:rPr>
          <w:rFonts w:asciiTheme="minorHAnsi" w:eastAsiaTheme="minorEastAsia" w:hAnsiTheme="minorHAnsi" w:cstheme="minorBidi"/>
          <w:noProof/>
          <w:sz w:val="22"/>
          <w:szCs w:val="22"/>
        </w:rPr>
      </w:pPr>
      <w:r>
        <w:rPr>
          <w:noProof/>
        </w:rPr>
        <w:t>3.7</w:t>
      </w:r>
      <w:r>
        <w:rPr>
          <w:rFonts w:asciiTheme="minorHAnsi" w:eastAsiaTheme="minorEastAsia" w:hAnsiTheme="minorHAnsi" w:cstheme="minorBidi"/>
          <w:noProof/>
          <w:sz w:val="22"/>
          <w:szCs w:val="22"/>
        </w:rPr>
        <w:tab/>
      </w:r>
      <w:r>
        <w:rPr>
          <w:noProof/>
        </w:rPr>
        <w:t>Negotiation (Core)</w:t>
      </w:r>
      <w:r>
        <w:rPr>
          <w:noProof/>
        </w:rPr>
        <w:tab/>
      </w:r>
      <w:r>
        <w:rPr>
          <w:noProof/>
        </w:rPr>
        <w:fldChar w:fldCharType="begin"/>
      </w:r>
      <w:r>
        <w:rPr>
          <w:noProof/>
        </w:rPr>
        <w:instrText xml:space="preserve"> PAGEREF _Toc527983418 \h </w:instrText>
      </w:r>
      <w:r>
        <w:rPr>
          <w:noProof/>
        </w:rPr>
      </w:r>
      <w:r>
        <w:rPr>
          <w:noProof/>
        </w:rPr>
        <w:fldChar w:fldCharType="separate"/>
      </w:r>
      <w:r w:rsidR="006F36D7">
        <w:rPr>
          <w:noProof/>
        </w:rPr>
        <w:t>12</w:t>
      </w:r>
      <w:r>
        <w:rPr>
          <w:noProof/>
        </w:rPr>
        <w:fldChar w:fldCharType="end"/>
      </w:r>
    </w:p>
    <w:p w14:paraId="3D65A56D" w14:textId="7A27632E" w:rsidR="008F7CB9" w:rsidRDefault="008F7CB9" w:rsidP="00307843">
      <w:pPr>
        <w:pStyle w:val="TOC2"/>
        <w:tabs>
          <w:tab w:val="right" w:leader="dot" w:pos="9062"/>
        </w:tabs>
        <w:rPr>
          <w:rFonts w:asciiTheme="minorHAnsi" w:eastAsiaTheme="minorEastAsia" w:hAnsiTheme="minorHAnsi" w:cstheme="minorBidi"/>
          <w:noProof/>
          <w:sz w:val="22"/>
          <w:szCs w:val="22"/>
        </w:rPr>
      </w:pPr>
      <w:r>
        <w:rPr>
          <w:noProof/>
        </w:rPr>
        <w:t>3.8</w:t>
      </w:r>
      <w:r>
        <w:rPr>
          <w:rFonts w:asciiTheme="minorHAnsi" w:eastAsiaTheme="minorEastAsia" w:hAnsiTheme="minorHAnsi" w:cstheme="minorBidi"/>
          <w:noProof/>
          <w:sz w:val="22"/>
          <w:szCs w:val="22"/>
        </w:rPr>
        <w:tab/>
      </w:r>
      <w:r>
        <w:rPr>
          <w:noProof/>
        </w:rPr>
        <w:t>Preferred Tenderer Status (Core)</w:t>
      </w:r>
      <w:r>
        <w:rPr>
          <w:noProof/>
        </w:rPr>
        <w:tab/>
      </w:r>
      <w:r>
        <w:rPr>
          <w:noProof/>
        </w:rPr>
        <w:fldChar w:fldCharType="begin"/>
      </w:r>
      <w:r>
        <w:rPr>
          <w:noProof/>
        </w:rPr>
        <w:instrText xml:space="preserve"> PAGEREF _Toc527983419 \h </w:instrText>
      </w:r>
      <w:r>
        <w:rPr>
          <w:noProof/>
        </w:rPr>
      </w:r>
      <w:r>
        <w:rPr>
          <w:noProof/>
        </w:rPr>
        <w:fldChar w:fldCharType="separate"/>
      </w:r>
      <w:r w:rsidR="006F36D7">
        <w:rPr>
          <w:noProof/>
        </w:rPr>
        <w:t>12</w:t>
      </w:r>
      <w:r>
        <w:rPr>
          <w:noProof/>
        </w:rPr>
        <w:fldChar w:fldCharType="end"/>
      </w:r>
    </w:p>
    <w:p w14:paraId="7F882215" w14:textId="3FFD697A" w:rsidR="008F7CB9" w:rsidRDefault="008F7CB9" w:rsidP="00307843">
      <w:pPr>
        <w:pStyle w:val="TOC2"/>
        <w:tabs>
          <w:tab w:val="right" w:leader="dot" w:pos="9062"/>
        </w:tabs>
        <w:rPr>
          <w:rFonts w:asciiTheme="minorHAnsi" w:eastAsiaTheme="minorEastAsia" w:hAnsiTheme="minorHAnsi" w:cstheme="minorBidi"/>
          <w:noProof/>
          <w:sz w:val="22"/>
          <w:szCs w:val="22"/>
        </w:rPr>
      </w:pPr>
      <w:r>
        <w:rPr>
          <w:noProof/>
        </w:rPr>
        <w:t>3.9</w:t>
      </w:r>
      <w:r>
        <w:rPr>
          <w:rFonts w:asciiTheme="minorHAnsi" w:eastAsiaTheme="minorEastAsia" w:hAnsiTheme="minorHAnsi" w:cstheme="minorBidi"/>
          <w:noProof/>
          <w:sz w:val="22"/>
          <w:szCs w:val="22"/>
        </w:rPr>
        <w:tab/>
      </w:r>
      <w:r>
        <w:rPr>
          <w:noProof/>
        </w:rPr>
        <w:t>Cost Investigation of Tenders (Core)</w:t>
      </w:r>
      <w:r>
        <w:rPr>
          <w:noProof/>
        </w:rPr>
        <w:tab/>
      </w:r>
      <w:r>
        <w:rPr>
          <w:noProof/>
        </w:rPr>
        <w:fldChar w:fldCharType="begin"/>
      </w:r>
      <w:r>
        <w:rPr>
          <w:noProof/>
        </w:rPr>
        <w:instrText xml:space="preserve"> PAGEREF _Toc527983420 \h </w:instrText>
      </w:r>
      <w:r>
        <w:rPr>
          <w:noProof/>
        </w:rPr>
      </w:r>
      <w:r>
        <w:rPr>
          <w:noProof/>
        </w:rPr>
        <w:fldChar w:fldCharType="separate"/>
      </w:r>
      <w:r w:rsidR="006F36D7">
        <w:rPr>
          <w:noProof/>
        </w:rPr>
        <w:t>12</w:t>
      </w:r>
      <w:r>
        <w:rPr>
          <w:noProof/>
        </w:rPr>
        <w:fldChar w:fldCharType="end"/>
      </w:r>
    </w:p>
    <w:p w14:paraId="24907784" w14:textId="419CCE0A" w:rsidR="008F7CB9" w:rsidRDefault="008F7CB9" w:rsidP="00307843">
      <w:pPr>
        <w:pStyle w:val="TOC2"/>
        <w:tabs>
          <w:tab w:val="right" w:leader="dot" w:pos="9062"/>
        </w:tabs>
        <w:rPr>
          <w:rFonts w:asciiTheme="minorHAnsi" w:eastAsiaTheme="minorEastAsia" w:hAnsiTheme="minorHAnsi" w:cstheme="minorBidi"/>
          <w:noProof/>
          <w:sz w:val="22"/>
          <w:szCs w:val="22"/>
        </w:rPr>
      </w:pPr>
      <w:r>
        <w:rPr>
          <w:noProof/>
        </w:rPr>
        <w:t>3.10</w:t>
      </w:r>
      <w:r>
        <w:rPr>
          <w:rFonts w:asciiTheme="minorHAnsi" w:eastAsiaTheme="minorEastAsia" w:hAnsiTheme="minorHAnsi" w:cstheme="minorBidi"/>
          <w:noProof/>
          <w:sz w:val="22"/>
          <w:szCs w:val="22"/>
        </w:rPr>
        <w:tab/>
      </w:r>
      <w:r>
        <w:rPr>
          <w:noProof/>
        </w:rPr>
        <w:t>Debriefing of Tenderers (Core)</w:t>
      </w:r>
      <w:r>
        <w:rPr>
          <w:noProof/>
        </w:rPr>
        <w:tab/>
      </w:r>
      <w:r>
        <w:rPr>
          <w:noProof/>
        </w:rPr>
        <w:fldChar w:fldCharType="begin"/>
      </w:r>
      <w:r>
        <w:rPr>
          <w:noProof/>
        </w:rPr>
        <w:instrText xml:space="preserve"> PAGEREF _Toc527983421 \h </w:instrText>
      </w:r>
      <w:r>
        <w:rPr>
          <w:noProof/>
        </w:rPr>
      </w:r>
      <w:r>
        <w:rPr>
          <w:noProof/>
        </w:rPr>
        <w:fldChar w:fldCharType="separate"/>
      </w:r>
      <w:r w:rsidR="006F36D7">
        <w:rPr>
          <w:noProof/>
        </w:rPr>
        <w:t>13</w:t>
      </w:r>
      <w:r>
        <w:rPr>
          <w:noProof/>
        </w:rPr>
        <w:fldChar w:fldCharType="end"/>
      </w:r>
    </w:p>
    <w:p w14:paraId="5545CE68" w14:textId="096BD5E5" w:rsidR="008F7CB9" w:rsidRDefault="008F7CB9" w:rsidP="00307843">
      <w:pPr>
        <w:pStyle w:val="TOC2"/>
        <w:tabs>
          <w:tab w:val="right" w:leader="dot" w:pos="9062"/>
        </w:tabs>
        <w:rPr>
          <w:rFonts w:asciiTheme="minorHAnsi" w:eastAsiaTheme="minorEastAsia" w:hAnsiTheme="minorHAnsi" w:cstheme="minorBidi"/>
          <w:noProof/>
          <w:sz w:val="22"/>
          <w:szCs w:val="22"/>
        </w:rPr>
      </w:pPr>
      <w:r>
        <w:rPr>
          <w:noProof/>
        </w:rPr>
        <w:t>3.11</w:t>
      </w:r>
      <w:r>
        <w:rPr>
          <w:rFonts w:asciiTheme="minorHAnsi" w:eastAsiaTheme="minorEastAsia" w:hAnsiTheme="minorHAnsi" w:cstheme="minorBidi"/>
          <w:noProof/>
          <w:sz w:val="22"/>
          <w:szCs w:val="22"/>
        </w:rPr>
        <w:tab/>
      </w:r>
      <w:r>
        <w:rPr>
          <w:noProof/>
        </w:rPr>
        <w:t>Tender Evaluation Criteria (Core)</w:t>
      </w:r>
      <w:r>
        <w:rPr>
          <w:noProof/>
        </w:rPr>
        <w:tab/>
      </w:r>
      <w:r>
        <w:rPr>
          <w:noProof/>
        </w:rPr>
        <w:fldChar w:fldCharType="begin"/>
      </w:r>
      <w:r>
        <w:rPr>
          <w:noProof/>
        </w:rPr>
        <w:instrText xml:space="preserve"> PAGEREF _Toc527983422 \h </w:instrText>
      </w:r>
      <w:r>
        <w:rPr>
          <w:noProof/>
        </w:rPr>
      </w:r>
      <w:r>
        <w:rPr>
          <w:noProof/>
        </w:rPr>
        <w:fldChar w:fldCharType="separate"/>
      </w:r>
      <w:r w:rsidR="006F36D7">
        <w:rPr>
          <w:noProof/>
        </w:rPr>
        <w:t>13</w:t>
      </w:r>
      <w:r>
        <w:rPr>
          <w:noProof/>
        </w:rPr>
        <w:fldChar w:fldCharType="end"/>
      </w:r>
    </w:p>
    <w:p w14:paraId="1E218F54" w14:textId="672DD5FD" w:rsidR="00E42F3D" w:rsidRPr="0058190B" w:rsidRDefault="000A34B1" w:rsidP="0099451D">
      <w:pPr>
        <w:pStyle w:val="ASDEFCONNormal"/>
      </w:pPr>
      <w:r>
        <w:rPr>
          <w:rFonts w:cs="Arial"/>
          <w:b/>
          <w:noProof/>
          <w:color w:val="auto"/>
          <w:szCs w:val="24"/>
        </w:rPr>
        <w:fldChar w:fldCharType="end"/>
      </w:r>
    </w:p>
    <w:p w14:paraId="08845246" w14:textId="77777777" w:rsidR="00E42F3D" w:rsidRPr="007043F8" w:rsidRDefault="00E42F3D" w:rsidP="0099451D">
      <w:pPr>
        <w:pStyle w:val="ASDEFCONNormal"/>
      </w:pPr>
      <w:r w:rsidRPr="007043F8">
        <w:t>ATTACHMENTS</w:t>
      </w:r>
    </w:p>
    <w:p w14:paraId="4C8479D8" w14:textId="77777777" w:rsidR="005E2AFC" w:rsidRPr="00352C0F" w:rsidRDefault="005E2AFC" w:rsidP="0099451D">
      <w:pPr>
        <w:pStyle w:val="ATTANNListTableofContents-ASDEFCON"/>
      </w:pPr>
      <w:r w:rsidRPr="00352C0F">
        <w:t>TENDER DATA REQUIREMENTS LIST - GENERAL</w:t>
      </w:r>
      <w:r w:rsidRPr="00352C0F">
        <w:tab/>
        <w:t>A-1</w:t>
      </w:r>
    </w:p>
    <w:p w14:paraId="11432E49" w14:textId="77777777" w:rsidR="005E2AFC" w:rsidRPr="00352C0F" w:rsidRDefault="005E2AFC" w:rsidP="00307843">
      <w:pPr>
        <w:pStyle w:val="ATTANNListTableofContents-ASDEFCON"/>
        <w:numPr>
          <w:ilvl w:val="0"/>
          <w:numId w:val="0"/>
        </w:numPr>
      </w:pPr>
      <w:r w:rsidRPr="00352C0F">
        <w:t>Annexes to Attachment A:</w:t>
      </w:r>
    </w:p>
    <w:p w14:paraId="59535FB0" w14:textId="7E89F968" w:rsidR="005E2AFC" w:rsidRPr="00A6191A" w:rsidRDefault="005E2AFC" w:rsidP="00307843">
      <w:pPr>
        <w:pStyle w:val="ATTANNListTableofContents-ASDEFCON"/>
        <w:numPr>
          <w:ilvl w:val="0"/>
          <w:numId w:val="0"/>
        </w:numPr>
      </w:pPr>
      <w:r>
        <w:t>A. Overview (Core)</w:t>
      </w:r>
      <w:r>
        <w:tab/>
      </w:r>
      <w:r w:rsidRPr="00A6191A">
        <w:t>A-A1</w:t>
      </w:r>
    </w:p>
    <w:p w14:paraId="6E8AD37A" w14:textId="70A1D584" w:rsidR="005E2AFC" w:rsidRPr="00A6191A" w:rsidRDefault="005E2AFC" w:rsidP="00307843">
      <w:pPr>
        <w:pStyle w:val="ATTANNListTableofContents-ASDEFCON"/>
        <w:numPr>
          <w:ilvl w:val="0"/>
          <w:numId w:val="0"/>
        </w:numPr>
      </w:pPr>
      <w:r w:rsidRPr="00A6191A">
        <w:t xml:space="preserve">B. </w:t>
      </w:r>
      <w:r>
        <w:t>Tenderer’s Deed of Undertaking</w:t>
      </w:r>
      <w:r w:rsidRPr="00A6191A">
        <w:t xml:space="preserve"> (Core)</w:t>
      </w:r>
      <w:r>
        <w:tab/>
      </w:r>
      <w:r w:rsidRPr="00A6191A">
        <w:t>A-B1</w:t>
      </w:r>
    </w:p>
    <w:p w14:paraId="5EDFE8C7" w14:textId="2D03E708" w:rsidR="005E2AFC" w:rsidRPr="00A6191A" w:rsidRDefault="005E2AFC" w:rsidP="00307843">
      <w:pPr>
        <w:pStyle w:val="ATTANNListTableofContents-ASDEFCON"/>
        <w:numPr>
          <w:ilvl w:val="0"/>
          <w:numId w:val="0"/>
        </w:numPr>
      </w:pPr>
      <w:r>
        <w:t>C. Commercial (Core)</w:t>
      </w:r>
      <w:r>
        <w:tab/>
      </w:r>
      <w:r w:rsidRPr="00A6191A">
        <w:t>A-C1</w:t>
      </w:r>
    </w:p>
    <w:p w14:paraId="4EF20511" w14:textId="4008A02B" w:rsidR="005E2AFC" w:rsidRPr="00A6191A" w:rsidRDefault="005E2AFC" w:rsidP="00307843">
      <w:pPr>
        <w:pStyle w:val="ATTANNListTableofContents-ASDEFCON"/>
        <w:numPr>
          <w:ilvl w:val="0"/>
          <w:numId w:val="0"/>
        </w:numPr>
      </w:pPr>
      <w:r>
        <w:t>D. Financial (Core)</w:t>
      </w:r>
      <w:r>
        <w:tab/>
      </w:r>
      <w:r w:rsidRPr="00A6191A">
        <w:t>A-D1</w:t>
      </w:r>
    </w:p>
    <w:p w14:paraId="35B930CC" w14:textId="14227575" w:rsidR="005E2AFC" w:rsidRDefault="005E2AFC" w:rsidP="00307843">
      <w:pPr>
        <w:pStyle w:val="ATTANNListTableofContents-ASDEFCON"/>
        <w:numPr>
          <w:ilvl w:val="0"/>
          <w:numId w:val="0"/>
        </w:numPr>
      </w:pPr>
      <w:r w:rsidRPr="00A6191A">
        <w:t xml:space="preserve">E. </w:t>
      </w:r>
      <w:r w:rsidR="00D94C9E">
        <w:t xml:space="preserve">General </w:t>
      </w:r>
      <w:r>
        <w:t>(Core)</w:t>
      </w:r>
      <w:r>
        <w:tab/>
      </w:r>
      <w:r w:rsidRPr="00A6191A">
        <w:t>A-E1</w:t>
      </w:r>
    </w:p>
    <w:p w14:paraId="1C91D0DD" w14:textId="131D7F2B" w:rsidR="005E2AFC" w:rsidRDefault="005E2AFC" w:rsidP="00307843">
      <w:pPr>
        <w:pStyle w:val="ATTANNListTableofContents-ASDEFCON"/>
        <w:numPr>
          <w:ilvl w:val="0"/>
          <w:numId w:val="0"/>
        </w:numPr>
      </w:pPr>
      <w:r>
        <w:lastRenderedPageBreak/>
        <w:t>F</w:t>
      </w:r>
      <w:r w:rsidRPr="00A6191A">
        <w:t xml:space="preserve">. </w:t>
      </w:r>
      <w:r w:rsidR="00D94C9E">
        <w:t>Australian Industry Capability (AIC) (Core)</w:t>
      </w:r>
      <w:r>
        <w:tab/>
      </w:r>
      <w:r w:rsidRPr="00A6191A">
        <w:t>A-</w:t>
      </w:r>
      <w:r>
        <w:t>F</w:t>
      </w:r>
      <w:r w:rsidRPr="00A6191A">
        <w:t>1</w:t>
      </w:r>
    </w:p>
    <w:p w14:paraId="0C546DDA" w14:textId="7E1D54AC" w:rsidR="005E2AFC" w:rsidRPr="001D7698" w:rsidRDefault="005E2AFC" w:rsidP="0099451D">
      <w:pPr>
        <w:pStyle w:val="ATTANNListTableofContents-ASDEFCON"/>
      </w:pPr>
      <w:r w:rsidRPr="00352C0F">
        <w:t xml:space="preserve">TENDER DATA REQUIREMENTS LIST - CONTRACT (ACQUISITION) </w:t>
      </w:r>
      <w:r w:rsidRPr="00352C0F">
        <w:tab/>
        <w:t>B-1</w:t>
      </w:r>
    </w:p>
    <w:p w14:paraId="1E070157" w14:textId="77777777" w:rsidR="005E2AFC" w:rsidRPr="00352C0F" w:rsidRDefault="005E2AFC" w:rsidP="00307843">
      <w:pPr>
        <w:pStyle w:val="ATTANNListTableofContents-ASDEFCON"/>
        <w:numPr>
          <w:ilvl w:val="0"/>
          <w:numId w:val="0"/>
        </w:numPr>
      </w:pPr>
      <w:r w:rsidRPr="00352C0F">
        <w:t>Annexes to Attachment B:</w:t>
      </w:r>
    </w:p>
    <w:p w14:paraId="0DCB227A" w14:textId="23383752" w:rsidR="005E2AFC" w:rsidRPr="00A6191A" w:rsidRDefault="005E2AFC" w:rsidP="00C81875">
      <w:pPr>
        <w:pStyle w:val="ATTANNListTableofContents-ASDEFCON"/>
        <w:numPr>
          <w:ilvl w:val="0"/>
          <w:numId w:val="0"/>
        </w:numPr>
        <w:ind w:left="567" w:hanging="567"/>
      </w:pPr>
      <w:r>
        <w:t xml:space="preserve">A. </w:t>
      </w:r>
      <w:r w:rsidRPr="00A6191A">
        <w:t xml:space="preserve">Project </w:t>
      </w:r>
      <w:r w:rsidR="00352C0F">
        <w:t>Strategies and Experience</w:t>
      </w:r>
      <w:r w:rsidR="00D94C9E">
        <w:t xml:space="preserve"> </w:t>
      </w:r>
      <w:r>
        <w:t>(Core)</w:t>
      </w:r>
      <w:r>
        <w:tab/>
        <w:t>B</w:t>
      </w:r>
      <w:r w:rsidRPr="00A6191A">
        <w:t>-</w:t>
      </w:r>
      <w:r>
        <w:t>A</w:t>
      </w:r>
      <w:r w:rsidRPr="00A6191A">
        <w:t>1</w:t>
      </w:r>
    </w:p>
    <w:p w14:paraId="34373CB9" w14:textId="3EAF0B12" w:rsidR="005E2AFC" w:rsidRPr="00A6191A" w:rsidRDefault="005E2AFC" w:rsidP="00C81875">
      <w:pPr>
        <w:pStyle w:val="ATTANNListTableofContents-ASDEFCON"/>
        <w:numPr>
          <w:ilvl w:val="0"/>
          <w:numId w:val="0"/>
        </w:numPr>
        <w:ind w:left="567" w:hanging="567"/>
      </w:pPr>
      <w:r>
        <w:t>B</w:t>
      </w:r>
      <w:r w:rsidRPr="00A6191A">
        <w:t xml:space="preserve">. </w:t>
      </w:r>
      <w:r w:rsidR="00352C0F">
        <w:t>Solution Description</w:t>
      </w:r>
      <w:r w:rsidRPr="00A6191A">
        <w:t xml:space="preserve"> (Core)</w:t>
      </w:r>
      <w:r>
        <w:tab/>
        <w:t>B</w:t>
      </w:r>
      <w:r w:rsidRPr="00A6191A">
        <w:t>-</w:t>
      </w:r>
      <w:r>
        <w:t>B</w:t>
      </w:r>
      <w:r w:rsidRPr="00A6191A">
        <w:t>1</w:t>
      </w:r>
    </w:p>
    <w:p w14:paraId="4621462B" w14:textId="782809A8" w:rsidR="005E2AFC" w:rsidRPr="00352C0F" w:rsidRDefault="005E2AFC" w:rsidP="0099451D">
      <w:pPr>
        <w:pStyle w:val="ATTANNListTableofContents-ASDEFCON"/>
        <w:rPr>
          <w:webHidden/>
        </w:rPr>
      </w:pPr>
      <w:r w:rsidRPr="00352C0F">
        <w:t xml:space="preserve">TENDER DATA REQUIREMENTS LIST - CONTRACT (SUPPORT)  </w:t>
      </w:r>
      <w:r w:rsidRPr="00352C0F">
        <w:tab/>
        <w:t>C-1</w:t>
      </w:r>
    </w:p>
    <w:p w14:paraId="058DCBF9" w14:textId="5C4899EA" w:rsidR="005E2AFC" w:rsidRPr="00352C0F" w:rsidRDefault="005E2AFC" w:rsidP="00307843">
      <w:pPr>
        <w:pStyle w:val="ATTANNListTableofContents-ASDEFCON"/>
        <w:numPr>
          <w:ilvl w:val="0"/>
          <w:numId w:val="0"/>
        </w:numPr>
      </w:pPr>
      <w:r w:rsidRPr="00352C0F">
        <w:t>Annexes to Attachment C:</w:t>
      </w:r>
    </w:p>
    <w:p w14:paraId="2BD6B599" w14:textId="684580D2" w:rsidR="005E2AFC" w:rsidRDefault="005E2AFC" w:rsidP="00C81875">
      <w:pPr>
        <w:pStyle w:val="ATTANNListTableofContents-ASDEFCON"/>
        <w:numPr>
          <w:ilvl w:val="0"/>
          <w:numId w:val="0"/>
        </w:numPr>
        <w:ind w:left="567" w:hanging="567"/>
      </w:pPr>
      <w:r>
        <w:t>A</w:t>
      </w:r>
      <w:r w:rsidRPr="00D333CF">
        <w:t xml:space="preserve">. </w:t>
      </w:r>
      <w:r>
        <w:t xml:space="preserve">Support </w:t>
      </w:r>
      <w:r w:rsidRPr="00D333CF">
        <w:t>General (Core)</w:t>
      </w:r>
      <w:r>
        <w:tab/>
        <w:t>C</w:t>
      </w:r>
      <w:r w:rsidRPr="00D333CF">
        <w:t>-</w:t>
      </w:r>
      <w:r>
        <w:t>A</w:t>
      </w:r>
      <w:r w:rsidRPr="00D333CF">
        <w:t>1</w:t>
      </w:r>
    </w:p>
    <w:p w14:paraId="67017384" w14:textId="3D4383D5" w:rsidR="005E2AFC" w:rsidRPr="00D333CF" w:rsidRDefault="003553A1" w:rsidP="00307843">
      <w:pPr>
        <w:pStyle w:val="ATTANNListTableofContents-ASDEFCON"/>
        <w:numPr>
          <w:ilvl w:val="0"/>
          <w:numId w:val="0"/>
        </w:numPr>
        <w:ind w:left="397" w:hanging="397"/>
      </w:pPr>
      <w:r>
        <w:t>B</w:t>
      </w:r>
      <w:r w:rsidR="005E2AFC" w:rsidRPr="00D333CF">
        <w:t>. Support Services Management (Core)</w:t>
      </w:r>
      <w:r>
        <w:tab/>
      </w:r>
      <w:r w:rsidR="005E2AFC">
        <w:t>C</w:t>
      </w:r>
      <w:r w:rsidR="005E2AFC" w:rsidRPr="00D333CF">
        <w:t>-</w:t>
      </w:r>
      <w:r>
        <w:t>B</w:t>
      </w:r>
      <w:r w:rsidR="005E2AFC" w:rsidRPr="00D333CF">
        <w:t>1</w:t>
      </w:r>
    </w:p>
    <w:p w14:paraId="69B7D42A" w14:textId="77777777" w:rsidR="00886887" w:rsidRPr="0058190B" w:rsidRDefault="00886887">
      <w:pPr>
        <w:pStyle w:val="ASDEFCONNormal"/>
        <w:sectPr w:rsidR="00886887" w:rsidRPr="0058190B" w:rsidSect="00CD7A34">
          <w:headerReference w:type="default" r:id="rId9"/>
          <w:footerReference w:type="default" r:id="rId10"/>
          <w:type w:val="continuous"/>
          <w:pgSz w:w="11906" w:h="16838" w:code="9"/>
          <w:pgMar w:top="1304" w:right="1417" w:bottom="907" w:left="1417" w:header="567" w:footer="284" w:gutter="0"/>
          <w:pgNumType w:fmt="lowerRoman" w:start="1" w:chapStyle="1"/>
          <w:cols w:space="720"/>
          <w:docGrid w:linePitch="272"/>
        </w:sectPr>
      </w:pPr>
    </w:p>
    <w:p w14:paraId="4C533A7B" w14:textId="77777777" w:rsidR="00E42F3D" w:rsidRPr="0058190B" w:rsidRDefault="00856C3F" w:rsidP="00307843">
      <w:pPr>
        <w:pStyle w:val="COTCOCLV1-ASDEFCON"/>
        <w:numPr>
          <w:ilvl w:val="0"/>
          <w:numId w:val="64"/>
        </w:numPr>
      </w:pPr>
      <w:bookmarkStart w:id="2" w:name="_Toc222623900"/>
      <w:bookmarkStart w:id="3" w:name="_Toc475968433"/>
      <w:bookmarkStart w:id="4" w:name="_Toc510605927"/>
      <w:bookmarkStart w:id="5" w:name="_Toc527983387"/>
      <w:r w:rsidRPr="0058190B">
        <w:lastRenderedPageBreak/>
        <w:t>GENERAL CONDITIONS</w:t>
      </w:r>
      <w:bookmarkEnd w:id="2"/>
      <w:bookmarkEnd w:id="3"/>
      <w:bookmarkEnd w:id="4"/>
      <w:bookmarkEnd w:id="5"/>
    </w:p>
    <w:p w14:paraId="2FF757C0" w14:textId="77777777" w:rsidR="005C0CAA" w:rsidRPr="00246DD7" w:rsidRDefault="005C0CAA" w:rsidP="00307843">
      <w:pPr>
        <w:pStyle w:val="COTCOCLV2-ASDEFCON"/>
      </w:pPr>
      <w:bookmarkStart w:id="6" w:name="_Toc454531390"/>
      <w:bookmarkStart w:id="7" w:name="_Toc475968434"/>
      <w:bookmarkStart w:id="8" w:name="_Toc510605928"/>
      <w:bookmarkStart w:id="9" w:name="_Toc527983388"/>
      <w:bookmarkStart w:id="10" w:name="_Toc222623901"/>
      <w:r w:rsidRPr="00246DD7">
        <w:t>Interpretation of Request For Tender (Core)</w:t>
      </w:r>
      <w:bookmarkEnd w:id="6"/>
      <w:bookmarkEnd w:id="7"/>
      <w:bookmarkEnd w:id="8"/>
      <w:bookmarkEnd w:id="9"/>
    </w:p>
    <w:p w14:paraId="711773A8" w14:textId="3AC46F1B" w:rsidR="00D86FFA" w:rsidRDefault="00D86FFA">
      <w:pPr>
        <w:pStyle w:val="NoteToDrafters-ASDEFCON"/>
      </w:pPr>
      <w:r w:rsidRPr="00A6191A">
        <w:t xml:space="preserve">Note to drafters:  </w:t>
      </w:r>
      <w:r>
        <w:t xml:space="preserve">For combined Acquisition and Support requirements, the Acquisition Linkages Module has modified the structure of this Request for Tender. </w:t>
      </w:r>
      <w:r w:rsidR="00513E5A">
        <w:t xml:space="preserve"> </w:t>
      </w:r>
      <w:r>
        <w:t xml:space="preserve">A single conditions of tender has been developed covering both the Acquisition and Support elements (Part 1). </w:t>
      </w:r>
      <w:r w:rsidR="00513E5A">
        <w:t xml:space="preserve"> </w:t>
      </w:r>
      <w:r>
        <w:t xml:space="preserve">The Contract (Acquisition) and Contract (Support) are addressed within Part 2. </w:t>
      </w:r>
      <w:r w:rsidR="00513E5A">
        <w:t xml:space="preserve"> </w:t>
      </w:r>
      <w:r>
        <w:t>The SOW (Acquisition) and the SOW (Support) are addressed within Part 3.</w:t>
      </w:r>
    </w:p>
    <w:p w14:paraId="3EEE3D23" w14:textId="005D8E74" w:rsidR="005C0CAA" w:rsidRPr="000604CE" w:rsidRDefault="005C0CAA" w:rsidP="00307843">
      <w:pPr>
        <w:pStyle w:val="COTCOCLV3-ASDEFCON"/>
      </w:pPr>
      <w:r w:rsidRPr="000604CE">
        <w:t xml:space="preserve">The </w:t>
      </w:r>
      <w:r w:rsidR="00E32145">
        <w:t>Request for Tender (</w:t>
      </w:r>
      <w:r w:rsidRPr="000604CE">
        <w:t>RFT</w:t>
      </w:r>
      <w:r w:rsidR="00E32145">
        <w:t>)</w:t>
      </w:r>
      <w:r w:rsidRPr="000604CE">
        <w:t xml:space="preserve"> comprises:</w:t>
      </w:r>
    </w:p>
    <w:p w14:paraId="73E7D824" w14:textId="77777777" w:rsidR="00D86FFA" w:rsidRPr="00EA6843" w:rsidRDefault="005C0CAA" w:rsidP="00307843">
      <w:pPr>
        <w:pStyle w:val="COTCOCLV4-ASDEFCON"/>
        <w:rPr>
          <w:snapToGrid w:val="0"/>
        </w:rPr>
      </w:pPr>
      <w:r w:rsidRPr="000604CE">
        <w:rPr>
          <w:snapToGrid w:val="0"/>
        </w:rPr>
        <w:t xml:space="preserve">Part 1 - </w:t>
      </w:r>
      <w:r w:rsidR="00E32145">
        <w:rPr>
          <w:snapToGrid w:val="0"/>
        </w:rPr>
        <w:t>Conditions of Tender (</w:t>
      </w:r>
      <w:r>
        <w:rPr>
          <w:snapToGrid w:val="0"/>
        </w:rPr>
        <w:t>COT</w:t>
      </w:r>
      <w:r w:rsidR="00E32145">
        <w:rPr>
          <w:snapToGrid w:val="0"/>
        </w:rPr>
        <w:t>)</w:t>
      </w:r>
      <w:r w:rsidRPr="000604CE">
        <w:rPr>
          <w:snapToGrid w:val="0"/>
        </w:rPr>
        <w:t xml:space="preserve"> </w:t>
      </w:r>
      <w:r w:rsidRPr="000604CE">
        <w:rPr>
          <w:lang w:eastAsia="zh-CN"/>
        </w:rPr>
        <w:t xml:space="preserve">(including the Tender Details Schedule), </w:t>
      </w:r>
      <w:r w:rsidR="00D86FFA">
        <w:rPr>
          <w:lang w:eastAsia="zh-CN"/>
        </w:rPr>
        <w:t>covering both the Contract (Acquisition) and the Contract (Support) and includes:</w:t>
      </w:r>
    </w:p>
    <w:p w14:paraId="54AC4021" w14:textId="6A479671" w:rsidR="005C0CAA" w:rsidRDefault="005C0CAA" w:rsidP="00307843">
      <w:pPr>
        <w:pStyle w:val="COTCOCLV5-ASDEFCON"/>
        <w:rPr>
          <w:snapToGrid w:val="0"/>
        </w:rPr>
      </w:pPr>
      <w:r w:rsidRPr="004F29A1">
        <w:t>Attachment A</w:t>
      </w:r>
      <w:r w:rsidR="00D86FFA">
        <w:t>,</w:t>
      </w:r>
      <w:r w:rsidRPr="004F29A1">
        <w:t xml:space="preserve"> TDRL</w:t>
      </w:r>
      <w:r w:rsidR="00EA6843">
        <w:t xml:space="preserve"> </w:t>
      </w:r>
      <w:r w:rsidR="00D86FFA">
        <w:t>– General</w:t>
      </w:r>
      <w:r w:rsidRPr="004F29A1">
        <w:rPr>
          <w:snapToGrid w:val="0"/>
        </w:rPr>
        <w:t>;</w:t>
      </w:r>
    </w:p>
    <w:p w14:paraId="2CB415E1" w14:textId="77777777" w:rsidR="00D86FFA" w:rsidRDefault="00D86FFA" w:rsidP="00307843">
      <w:pPr>
        <w:pStyle w:val="COTCOCLV5-ASDEFCON"/>
        <w:rPr>
          <w:snapToGrid w:val="0"/>
        </w:rPr>
      </w:pPr>
      <w:r>
        <w:rPr>
          <w:snapToGrid w:val="0"/>
        </w:rPr>
        <w:t>Attachment B, TDRL – Contract (Acquisition); and</w:t>
      </w:r>
    </w:p>
    <w:p w14:paraId="13B81D00" w14:textId="77777777" w:rsidR="00D86FFA" w:rsidRPr="004F29A1" w:rsidRDefault="00D86FFA" w:rsidP="00307843">
      <w:pPr>
        <w:pStyle w:val="COTCOCLV5-ASDEFCON"/>
        <w:rPr>
          <w:snapToGrid w:val="0"/>
        </w:rPr>
      </w:pPr>
      <w:r>
        <w:rPr>
          <w:snapToGrid w:val="0"/>
        </w:rPr>
        <w:t>Attachment C, TDRL – Contract (Support);</w:t>
      </w:r>
    </w:p>
    <w:p w14:paraId="2D2EA659" w14:textId="77777777" w:rsidR="00D86FFA" w:rsidRDefault="005C0CAA" w:rsidP="00307843">
      <w:pPr>
        <w:pStyle w:val="COTCOCLV4-ASDEFCON"/>
        <w:rPr>
          <w:snapToGrid w:val="0"/>
        </w:rPr>
      </w:pPr>
      <w:r w:rsidRPr="000604CE">
        <w:rPr>
          <w:snapToGrid w:val="0"/>
        </w:rPr>
        <w:t>Part 2</w:t>
      </w:r>
      <w:r w:rsidR="00D86FFA">
        <w:rPr>
          <w:snapToGrid w:val="0"/>
        </w:rPr>
        <w:t>:</w:t>
      </w:r>
    </w:p>
    <w:p w14:paraId="6F2518B6" w14:textId="1EF33AEC" w:rsidR="005C0CAA" w:rsidRDefault="00D86FFA" w:rsidP="00307843">
      <w:pPr>
        <w:pStyle w:val="COTCOCLV5-ASDEFCON"/>
        <w:rPr>
          <w:snapToGrid w:val="0"/>
        </w:rPr>
      </w:pPr>
      <w:r w:rsidRPr="00D86FFA">
        <w:rPr>
          <w:snapToGrid w:val="0"/>
        </w:rPr>
        <w:t>Volume 1:</w:t>
      </w:r>
      <w:r w:rsidR="005C0CAA" w:rsidRPr="000604CE">
        <w:rPr>
          <w:snapToGrid w:val="0"/>
        </w:rPr>
        <w:t xml:space="preserve"> draft </w:t>
      </w:r>
      <w:r>
        <w:rPr>
          <w:snapToGrid w:val="0"/>
        </w:rPr>
        <w:t>Contract (Acquisition) (other than the draft SOW (Acquisition))</w:t>
      </w:r>
      <w:r w:rsidR="005C0CAA" w:rsidRPr="000604CE">
        <w:rPr>
          <w:snapToGrid w:val="0"/>
        </w:rPr>
        <w:t>; and</w:t>
      </w:r>
    </w:p>
    <w:p w14:paraId="4B2AE9D9" w14:textId="0852A0A8" w:rsidR="00D86FFA" w:rsidRPr="000604CE" w:rsidRDefault="00D86FFA" w:rsidP="00307843">
      <w:pPr>
        <w:pStyle w:val="COTCOCLV5-ASDEFCON"/>
        <w:rPr>
          <w:snapToGrid w:val="0"/>
        </w:rPr>
      </w:pPr>
      <w:r>
        <w:rPr>
          <w:snapToGrid w:val="0"/>
        </w:rPr>
        <w:t>Volume 2: draft Contract (Support) (other than the draft SOW (Support)); and</w:t>
      </w:r>
    </w:p>
    <w:p w14:paraId="7D31FF71" w14:textId="15B1FB41" w:rsidR="005C0CAA" w:rsidRPr="00EA6843" w:rsidRDefault="005C0CAA" w:rsidP="00307843">
      <w:pPr>
        <w:pStyle w:val="COTCOCLV4-ASDEFCON"/>
        <w:rPr>
          <w:rFonts w:cs="Arial"/>
          <w:snapToGrid w:val="0"/>
          <w:szCs w:val="20"/>
        </w:rPr>
      </w:pPr>
      <w:r w:rsidRPr="000604CE">
        <w:rPr>
          <w:snapToGrid w:val="0"/>
        </w:rPr>
        <w:t>Part 3</w:t>
      </w:r>
      <w:r w:rsidR="00D86FFA">
        <w:rPr>
          <w:snapToGrid w:val="0"/>
        </w:rPr>
        <w:t>:</w:t>
      </w:r>
    </w:p>
    <w:p w14:paraId="5EE15E0D" w14:textId="77777777" w:rsidR="00D86FFA" w:rsidRPr="00D86FFA" w:rsidRDefault="00D86FFA" w:rsidP="00307843">
      <w:pPr>
        <w:pStyle w:val="COTCOCLV5-ASDEFCON"/>
        <w:rPr>
          <w:snapToGrid w:val="0"/>
        </w:rPr>
      </w:pPr>
      <w:r w:rsidRPr="00D86FFA">
        <w:rPr>
          <w:snapToGrid w:val="0"/>
        </w:rPr>
        <w:t>Volume 1: draft SOW (Acquisition); and</w:t>
      </w:r>
    </w:p>
    <w:p w14:paraId="42615AB0" w14:textId="1954B128" w:rsidR="00D86FFA" w:rsidRPr="00D86FFA" w:rsidRDefault="00D86FFA" w:rsidP="00307843">
      <w:pPr>
        <w:pStyle w:val="COTCOCLV5-ASDEFCON"/>
        <w:rPr>
          <w:snapToGrid w:val="0"/>
        </w:rPr>
      </w:pPr>
      <w:r w:rsidRPr="00D86FFA">
        <w:rPr>
          <w:snapToGrid w:val="0"/>
        </w:rPr>
        <w:t>Volume 2: draft SOW (Support).</w:t>
      </w:r>
    </w:p>
    <w:p w14:paraId="02217FAD" w14:textId="77777777" w:rsidR="005C0CAA" w:rsidRDefault="00E42F3D" w:rsidP="00307843">
      <w:pPr>
        <w:pStyle w:val="COTCOCLV3-ASDEFCON"/>
      </w:pPr>
      <w:bookmarkStart w:id="11" w:name="_Ref456875226"/>
      <w:bookmarkStart w:id="12" w:name="_Ref95891019"/>
      <w:bookmarkEnd w:id="10"/>
      <w:r w:rsidRPr="0058190B">
        <w:t xml:space="preserve">This RFT is an invitation to treat and </w:t>
      </w:r>
      <w:r w:rsidR="005C0CAA">
        <w:t>to the extent permitted by law,</w:t>
      </w:r>
      <w:r w:rsidR="005C0CAA" w:rsidRPr="00246DD7">
        <w:t xml:space="preserve"> </w:t>
      </w:r>
      <w:r w:rsidR="005C0CAA">
        <w:t>no binding contract (including process contract) or other understanding (including</w:t>
      </w:r>
      <w:r w:rsidR="005C0CAA" w:rsidRPr="00246DD7">
        <w:t xml:space="preserve"> any form of contractual, quasi-contractual</w:t>
      </w:r>
      <w:r w:rsidR="005C0CAA">
        <w:t xml:space="preserve"> or</w:t>
      </w:r>
      <w:r w:rsidR="005C0CAA" w:rsidRPr="00246DD7">
        <w:t xml:space="preserve"> </w:t>
      </w:r>
      <w:proofErr w:type="spellStart"/>
      <w:r w:rsidR="005C0CAA" w:rsidRPr="00246DD7">
        <w:t>restitutionary</w:t>
      </w:r>
      <w:proofErr w:type="spellEnd"/>
      <w:r w:rsidR="005C0CAA" w:rsidRPr="00246DD7">
        <w:t xml:space="preserve"> rights, or rights based upon similar legal or equitable grounds</w:t>
      </w:r>
      <w:r w:rsidR="005C0CAA">
        <w:t>) will exist between the Commonwealth and a tenderer unless and until a contract is signed by the Commonwealth and successful tenderer.</w:t>
      </w:r>
      <w:bookmarkEnd w:id="11"/>
    </w:p>
    <w:p w14:paraId="5A2BB96E" w14:textId="60CFB909" w:rsidR="005C0CAA" w:rsidRPr="000604CE" w:rsidRDefault="005C0CAA" w:rsidP="00307843">
      <w:pPr>
        <w:pStyle w:val="COTCOCLV3-ASDEFCON"/>
        <w:rPr>
          <w:lang w:eastAsia="zh-CN"/>
        </w:rPr>
      </w:pPr>
      <w:bookmarkStart w:id="13" w:name="_Ref340093882"/>
      <w:r w:rsidRPr="000604CE">
        <w:rPr>
          <w:lang w:eastAsia="zh-CN"/>
        </w:rPr>
        <w:t xml:space="preserve">Clause </w:t>
      </w:r>
      <w:r>
        <w:rPr>
          <w:lang w:eastAsia="zh-CN"/>
        </w:rPr>
        <w:fldChar w:fldCharType="begin"/>
      </w:r>
      <w:r>
        <w:rPr>
          <w:lang w:eastAsia="zh-CN"/>
        </w:rPr>
        <w:instrText xml:space="preserve"> REF _Ref456875226 \r \h </w:instrText>
      </w:r>
      <w:r>
        <w:rPr>
          <w:lang w:eastAsia="zh-CN"/>
        </w:rPr>
      </w:r>
      <w:r>
        <w:rPr>
          <w:lang w:eastAsia="zh-CN"/>
        </w:rPr>
        <w:fldChar w:fldCharType="separate"/>
      </w:r>
      <w:r w:rsidR="006F36D7">
        <w:rPr>
          <w:lang w:eastAsia="zh-CN"/>
        </w:rPr>
        <w:t>1.1.2</w:t>
      </w:r>
      <w:r>
        <w:rPr>
          <w:lang w:eastAsia="zh-CN"/>
        </w:rPr>
        <w:fldChar w:fldCharType="end"/>
      </w:r>
      <w:r>
        <w:rPr>
          <w:lang w:eastAsia="zh-CN"/>
        </w:rPr>
        <w:t xml:space="preserve"> </w:t>
      </w:r>
      <w:r w:rsidRPr="000604CE">
        <w:rPr>
          <w:lang w:eastAsia="zh-CN"/>
        </w:rPr>
        <w:t>does not apply to:</w:t>
      </w:r>
    </w:p>
    <w:p w14:paraId="5A75A9E5" w14:textId="77777777" w:rsidR="005C0CAA" w:rsidRPr="000604CE" w:rsidRDefault="005C0CAA" w:rsidP="00307843">
      <w:pPr>
        <w:pStyle w:val="COTCOCLV4-ASDEFCON"/>
        <w:rPr>
          <w:lang w:eastAsia="zh-CN"/>
        </w:rPr>
      </w:pPr>
      <w:r w:rsidRPr="000604CE">
        <w:rPr>
          <w:lang w:eastAsia="zh-CN"/>
        </w:rPr>
        <w:t>the Tenderer's Deed of Undertaking executed by a tenderer;</w:t>
      </w:r>
    </w:p>
    <w:p w14:paraId="6F03AD7A" w14:textId="77777777" w:rsidR="005C0CAA" w:rsidRPr="000604CE" w:rsidRDefault="005C0CAA" w:rsidP="00307843">
      <w:pPr>
        <w:pStyle w:val="COTCOCLV4-ASDEFCON"/>
        <w:rPr>
          <w:lang w:eastAsia="zh-CN"/>
        </w:rPr>
      </w:pPr>
      <w:r w:rsidRPr="000604CE">
        <w:rPr>
          <w:lang w:eastAsia="zh-CN"/>
        </w:rPr>
        <w:t>a confidentiality deed executed by a tenderer; or</w:t>
      </w:r>
    </w:p>
    <w:p w14:paraId="7B2301C0" w14:textId="77777777" w:rsidR="005C0CAA" w:rsidRPr="000604CE" w:rsidRDefault="005C0CAA" w:rsidP="00307843">
      <w:pPr>
        <w:pStyle w:val="COTCOCLV4-ASDEFCON"/>
        <w:rPr>
          <w:lang w:eastAsia="zh-CN"/>
        </w:rPr>
      </w:pPr>
      <w:proofErr w:type="gramStart"/>
      <w:r w:rsidRPr="000604CE">
        <w:rPr>
          <w:lang w:eastAsia="zh-CN"/>
        </w:rPr>
        <w:t>any</w:t>
      </w:r>
      <w:proofErr w:type="gramEnd"/>
      <w:r w:rsidRPr="000604CE">
        <w:rPr>
          <w:lang w:eastAsia="zh-CN"/>
        </w:rPr>
        <w:t xml:space="preserve"> other deed or contractual arrangement entered into by the tenderer, as required by the Commonwealth from time to time.</w:t>
      </w:r>
      <w:bookmarkEnd w:id="13"/>
    </w:p>
    <w:p w14:paraId="7104C514" w14:textId="19E7C464" w:rsidR="006F36D7" w:rsidRDefault="005C0CAA" w:rsidP="00307843">
      <w:pPr>
        <w:pStyle w:val="COTCOCLV3-ASDEFCON"/>
        <w:rPr>
          <w:lang w:eastAsia="zh-CN"/>
        </w:rPr>
      </w:pPr>
      <w:bookmarkStart w:id="14" w:name="_Ref459366076"/>
      <w:r w:rsidRPr="000604CE">
        <w:rPr>
          <w:lang w:eastAsia="zh-CN"/>
        </w:rPr>
        <w:t>The Commonwealth will not be responsible for any costs or expenses incurred by any tenderer in preparation or lodgement of a tender or taking part in the RFT process.</w:t>
      </w:r>
      <w:bookmarkEnd w:id="14"/>
    </w:p>
    <w:p w14:paraId="70874B63" w14:textId="7EC1D938" w:rsidR="00E42F3D" w:rsidRDefault="005C0CAA" w:rsidP="00307843">
      <w:pPr>
        <w:pStyle w:val="COTCOCLV3-ASDEFCON"/>
      </w:pPr>
      <w:r>
        <w:t>In this RFT, u</w:t>
      </w:r>
      <w:r w:rsidRPr="00246DD7">
        <w:t xml:space="preserve">nless </w:t>
      </w:r>
      <w:r>
        <w:t xml:space="preserve">the </w:t>
      </w:r>
      <w:r w:rsidRPr="00246DD7">
        <w:t xml:space="preserve">contrary intention </w:t>
      </w:r>
      <w:r>
        <w:t xml:space="preserve">appears, words, abbreviations and acronyms </w:t>
      </w:r>
      <w:r w:rsidRPr="00246DD7">
        <w:t>have the same meaning</w:t>
      </w:r>
      <w:r>
        <w:t xml:space="preserve"> given to them in the Tender Details Schedule or </w:t>
      </w:r>
      <w:r w:rsidRPr="00246DD7">
        <w:t>the draft Contract</w:t>
      </w:r>
      <w:r w:rsidR="007A7664">
        <w:t>s, and</w:t>
      </w:r>
      <w:r w:rsidR="00014174">
        <w:t xml:space="preserve"> the table</w:t>
      </w:r>
      <w:r w:rsidR="007A7664">
        <w:t>:</w:t>
      </w:r>
      <w:bookmarkEnd w:id="12"/>
    </w:p>
    <w:tbl>
      <w:tblPr>
        <w:tblW w:w="824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04"/>
        <w:gridCol w:w="6345"/>
      </w:tblGrid>
      <w:tr w:rsidR="007A7664" w:rsidRPr="00B274EF" w14:paraId="19287D0B" w14:textId="77777777" w:rsidTr="00EA6843">
        <w:trPr>
          <w:tblHeader/>
          <w:jc w:val="right"/>
        </w:trPr>
        <w:tc>
          <w:tcPr>
            <w:tcW w:w="1904" w:type="dxa"/>
            <w:shd w:val="pct15" w:color="000000" w:fill="FFFFFF"/>
          </w:tcPr>
          <w:p w14:paraId="11640702" w14:textId="77777777" w:rsidR="007A7664" w:rsidRPr="00B274EF" w:rsidRDefault="007A7664" w:rsidP="00307843">
            <w:pPr>
              <w:pStyle w:val="Table10ptHeading-ASDEFCON"/>
            </w:pPr>
            <w:r w:rsidRPr="00B274EF">
              <w:t>Term</w:t>
            </w:r>
          </w:p>
        </w:tc>
        <w:tc>
          <w:tcPr>
            <w:tcW w:w="6345" w:type="dxa"/>
            <w:shd w:val="pct15" w:color="000000" w:fill="FFFFFF"/>
          </w:tcPr>
          <w:p w14:paraId="456D9CE3" w14:textId="77777777" w:rsidR="007A7664" w:rsidRPr="00B274EF" w:rsidRDefault="007A7664" w:rsidP="00307843">
            <w:pPr>
              <w:pStyle w:val="Table10ptHeading-ASDEFCON"/>
            </w:pPr>
            <w:r w:rsidRPr="00B274EF">
              <w:t>Definition</w:t>
            </w:r>
          </w:p>
        </w:tc>
      </w:tr>
      <w:tr w:rsidR="007A7664" w:rsidRPr="00337118" w14:paraId="5E8B6B3B" w14:textId="77777777" w:rsidTr="00EA6843">
        <w:trPr>
          <w:jc w:val="right"/>
        </w:trPr>
        <w:tc>
          <w:tcPr>
            <w:tcW w:w="1904" w:type="dxa"/>
          </w:tcPr>
          <w:p w14:paraId="4151DAE6" w14:textId="77777777" w:rsidR="007A7664" w:rsidRPr="00337118" w:rsidRDefault="007A7664" w:rsidP="0099451D">
            <w:pPr>
              <w:pStyle w:val="Table10ptText-ASDEFCON"/>
            </w:pPr>
            <w:r w:rsidRPr="00337118">
              <w:t>Contract (Acquisition)</w:t>
            </w:r>
          </w:p>
        </w:tc>
        <w:tc>
          <w:tcPr>
            <w:tcW w:w="6345" w:type="dxa"/>
          </w:tcPr>
          <w:p w14:paraId="7C478377" w14:textId="0F799971" w:rsidR="007A7664" w:rsidRPr="00337118" w:rsidRDefault="007A7664" w:rsidP="0099451D">
            <w:pPr>
              <w:pStyle w:val="Table10ptText-ASDEFCON"/>
            </w:pPr>
            <w:proofErr w:type="gramStart"/>
            <w:r w:rsidRPr="00337118">
              <w:t>means</w:t>
            </w:r>
            <w:proofErr w:type="gramEnd"/>
            <w:r w:rsidRPr="00337118">
              <w:t xml:space="preserve"> the draft contract in Part 2, Volume 1 of the RFT and the SOW (Acquisition).</w:t>
            </w:r>
          </w:p>
        </w:tc>
      </w:tr>
      <w:tr w:rsidR="007A7664" w:rsidRPr="00337118" w14:paraId="689B786A" w14:textId="77777777" w:rsidTr="00EA6843">
        <w:trPr>
          <w:jc w:val="right"/>
        </w:trPr>
        <w:tc>
          <w:tcPr>
            <w:tcW w:w="1904" w:type="dxa"/>
          </w:tcPr>
          <w:p w14:paraId="259DB224" w14:textId="77777777" w:rsidR="007A7664" w:rsidRPr="00337118" w:rsidRDefault="007A7664" w:rsidP="0099451D">
            <w:pPr>
              <w:pStyle w:val="Table10ptText-ASDEFCON"/>
            </w:pPr>
            <w:r w:rsidRPr="00337118">
              <w:t>Contract (Support)</w:t>
            </w:r>
          </w:p>
        </w:tc>
        <w:tc>
          <w:tcPr>
            <w:tcW w:w="6345" w:type="dxa"/>
          </w:tcPr>
          <w:p w14:paraId="2DC7E4A6" w14:textId="77777777" w:rsidR="007A7664" w:rsidRPr="00337118" w:rsidRDefault="007A7664" w:rsidP="0099451D">
            <w:pPr>
              <w:pStyle w:val="Table10ptText-ASDEFCON"/>
            </w:pPr>
            <w:proofErr w:type="gramStart"/>
            <w:r w:rsidRPr="00337118">
              <w:t>means</w:t>
            </w:r>
            <w:proofErr w:type="gramEnd"/>
            <w:r w:rsidRPr="00337118">
              <w:t xml:space="preserve"> the draft contract in Part 2, Volume 2 of the RFT and the SOW (Support).</w:t>
            </w:r>
          </w:p>
        </w:tc>
      </w:tr>
      <w:tr w:rsidR="007A7664" w:rsidRPr="00337118" w14:paraId="10500F86" w14:textId="77777777" w:rsidTr="00EA6843">
        <w:trPr>
          <w:jc w:val="right"/>
        </w:trPr>
        <w:tc>
          <w:tcPr>
            <w:tcW w:w="1904" w:type="dxa"/>
          </w:tcPr>
          <w:p w14:paraId="2F67589E" w14:textId="77777777" w:rsidR="007A7664" w:rsidRPr="00337118" w:rsidRDefault="007A7664" w:rsidP="0099451D">
            <w:pPr>
              <w:pStyle w:val="Table10ptText-ASDEFCON"/>
            </w:pPr>
            <w:r w:rsidRPr="00337118">
              <w:t xml:space="preserve">Contracts </w:t>
            </w:r>
          </w:p>
        </w:tc>
        <w:tc>
          <w:tcPr>
            <w:tcW w:w="6345" w:type="dxa"/>
          </w:tcPr>
          <w:p w14:paraId="2ABF84A2" w14:textId="766DCE4C" w:rsidR="007A7664" w:rsidRPr="00337118" w:rsidRDefault="007A7664" w:rsidP="0099451D">
            <w:pPr>
              <w:pStyle w:val="Table10ptText-ASDEFCON"/>
            </w:pPr>
            <w:proofErr w:type="gramStart"/>
            <w:r w:rsidRPr="00337118">
              <w:t>means</w:t>
            </w:r>
            <w:proofErr w:type="gramEnd"/>
            <w:r w:rsidRPr="00337118">
              <w:t xml:space="preserve"> the Contract (Acquisition) and the Contract (Support).</w:t>
            </w:r>
          </w:p>
        </w:tc>
      </w:tr>
      <w:tr w:rsidR="007A7664" w:rsidRPr="00C877BB" w14:paraId="2E394D11" w14:textId="77777777" w:rsidTr="00EA6843">
        <w:trPr>
          <w:jc w:val="right"/>
        </w:trPr>
        <w:tc>
          <w:tcPr>
            <w:tcW w:w="1904" w:type="dxa"/>
          </w:tcPr>
          <w:p w14:paraId="6A7044E5" w14:textId="77777777" w:rsidR="007A7664" w:rsidRPr="00337118" w:rsidRDefault="007A7664" w:rsidP="0099451D">
            <w:pPr>
              <w:pStyle w:val="Table10ptText-ASDEFCON"/>
            </w:pPr>
            <w:r w:rsidRPr="00337118">
              <w:t>Offer Definition and Improvement Activities or ODIA</w:t>
            </w:r>
          </w:p>
        </w:tc>
        <w:tc>
          <w:tcPr>
            <w:tcW w:w="6345" w:type="dxa"/>
          </w:tcPr>
          <w:p w14:paraId="700FEE63" w14:textId="35F07BB5" w:rsidR="007A7664" w:rsidRPr="005F02D2" w:rsidRDefault="007A7664" w:rsidP="00D6723E">
            <w:pPr>
              <w:rPr>
                <w:rFonts w:cs="Arial"/>
                <w:szCs w:val="20"/>
              </w:rPr>
            </w:pPr>
            <w:proofErr w:type="gramStart"/>
            <w:r w:rsidRPr="005F02D2">
              <w:rPr>
                <w:rFonts w:cs="Arial"/>
                <w:szCs w:val="20"/>
              </w:rPr>
              <w:t>means</w:t>
            </w:r>
            <w:proofErr w:type="gramEnd"/>
            <w:r w:rsidRPr="005F02D2">
              <w:rPr>
                <w:rFonts w:cs="Arial"/>
                <w:szCs w:val="20"/>
              </w:rPr>
              <w:t xml:space="preserve"> the offer definition and improvement activities conducted in accordance with clause </w:t>
            </w:r>
            <w:r w:rsidR="00513E5A">
              <w:rPr>
                <w:rFonts w:cs="Arial"/>
                <w:szCs w:val="20"/>
              </w:rPr>
              <w:fldChar w:fldCharType="begin"/>
            </w:r>
            <w:r w:rsidR="00513E5A">
              <w:rPr>
                <w:rFonts w:cs="Arial"/>
                <w:szCs w:val="20"/>
              </w:rPr>
              <w:instrText xml:space="preserve"> REF _Ref81213103 \r \h </w:instrText>
            </w:r>
            <w:r w:rsidR="00513E5A">
              <w:rPr>
                <w:rFonts w:cs="Arial"/>
                <w:szCs w:val="20"/>
              </w:rPr>
            </w:r>
            <w:r w:rsidR="00513E5A">
              <w:rPr>
                <w:rFonts w:cs="Arial"/>
                <w:szCs w:val="20"/>
              </w:rPr>
              <w:fldChar w:fldCharType="separate"/>
            </w:r>
            <w:r w:rsidR="00513E5A">
              <w:rPr>
                <w:rFonts w:cs="Arial"/>
                <w:szCs w:val="20"/>
              </w:rPr>
              <w:t>3.6</w:t>
            </w:r>
            <w:r w:rsidR="00513E5A">
              <w:rPr>
                <w:rFonts w:cs="Arial"/>
                <w:szCs w:val="20"/>
              </w:rPr>
              <w:fldChar w:fldCharType="end"/>
            </w:r>
            <w:r w:rsidRPr="005F02D2">
              <w:rPr>
                <w:rFonts w:cs="Arial"/>
                <w:szCs w:val="20"/>
              </w:rPr>
              <w:t xml:space="preserve"> of the </w:t>
            </w:r>
            <w:r w:rsidR="006F145D">
              <w:rPr>
                <w:rFonts w:cs="Arial"/>
                <w:szCs w:val="20"/>
              </w:rPr>
              <w:t>COT</w:t>
            </w:r>
            <w:r w:rsidRPr="005F02D2">
              <w:rPr>
                <w:rFonts w:cs="Arial"/>
                <w:szCs w:val="20"/>
              </w:rPr>
              <w:t>.</w:t>
            </w:r>
          </w:p>
        </w:tc>
      </w:tr>
      <w:tr w:rsidR="007A7664" w:rsidRPr="00B274EF" w14:paraId="62187CC3" w14:textId="77777777" w:rsidTr="00EA6843">
        <w:trPr>
          <w:jc w:val="right"/>
        </w:trPr>
        <w:tc>
          <w:tcPr>
            <w:tcW w:w="1904" w:type="dxa"/>
          </w:tcPr>
          <w:p w14:paraId="674E5DD0" w14:textId="77777777" w:rsidR="007A7664" w:rsidRPr="00B274EF" w:rsidRDefault="007A7664" w:rsidP="0099451D">
            <w:pPr>
              <w:pStyle w:val="Table10ptText-ASDEFCON"/>
            </w:pPr>
            <w:r>
              <w:t>SOW (Acquisition)</w:t>
            </w:r>
          </w:p>
        </w:tc>
        <w:tc>
          <w:tcPr>
            <w:tcW w:w="6345" w:type="dxa"/>
          </w:tcPr>
          <w:p w14:paraId="4471F032" w14:textId="77777777" w:rsidR="007A7664" w:rsidRPr="00B274EF" w:rsidRDefault="007A7664" w:rsidP="0099451D">
            <w:pPr>
              <w:pStyle w:val="Table10ptText-ASDEFCON"/>
            </w:pPr>
            <w:proofErr w:type="gramStart"/>
            <w:r>
              <w:rPr>
                <w:lang w:val="en-GB"/>
              </w:rPr>
              <w:t>means</w:t>
            </w:r>
            <w:proofErr w:type="gramEnd"/>
            <w:r>
              <w:rPr>
                <w:lang w:val="en-GB"/>
              </w:rPr>
              <w:t xml:space="preserve"> the draft Statement of Work in Part 3, Volume 1 of the RFT.</w:t>
            </w:r>
          </w:p>
        </w:tc>
      </w:tr>
      <w:tr w:rsidR="007A7664" w:rsidRPr="00B274EF" w14:paraId="2104AD35" w14:textId="77777777" w:rsidTr="00EA6843">
        <w:trPr>
          <w:jc w:val="right"/>
        </w:trPr>
        <w:tc>
          <w:tcPr>
            <w:tcW w:w="1904" w:type="dxa"/>
          </w:tcPr>
          <w:p w14:paraId="6077336F" w14:textId="77777777" w:rsidR="007A7664" w:rsidRPr="00B274EF" w:rsidRDefault="007A7664" w:rsidP="0099451D">
            <w:pPr>
              <w:pStyle w:val="Table10ptText-ASDEFCON"/>
            </w:pPr>
            <w:r>
              <w:t>SOW (Support)</w:t>
            </w:r>
          </w:p>
        </w:tc>
        <w:tc>
          <w:tcPr>
            <w:tcW w:w="6345" w:type="dxa"/>
          </w:tcPr>
          <w:p w14:paraId="57FD070F" w14:textId="7A78529F" w:rsidR="007A7664" w:rsidRPr="00B274EF" w:rsidRDefault="007A7664" w:rsidP="0099451D">
            <w:pPr>
              <w:pStyle w:val="Table10ptText-ASDEFCON"/>
            </w:pPr>
            <w:proofErr w:type="gramStart"/>
            <w:r>
              <w:rPr>
                <w:lang w:val="en-GB"/>
              </w:rPr>
              <w:t>means</w:t>
            </w:r>
            <w:proofErr w:type="gramEnd"/>
            <w:r>
              <w:rPr>
                <w:lang w:val="en-GB"/>
              </w:rPr>
              <w:t xml:space="preserve"> the draft Statement of Work in Part 3, Volume 2 of the RFT.</w:t>
            </w:r>
          </w:p>
        </w:tc>
      </w:tr>
      <w:tr w:rsidR="007A7664" w:rsidRPr="00B274EF" w14:paraId="0515892E" w14:textId="77777777" w:rsidTr="00EA6843">
        <w:trPr>
          <w:trHeight w:val="550"/>
          <w:jc w:val="right"/>
        </w:trPr>
        <w:tc>
          <w:tcPr>
            <w:tcW w:w="1904" w:type="dxa"/>
          </w:tcPr>
          <w:p w14:paraId="4B758D2A" w14:textId="77777777" w:rsidR="007A7664" w:rsidRPr="00B274EF" w:rsidRDefault="007A7664" w:rsidP="0099451D">
            <w:pPr>
              <w:pStyle w:val="Table10ptText-ASDEFCON"/>
            </w:pPr>
            <w:r w:rsidRPr="00B274EF">
              <w:lastRenderedPageBreak/>
              <w:t>Tender Data Requirement</w:t>
            </w:r>
          </w:p>
        </w:tc>
        <w:tc>
          <w:tcPr>
            <w:tcW w:w="6345" w:type="dxa"/>
          </w:tcPr>
          <w:p w14:paraId="77B565F6" w14:textId="77777777" w:rsidR="007A7664" w:rsidRPr="00B274EF" w:rsidRDefault="007A7664" w:rsidP="0099451D">
            <w:pPr>
              <w:pStyle w:val="Table10ptText-ASDEFCON"/>
            </w:pPr>
            <w:r w:rsidRPr="00B274EF">
              <w:t xml:space="preserve">means the information required to be provided by a tenderer as set out in the </w:t>
            </w:r>
            <w:r>
              <w:t xml:space="preserve">annexes to the </w:t>
            </w:r>
            <w:r w:rsidRPr="00B274EF">
              <w:t>TDRL</w:t>
            </w:r>
            <w:r>
              <w:t>s</w:t>
            </w:r>
            <w:r w:rsidRPr="00B274EF">
              <w:t>.</w:t>
            </w:r>
          </w:p>
        </w:tc>
      </w:tr>
      <w:tr w:rsidR="007A7664" w:rsidRPr="00B274EF" w14:paraId="2220EFBF" w14:textId="77777777" w:rsidTr="00EA6843">
        <w:trPr>
          <w:trHeight w:val="489"/>
          <w:jc w:val="right"/>
        </w:trPr>
        <w:tc>
          <w:tcPr>
            <w:tcW w:w="1904" w:type="dxa"/>
          </w:tcPr>
          <w:p w14:paraId="263C5219" w14:textId="77777777" w:rsidR="007A7664" w:rsidRPr="00B274EF" w:rsidRDefault="007A7664" w:rsidP="0099451D">
            <w:pPr>
              <w:pStyle w:val="Table10ptText-ASDEFCON"/>
            </w:pPr>
            <w:r w:rsidRPr="00B274EF">
              <w:t>Tender Data Requirements List</w:t>
            </w:r>
            <w:r>
              <w:t>s</w:t>
            </w:r>
            <w:r w:rsidRPr="00B274EF">
              <w:t xml:space="preserve"> or TDRL</w:t>
            </w:r>
            <w:r>
              <w:t>s</w:t>
            </w:r>
          </w:p>
        </w:tc>
        <w:tc>
          <w:tcPr>
            <w:tcW w:w="6345" w:type="dxa"/>
          </w:tcPr>
          <w:p w14:paraId="73265F3F" w14:textId="553FD157" w:rsidR="007A7664" w:rsidRPr="00B274EF" w:rsidRDefault="007A7664" w:rsidP="0099451D">
            <w:pPr>
              <w:pStyle w:val="Table10ptText-ASDEFCON"/>
            </w:pPr>
            <w:proofErr w:type="gramStart"/>
            <w:r w:rsidRPr="00B274EF">
              <w:t>means</w:t>
            </w:r>
            <w:proofErr w:type="gramEnd"/>
            <w:r w:rsidRPr="00B274EF">
              <w:t xml:space="preserve"> Attachment A</w:t>
            </w:r>
            <w:r>
              <w:t>,</w:t>
            </w:r>
            <w:r w:rsidRPr="00B274EF">
              <w:t xml:space="preserve"> </w:t>
            </w:r>
            <w:r>
              <w:t xml:space="preserve">Attachment B and Attachment C </w:t>
            </w:r>
            <w:r w:rsidRPr="00B274EF">
              <w:t xml:space="preserve">to the </w:t>
            </w:r>
            <w:r w:rsidR="006F145D">
              <w:t>COT</w:t>
            </w:r>
            <w:r>
              <w:t>.</w:t>
            </w:r>
          </w:p>
        </w:tc>
      </w:tr>
    </w:tbl>
    <w:p w14:paraId="0A211026" w14:textId="12100387" w:rsidR="007A7664" w:rsidRPr="007A7664" w:rsidRDefault="007A7664">
      <w:pPr>
        <w:pStyle w:val="COTCOCLV3-ASDEFCON"/>
      </w:pPr>
      <w:r w:rsidRPr="007A7664">
        <w:t xml:space="preserve">Unless a contrary intention appears, the Attachment A </w:t>
      </w:r>
      <w:r w:rsidR="008C3A21">
        <w:t xml:space="preserve">to the COT </w:t>
      </w:r>
      <w:r w:rsidRPr="007A7664">
        <w:t xml:space="preserve">and the annexes to Attachment A </w:t>
      </w:r>
      <w:r w:rsidR="008C3A21">
        <w:t>of the COT</w:t>
      </w:r>
      <w:r w:rsidR="00014174">
        <w:t>,</w:t>
      </w:r>
      <w:r w:rsidRPr="007A7664">
        <w:t xml:space="preserve"> Attachment C</w:t>
      </w:r>
      <w:r w:rsidR="008C3A21">
        <w:t xml:space="preserve"> to the COT</w:t>
      </w:r>
      <w:r w:rsidRPr="007A7664">
        <w:t xml:space="preserve"> and the annexes to Attachment C</w:t>
      </w:r>
      <w:r w:rsidR="008C3A21">
        <w:t xml:space="preserve"> to the COT</w:t>
      </w:r>
      <w:r w:rsidRPr="007A7664">
        <w:t xml:space="preserve"> are interpreted in the same manner, and terms have the same meaning, as in the Contract (Support).  Unless a contrary intention appears, Attachment B</w:t>
      </w:r>
      <w:r w:rsidR="008C3A21">
        <w:t xml:space="preserve"> of the COT</w:t>
      </w:r>
      <w:r w:rsidRPr="007A7664">
        <w:t xml:space="preserve"> and the annexes to Attachment B </w:t>
      </w:r>
      <w:r w:rsidR="008C3A21">
        <w:t>to the COT</w:t>
      </w:r>
      <w:r w:rsidR="00306B8F">
        <w:t xml:space="preserve"> </w:t>
      </w:r>
      <w:r w:rsidRPr="007A7664">
        <w:t>are interpreted in the same manner, and terms have the same meaning, as in the Contract (Acquisition).</w:t>
      </w:r>
    </w:p>
    <w:p w14:paraId="3175362E" w14:textId="77777777" w:rsidR="00E42F3D" w:rsidRPr="0058190B" w:rsidRDefault="00E42F3D">
      <w:pPr>
        <w:pStyle w:val="COTCOCLV3-ASDEFCON"/>
      </w:pPr>
      <w:r w:rsidRPr="0058190B">
        <w:t xml:space="preserve">If there is any inconsistency between any part of this RFT, a descending order of precedence </w:t>
      </w:r>
      <w:r w:rsidR="000853C6" w:rsidRPr="0058190B">
        <w:t xml:space="preserve">is to </w:t>
      </w:r>
      <w:r w:rsidRPr="0058190B">
        <w:t>be accorded to</w:t>
      </w:r>
      <w:r w:rsidR="0078331F">
        <w:t xml:space="preserve"> the</w:t>
      </w:r>
      <w:r w:rsidRPr="0058190B">
        <w:t>:</w:t>
      </w:r>
    </w:p>
    <w:p w14:paraId="78AC5B46" w14:textId="77777777" w:rsidR="005C0CAA" w:rsidRPr="00246DD7" w:rsidRDefault="005C0CAA">
      <w:pPr>
        <w:pStyle w:val="COTCOCLV4-ASDEFCON"/>
      </w:pPr>
      <w:r w:rsidRPr="0086440A">
        <w:t>COT</w:t>
      </w:r>
      <w:r>
        <w:t xml:space="preserve"> </w:t>
      </w:r>
      <w:r w:rsidRPr="0086440A">
        <w:t>(including the Tender Details Schedule)</w:t>
      </w:r>
      <w:r w:rsidRPr="00246DD7">
        <w:t>;</w:t>
      </w:r>
    </w:p>
    <w:p w14:paraId="07368119" w14:textId="535EFF4B" w:rsidR="007A7664" w:rsidRDefault="007A7664">
      <w:pPr>
        <w:pStyle w:val="COTCOCLV4-ASDEFCON"/>
      </w:pPr>
      <w:r w:rsidRPr="00A6191A">
        <w:t xml:space="preserve">the TDRL at Attachment A to the </w:t>
      </w:r>
      <w:r w:rsidR="00014174">
        <w:t>COT</w:t>
      </w:r>
      <w:r w:rsidRPr="00A6191A">
        <w:t xml:space="preserve"> and the </w:t>
      </w:r>
      <w:r>
        <w:t>a</w:t>
      </w:r>
      <w:r w:rsidRPr="00A6191A">
        <w:t>nnexes to the TDRL</w:t>
      </w:r>
      <w:r>
        <w:t xml:space="preserve"> at Attachment A</w:t>
      </w:r>
      <w:r w:rsidRPr="00A6191A">
        <w:t>;</w:t>
      </w:r>
    </w:p>
    <w:p w14:paraId="51034884" w14:textId="66FEB587" w:rsidR="007A7664" w:rsidRDefault="007A7664">
      <w:pPr>
        <w:pStyle w:val="COTCOCLV4-ASDEFCON"/>
      </w:pPr>
      <w:r w:rsidRPr="00A6191A">
        <w:t xml:space="preserve">the TDRL at Attachment </w:t>
      </w:r>
      <w:r>
        <w:t>B</w:t>
      </w:r>
      <w:r w:rsidRPr="00A6191A">
        <w:t xml:space="preserve"> to the </w:t>
      </w:r>
      <w:r w:rsidR="00014174">
        <w:t>COT</w:t>
      </w:r>
      <w:r w:rsidRPr="00A6191A">
        <w:t xml:space="preserve"> and the </w:t>
      </w:r>
      <w:r>
        <w:t>a</w:t>
      </w:r>
      <w:r w:rsidRPr="00A6191A">
        <w:t>nnexes to the TDRL</w:t>
      </w:r>
      <w:r>
        <w:t xml:space="preserve"> at Attachment B</w:t>
      </w:r>
      <w:r w:rsidRPr="00A6191A">
        <w:t>;</w:t>
      </w:r>
    </w:p>
    <w:p w14:paraId="0601BEC8" w14:textId="730CAD3C" w:rsidR="007A7664" w:rsidRDefault="007A7664">
      <w:pPr>
        <w:pStyle w:val="COTCOCLV4-ASDEFCON"/>
      </w:pPr>
      <w:r w:rsidRPr="00A6191A">
        <w:t xml:space="preserve">the TDRL at Attachment </w:t>
      </w:r>
      <w:r>
        <w:t>C</w:t>
      </w:r>
      <w:r w:rsidRPr="00A6191A">
        <w:t xml:space="preserve"> to the </w:t>
      </w:r>
      <w:r w:rsidR="00014174">
        <w:t>COT</w:t>
      </w:r>
      <w:r w:rsidRPr="00A6191A">
        <w:t xml:space="preserve"> and the </w:t>
      </w:r>
      <w:r>
        <w:t>a</w:t>
      </w:r>
      <w:r w:rsidRPr="00A6191A">
        <w:t>nnexes to the TDRL</w:t>
      </w:r>
      <w:r>
        <w:t xml:space="preserve"> at Attachment C</w:t>
      </w:r>
      <w:r w:rsidRPr="00A6191A">
        <w:t>;</w:t>
      </w:r>
    </w:p>
    <w:p w14:paraId="5AF9D2DD" w14:textId="6B1A565D" w:rsidR="006F36D7" w:rsidRDefault="007A7664">
      <w:pPr>
        <w:pStyle w:val="COTCOCLV4-ASDEFCON"/>
      </w:pPr>
      <w:r>
        <w:t xml:space="preserve">the Contract (Acquisition) in accordance with clause 1.5 of the </w:t>
      </w:r>
      <w:r w:rsidRPr="00002CE1">
        <w:t xml:space="preserve">draft </w:t>
      </w:r>
      <w:r w:rsidR="008C3A21">
        <w:t>COC</w:t>
      </w:r>
      <w:r w:rsidR="00306B8F">
        <w:t xml:space="preserve"> </w:t>
      </w:r>
      <w:r>
        <w:t>in respect of the Contract (Acquisition);</w:t>
      </w:r>
    </w:p>
    <w:p w14:paraId="3D1B517C" w14:textId="7382D919" w:rsidR="006F36D7" w:rsidRDefault="007A7664">
      <w:pPr>
        <w:pStyle w:val="COTCOCLV4-ASDEFCON"/>
      </w:pPr>
      <w:r w:rsidRPr="007A7664">
        <w:t xml:space="preserve">the Contract (Support) in accordance with clause 1.6 of the draft </w:t>
      </w:r>
      <w:r w:rsidR="008C3A21">
        <w:t>COC</w:t>
      </w:r>
      <w:r w:rsidRPr="007A7664">
        <w:t xml:space="preserve"> in respect of the Contract (Support); and</w:t>
      </w:r>
    </w:p>
    <w:p w14:paraId="5C11DCC9" w14:textId="42E48965" w:rsidR="006F36D7" w:rsidRDefault="007A7664">
      <w:pPr>
        <w:pStyle w:val="COTCOCLV4-ASDEFCON"/>
      </w:pPr>
      <w:r w:rsidRPr="007A7664">
        <w:t>any other document provided by the Commonwealth to tenderers preceding or following the release of the RFT (other than formal changes made under the RFT)</w:t>
      </w:r>
      <w:r w:rsidR="005C0CAA">
        <w:t>,</w:t>
      </w:r>
    </w:p>
    <w:p w14:paraId="187F0F30" w14:textId="77777777" w:rsidR="00E42F3D" w:rsidRPr="0058190B" w:rsidRDefault="00E42F3D" w:rsidP="0099451D">
      <w:pPr>
        <w:pStyle w:val="COTCOCLV3NONUM-ASDEFCON"/>
      </w:pPr>
      <w:proofErr w:type="gramStart"/>
      <w:r w:rsidRPr="0058190B">
        <w:t>so</w:t>
      </w:r>
      <w:proofErr w:type="gramEnd"/>
      <w:r w:rsidRPr="0058190B">
        <w:t xml:space="preserve"> that the provision in the higher ranked document, to the extent of the inconsistency, prevails.</w:t>
      </w:r>
    </w:p>
    <w:p w14:paraId="5D766EB1" w14:textId="77777777" w:rsidR="00E42F3D" w:rsidRPr="0058190B" w:rsidRDefault="00E42F3D" w:rsidP="0099451D">
      <w:pPr>
        <w:pStyle w:val="COTCOCLV2-ASDEFCON"/>
      </w:pPr>
      <w:bookmarkStart w:id="15" w:name="_Ref95203206"/>
      <w:bookmarkStart w:id="16" w:name="_Toc222623904"/>
      <w:bookmarkStart w:id="17" w:name="_Toc475968435"/>
      <w:bookmarkStart w:id="18" w:name="_Toc510605929"/>
      <w:bookmarkStart w:id="19" w:name="_Toc527983389"/>
      <w:r w:rsidRPr="0058190B">
        <w:t>Amendment of RFT (Core)</w:t>
      </w:r>
      <w:bookmarkEnd w:id="15"/>
      <w:bookmarkEnd w:id="16"/>
      <w:bookmarkEnd w:id="17"/>
      <w:bookmarkEnd w:id="18"/>
      <w:bookmarkEnd w:id="19"/>
    </w:p>
    <w:p w14:paraId="2381565E" w14:textId="5F97BAD2" w:rsidR="00C740B8" w:rsidRPr="0058190B" w:rsidRDefault="00C740B8" w:rsidP="0099451D">
      <w:pPr>
        <w:pStyle w:val="NoteToTenderers-ASDEFCON"/>
      </w:pPr>
      <w:bookmarkStart w:id="20" w:name="_Ref95201705"/>
      <w:r w:rsidRPr="0058190B">
        <w:t xml:space="preserve">Note to </w:t>
      </w:r>
      <w:r w:rsidR="005256EB">
        <w:t>t</w:t>
      </w:r>
      <w:r w:rsidRPr="0058190B">
        <w:t>enderers:</w:t>
      </w:r>
      <w:r w:rsidR="00114D7E" w:rsidRPr="0058190B">
        <w:t xml:space="preserve"> </w:t>
      </w:r>
      <w:r w:rsidRPr="0058190B">
        <w:t xml:space="preserve"> When an amendment to the RFT is issued by the Commonwealth it will be through </w:t>
      </w:r>
      <w:proofErr w:type="spellStart"/>
      <w:r w:rsidRPr="0058190B">
        <w:t>AusTender</w:t>
      </w:r>
      <w:proofErr w:type="spellEnd"/>
      <w:r w:rsidRPr="0058190B">
        <w:t xml:space="preserve">. </w:t>
      </w:r>
      <w:r w:rsidR="0019016D">
        <w:t xml:space="preserve"> </w:t>
      </w:r>
      <w:r w:rsidRPr="0058190B">
        <w:t xml:space="preserve">Refer to clause </w:t>
      </w:r>
      <w:r w:rsidR="006B5AF6">
        <w:t>2</w:t>
      </w:r>
      <w:r w:rsidRPr="0058190B">
        <w:t>.</w:t>
      </w:r>
      <w:r w:rsidR="006B5AF6">
        <w:t>7</w:t>
      </w:r>
      <w:r w:rsidRPr="0058190B">
        <w:t xml:space="preserve"> for further information on </w:t>
      </w:r>
      <w:proofErr w:type="spellStart"/>
      <w:r w:rsidRPr="0058190B">
        <w:t>AusTender</w:t>
      </w:r>
      <w:proofErr w:type="spellEnd"/>
      <w:r w:rsidRPr="0058190B">
        <w:t>.</w:t>
      </w:r>
    </w:p>
    <w:p w14:paraId="33DB145D" w14:textId="4503848D" w:rsidR="00E42F3D" w:rsidRPr="0058190B" w:rsidRDefault="00E42F3D" w:rsidP="0099451D">
      <w:pPr>
        <w:pStyle w:val="COTCOCLV3-ASDEFCON"/>
      </w:pPr>
      <w:bookmarkStart w:id="21" w:name="_Ref395277589"/>
      <w:bookmarkStart w:id="22" w:name="_Ref459296870"/>
      <w:r w:rsidRPr="0058190B">
        <w:t>The Commonwealth may</w:t>
      </w:r>
      <w:bookmarkEnd w:id="20"/>
      <w:r w:rsidR="00C740B8" w:rsidRPr="0058190B">
        <w:t xml:space="preserve"> amend this RFT upon giving tenderers timely written notice of an amendment.</w:t>
      </w:r>
      <w:bookmarkEnd w:id="21"/>
      <w:r w:rsidR="00A60CEC">
        <w:t xml:space="preserve"> </w:t>
      </w:r>
      <w:bookmarkStart w:id="23" w:name="_Ref456946682"/>
      <w:r w:rsidR="0019016D">
        <w:t xml:space="preserve"> </w:t>
      </w:r>
      <w:r w:rsidRPr="0058190B">
        <w:t xml:space="preserve">If the Commonwealth amends this RFT under </w:t>
      </w:r>
      <w:r w:rsidR="00A60CEC">
        <w:t xml:space="preserve">this </w:t>
      </w:r>
      <w:r w:rsidRPr="0058190B">
        <w:t xml:space="preserve">clause </w:t>
      </w:r>
      <w:r w:rsidR="007F253D">
        <w:fldChar w:fldCharType="begin"/>
      </w:r>
      <w:r w:rsidR="007F253D">
        <w:instrText xml:space="preserve"> REF _Ref459296870 \r \h </w:instrText>
      </w:r>
      <w:r w:rsidR="007F253D">
        <w:fldChar w:fldCharType="separate"/>
      </w:r>
      <w:r w:rsidR="006F36D7">
        <w:t>1.2.1</w:t>
      </w:r>
      <w:r w:rsidR="007F253D">
        <w:fldChar w:fldCharType="end"/>
      </w:r>
      <w:r w:rsidRPr="0058190B">
        <w:t xml:space="preserve"> after tenders have been submitted, it may seek amended tenders.</w:t>
      </w:r>
      <w:bookmarkEnd w:id="22"/>
      <w:bookmarkEnd w:id="23"/>
    </w:p>
    <w:p w14:paraId="76A900CF" w14:textId="45FB9E75" w:rsidR="00C740B8" w:rsidRPr="0058190B" w:rsidRDefault="008C3A21" w:rsidP="0099451D">
      <w:pPr>
        <w:pStyle w:val="COTCOCLV3-ASDEFCON"/>
      </w:pPr>
      <w:r>
        <w:t>Tenderers</w:t>
      </w:r>
      <w:r w:rsidRPr="0058190B">
        <w:t xml:space="preserve"> </w:t>
      </w:r>
      <w:r w:rsidR="00C740B8" w:rsidRPr="0058190B">
        <w:t xml:space="preserve">will have no claim against the Commonwealth </w:t>
      </w:r>
      <w:r w:rsidR="00A60CEC" w:rsidRPr="00246DD7">
        <w:t xml:space="preserve">or </w:t>
      </w:r>
      <w:r w:rsidR="00A60CEC">
        <w:t>any Commonwealth Personnel</w:t>
      </w:r>
      <w:r w:rsidR="00A60CEC" w:rsidRPr="00246DD7">
        <w:t xml:space="preserve"> </w:t>
      </w:r>
      <w:r w:rsidR="00A60CEC">
        <w:t>for any failure to inform a tenderer of an amendment to the RFT, or any failure to seek amended tenders, or any other matter arising in connection with an amendment to the RFT</w:t>
      </w:r>
      <w:r w:rsidR="00C740B8" w:rsidRPr="0058190B">
        <w:t>.</w:t>
      </w:r>
    </w:p>
    <w:p w14:paraId="4C90FAE9" w14:textId="77777777" w:rsidR="00E42F3D" w:rsidRPr="0058190B" w:rsidRDefault="00707E39" w:rsidP="0099451D">
      <w:pPr>
        <w:pStyle w:val="COTCOCLV2-ASDEFCON"/>
      </w:pPr>
      <w:bookmarkStart w:id="24" w:name="_Toc222623905"/>
      <w:bookmarkStart w:id="25" w:name="_Toc475968436"/>
      <w:bookmarkStart w:id="26" w:name="_Toc510605930"/>
      <w:bookmarkStart w:id="27" w:name="_Toc527983390"/>
      <w:r w:rsidRPr="0058190B">
        <w:t>Termination, Suspension or Deferral of RFT</w:t>
      </w:r>
      <w:r w:rsidR="00E42F3D" w:rsidRPr="0058190B">
        <w:t xml:space="preserve"> (Core)</w:t>
      </w:r>
      <w:bookmarkEnd w:id="24"/>
      <w:bookmarkEnd w:id="25"/>
      <w:bookmarkEnd w:id="26"/>
      <w:bookmarkEnd w:id="27"/>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180"/>
      </w:tblGrid>
      <w:tr w:rsidR="00B32326" w14:paraId="59A9E00B" w14:textId="77777777" w:rsidTr="006551F6">
        <w:tc>
          <w:tcPr>
            <w:tcW w:w="9180" w:type="dxa"/>
            <w:shd w:val="clear" w:color="auto" w:fill="auto"/>
          </w:tcPr>
          <w:p w14:paraId="0A7B7ED8" w14:textId="4293BDA0" w:rsidR="00B32326" w:rsidRPr="0088314F" w:rsidRDefault="00B32326" w:rsidP="00307843">
            <w:pPr>
              <w:pStyle w:val="ASDEFCONOption"/>
            </w:pPr>
            <w:bookmarkStart w:id="28" w:name="_Toc222623906"/>
            <w:r>
              <w:t xml:space="preserve">Option A:  </w:t>
            </w:r>
            <w:r w:rsidRPr="0088314F">
              <w:t xml:space="preserve">For when the procurement is not subject to the </w:t>
            </w:r>
            <w:r>
              <w:t xml:space="preserve">additional </w:t>
            </w:r>
            <w:r w:rsidRPr="0088314F">
              <w:t xml:space="preserve">rules </w:t>
            </w:r>
            <w:r>
              <w:t xml:space="preserve">detailed </w:t>
            </w:r>
            <w:r w:rsidRPr="0088314F">
              <w:t>in the CPRs.</w:t>
            </w:r>
          </w:p>
          <w:p w14:paraId="6155BA3B" w14:textId="7345704C" w:rsidR="006F36D7" w:rsidRDefault="00B32326" w:rsidP="00307843">
            <w:pPr>
              <w:pStyle w:val="COTCOCLV3-ASDEFCON"/>
              <w:spacing w:before="120"/>
            </w:pPr>
            <w:bookmarkStart w:id="29" w:name="_Ref40884538"/>
            <w:r w:rsidRPr="0088314F">
              <w:t xml:space="preserve">Without limiting its </w:t>
            </w:r>
            <w:r>
              <w:t xml:space="preserve">other </w:t>
            </w:r>
            <w:r w:rsidRPr="0088314F">
              <w:t xml:space="preserve">rights </w:t>
            </w:r>
            <w:r>
              <w:t xml:space="preserve">under this RFT, </w:t>
            </w:r>
            <w:r w:rsidRPr="0088314F">
              <w:t>at law or otherwise, the Commonwealth may suspend, defer or terminate th</w:t>
            </w:r>
            <w:r>
              <w:t>e</w:t>
            </w:r>
            <w:r w:rsidRPr="0088314F">
              <w:t xml:space="preserve"> RFT process at any time.</w:t>
            </w:r>
            <w:bookmarkEnd w:id="29"/>
          </w:p>
          <w:p w14:paraId="4B53672C" w14:textId="44CEF6C5" w:rsidR="00B32326" w:rsidRDefault="00BC4B6B" w:rsidP="00307843">
            <w:pPr>
              <w:pStyle w:val="COTCOCLV3-ASDEFCON"/>
              <w:spacing w:before="120"/>
            </w:pPr>
            <w:r>
              <w:t>If the</w:t>
            </w:r>
            <w:r w:rsidRPr="0088314F">
              <w:t xml:space="preserve"> </w:t>
            </w:r>
            <w:r w:rsidR="00B32326" w:rsidRPr="0088314F">
              <w:t xml:space="preserve">Commonwealth </w:t>
            </w:r>
            <w:r w:rsidR="006F145D">
              <w:rPr>
                <w:rFonts w:eastAsia="Calibri"/>
              </w:rPr>
              <w:t>suspends, defers or terminates the RFT in accordance with clause</w:t>
            </w:r>
            <w:r w:rsidR="006F145D" w:rsidDel="006F145D">
              <w:t xml:space="preserve"> </w:t>
            </w:r>
            <w:r w:rsidR="006F145D">
              <w:fldChar w:fldCharType="begin"/>
            </w:r>
            <w:r w:rsidR="006F145D">
              <w:instrText xml:space="preserve"> REF _Ref40884538 \r \h </w:instrText>
            </w:r>
            <w:r w:rsidR="006F145D">
              <w:fldChar w:fldCharType="separate"/>
            </w:r>
            <w:r w:rsidR="006F36D7">
              <w:t>1.3.1</w:t>
            </w:r>
            <w:r w:rsidR="006F145D">
              <w:fldChar w:fldCharType="end"/>
            </w:r>
            <w:r w:rsidR="006F145D">
              <w:t xml:space="preserve">, the Commonwealth </w:t>
            </w:r>
            <w:r w:rsidR="00B32326">
              <w:t>will</w:t>
            </w:r>
            <w:r w:rsidR="00B32326" w:rsidRPr="0088314F">
              <w:t xml:space="preserve"> notify tenderers to this effect.</w:t>
            </w:r>
          </w:p>
        </w:tc>
      </w:tr>
    </w:tbl>
    <w:p w14:paraId="5AEBCE3A" w14:textId="77777777" w:rsidR="00B32326" w:rsidRDefault="00B32326" w:rsidP="0099451D">
      <w:pPr>
        <w:pStyle w:val="ASDEFCONOptionSpace"/>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2"/>
      </w:tblGrid>
      <w:tr w:rsidR="005B6FCF" w14:paraId="1DE07C6D" w14:textId="77777777" w:rsidTr="00A403E3">
        <w:tc>
          <w:tcPr>
            <w:tcW w:w="9286" w:type="dxa"/>
            <w:shd w:val="clear" w:color="auto" w:fill="auto"/>
          </w:tcPr>
          <w:p w14:paraId="09AA5C45" w14:textId="77777777" w:rsidR="005B6FCF" w:rsidRPr="00A403E3" w:rsidRDefault="005B6FCF" w:rsidP="00307843">
            <w:pPr>
              <w:pStyle w:val="ASDEFCONOption"/>
              <w:rPr>
                <w:rFonts w:eastAsia="Calibri"/>
              </w:rPr>
            </w:pPr>
            <w:r w:rsidRPr="00A403E3">
              <w:rPr>
                <w:rFonts w:eastAsia="Calibri"/>
              </w:rPr>
              <w:lastRenderedPageBreak/>
              <w:t>Option B:  For when the procurement is subject to the additional rules detailed in the CPRs.</w:t>
            </w:r>
          </w:p>
          <w:p w14:paraId="67A27112" w14:textId="77777777" w:rsidR="005B6FCF" w:rsidRPr="00A403E3" w:rsidRDefault="005B6FCF" w:rsidP="00307843">
            <w:pPr>
              <w:pStyle w:val="COTCOCLV3-ASDEFCON"/>
              <w:spacing w:line="276" w:lineRule="auto"/>
              <w:rPr>
                <w:rFonts w:eastAsia="Calibri"/>
              </w:rPr>
            </w:pPr>
            <w:bookmarkStart w:id="30" w:name="_Ref40884562"/>
            <w:r w:rsidRPr="00A403E3">
              <w:rPr>
                <w:rFonts w:eastAsia="Calibri"/>
              </w:rPr>
              <w:t xml:space="preserve">Without limiting its </w:t>
            </w:r>
            <w:r w:rsidR="00902652">
              <w:rPr>
                <w:rFonts w:eastAsia="Calibri"/>
              </w:rPr>
              <w:t xml:space="preserve">other </w:t>
            </w:r>
            <w:r w:rsidRPr="00A403E3">
              <w:rPr>
                <w:rFonts w:eastAsia="Calibri"/>
              </w:rPr>
              <w:t xml:space="preserve">rights under this RFT, at law or otherwise, the Commonwealth may suspend, defer or terminate this RFT process where </w:t>
            </w:r>
            <w:r w:rsidRPr="00A403E3">
              <w:rPr>
                <w:rFonts w:eastAsia="Calibri" w:cs="Arial"/>
              </w:rPr>
              <w:t>the Commonwealth determines that</w:t>
            </w:r>
            <w:r w:rsidRPr="00A403E3">
              <w:rPr>
                <w:rFonts w:eastAsia="Calibri"/>
              </w:rPr>
              <w:t>:</w:t>
            </w:r>
            <w:bookmarkEnd w:id="30"/>
          </w:p>
          <w:p w14:paraId="5DD8AD9B" w14:textId="77777777" w:rsidR="005B6FCF" w:rsidRPr="00A403E3" w:rsidRDefault="005B6FCF" w:rsidP="00307843">
            <w:pPr>
              <w:pStyle w:val="COTCOCLV4-ASDEFCON"/>
              <w:spacing w:line="276" w:lineRule="auto"/>
              <w:rPr>
                <w:rFonts w:eastAsia="Calibri"/>
              </w:rPr>
            </w:pPr>
            <w:r w:rsidRPr="00A403E3">
              <w:rPr>
                <w:rFonts w:eastAsia="Calibri"/>
              </w:rPr>
              <w:t>it is in the public interest to do so;</w:t>
            </w:r>
          </w:p>
          <w:p w14:paraId="5C890CFE" w14:textId="77777777" w:rsidR="005B6FCF" w:rsidRPr="00A403E3" w:rsidRDefault="005B6FCF" w:rsidP="00307843">
            <w:pPr>
              <w:pStyle w:val="COTCOCLV4-ASDEFCON"/>
              <w:spacing w:line="276" w:lineRule="auto"/>
              <w:rPr>
                <w:rFonts w:eastAsia="Calibri"/>
              </w:rPr>
            </w:pPr>
            <w:r w:rsidRPr="00A403E3">
              <w:rPr>
                <w:rFonts w:eastAsia="Calibri"/>
              </w:rPr>
              <w:t>no tenderer represents value for money;</w:t>
            </w:r>
          </w:p>
          <w:p w14:paraId="10C44584" w14:textId="77777777" w:rsidR="005B6FCF" w:rsidRPr="00A403E3" w:rsidRDefault="005B6FCF" w:rsidP="00307843">
            <w:pPr>
              <w:pStyle w:val="COTCOCLV4-ASDEFCON"/>
              <w:spacing w:line="276" w:lineRule="auto"/>
              <w:rPr>
                <w:rFonts w:eastAsia="Calibri"/>
              </w:rPr>
            </w:pPr>
            <w:r w:rsidRPr="00A403E3">
              <w:rPr>
                <w:rFonts w:eastAsia="Calibri"/>
              </w:rPr>
              <w:t>no tenderer meets the Conditions of Participation specified in the Tender Details Schedule</w:t>
            </w:r>
            <w:r w:rsidR="00E44C9C" w:rsidRPr="00A403E3">
              <w:rPr>
                <w:rFonts w:eastAsia="Calibri"/>
              </w:rPr>
              <w:t>,</w:t>
            </w:r>
            <w:r w:rsidRPr="00A403E3">
              <w:rPr>
                <w:rFonts w:eastAsia="Calibri"/>
              </w:rPr>
              <w:t xml:space="preserve"> if any;</w:t>
            </w:r>
          </w:p>
          <w:p w14:paraId="54AB993E" w14:textId="20D4A3A7" w:rsidR="005B6FCF" w:rsidRPr="00A403E3" w:rsidRDefault="005B6FCF" w:rsidP="00307843">
            <w:pPr>
              <w:pStyle w:val="COTCOCLV4-ASDEFCON"/>
              <w:spacing w:line="276" w:lineRule="auto"/>
              <w:rPr>
                <w:rFonts w:eastAsia="Calibri"/>
              </w:rPr>
            </w:pPr>
            <w:r w:rsidRPr="00A403E3">
              <w:rPr>
                <w:rFonts w:eastAsia="Calibri"/>
              </w:rPr>
              <w:t xml:space="preserve">no tenderer meets the essential requirements, if any, at clause </w:t>
            </w:r>
            <w:r w:rsidR="00E55691" w:rsidRPr="00A403E3">
              <w:rPr>
                <w:rFonts w:eastAsia="Calibri"/>
              </w:rPr>
              <w:fldChar w:fldCharType="begin"/>
            </w:r>
            <w:r w:rsidR="00E55691" w:rsidRPr="00A403E3">
              <w:rPr>
                <w:rFonts w:eastAsia="Calibri"/>
              </w:rPr>
              <w:instrText xml:space="preserve"> REF _Ref459302164 \r \h </w:instrText>
            </w:r>
            <w:r w:rsidR="00E55691" w:rsidRPr="00A403E3">
              <w:rPr>
                <w:rFonts w:eastAsia="Calibri"/>
              </w:rPr>
            </w:r>
            <w:r w:rsidR="00E55691" w:rsidRPr="00A403E3">
              <w:rPr>
                <w:rFonts w:eastAsia="Calibri"/>
              </w:rPr>
              <w:fldChar w:fldCharType="separate"/>
            </w:r>
            <w:r w:rsidR="006F36D7">
              <w:rPr>
                <w:rFonts w:eastAsia="Calibri"/>
              </w:rPr>
              <w:t>3.5</w:t>
            </w:r>
            <w:r w:rsidR="00E55691" w:rsidRPr="00A403E3">
              <w:rPr>
                <w:rFonts w:eastAsia="Calibri"/>
              </w:rPr>
              <w:fldChar w:fldCharType="end"/>
            </w:r>
            <w:r w:rsidRPr="00A403E3">
              <w:rPr>
                <w:rFonts w:eastAsia="Calibri"/>
              </w:rPr>
              <w:t>; or</w:t>
            </w:r>
          </w:p>
          <w:p w14:paraId="344FE396" w14:textId="224947A9" w:rsidR="006F36D7" w:rsidRDefault="005B6FCF" w:rsidP="00307843">
            <w:pPr>
              <w:pStyle w:val="COTCOCLV4-ASDEFCON"/>
              <w:spacing w:line="276" w:lineRule="auto"/>
              <w:rPr>
                <w:rFonts w:eastAsia="Calibri"/>
              </w:rPr>
            </w:pPr>
            <w:proofErr w:type="gramStart"/>
            <w:r w:rsidRPr="00A403E3">
              <w:rPr>
                <w:rFonts w:eastAsia="Calibri"/>
              </w:rPr>
              <w:t>no</w:t>
            </w:r>
            <w:proofErr w:type="gramEnd"/>
            <w:r w:rsidRPr="00A403E3">
              <w:rPr>
                <w:rFonts w:eastAsia="Calibri"/>
              </w:rPr>
              <w:t xml:space="preserve"> tenderer is fully capable of undertaking the Contract</w:t>
            </w:r>
            <w:r w:rsidR="006F145D">
              <w:rPr>
                <w:rFonts w:eastAsia="Calibri"/>
              </w:rPr>
              <w:t>.</w:t>
            </w:r>
          </w:p>
          <w:p w14:paraId="0C4DC08C" w14:textId="73B632B4" w:rsidR="005B6FCF" w:rsidRPr="00A403E3" w:rsidRDefault="006F145D" w:rsidP="0099451D">
            <w:pPr>
              <w:pStyle w:val="COTCOCLV3-ASDEFCON"/>
              <w:rPr>
                <w:rFonts w:eastAsia="Calibri"/>
              </w:rPr>
            </w:pPr>
            <w:r>
              <w:rPr>
                <w:rFonts w:eastAsia="Calibri"/>
              </w:rPr>
              <w:t>I</w:t>
            </w:r>
            <w:r w:rsidR="00BC4B6B" w:rsidRPr="00C81875">
              <w:rPr>
                <w:rFonts w:eastAsia="Calibri"/>
              </w:rPr>
              <w:t>f</w:t>
            </w:r>
            <w:r w:rsidR="005B6FCF" w:rsidRPr="00C81875">
              <w:rPr>
                <w:rFonts w:eastAsia="Calibri"/>
              </w:rPr>
              <w:t xml:space="preserve"> the Commonwealth</w:t>
            </w:r>
            <w:r w:rsidR="00BC4B6B" w:rsidRPr="00C81875">
              <w:rPr>
                <w:rFonts w:eastAsia="Calibri"/>
              </w:rPr>
              <w:t xml:space="preserve"> </w:t>
            </w:r>
            <w:r>
              <w:rPr>
                <w:rFonts w:eastAsia="Calibri"/>
              </w:rPr>
              <w:t xml:space="preserve">suspends, defers or terminates the RFT in accordance with clause </w:t>
            </w:r>
            <w:r>
              <w:rPr>
                <w:rFonts w:eastAsia="Calibri"/>
              </w:rPr>
              <w:fldChar w:fldCharType="begin"/>
            </w:r>
            <w:r>
              <w:rPr>
                <w:rFonts w:eastAsia="Calibri"/>
              </w:rPr>
              <w:instrText xml:space="preserve"> REF _Ref40884562 \r \h </w:instrText>
            </w:r>
            <w:r>
              <w:rPr>
                <w:rFonts w:eastAsia="Calibri"/>
              </w:rPr>
            </w:r>
            <w:r>
              <w:rPr>
                <w:rFonts w:eastAsia="Calibri"/>
              </w:rPr>
              <w:fldChar w:fldCharType="separate"/>
            </w:r>
            <w:r w:rsidR="006F36D7">
              <w:rPr>
                <w:rFonts w:eastAsia="Calibri"/>
              </w:rPr>
              <w:t>1.3.3</w:t>
            </w:r>
            <w:r>
              <w:rPr>
                <w:rFonts w:eastAsia="Calibri"/>
              </w:rPr>
              <w:fldChar w:fldCharType="end"/>
            </w:r>
            <w:r>
              <w:rPr>
                <w:rFonts w:eastAsia="Calibri"/>
              </w:rPr>
              <w:t xml:space="preserve">, the Commonwealth </w:t>
            </w:r>
            <w:r w:rsidR="005B6FCF" w:rsidRPr="00C81875">
              <w:rPr>
                <w:rFonts w:eastAsia="Calibri"/>
              </w:rPr>
              <w:t>will notify tenderers to this effect</w:t>
            </w:r>
            <w:r w:rsidR="005B6FCF" w:rsidRPr="00A403E3">
              <w:rPr>
                <w:rFonts w:eastAsia="Calibri"/>
              </w:rPr>
              <w:t>.</w:t>
            </w:r>
          </w:p>
        </w:tc>
      </w:tr>
    </w:tbl>
    <w:p w14:paraId="4812129A" w14:textId="77777777" w:rsidR="00E42F3D" w:rsidRPr="0058190B" w:rsidRDefault="00E42F3D" w:rsidP="0099451D">
      <w:pPr>
        <w:pStyle w:val="COTCOCLV2-ASDEFCON"/>
      </w:pPr>
      <w:bookmarkStart w:id="31" w:name="_Toc461711191"/>
      <w:bookmarkStart w:id="32" w:name="_Toc475968437"/>
      <w:bookmarkStart w:id="33" w:name="_Toc510605931"/>
      <w:bookmarkStart w:id="34" w:name="_Toc527983391"/>
      <w:bookmarkEnd w:id="31"/>
      <w:r w:rsidRPr="0058190B">
        <w:t>Other Commonwealth Rights (Core)</w:t>
      </w:r>
      <w:bookmarkEnd w:id="28"/>
      <w:bookmarkEnd w:id="32"/>
      <w:bookmarkEnd w:id="33"/>
      <w:bookmarkEnd w:id="34"/>
    </w:p>
    <w:p w14:paraId="78606FD7" w14:textId="77777777" w:rsidR="00E42F3D" w:rsidRDefault="005B6FCF" w:rsidP="0099451D">
      <w:pPr>
        <w:pStyle w:val="COTCOCLV3-ASDEFCON"/>
      </w:pPr>
      <w:r>
        <w:t>W</w:t>
      </w:r>
      <w:r w:rsidR="00E42F3D" w:rsidRPr="0058190B">
        <w:t xml:space="preserve">ithout limiting its </w:t>
      </w:r>
      <w:r w:rsidR="00F536F3">
        <w:t xml:space="preserve">other </w:t>
      </w:r>
      <w:r w:rsidR="00E42F3D" w:rsidRPr="0058190B">
        <w:t xml:space="preserve">rights </w:t>
      </w:r>
      <w:r w:rsidR="0078331F">
        <w:t>under</w:t>
      </w:r>
      <w:r w:rsidR="0078331F" w:rsidRPr="0058190B">
        <w:t xml:space="preserve"> </w:t>
      </w:r>
      <w:r w:rsidR="00E42F3D" w:rsidRPr="0058190B">
        <w:t>th</w:t>
      </w:r>
      <w:r w:rsidR="00E449D0">
        <w:t>is</w:t>
      </w:r>
      <w:r w:rsidR="00E42F3D" w:rsidRPr="0058190B">
        <w:t xml:space="preserve"> RFT</w:t>
      </w:r>
      <w:r w:rsidR="00C62E1F">
        <w:t>,</w:t>
      </w:r>
      <w:r w:rsidR="00C62E1F" w:rsidRPr="00246DD7">
        <w:t xml:space="preserve"> at law or otherwise,</w:t>
      </w:r>
      <w:r w:rsidR="00E42F3D" w:rsidRPr="0058190B">
        <w:t xml:space="preserve"> the Commonwealth may at any stage of the RFT process, </w:t>
      </w:r>
      <w:r w:rsidR="001252A2">
        <w:t>exclude a tenderer from further participation in the RFT process</w:t>
      </w:r>
      <w:r w:rsidR="00E42F3D" w:rsidRPr="0058190B">
        <w:t>:</w:t>
      </w:r>
    </w:p>
    <w:p w14:paraId="26AF7967" w14:textId="0FF88E2D" w:rsidR="001252A2" w:rsidRDefault="001252A2" w:rsidP="0099451D">
      <w:pPr>
        <w:pStyle w:val="COTCOCLV4-ASDEFCON"/>
      </w:pPr>
      <w:bookmarkStart w:id="35" w:name="_Ref403984042"/>
      <w:proofErr w:type="gramStart"/>
      <w:r w:rsidRPr="00DC162C">
        <w:t>if</w:t>
      </w:r>
      <w:proofErr w:type="gramEnd"/>
      <w:r w:rsidRPr="00DC162C">
        <w:t xml:space="preserve"> the tenderer is, or was, the contractor or</w:t>
      </w:r>
      <w:r w:rsidRPr="00394DC7">
        <w:t xml:space="preserve"> an approved subcontractor under a contract that is, or becomes at any stage during the RFT process, a Project of Concern. </w:t>
      </w:r>
      <w:r w:rsidR="0019016D">
        <w:t xml:space="preserve"> </w:t>
      </w:r>
      <w:r w:rsidRPr="00394DC7">
        <w:t xml:space="preserve">For the purposes of this </w:t>
      </w:r>
      <w:r>
        <w:t xml:space="preserve">clause </w:t>
      </w:r>
      <w:r>
        <w:fldChar w:fldCharType="begin"/>
      </w:r>
      <w:r>
        <w:instrText xml:space="preserve"> REF _Ref403984042 \w \h </w:instrText>
      </w:r>
      <w:r>
        <w:fldChar w:fldCharType="separate"/>
      </w:r>
      <w:r w:rsidR="006F36D7">
        <w:t>1.4.1a</w:t>
      </w:r>
      <w:r>
        <w:fldChar w:fldCharType="end"/>
      </w:r>
      <w:r w:rsidRPr="00394DC7">
        <w:t xml:space="preserve">, </w:t>
      </w:r>
      <w:r>
        <w:t>‘</w:t>
      </w:r>
      <w:r w:rsidRPr="00394DC7">
        <w:t>tenderer</w:t>
      </w:r>
      <w:r>
        <w:t>’</w:t>
      </w:r>
      <w:r w:rsidRPr="00394DC7">
        <w:t xml:space="preserve"> also encompasses any Related Body Corporate, proposed Subcontractor or their Related Bod</w:t>
      </w:r>
      <w:r w:rsidR="00F536F3">
        <w:t>y</w:t>
      </w:r>
      <w:r w:rsidRPr="00394DC7">
        <w:t xml:space="preserve"> Corporate, or special purpose vehicle (in which any of these entities have been involved)</w:t>
      </w:r>
      <w:r w:rsidR="00233C8A">
        <w:t xml:space="preserve">, and for the purposes of the </w:t>
      </w:r>
      <w:r w:rsidR="00E32145">
        <w:t>COT</w:t>
      </w:r>
      <w:r w:rsidR="00233C8A">
        <w:t xml:space="preserve">, Project of Concern </w:t>
      </w:r>
      <w:r w:rsidR="00233C8A" w:rsidRPr="00233C8A">
        <w:t>means a project or sustainment activity identified by the Minister for Defence as a Project of Concern</w:t>
      </w:r>
      <w:r w:rsidR="00E449D0">
        <w:t>;</w:t>
      </w:r>
      <w:bookmarkEnd w:id="35"/>
    </w:p>
    <w:p w14:paraId="34D12648" w14:textId="77777777" w:rsidR="001252A2" w:rsidRDefault="001252A2" w:rsidP="0099451D">
      <w:pPr>
        <w:pStyle w:val="COTCOCLV4-ASDEFCON"/>
      </w:pPr>
      <w:r>
        <w:t>if an Insolvency Event occurs in relation to the tenderer or any of its Related Bodies Corporate;</w:t>
      </w:r>
    </w:p>
    <w:p w14:paraId="3B841ED9" w14:textId="67CF19CC" w:rsidR="006F36D7" w:rsidRDefault="001252A2" w:rsidP="0099451D">
      <w:pPr>
        <w:pStyle w:val="COTCOCLV4-ASDEFCON"/>
      </w:pPr>
      <w:r>
        <w:t>if the tender is incomplete or clearly non-competitive; or</w:t>
      </w:r>
    </w:p>
    <w:p w14:paraId="2E4ECBAF" w14:textId="77777777" w:rsidR="001252A2" w:rsidRPr="0058190B" w:rsidRDefault="001252A2" w:rsidP="0099451D">
      <w:pPr>
        <w:pStyle w:val="COTCOCLV4-ASDEFCON"/>
      </w:pPr>
      <w:proofErr w:type="gramStart"/>
      <w:r>
        <w:t>a</w:t>
      </w:r>
      <w:proofErr w:type="gramEnd"/>
      <w:r>
        <w:t xml:space="preserve"> representation or warranty given by the tenderer in its tender is false or misleading.</w:t>
      </w:r>
    </w:p>
    <w:p w14:paraId="70FF8FF0" w14:textId="48F0D33D" w:rsidR="006F36D7" w:rsidRDefault="00E42F3D" w:rsidP="0099451D">
      <w:pPr>
        <w:pStyle w:val="COTCOCLV3-ASDEFCON"/>
      </w:pPr>
      <w:r w:rsidRPr="0058190B">
        <w:t>Any time or date in this RFT is for the convenience of the Commonwealth.  The establishment of a time or date in this RFT does not create an obligation on the part of the Commonwealth to take any action or exercise any right established in the RFT or otherwise.</w:t>
      </w:r>
      <w:bookmarkStart w:id="36" w:name="_Toc222623907"/>
      <w:bookmarkStart w:id="37" w:name="_Toc475968438"/>
      <w:bookmarkStart w:id="38" w:name="_Toc510605932"/>
      <w:bookmarkStart w:id="39" w:name="_Toc527983392"/>
    </w:p>
    <w:p w14:paraId="3F677A81" w14:textId="77777777" w:rsidR="00E42F3D" w:rsidRPr="0058190B" w:rsidRDefault="00E42F3D" w:rsidP="0099451D">
      <w:pPr>
        <w:pStyle w:val="COTCOCLV2-ASDEFCON"/>
      </w:pPr>
      <w:r w:rsidRPr="0058190B">
        <w:t>Australian Government Requirements (Core)</w:t>
      </w:r>
      <w:bookmarkEnd w:id="36"/>
      <w:bookmarkEnd w:id="37"/>
      <w:bookmarkEnd w:id="38"/>
      <w:bookmarkEnd w:id="39"/>
    </w:p>
    <w:p w14:paraId="56A02F8A" w14:textId="3DE4984A" w:rsidR="006F36D7" w:rsidRDefault="00E42F3D" w:rsidP="0099451D">
      <w:pPr>
        <w:pStyle w:val="NoteToDrafters-ASDEFCON"/>
      </w:pPr>
      <w:r w:rsidRPr="0058190B">
        <w:t xml:space="preserve">Note to drafters:  </w:t>
      </w:r>
      <w:r w:rsidR="00B77FD2">
        <w:t>Prior to RFT release</w:t>
      </w:r>
      <w:r w:rsidR="0031744C" w:rsidRPr="00520561">
        <w:t>, the Glossary should be updated to reflect the version of the following documents and policies current at the time of RFT release</w:t>
      </w:r>
      <w:r w:rsidR="00124ED4">
        <w:t>.</w:t>
      </w:r>
    </w:p>
    <w:p w14:paraId="6D318B43" w14:textId="77777777" w:rsidR="00AC7D34" w:rsidRPr="0058190B" w:rsidRDefault="00246B4E" w:rsidP="0099451D">
      <w:pPr>
        <w:pStyle w:val="NoteToDrafters-ASDEFCON"/>
      </w:pPr>
      <w:r>
        <w:t>If there are</w:t>
      </w:r>
      <w:r w:rsidRPr="0058190B">
        <w:t xml:space="preserve"> </w:t>
      </w:r>
      <w:r w:rsidR="00114D7E" w:rsidRPr="0058190B">
        <w:t>other Commonwealth or Defence policies relevant to the procurement activity</w:t>
      </w:r>
      <w:r w:rsidR="007417B1">
        <w:t xml:space="preserve">, </w:t>
      </w:r>
      <w:r>
        <w:t>that are not otherwise referenced in the RFT, they can be listed below.</w:t>
      </w:r>
    </w:p>
    <w:p w14:paraId="5A4CB0A0" w14:textId="272D0384" w:rsidR="006F36D7" w:rsidRDefault="00E42F3D" w:rsidP="0099451D">
      <w:pPr>
        <w:pStyle w:val="NoteToTenderers-ASDEFCON"/>
      </w:pPr>
      <w:r w:rsidRPr="0058190B">
        <w:t xml:space="preserve">Note to tenderers:  </w:t>
      </w:r>
      <w:r w:rsidR="00370B36" w:rsidRPr="0058190B">
        <w:t>Electronic copies of relevant Defence documents are available on the internet</w:t>
      </w:r>
      <w:r w:rsidR="00246B4E">
        <w:t xml:space="preserve"> </w:t>
      </w:r>
      <w:r w:rsidR="00B057D0">
        <w:t>at:</w:t>
      </w:r>
    </w:p>
    <w:p w14:paraId="61003C92" w14:textId="4D73166F" w:rsidR="00B057D0" w:rsidRDefault="00E41C00" w:rsidP="0099451D">
      <w:pPr>
        <w:pStyle w:val="NoteToTenderers-ASDEFCON"/>
      </w:pPr>
      <w:hyperlink r:id="rId11" w:history="1">
        <w:r w:rsidR="007A16BD">
          <w:rPr>
            <w:rStyle w:val="Hyperlink"/>
          </w:rPr>
          <w:t>https://www1.defence.gov.au/business-industry/procurement/contracting-templates/asdefcon-suite</w:t>
        </w:r>
      </w:hyperlink>
    </w:p>
    <w:p w14:paraId="053AAA04" w14:textId="69290AF1" w:rsidR="006F36D7" w:rsidRDefault="00370B36" w:rsidP="0099451D">
      <w:pPr>
        <w:pStyle w:val="NoteToTenderers-ASDEFCON"/>
      </w:pPr>
      <w:r w:rsidRPr="0058190B">
        <w:t>Any other documents required can be provided by the Contact Officer.</w:t>
      </w:r>
    </w:p>
    <w:p w14:paraId="1768D348" w14:textId="5330821B" w:rsidR="00F965D7" w:rsidRDefault="00F965D7" w:rsidP="00F965D7">
      <w:pPr>
        <w:pStyle w:val="NoteToDrafters-ASDEFCON"/>
      </w:pPr>
      <w:r w:rsidRPr="005D0C81">
        <w:t xml:space="preserve">Note to drafters: </w:t>
      </w:r>
      <w:r>
        <w:t xml:space="preserve"> The Performance Exchange Scorecard Program is currently undergoing redevelopment.  D</w:t>
      </w:r>
      <w:r w:rsidRPr="005D0C81">
        <w:t xml:space="preserve">rafters should </w:t>
      </w:r>
      <w:r>
        <w:t xml:space="preserve">seek advice via </w:t>
      </w:r>
      <w:hyperlink r:id="rId12" w:history="1">
        <w:r>
          <w:rPr>
            <w:rStyle w:val="Hyperlink"/>
          </w:rPr>
          <w:t>supplier.rating.system@defence.gov.au</w:t>
        </w:r>
      </w:hyperlink>
      <w:r>
        <w:t xml:space="preserve"> and update the below clauses for replacement program details as necessary.</w:t>
      </w:r>
    </w:p>
    <w:p w14:paraId="2B7E2442" w14:textId="77777777" w:rsidR="00F965D7" w:rsidRDefault="00F965D7" w:rsidP="00F965D7">
      <w:pPr>
        <w:pStyle w:val="NoteToDrafters-ASDEFCON"/>
      </w:pPr>
      <w:r>
        <w:t>Drafters may choose to insert the text below as a Note to tenderers for any approach to the market that needs to be progressed in advance of the replacement program being available:</w:t>
      </w:r>
    </w:p>
    <w:p w14:paraId="208AB11F" w14:textId="1BB477B3" w:rsidR="00F965D7" w:rsidRDefault="00F965D7" w:rsidP="00F965D7">
      <w:pPr>
        <w:pStyle w:val="NoteToDrafters-ASDEFCON"/>
      </w:pPr>
      <w:r>
        <w:t>“</w:t>
      </w:r>
      <w:r w:rsidRPr="00F745FE">
        <w:t xml:space="preserve">Note to Tenderers:  </w:t>
      </w:r>
      <w:r w:rsidRPr="00F51168">
        <w:t>The Performance Exchange Scorecard Program is currently undergoing redevelopment.</w:t>
      </w:r>
      <w:r>
        <w:t xml:space="preserve"> </w:t>
      </w:r>
      <w:r w:rsidR="002074CB">
        <w:t xml:space="preserve"> </w:t>
      </w:r>
      <w:r w:rsidRPr="00F745FE">
        <w:t xml:space="preserve">Please note the Commonwealth may require the replacement </w:t>
      </w:r>
      <w:r>
        <w:t xml:space="preserve">program </w:t>
      </w:r>
      <w:r w:rsidRPr="00F745FE">
        <w:t xml:space="preserve">for the </w:t>
      </w:r>
      <w:r w:rsidRPr="00F745FE">
        <w:lastRenderedPageBreak/>
        <w:t xml:space="preserve">Performance Exchange Scorecard to be incorporated into </w:t>
      </w:r>
      <w:r>
        <w:t>the draft C</w:t>
      </w:r>
      <w:r w:rsidRPr="00F745FE">
        <w:t>ontract prior to signature</w:t>
      </w:r>
      <w:r>
        <w:t xml:space="preserve">.  This may be done via amendment to this tender or </w:t>
      </w:r>
      <w:r w:rsidRPr="00F745FE">
        <w:t>as part of contract negotiations</w:t>
      </w:r>
      <w:r>
        <w:t>.”</w:t>
      </w:r>
    </w:p>
    <w:p w14:paraId="36990F02" w14:textId="17BA244D" w:rsidR="006F36D7" w:rsidRDefault="001252A2" w:rsidP="0099451D">
      <w:pPr>
        <w:pStyle w:val="COTCOCLV3-ASDEFCON"/>
      </w:pPr>
      <w:bookmarkStart w:id="40" w:name="_Ref333591541"/>
      <w:r w:rsidRPr="000604CE">
        <w:t>The Commonwealth will not enter into a Contract with a tenderer which has a judicial decision against it (including overseas jurisdictions but excluding decisions under appeal or instances where the period for appeal or payment/settlement has not expired) relating to unpaid employee entitlements where the entitlements remain unpaid</w:t>
      </w:r>
      <w:bookmarkEnd w:id="40"/>
      <w:r w:rsidRPr="000604CE">
        <w:t>.</w:t>
      </w:r>
    </w:p>
    <w:p w14:paraId="204F1AF0" w14:textId="77777777" w:rsidR="00E42F3D" w:rsidRPr="0058190B" w:rsidRDefault="00E42F3D" w:rsidP="0099451D">
      <w:pPr>
        <w:pStyle w:val="COTCOCLV3-ASDEFCON"/>
      </w:pPr>
      <w:r w:rsidRPr="0058190B">
        <w:t>Tenderers should familiarise themselves with the following Commonwealth policies:</w:t>
      </w:r>
    </w:p>
    <w:p w14:paraId="71D78E2B" w14:textId="77777777" w:rsidR="00B92E5B" w:rsidRDefault="00B92E5B" w:rsidP="0099451D">
      <w:pPr>
        <w:pStyle w:val="COTCOCLV4-ASDEFCON"/>
      </w:pPr>
      <w:r>
        <w:t>DI ADMINPOL and in particular:</w:t>
      </w:r>
    </w:p>
    <w:p w14:paraId="0EDB8F2E" w14:textId="7FAB5670" w:rsidR="00B92E5B" w:rsidRPr="00C81875" w:rsidRDefault="00B92E5B" w:rsidP="00E41C00">
      <w:pPr>
        <w:pStyle w:val="COTCOCLV5-ASDEFCON"/>
        <w:rPr>
          <w:color w:val="auto"/>
          <w:szCs w:val="22"/>
        </w:rPr>
      </w:pPr>
      <w:r>
        <w:t>Annex C, AG4 – Incident reporting and management and the Incident Reporting and Management Manual;</w:t>
      </w:r>
    </w:p>
    <w:p w14:paraId="149E6081" w14:textId="77777777" w:rsidR="00B92E5B" w:rsidRPr="00ED7717" w:rsidRDefault="00B92E5B" w:rsidP="00E41C00">
      <w:pPr>
        <w:pStyle w:val="COTCOCLV5-ASDEFCON"/>
        <w:rPr>
          <w:color w:val="auto"/>
          <w:szCs w:val="22"/>
        </w:rPr>
      </w:pPr>
      <w:r>
        <w:t xml:space="preserve">Annex C, AG5 – </w:t>
      </w:r>
      <w:r w:rsidR="001252A2" w:rsidRPr="00ED7717">
        <w:t>Conflicts of interest</w:t>
      </w:r>
      <w:r w:rsidRPr="00ED7717">
        <w:t xml:space="preserve"> and declarations of interest</w:t>
      </w:r>
      <w:r>
        <w:t xml:space="preserve"> and the </w:t>
      </w:r>
      <w:r w:rsidRPr="00ED7717">
        <w:t>Integrity Policy Manual</w:t>
      </w:r>
      <w:r w:rsidR="001252A2" w:rsidRPr="00246DD7">
        <w:t>;</w:t>
      </w:r>
    </w:p>
    <w:p w14:paraId="639FD51C" w14:textId="77777777" w:rsidR="00BC0472" w:rsidRPr="00890F11" w:rsidRDefault="00B92E5B" w:rsidP="00E41C00">
      <w:pPr>
        <w:pStyle w:val="COTCOCLV5-ASDEFCON"/>
        <w:rPr>
          <w:color w:val="auto"/>
          <w:szCs w:val="22"/>
        </w:rPr>
      </w:pPr>
      <w:r>
        <w:t xml:space="preserve">Annex J, PPL 7 – </w:t>
      </w:r>
      <w:r w:rsidR="003947F7" w:rsidRPr="00ED7717">
        <w:t>Required behaviours In Defence</w:t>
      </w:r>
    </w:p>
    <w:p w14:paraId="4B20CEC1" w14:textId="0EEFABF4" w:rsidR="006F36D7" w:rsidRDefault="00ED7717" w:rsidP="00890F11">
      <w:pPr>
        <w:pStyle w:val="COTCOCLV4-ASDEFCON"/>
      </w:pPr>
      <w:r w:rsidRPr="0072608D">
        <w:t>Complaints and Alternative Resolutions Manual</w:t>
      </w:r>
      <w:r w:rsidR="00BC0472">
        <w:t xml:space="preserve"> - Chapter 3</w:t>
      </w:r>
      <w:r w:rsidR="001252A2">
        <w:t>;</w:t>
      </w:r>
    </w:p>
    <w:p w14:paraId="13205511" w14:textId="00C0DF13" w:rsidR="006F36D7" w:rsidRDefault="00246B4E" w:rsidP="0099451D">
      <w:pPr>
        <w:pStyle w:val="COTCOCLV4-ASDEFCON"/>
      </w:pPr>
      <w:r w:rsidRPr="000604CE">
        <w:t xml:space="preserve">Public Interest Disclosure </w:t>
      </w:r>
      <w:r>
        <w:t>policy detailed at:</w:t>
      </w:r>
    </w:p>
    <w:p w14:paraId="66E8F0DB" w14:textId="390C0CA1" w:rsidR="00246B4E" w:rsidRPr="00902300" w:rsidRDefault="00E41C00" w:rsidP="00890F11">
      <w:pPr>
        <w:pStyle w:val="COTCOCLV4NONUM-ASDEFCON"/>
      </w:pPr>
      <w:hyperlink r:id="rId13" w:history="1">
        <w:r w:rsidR="00BC0472" w:rsidRPr="00F35F12">
          <w:rPr>
            <w:rStyle w:val="Hyperlink"/>
          </w:rPr>
          <w:t>https://www.ombudsman.gov.au/Our-responsibilities/making-a-disclosure</w:t>
        </w:r>
      </w:hyperlink>
      <w:r w:rsidR="00246B4E">
        <w:t>;</w:t>
      </w:r>
    </w:p>
    <w:p w14:paraId="116CE3A5" w14:textId="380FFEBB" w:rsidR="00246B4E" w:rsidRPr="00902300" w:rsidRDefault="00A22EDF" w:rsidP="0099451D">
      <w:pPr>
        <w:pStyle w:val="COTCOCLV4-ASDEFCON"/>
      </w:pPr>
      <w:r>
        <w:t>Performance Exchange</w:t>
      </w:r>
      <w:r w:rsidRPr="006149E7">
        <w:t xml:space="preserve"> </w:t>
      </w:r>
      <w:r w:rsidR="00246B4E" w:rsidRPr="00902300">
        <w:t>Score</w:t>
      </w:r>
      <w:r w:rsidR="00BD3EFD">
        <w:t>c</w:t>
      </w:r>
      <w:r w:rsidR="00246B4E" w:rsidRPr="00902300">
        <w:t>ard policy as detailed at:</w:t>
      </w:r>
    </w:p>
    <w:p w14:paraId="28E17D81" w14:textId="21CD445C" w:rsidR="006F36D7" w:rsidRDefault="00E41C00" w:rsidP="00307843">
      <w:pPr>
        <w:pStyle w:val="COTCOCLV4-ASDEFCON"/>
        <w:numPr>
          <w:ilvl w:val="0"/>
          <w:numId w:val="0"/>
        </w:numPr>
        <w:ind w:left="1400"/>
      </w:pPr>
      <w:hyperlink r:id="rId14" w:history="1">
        <w:r w:rsidR="00F965D7">
          <w:rPr>
            <w:rStyle w:val="Hyperlink"/>
          </w:rPr>
          <w:t>https://www1.defence.gov.au/business-industry/industry-programs/performance-exchange-scorecard</w:t>
        </w:r>
      </w:hyperlink>
      <w:r w:rsidR="00B92E5B">
        <w:t>;</w:t>
      </w:r>
    </w:p>
    <w:p w14:paraId="1965DB81" w14:textId="35D852C8" w:rsidR="00246B4E" w:rsidRPr="00246DD7" w:rsidRDefault="00A22EDF" w:rsidP="0099451D">
      <w:pPr>
        <w:pStyle w:val="COTCOCLV4-ASDEFCON"/>
      </w:pPr>
      <w:r w:rsidRPr="00A6191A">
        <w:t xml:space="preserve">Defence Stocktaking </w:t>
      </w:r>
      <w:r w:rsidRPr="002D2F45">
        <w:t xml:space="preserve">and </w:t>
      </w:r>
      <w:r>
        <w:t xml:space="preserve">Assets </w:t>
      </w:r>
      <w:r w:rsidRPr="002D2F45">
        <w:t xml:space="preserve">Assurance </w:t>
      </w:r>
      <w:r>
        <w:t xml:space="preserve">Checking </w:t>
      </w:r>
      <w:r w:rsidRPr="00A6191A">
        <w:t>policy as detailed in</w:t>
      </w:r>
      <w:r>
        <w:t xml:space="preserve"> DEFLOGMAN Part 2 Volume 5; </w:t>
      </w:r>
      <w:r w:rsidR="00246B4E">
        <w:t>and</w:t>
      </w:r>
    </w:p>
    <w:p w14:paraId="73A29DEE" w14:textId="5BC7A3EA" w:rsidR="00246B4E" w:rsidRPr="0058190B" w:rsidRDefault="00246B4E" w:rsidP="0099451D">
      <w:pPr>
        <w:pStyle w:val="COTCOCLV4-ASDEFCON"/>
      </w:pPr>
      <w:r w:rsidRPr="001252A2">
        <w:fldChar w:fldCharType="begin">
          <w:ffData>
            <w:name w:val="Text2"/>
            <w:enabled/>
            <w:calcOnExit w:val="0"/>
            <w:textInput>
              <w:default w:val="[DRAFTERS TO INSERT ANY OTHER RELEVANT COMMONWEALTH AND DEFENCE POLICIES THAT REGULATE DELIVERY OF THE SUPPLIES]"/>
            </w:textInput>
          </w:ffData>
        </w:fldChar>
      </w:r>
      <w:r w:rsidRPr="001252A2">
        <w:instrText xml:space="preserve"> FORMTEXT </w:instrText>
      </w:r>
      <w:r w:rsidRPr="001252A2">
        <w:fldChar w:fldCharType="separate"/>
      </w:r>
      <w:r w:rsidR="006F36D7">
        <w:rPr>
          <w:noProof/>
        </w:rPr>
        <w:t>[DRAFTERS TO INSERT ANY OTHER RELEVANT COMMONWEALTH AND DEFENCE POLICIES THAT REGULATE DELIVERY OF THE SUPPLIES]</w:t>
      </w:r>
      <w:r w:rsidRPr="001252A2">
        <w:fldChar w:fldCharType="end"/>
      </w:r>
      <w:r w:rsidRPr="0058190B">
        <w:t>.</w:t>
      </w:r>
    </w:p>
    <w:p w14:paraId="4091AAE6" w14:textId="77777777" w:rsidR="00094411" w:rsidRPr="0058190B" w:rsidRDefault="00094411" w:rsidP="0099451D">
      <w:pPr>
        <w:pStyle w:val="COTCOCLV2-ASDEFCON"/>
      </w:pPr>
      <w:bookmarkStart w:id="41" w:name="_Toc460570395"/>
      <w:bookmarkStart w:id="42" w:name="_Toc461711195"/>
      <w:bookmarkStart w:id="43" w:name="_Toc460570399"/>
      <w:bookmarkStart w:id="44" w:name="_Toc461711199"/>
      <w:bookmarkStart w:id="45" w:name="_Toc438128547"/>
      <w:bookmarkStart w:id="46" w:name="_Toc437594952"/>
      <w:bookmarkStart w:id="47" w:name="_Toc437596341"/>
      <w:bookmarkStart w:id="48" w:name="_Toc437601535"/>
      <w:bookmarkStart w:id="49" w:name="_Toc437601840"/>
      <w:bookmarkStart w:id="50" w:name="_Toc437601949"/>
      <w:bookmarkStart w:id="51" w:name="_Toc438128549"/>
      <w:bookmarkStart w:id="52" w:name="_Toc437594956"/>
      <w:bookmarkStart w:id="53" w:name="_Toc437596345"/>
      <w:bookmarkStart w:id="54" w:name="_Toc437601539"/>
      <w:bookmarkStart w:id="55" w:name="_Toc437601844"/>
      <w:bookmarkStart w:id="56" w:name="_Toc437601953"/>
      <w:bookmarkStart w:id="57" w:name="_Toc438128553"/>
      <w:bookmarkStart w:id="58" w:name="_Ref456959611"/>
      <w:bookmarkStart w:id="59" w:name="_Toc475968439"/>
      <w:bookmarkStart w:id="60" w:name="_Toc510605933"/>
      <w:bookmarkStart w:id="61" w:name="_Toc527983393"/>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r w:rsidRPr="0058190B">
        <w:t>W</w:t>
      </w:r>
      <w:r w:rsidR="008312DC" w:rsidRPr="0058190B">
        <w:t>orkplace Gender Equality</w:t>
      </w:r>
      <w:r w:rsidRPr="0058190B">
        <w:t xml:space="preserve"> (Optional)</w:t>
      </w:r>
      <w:bookmarkEnd w:id="58"/>
      <w:bookmarkEnd w:id="59"/>
      <w:bookmarkEnd w:id="60"/>
      <w:bookmarkEnd w:id="61"/>
    </w:p>
    <w:p w14:paraId="2F5601B6" w14:textId="27D799F9" w:rsidR="00094411" w:rsidRPr="0058190B" w:rsidRDefault="00094411" w:rsidP="0099451D">
      <w:pPr>
        <w:pStyle w:val="NoteToDrafters-ASDEFCON"/>
      </w:pPr>
      <w:r w:rsidRPr="0058190B">
        <w:rPr>
          <w:rStyle w:val="SC6416"/>
          <w:color w:val="FFFFFF"/>
        </w:rPr>
        <w:t xml:space="preserve">Note to drafters:  </w:t>
      </w:r>
      <w:r w:rsidR="001252A2">
        <w:rPr>
          <w:rStyle w:val="SC6416"/>
          <w:color w:val="FFFFFF"/>
        </w:rPr>
        <w:t xml:space="preserve">This clause </w:t>
      </w:r>
      <w:r w:rsidR="001252A2">
        <w:rPr>
          <w:rStyle w:val="SC6416"/>
          <w:color w:val="FFFFFF"/>
        </w:rPr>
        <w:fldChar w:fldCharType="begin"/>
      </w:r>
      <w:r w:rsidR="001252A2">
        <w:rPr>
          <w:rStyle w:val="SC6416"/>
          <w:color w:val="FFFFFF"/>
        </w:rPr>
        <w:instrText xml:space="preserve"> REF _Ref456959611 \r \h </w:instrText>
      </w:r>
      <w:r w:rsidR="001252A2">
        <w:rPr>
          <w:rStyle w:val="SC6416"/>
          <w:color w:val="FFFFFF"/>
        </w:rPr>
      </w:r>
      <w:r w:rsidR="001252A2">
        <w:rPr>
          <w:rStyle w:val="SC6416"/>
          <w:color w:val="FFFFFF"/>
        </w:rPr>
        <w:fldChar w:fldCharType="separate"/>
      </w:r>
      <w:r w:rsidR="006F36D7">
        <w:rPr>
          <w:rStyle w:val="SC6416"/>
          <w:color w:val="FFFFFF"/>
        </w:rPr>
        <w:t>1.6</w:t>
      </w:r>
      <w:r w:rsidR="001252A2">
        <w:rPr>
          <w:rStyle w:val="SC6416"/>
          <w:color w:val="FFFFFF"/>
        </w:rPr>
        <w:fldChar w:fldCharType="end"/>
      </w:r>
      <w:r w:rsidR="001252A2">
        <w:rPr>
          <w:rStyle w:val="SC6416"/>
          <w:color w:val="FFFFFF"/>
        </w:rPr>
        <w:t xml:space="preserve"> must be used </w:t>
      </w:r>
      <w:r w:rsidR="001252A2">
        <w:t>for</w:t>
      </w:r>
      <w:r w:rsidRPr="0058190B">
        <w:t xml:space="preserve"> procurement</w:t>
      </w:r>
      <w:r w:rsidR="001252A2">
        <w:t>s</w:t>
      </w:r>
      <w:r w:rsidRPr="0058190B">
        <w:t xml:space="preserve"> at or above the relevant procurement threshold</w:t>
      </w:r>
      <w:r w:rsidR="001252A2">
        <w:t xml:space="preserve"> that</w:t>
      </w:r>
      <w:r w:rsidR="001252A2" w:rsidRPr="0058190B">
        <w:t xml:space="preserve"> </w:t>
      </w:r>
      <w:r w:rsidRPr="0058190B">
        <w:t xml:space="preserve">do not meet the exemptions set out at Appendix A to the CPRs.  </w:t>
      </w:r>
      <w:r w:rsidRPr="0058190B">
        <w:rPr>
          <w:rFonts w:eastAsia="Calibri"/>
        </w:rPr>
        <w:t xml:space="preserve">If the procurement is specifically exempt from </w:t>
      </w:r>
      <w:r w:rsidRPr="0058190B">
        <w:rPr>
          <w:bCs/>
          <w:iCs/>
        </w:rPr>
        <w:t>the additional rules detailed in Division 2 of the CPRs</w:t>
      </w:r>
      <w:r w:rsidRPr="0058190B">
        <w:rPr>
          <w:rFonts w:eastAsia="Calibri"/>
        </w:rPr>
        <w:t xml:space="preserve"> </w:t>
      </w:r>
      <w:r w:rsidRPr="0058190B">
        <w:rPr>
          <w:bCs/>
          <w:iCs/>
        </w:rPr>
        <w:t>as a result of</w:t>
      </w:r>
      <w:r w:rsidRPr="0058190B">
        <w:rPr>
          <w:rFonts w:eastAsia="Calibri"/>
        </w:rPr>
        <w:t xml:space="preserve"> a D</w:t>
      </w:r>
      <w:r w:rsidRPr="0058190B">
        <w:rPr>
          <w:bCs/>
          <w:iCs/>
        </w:rPr>
        <w:t>efence specific exemption (a</w:t>
      </w:r>
      <w:r w:rsidRPr="0058190B">
        <w:rPr>
          <w:rFonts w:eastAsia="Calibri"/>
        </w:rPr>
        <w:t xml:space="preserve"> list of Defence specific exemptions is found in the DPPM</w:t>
      </w:r>
      <w:r w:rsidRPr="0058190B">
        <w:rPr>
          <w:bCs/>
          <w:iCs/>
        </w:rPr>
        <w:t>)</w:t>
      </w:r>
      <w:r w:rsidRPr="0058190B">
        <w:rPr>
          <w:rFonts w:eastAsia="Calibri"/>
        </w:rPr>
        <w:t xml:space="preserve"> the procurement will still be </w:t>
      </w:r>
      <w:r w:rsidRPr="0058190B">
        <w:rPr>
          <w:bCs/>
          <w:iCs/>
        </w:rPr>
        <w:t xml:space="preserve">subject to the </w:t>
      </w:r>
      <w:r w:rsidRPr="0058190B">
        <w:t>Workplace Gender Equality Procurement Principles</w:t>
      </w:r>
      <w:r w:rsidRPr="0058190B">
        <w:rPr>
          <w:bCs/>
          <w:iCs/>
        </w:rPr>
        <w:t xml:space="preserve"> and this </w:t>
      </w:r>
      <w:r w:rsidRPr="0058190B">
        <w:t>clause is to be used.</w:t>
      </w:r>
    </w:p>
    <w:p w14:paraId="0B193FEE" w14:textId="0567065A" w:rsidR="002074CB" w:rsidRDefault="00094411" w:rsidP="0099451D">
      <w:pPr>
        <w:pStyle w:val="NoteToTenderers-ASDEFCON"/>
      </w:pPr>
      <w:r w:rsidRPr="0058190B">
        <w:t>Note to tenderers:  The Workplace Gender Equality Procurement Principles prevent the Commonwealth from entering into contracts with suppliers who are non-compliant under the Workplace Gender Equality Act 2012 (</w:t>
      </w:r>
      <w:proofErr w:type="spellStart"/>
      <w:r w:rsidRPr="0058190B">
        <w:t>Cth</w:t>
      </w:r>
      <w:proofErr w:type="spellEnd"/>
      <w:r w:rsidRPr="0058190B">
        <w:t xml:space="preserve">) (WGE Act).  In performing any resultant Contract, the tenderer </w:t>
      </w:r>
      <w:r w:rsidR="000853C6" w:rsidRPr="0058190B">
        <w:t xml:space="preserve">is to </w:t>
      </w:r>
      <w:r w:rsidRPr="0058190B">
        <w:t xml:space="preserve">comply with its obligations under the WGE Act.  Information about the coverage of the Workplace Gender Equality Procurement Principles is available from the </w:t>
      </w:r>
      <w:r w:rsidR="002074CB" w:rsidRPr="0058190B">
        <w:t>Workplace Gender Equality</w:t>
      </w:r>
      <w:r w:rsidR="002074CB" w:rsidDel="002074CB">
        <w:t xml:space="preserve"> </w:t>
      </w:r>
      <w:r w:rsidR="002074CB">
        <w:t>Agency</w:t>
      </w:r>
      <w:r w:rsidR="00A22EDF">
        <w:t xml:space="preserve"> at:</w:t>
      </w:r>
    </w:p>
    <w:p w14:paraId="118C79E3" w14:textId="3873AED9" w:rsidR="00094411" w:rsidRPr="0058190B" w:rsidRDefault="00E41C00" w:rsidP="0099451D">
      <w:pPr>
        <w:pStyle w:val="NoteToTenderers-ASDEFCON"/>
      </w:pPr>
      <w:hyperlink r:id="rId15" w:history="1">
        <w:r w:rsidR="00F965D7">
          <w:rPr>
            <w:rStyle w:val="Hyperlink"/>
          </w:rPr>
          <w:t>https://www.wgea.gov.au/what-we-do/compliance-reporting/wgea-procurement-principles</w:t>
        </w:r>
      </w:hyperlink>
    </w:p>
    <w:p w14:paraId="552CB9FA" w14:textId="127F6B1B" w:rsidR="00094411" w:rsidRDefault="00094411" w:rsidP="0099451D">
      <w:pPr>
        <w:pStyle w:val="COTCOCLV3-ASDEFCON"/>
      </w:pPr>
      <w:r w:rsidRPr="0058190B">
        <w:t>In accordance with the Workplace Gender Equality Procurement Principles, the Commonwealth</w:t>
      </w:r>
      <w:r w:rsidRPr="0058190B">
        <w:rPr>
          <w:rStyle w:val="SC6416"/>
          <w:bCs/>
        </w:rPr>
        <w:t xml:space="preserve"> will not enter into any resultant Contract with a tenderer </w:t>
      </w:r>
      <w:r w:rsidRPr="0058190B">
        <w:t xml:space="preserve">who is non-compliant under the </w:t>
      </w:r>
      <w:r w:rsidRPr="0058190B">
        <w:rPr>
          <w:i/>
        </w:rPr>
        <w:t>Workplace Gender Equality Act</w:t>
      </w:r>
      <w:r w:rsidRPr="0058190B">
        <w:t xml:space="preserve"> </w:t>
      </w:r>
      <w:r w:rsidRPr="001252A2">
        <w:rPr>
          <w:i/>
        </w:rPr>
        <w:t>2012</w:t>
      </w:r>
      <w:r w:rsidR="001252A2">
        <w:rPr>
          <w:i/>
        </w:rPr>
        <w:t xml:space="preserve"> </w:t>
      </w:r>
      <w:r w:rsidR="001252A2" w:rsidRPr="0058190B">
        <w:t>(</w:t>
      </w:r>
      <w:proofErr w:type="spellStart"/>
      <w:r w:rsidR="001252A2" w:rsidRPr="0058190B">
        <w:t>Cth</w:t>
      </w:r>
      <w:proofErr w:type="spellEnd"/>
      <w:r w:rsidR="001252A2" w:rsidRPr="0058190B">
        <w:t>)</w:t>
      </w:r>
      <w:r w:rsidRPr="0058190B">
        <w:t>.</w:t>
      </w:r>
    </w:p>
    <w:p w14:paraId="7F631D48" w14:textId="77777777" w:rsidR="00A22EDF" w:rsidRDefault="00A22EDF" w:rsidP="0099451D">
      <w:pPr>
        <w:pStyle w:val="COTCOCLV2-ASDEFCON"/>
      </w:pPr>
      <w:bookmarkStart w:id="62" w:name="_Toc6469858"/>
      <w:bookmarkStart w:id="63" w:name="_Toc39750278"/>
      <w:r>
        <w:lastRenderedPageBreak/>
        <w:t>I</w:t>
      </w:r>
      <w:r w:rsidRPr="002A1C74">
        <w:t xml:space="preserve">ndigenous Procurement Policy </w:t>
      </w:r>
      <w:r>
        <w:t>(Optional)</w:t>
      </w:r>
    </w:p>
    <w:p w14:paraId="7E3DC379" w14:textId="77777777" w:rsidR="00D6723E" w:rsidRDefault="00D6723E" w:rsidP="00D6723E">
      <w:pPr>
        <w:pStyle w:val="NoteToDrafters-ASDEFCON"/>
      </w:pPr>
      <w:r>
        <w:t>Note to drafters:  If the procurement:</w:t>
      </w:r>
    </w:p>
    <w:p w14:paraId="228107C6" w14:textId="77777777" w:rsidR="00D6723E" w:rsidRDefault="00D6723E" w:rsidP="00D6723E">
      <w:pPr>
        <w:pStyle w:val="NoteToDraftersBullets-ASDEFCON"/>
      </w:pPr>
      <w:r>
        <w:t>is NOT a Defence Exempt Procurement in accordance with paragraph 2.6 of the CPRs;</w:t>
      </w:r>
    </w:p>
    <w:p w14:paraId="4B13F27F" w14:textId="77777777" w:rsidR="00D6723E" w:rsidRDefault="00D6723E" w:rsidP="00D6723E">
      <w:pPr>
        <w:pStyle w:val="NoteToDraftersBullets-ASDEFCON"/>
      </w:pPr>
      <w:r>
        <w:t>is for any resultant Contract that may be valued over $7.5 million (GST inclusive);</w:t>
      </w:r>
    </w:p>
    <w:p w14:paraId="574ADB7C" w14:textId="77777777" w:rsidR="00D6723E" w:rsidRDefault="00D6723E" w:rsidP="00D6723E">
      <w:pPr>
        <w:pStyle w:val="NoteToDraftersBullets-ASDEFCON"/>
      </w:pPr>
      <w:r>
        <w:t>requires more than half of the value of the resultant Contract to be spent in one or more of the industry sectors within Australia listed at:</w:t>
      </w:r>
    </w:p>
    <w:p w14:paraId="6DD30CB8" w14:textId="7AF63893" w:rsidR="00D6723E" w:rsidRDefault="001D189D" w:rsidP="004A6549">
      <w:pPr>
        <w:pStyle w:val="NoteToDrafters-ASDEFCON"/>
      </w:pPr>
      <w:hyperlink r:id="rId16" w:history="1">
        <w:r w:rsidRPr="004E7B7B">
          <w:rPr>
            <w:rStyle w:val="Hyperlink"/>
          </w:rPr>
          <w:t>http://drnet/casg/commercial/UndertakingProcurementinDefence/Pages/IPP-Minimum-Requirements.aspx</w:t>
        </w:r>
      </w:hyperlink>
      <w:r w:rsidR="00D6723E">
        <w:t>; and</w:t>
      </w:r>
    </w:p>
    <w:p w14:paraId="549BE587" w14:textId="77777777" w:rsidR="00D6723E" w:rsidRDefault="00D6723E" w:rsidP="00D6723E">
      <w:pPr>
        <w:pStyle w:val="NoteToDraftersBullets-ASDEFCON"/>
      </w:pPr>
      <w:r>
        <w:t>does not fall within any sub-category exemptions listed at:</w:t>
      </w:r>
    </w:p>
    <w:p w14:paraId="7BC16174" w14:textId="77777777" w:rsidR="00D6723E" w:rsidRDefault="00D6723E" w:rsidP="004A6549">
      <w:pPr>
        <w:pStyle w:val="NoteToDrafters-ASDEFCON"/>
      </w:pPr>
      <w:hyperlink r:id="rId17" w:history="1">
        <w:r w:rsidRPr="00F35F12">
          <w:rPr>
            <w:rStyle w:val="Hyperlink"/>
          </w:rPr>
          <w:t>http://drnet/casg/commercial/UndertakingProcurementinDefence/Pages/IPP-Minimum-Requirements.aspx</w:t>
        </w:r>
      </w:hyperlink>
      <w:r>
        <w:t>,</w:t>
      </w:r>
    </w:p>
    <w:p w14:paraId="44C4912E" w14:textId="77777777" w:rsidR="00D6723E" w:rsidRDefault="00D6723E" w:rsidP="00D6723E">
      <w:pPr>
        <w:pStyle w:val="NoteToDrafters-ASDEFCON"/>
      </w:pPr>
      <w:proofErr w:type="gramStart"/>
      <w:r>
        <w:t>then</w:t>
      </w:r>
      <w:proofErr w:type="gramEnd"/>
      <w:r>
        <w:t xml:space="preserve"> the mandatory minimum requirements for Indigenous participation must be included in the RFT.</w:t>
      </w:r>
    </w:p>
    <w:p w14:paraId="27637098" w14:textId="28A7BF8E" w:rsidR="002074CB" w:rsidRDefault="00620B39" w:rsidP="00D6723E">
      <w:pPr>
        <w:pStyle w:val="NoteToDrafters-ASDEFCON"/>
      </w:pPr>
      <w:r>
        <w:t xml:space="preserve">Drafters should refer to the IPP website </w:t>
      </w:r>
      <w:r w:rsidR="002074CB">
        <w:t>for the model clause</w:t>
      </w:r>
      <w:r w:rsidR="00D6723E">
        <w:t>s</w:t>
      </w:r>
      <w:r w:rsidR="002074CB">
        <w:t xml:space="preserve"> for the mandatory minimum requirements that apply to High Value Contracts (as defined in the IPP)</w:t>
      </w:r>
      <w:r w:rsidR="002074CB">
        <w:t xml:space="preserve"> at</w:t>
      </w:r>
      <w:r>
        <w:t>:</w:t>
      </w:r>
    </w:p>
    <w:p w14:paraId="46A7248D" w14:textId="466C82DA" w:rsidR="002074CB" w:rsidRDefault="00E41C00" w:rsidP="00D6723E">
      <w:pPr>
        <w:pStyle w:val="NoteToDrafters-ASDEFCON"/>
      </w:pPr>
      <w:hyperlink r:id="rId18" w:history="1">
        <w:r w:rsidR="00620B39">
          <w:rPr>
            <w:rStyle w:val="Hyperlink"/>
          </w:rPr>
          <w:t>https://www.niaa.gov.au/resource-centre/indigenous-affairs/indigenous-procurement-policy-model-clauses</w:t>
        </w:r>
      </w:hyperlink>
      <w:r w:rsidR="001D189D">
        <w:rPr>
          <w:rStyle w:val="Hyperlink"/>
        </w:rPr>
        <w:t>.</w:t>
      </w:r>
    </w:p>
    <w:p w14:paraId="069B1324" w14:textId="09B9D22B" w:rsidR="00A22EDF" w:rsidRPr="00CF2417" w:rsidRDefault="00A22EDF" w:rsidP="0099451D">
      <w:pPr>
        <w:pStyle w:val="COTCOCLV2-ASDEFCON"/>
      </w:pPr>
      <w:r>
        <w:t>Procurement Complaints</w:t>
      </w:r>
      <w:r w:rsidRPr="00CF2417">
        <w:t xml:space="preserve"> (</w:t>
      </w:r>
      <w:r>
        <w:t>Core</w:t>
      </w:r>
      <w:r w:rsidRPr="00CF2417">
        <w:t>)</w:t>
      </w:r>
      <w:bookmarkEnd w:id="62"/>
      <w:bookmarkEnd w:id="63"/>
    </w:p>
    <w:p w14:paraId="0639F3A5" w14:textId="338DAEBE" w:rsidR="00A22EDF" w:rsidRDefault="00A22EDF" w:rsidP="0099451D">
      <w:pPr>
        <w:pStyle w:val="COTCOCLV3-ASDEFCON"/>
      </w:pPr>
      <w:r>
        <w:t>In the event t</w:t>
      </w:r>
      <w:r w:rsidRPr="001638C8">
        <w:t>enderer</w:t>
      </w:r>
      <w:r>
        <w:t xml:space="preserve">s wish to lodge a formal complaint regarding this procurement, the complaint is to be directed in writing to: </w:t>
      </w:r>
      <w:hyperlink r:id="rId19" w:history="1">
        <w:r w:rsidRPr="00B95CDB">
          <w:rPr>
            <w:rStyle w:val="Hyperlink"/>
          </w:rPr>
          <w:t>procurement.complaints@defence.gov.au</w:t>
        </w:r>
      </w:hyperlink>
      <w:r>
        <w:t xml:space="preserve">. </w:t>
      </w:r>
      <w:r w:rsidR="00BC0472">
        <w:t xml:space="preserve"> </w:t>
      </w:r>
      <w:r>
        <w:t>On the request of the Commonwealth, tenderers are to</w:t>
      </w:r>
      <w:r w:rsidRPr="001638C8">
        <w:t xml:space="preserve"> cooperate with the Commonwealth in the resolution of any complaint </w:t>
      </w:r>
      <w:r>
        <w:t>regarding</w:t>
      </w:r>
      <w:r w:rsidRPr="001638C8">
        <w:t xml:space="preserve"> this procurement.</w:t>
      </w:r>
    </w:p>
    <w:tbl>
      <w:tblPr>
        <w:tblW w:w="9180"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180"/>
      </w:tblGrid>
      <w:tr w:rsidR="00A22EDF" w14:paraId="029A594A" w14:textId="77777777" w:rsidTr="00AB26DE">
        <w:tc>
          <w:tcPr>
            <w:tcW w:w="9180" w:type="dxa"/>
            <w:shd w:val="clear" w:color="auto" w:fill="auto"/>
          </w:tcPr>
          <w:p w14:paraId="7844B0D1" w14:textId="7E5D11F5" w:rsidR="00A22EDF" w:rsidRDefault="00A22EDF" w:rsidP="00307843">
            <w:pPr>
              <w:pStyle w:val="ASDEFCONOption"/>
            </w:pPr>
            <w:r>
              <w:t xml:space="preserve">Option: </w:t>
            </w:r>
            <w:r w:rsidR="00902DE2">
              <w:t xml:space="preserve"> </w:t>
            </w:r>
            <w:r>
              <w:t>For an RFT covered by a public interest certificate.</w:t>
            </w:r>
          </w:p>
          <w:p w14:paraId="7E4044BF" w14:textId="77777777" w:rsidR="00A22EDF" w:rsidRDefault="00A22EDF">
            <w:pPr>
              <w:pStyle w:val="COTCOCLV3-ASDEFCON"/>
            </w:pPr>
            <w:r w:rsidRPr="00CF2417">
              <w:t xml:space="preserve">A public interest certificate under the </w:t>
            </w:r>
            <w:r w:rsidRPr="00293ECF">
              <w:rPr>
                <w:i/>
              </w:rPr>
              <w:t>Government Procurement (Judicial Review) Act 2018</w:t>
            </w:r>
            <w:r w:rsidRPr="00CF2417">
              <w:t xml:space="preserve"> (</w:t>
            </w:r>
            <w:proofErr w:type="spellStart"/>
            <w:r w:rsidRPr="00CF2417">
              <w:t>Cth</w:t>
            </w:r>
            <w:proofErr w:type="spellEnd"/>
            <w:r w:rsidRPr="00CF2417">
              <w:t>) covering this procurement is in force.</w:t>
            </w:r>
          </w:p>
        </w:tc>
      </w:tr>
    </w:tbl>
    <w:p w14:paraId="6B3EE996" w14:textId="77777777" w:rsidR="00AB26DE" w:rsidRDefault="00AB26DE" w:rsidP="0099451D">
      <w:pPr>
        <w:pStyle w:val="ASDEFCONOptionSpace"/>
      </w:pPr>
    </w:p>
    <w:p w14:paraId="76600FC5" w14:textId="77777777" w:rsidR="00A22EDF" w:rsidRPr="002C080E" w:rsidRDefault="00A22EDF" w:rsidP="0099451D">
      <w:pPr>
        <w:pStyle w:val="COTCOCLV2-ASDEFCON"/>
      </w:pPr>
      <w:bookmarkStart w:id="64" w:name="_Ref11680539"/>
      <w:bookmarkStart w:id="65" w:name="_Toc39750279"/>
      <w:r w:rsidRPr="002C080E">
        <w:t>Statement of Tax Record (Optional)</w:t>
      </w:r>
      <w:bookmarkEnd w:id="64"/>
      <w:bookmarkEnd w:id="65"/>
    </w:p>
    <w:p w14:paraId="5E49F8FF" w14:textId="32E4BB95" w:rsidR="00A22EDF" w:rsidRDefault="00A22EDF" w:rsidP="0099451D">
      <w:pPr>
        <w:pStyle w:val="NoteToDrafters-ASDEFCON"/>
      </w:pPr>
      <w:r>
        <w:t xml:space="preserve">Note to drafters: </w:t>
      </w:r>
      <w:r w:rsidR="00902DE2">
        <w:t xml:space="preserve"> </w:t>
      </w:r>
      <w:r>
        <w:t>This clause must be used when a procurement is conducted by open tender, is subject to the CPRs and has an estimated value over $4 million (</w:t>
      </w:r>
      <w:proofErr w:type="spellStart"/>
      <w:proofErr w:type="gramStart"/>
      <w:r>
        <w:t>inc</w:t>
      </w:r>
      <w:proofErr w:type="spellEnd"/>
      <w:proofErr w:type="gramEnd"/>
      <w:r>
        <w:t xml:space="preserve"> GST).</w:t>
      </w:r>
    </w:p>
    <w:p w14:paraId="56E92DD6" w14:textId="5AB4C42D" w:rsidR="00902DE2" w:rsidRDefault="00A22EDF" w:rsidP="0099451D">
      <w:pPr>
        <w:pStyle w:val="NoteToTenderers-ASDEFCON"/>
      </w:pPr>
      <w:r>
        <w:t xml:space="preserve">Note to tenderers: </w:t>
      </w:r>
      <w:r w:rsidR="00902DE2">
        <w:t xml:space="preserve"> </w:t>
      </w:r>
      <w:r>
        <w:t>The Black Economy Procurement Connected Policy imposes obligations on the Commonwealth to obtain from tenderers satisfactory and valid STRs.  Further information about the requirements arising under the Black Economy Procurement Connected Policy is available from the Department of Treasury at</w:t>
      </w:r>
      <w:r w:rsidR="00902DE2">
        <w:t>:</w:t>
      </w:r>
    </w:p>
    <w:p w14:paraId="56E225ED" w14:textId="238E40AD" w:rsidR="00A22EDF" w:rsidRDefault="00E41C00" w:rsidP="0099451D">
      <w:pPr>
        <w:pStyle w:val="NoteToTenderers-ASDEFCON"/>
      </w:pPr>
      <w:hyperlink r:id="rId20" w:history="1">
        <w:r w:rsidR="008D29C6" w:rsidRPr="00D0094C">
          <w:rPr>
            <w:rStyle w:val="Hyperlink"/>
          </w:rPr>
          <w:t>https://treasury.gov.au/policy-topics/economy/black-economy/procurement-connected-policy</w:t>
        </w:r>
      </w:hyperlink>
      <w:r w:rsidR="00A22EDF">
        <w:t>.</w:t>
      </w:r>
    </w:p>
    <w:p w14:paraId="3CD5E664" w14:textId="5EB4C3DC" w:rsidR="00A22EDF" w:rsidRDefault="00A22EDF" w:rsidP="0099451D">
      <w:pPr>
        <w:pStyle w:val="COTCOCLV3-ASDEFCON"/>
      </w:pPr>
      <w:r>
        <w:t xml:space="preserve">In accordance with the Black Economy Procurement Connected Policy, and subject to clause </w:t>
      </w:r>
      <w:r>
        <w:fldChar w:fldCharType="begin"/>
      </w:r>
      <w:r>
        <w:instrText xml:space="preserve"> REF _Ref11680315 \r \h </w:instrText>
      </w:r>
      <w:r>
        <w:fldChar w:fldCharType="separate"/>
      </w:r>
      <w:r w:rsidR="006F36D7">
        <w:t>1.9.2</w:t>
      </w:r>
      <w:r>
        <w:fldChar w:fldCharType="end"/>
      </w:r>
      <w:r>
        <w:t>, a tender is to include all of the satisfactory and valid STRs required from a tenderer under Table A-1.</w:t>
      </w:r>
    </w:p>
    <w:p w14:paraId="74F45661" w14:textId="52427EB7" w:rsidR="00A22EDF" w:rsidRDefault="00A22EDF" w:rsidP="0099451D">
      <w:pPr>
        <w:pStyle w:val="COTCOCLV3-ASDEFCON"/>
      </w:pPr>
      <w:bookmarkStart w:id="66" w:name="_Ref11680315"/>
      <w:r>
        <w:t xml:space="preserve">If the tender includes an STR receipt issued by the Australian Taxation Office confirming that the STRs required under Table </w:t>
      </w:r>
      <w:r w:rsidR="00C85752">
        <w:t>A-</w:t>
      </w:r>
      <w:r>
        <w:t xml:space="preserve">A-1 were requested prior to the Closing Time, then the tenderer may provide all of the required satisfactory and valid STRs to the Contact Officer within </w:t>
      </w:r>
      <w:r w:rsidR="00DC1353">
        <w:t>four</w:t>
      </w:r>
      <w:r>
        <w:t xml:space="preserve"> Working Days after the Closing Time.</w:t>
      </w:r>
      <w:bookmarkEnd w:id="66"/>
    </w:p>
    <w:p w14:paraId="5CA2AF16" w14:textId="0AE97F67" w:rsidR="00A22EDF" w:rsidRDefault="00A22EDF" w:rsidP="00307843">
      <w:pPr>
        <w:pStyle w:val="COTCOCLV3-ASDEFCON"/>
        <w:keepNext/>
      </w:pPr>
      <w:r>
        <w:t xml:space="preserve">Tenderers are to obtain and hold as at the Closing Time all of the satisfactory and valid STRs required under Table </w:t>
      </w:r>
      <w:r w:rsidR="00C85752">
        <w:t>A-</w:t>
      </w:r>
      <w:r>
        <w:t xml:space="preserve">A-1 (or an STR receipt confirming that the STRs required under Table </w:t>
      </w:r>
      <w:r w:rsidR="00C85752">
        <w:t>A-</w:t>
      </w:r>
      <w:r>
        <w:t>A-1 were requested prior to the Closing Time) of any entity that the tenderer proposes to engage as a direct Subcontractor, if the total value of all work under the Subcontract is expected to exceed $4 million (inc</w:t>
      </w:r>
      <w:r w:rsidR="00640CB8">
        <w:t>luding</w:t>
      </w:r>
      <w:r>
        <w:t xml:space="preserve"> GST).</w:t>
      </w:r>
    </w:p>
    <w:p w14:paraId="541A26A0" w14:textId="7D72DC4A" w:rsidR="006F36D7" w:rsidRDefault="00A22EDF" w:rsidP="0099451D">
      <w:pPr>
        <w:pStyle w:val="COTCOCLV3-ASDEFCON"/>
      </w:pPr>
      <w:r>
        <w:t>For the purposes of the RFT, an STR is taken to be:</w:t>
      </w:r>
    </w:p>
    <w:p w14:paraId="41D1E2DF" w14:textId="77777777" w:rsidR="00A22EDF" w:rsidRDefault="00A22EDF" w:rsidP="0099451D">
      <w:pPr>
        <w:pStyle w:val="COTCOCLV4-ASDEFCON"/>
      </w:pPr>
      <w:r w:rsidRPr="00632C99">
        <w:rPr>
          <w:b/>
          <w:i/>
        </w:rPr>
        <w:t>satisfactory</w:t>
      </w:r>
      <w:r>
        <w:t xml:space="preserve"> if the STR states that the entity has met the conditions, as set out in the Black Economy Procurement Connected Policy, of having a satisfactory engagement with the Australian tax system; and</w:t>
      </w:r>
    </w:p>
    <w:p w14:paraId="3D3C96F1" w14:textId="7DFB6994" w:rsidR="00A22EDF" w:rsidRDefault="00A22EDF" w:rsidP="0099451D">
      <w:pPr>
        <w:pStyle w:val="COTCOCLV4-ASDEFCON"/>
      </w:pPr>
      <w:proofErr w:type="gramStart"/>
      <w:r w:rsidRPr="00124660">
        <w:rPr>
          <w:b/>
          <w:i/>
        </w:rPr>
        <w:lastRenderedPageBreak/>
        <w:t>valid</w:t>
      </w:r>
      <w:proofErr w:type="gramEnd"/>
      <w:r>
        <w:t xml:space="preserve"> if the STR has not expired as at the date on which the STR is required to be provided or held.</w:t>
      </w:r>
    </w:p>
    <w:p w14:paraId="2FE794B9" w14:textId="77777777" w:rsidR="00E42F3D" w:rsidRPr="0058190B" w:rsidRDefault="00856C3F" w:rsidP="0099451D">
      <w:pPr>
        <w:pStyle w:val="COTCOCLV1-ASDEFCON"/>
      </w:pPr>
      <w:bookmarkStart w:id="67" w:name="_Toc222623908"/>
      <w:bookmarkStart w:id="68" w:name="_Toc475968440"/>
      <w:bookmarkStart w:id="69" w:name="_Toc510605934"/>
      <w:bookmarkStart w:id="70" w:name="_Toc527983394"/>
      <w:r w:rsidRPr="0058190B">
        <w:t>TENDER PREPARATION</w:t>
      </w:r>
      <w:bookmarkEnd w:id="67"/>
      <w:r w:rsidRPr="001252A2">
        <w:t xml:space="preserve"> </w:t>
      </w:r>
      <w:r>
        <w:t>AND LODGEMENT</w:t>
      </w:r>
      <w:bookmarkEnd w:id="68"/>
      <w:bookmarkEnd w:id="69"/>
      <w:bookmarkEnd w:id="70"/>
    </w:p>
    <w:p w14:paraId="62413C12" w14:textId="77777777" w:rsidR="00E42F3D" w:rsidRPr="0058190B" w:rsidRDefault="00E42F3D" w:rsidP="0099451D">
      <w:pPr>
        <w:pStyle w:val="COTCOCLV2-ASDEFCON"/>
      </w:pPr>
      <w:bookmarkStart w:id="71" w:name="_Toc222623909"/>
      <w:bookmarkStart w:id="72" w:name="_Toc475968441"/>
      <w:bookmarkStart w:id="73" w:name="_Toc510605935"/>
      <w:bookmarkStart w:id="74" w:name="_Toc527983395"/>
      <w:r w:rsidRPr="0058190B">
        <w:t>Tenderers to Inform Themselves (Core)</w:t>
      </w:r>
      <w:bookmarkEnd w:id="71"/>
      <w:bookmarkEnd w:id="72"/>
      <w:bookmarkEnd w:id="73"/>
      <w:bookmarkEnd w:id="74"/>
    </w:p>
    <w:p w14:paraId="7BAA6796" w14:textId="77777777" w:rsidR="00E42F3D" w:rsidRPr="0058190B" w:rsidRDefault="00E42F3D" w:rsidP="0099451D">
      <w:pPr>
        <w:pStyle w:val="COTCOCLV3-ASDEFCON"/>
      </w:pPr>
      <w:r w:rsidRPr="0058190B">
        <w:t>The Commonwealth makes no representations or warranties that the information in this RFT or any information communicated or provided to tenderers during the RFT process is, or will be, accurate, current or complete.</w:t>
      </w:r>
    </w:p>
    <w:p w14:paraId="5354D8A8" w14:textId="77777777" w:rsidR="00E42F3D" w:rsidRPr="0058190B" w:rsidRDefault="00E42F3D" w:rsidP="0099451D">
      <w:pPr>
        <w:pStyle w:val="COTCOCLV3-ASDEFCON"/>
      </w:pPr>
      <w:r w:rsidRPr="0058190B">
        <w:t>Tenderers are responsible for:</w:t>
      </w:r>
    </w:p>
    <w:p w14:paraId="790885E9" w14:textId="77777777" w:rsidR="00E42F3D" w:rsidRPr="0058190B" w:rsidRDefault="00E42F3D" w:rsidP="0099451D">
      <w:pPr>
        <w:pStyle w:val="COTCOCLV4-ASDEFCON"/>
      </w:pPr>
      <w:r w:rsidRPr="0058190B">
        <w:t>examining this RFT, any documents referenced in or attached to this RFT and any other information made available by the Commonwealth to tenderers in connection with the RFT process;</w:t>
      </w:r>
    </w:p>
    <w:p w14:paraId="57063687" w14:textId="77777777" w:rsidR="00E42F3D" w:rsidRPr="0058190B" w:rsidRDefault="00E42F3D" w:rsidP="0099451D">
      <w:pPr>
        <w:pStyle w:val="COTCOCLV4-ASDEFCON"/>
      </w:pPr>
      <w:r w:rsidRPr="0058190B">
        <w:t>obtaining and examining all further information which is obtainable by the making of reasonable inquiries relevant to the risks, contingencies, and other circumstances having an effect on their tenders; and</w:t>
      </w:r>
    </w:p>
    <w:p w14:paraId="2466AEB0" w14:textId="77777777" w:rsidR="00E42F3D" w:rsidRPr="0058190B" w:rsidRDefault="00E42F3D" w:rsidP="0099451D">
      <w:pPr>
        <w:pStyle w:val="COTCOCLV4-ASDEFCON"/>
      </w:pPr>
      <w:proofErr w:type="gramStart"/>
      <w:r w:rsidRPr="0058190B">
        <w:t>satisfying</w:t>
      </w:r>
      <w:proofErr w:type="gramEnd"/>
      <w:r w:rsidRPr="0058190B">
        <w:t xml:space="preserve"> themselves </w:t>
      </w:r>
      <w:r w:rsidR="001252A2">
        <w:t xml:space="preserve">that </w:t>
      </w:r>
      <w:r w:rsidR="001252A2" w:rsidRPr="00246DD7">
        <w:t xml:space="preserve">their tender </w:t>
      </w:r>
      <w:r w:rsidR="001252A2">
        <w:t>(</w:t>
      </w:r>
      <w:r w:rsidR="001252A2" w:rsidRPr="00246DD7">
        <w:t>including tendered prices</w:t>
      </w:r>
      <w:r w:rsidR="001252A2">
        <w:t>) is</w:t>
      </w:r>
      <w:r w:rsidR="001252A2" w:rsidRPr="00246DD7">
        <w:t xml:space="preserve"> accura</w:t>
      </w:r>
      <w:r w:rsidR="001252A2">
        <w:t>te,</w:t>
      </w:r>
      <w:r w:rsidR="001252A2" w:rsidRPr="00246DD7">
        <w:t xml:space="preserve"> complete</w:t>
      </w:r>
      <w:r w:rsidR="001252A2">
        <w:t xml:space="preserve"> and not misleading</w:t>
      </w:r>
      <w:r w:rsidRPr="0058190B">
        <w:t>.</w:t>
      </w:r>
    </w:p>
    <w:p w14:paraId="12486105" w14:textId="77777777" w:rsidR="00E42F3D" w:rsidRPr="0058190B" w:rsidRDefault="00E42F3D" w:rsidP="0099451D">
      <w:pPr>
        <w:pStyle w:val="COTCOCLV3-ASDEFCON"/>
      </w:pPr>
      <w:bookmarkStart w:id="75" w:name="_Ref95209864"/>
      <w:r w:rsidRPr="0058190B">
        <w:t xml:space="preserve">Tenderers </w:t>
      </w:r>
      <w:r w:rsidR="00393757">
        <w:t xml:space="preserve">are to </w:t>
      </w:r>
      <w:r w:rsidRPr="0058190B">
        <w:t xml:space="preserve">prepare and lodge </w:t>
      </w:r>
      <w:r w:rsidR="00393757">
        <w:t>their</w:t>
      </w:r>
      <w:r w:rsidR="00393757" w:rsidRPr="0058190B">
        <w:t xml:space="preserve"> </w:t>
      </w:r>
      <w:r w:rsidRPr="0058190B">
        <w:t>tender</w:t>
      </w:r>
      <w:r w:rsidR="00393757">
        <w:t>s</w:t>
      </w:r>
      <w:r w:rsidRPr="0058190B">
        <w:t xml:space="preserve"> based on the acknowledgment</w:t>
      </w:r>
      <w:r w:rsidR="00393757">
        <w:t>s</w:t>
      </w:r>
      <w:r w:rsidRPr="0058190B">
        <w:t xml:space="preserve"> and agreement</w:t>
      </w:r>
      <w:r w:rsidR="00393757">
        <w:t>s</w:t>
      </w:r>
      <w:r w:rsidRPr="0058190B">
        <w:t xml:space="preserve"> </w:t>
      </w:r>
      <w:r w:rsidR="001252A2" w:rsidRPr="000604CE">
        <w:t>at the Tenderer’s Deed of Undertaking</w:t>
      </w:r>
      <w:r w:rsidR="001252A2">
        <w:t>.</w:t>
      </w:r>
      <w:bookmarkEnd w:id="75"/>
    </w:p>
    <w:p w14:paraId="3472CC11" w14:textId="77777777" w:rsidR="00902DE2" w:rsidRDefault="008734C6" w:rsidP="0099451D">
      <w:pPr>
        <w:pStyle w:val="NoteToTenderers-ASDEFCON"/>
      </w:pPr>
      <w:r w:rsidRPr="0058190B">
        <w:t>Note to tenderers:  Requests for advice on the control status of Australian goods and/or services should be forwarded to Defence Export Control</w:t>
      </w:r>
      <w:r w:rsidR="00A22EDF">
        <w:t>s</w:t>
      </w:r>
      <w:r w:rsidRPr="0058190B">
        <w:t xml:space="preserve"> via email at </w:t>
      </w:r>
      <w:hyperlink r:id="rId21" w:history="1">
        <w:r w:rsidR="00A22EDF">
          <w:rPr>
            <w:rStyle w:val="Hyperlink"/>
            <w:rFonts w:cs="Arial"/>
          </w:rPr>
          <w:t>ExportControls@defence.gov.au</w:t>
        </w:r>
      </w:hyperlink>
      <w:r w:rsidR="00AB4D6A" w:rsidRPr="0058190B">
        <w:rPr>
          <w:color w:val="0000FF"/>
        </w:rPr>
        <w:t>.</w:t>
      </w:r>
      <w:r w:rsidR="00114D7E" w:rsidRPr="0058190B">
        <w:rPr>
          <w:color w:val="0000FF"/>
        </w:rPr>
        <w:t xml:space="preserve"> </w:t>
      </w:r>
      <w:r w:rsidRPr="0058190B">
        <w:t xml:space="preserve"> Further information on Australian export controls may be found at</w:t>
      </w:r>
      <w:r w:rsidR="00A22EDF">
        <w:t>:</w:t>
      </w:r>
    </w:p>
    <w:p w14:paraId="7DBEB070" w14:textId="6B0B2531" w:rsidR="008734C6" w:rsidRPr="0058190B" w:rsidRDefault="00E41C00" w:rsidP="0099451D">
      <w:pPr>
        <w:pStyle w:val="NoteToTenderers-ASDEFCON"/>
        <w:rPr>
          <w:rFonts w:cs="Arial"/>
        </w:rPr>
      </w:pPr>
      <w:hyperlink r:id="rId22" w:history="1">
        <w:r w:rsidR="00902DE2">
          <w:rPr>
            <w:color w:val="0000FF"/>
            <w:u w:val="single"/>
          </w:rPr>
          <w:t>https://www1.defence.gov.au/business-industry/export/controls</w:t>
        </w:r>
      </w:hyperlink>
      <w:r w:rsidR="008734C6" w:rsidRPr="0058190B">
        <w:t>.</w:t>
      </w:r>
    </w:p>
    <w:p w14:paraId="1783BEA9" w14:textId="77777777" w:rsidR="00E42F3D" w:rsidRPr="0058190B" w:rsidRDefault="008734C6" w:rsidP="0099451D">
      <w:pPr>
        <w:pStyle w:val="COTCOCLV3-ASDEFCON"/>
      </w:pPr>
      <w:r w:rsidRPr="0058190B">
        <w:t>Tenderers are solely responsible for informing themselves of the export control status of the tendered Supplies and for ensuring their compliance with Australian and foreign government controls related to the export of defence and dual-use goods, including if the export is from an Australian contractor to an overseas Subcontractor or Related Body Corporate for the purposes of providing the Supplies to the Commonwealth.</w:t>
      </w:r>
    </w:p>
    <w:p w14:paraId="34362A8B" w14:textId="77777777" w:rsidR="00E42F3D" w:rsidRPr="0058190B" w:rsidRDefault="00E42F3D" w:rsidP="0099451D">
      <w:pPr>
        <w:pStyle w:val="COTCOCLV2-ASDEFCON"/>
      </w:pPr>
      <w:bookmarkStart w:id="76" w:name="_Toc222623911"/>
      <w:bookmarkStart w:id="77" w:name="_Toc475968442"/>
      <w:bookmarkStart w:id="78" w:name="_Toc510605936"/>
      <w:bookmarkStart w:id="79" w:name="_Toc527983396"/>
      <w:r w:rsidRPr="0058190B">
        <w:t>Tender Preparation (Core)</w:t>
      </w:r>
      <w:bookmarkEnd w:id="76"/>
      <w:bookmarkEnd w:id="77"/>
      <w:bookmarkEnd w:id="78"/>
      <w:bookmarkEnd w:id="79"/>
    </w:p>
    <w:p w14:paraId="1D0AE579" w14:textId="77777777" w:rsidR="00E42F3D" w:rsidRPr="0058190B" w:rsidRDefault="001252A2" w:rsidP="0099451D">
      <w:pPr>
        <w:pStyle w:val="COTCOCLV3-ASDEFCON"/>
      </w:pPr>
      <w:bookmarkStart w:id="80" w:name="_Hlt95785211"/>
      <w:bookmarkEnd w:id="80"/>
      <w:r>
        <w:t>T</w:t>
      </w:r>
      <w:r w:rsidR="00E42F3D" w:rsidRPr="0058190B">
        <w:t xml:space="preserve">enderers </w:t>
      </w:r>
      <w:r w:rsidR="000853C6" w:rsidRPr="0058190B">
        <w:t xml:space="preserve">are to </w:t>
      </w:r>
      <w:r w:rsidR="00E42F3D" w:rsidRPr="0058190B">
        <w:t xml:space="preserve">complete and provide the information requested in the </w:t>
      </w:r>
      <w:r>
        <w:t>a</w:t>
      </w:r>
      <w:r w:rsidR="00E42F3D" w:rsidRPr="0058190B">
        <w:t xml:space="preserve">nnexes to the TDRL and </w:t>
      </w:r>
      <w:r w:rsidR="000853C6" w:rsidRPr="0058190B">
        <w:t xml:space="preserve">are to </w:t>
      </w:r>
      <w:r w:rsidR="00E42F3D" w:rsidRPr="0058190B">
        <w:t>do so in the manner reque</w:t>
      </w:r>
      <w:r w:rsidR="004108BF" w:rsidRPr="0058190B">
        <w:t xml:space="preserve">sted in the </w:t>
      </w:r>
      <w:r>
        <w:t>a</w:t>
      </w:r>
      <w:r w:rsidR="004108BF" w:rsidRPr="0058190B">
        <w:t>nnexes</w:t>
      </w:r>
      <w:r w:rsidR="00E42F3D" w:rsidRPr="0058190B">
        <w:t>.</w:t>
      </w:r>
    </w:p>
    <w:p w14:paraId="461217AB" w14:textId="7CE5B283" w:rsidR="00E42F3D" w:rsidRPr="0058190B" w:rsidRDefault="00E42F3D" w:rsidP="0099451D">
      <w:pPr>
        <w:pStyle w:val="COTCOCLV3-ASDEFCON"/>
      </w:pPr>
      <w:bookmarkStart w:id="81" w:name="_Ref431386727"/>
      <w:r w:rsidRPr="0058190B">
        <w:t>Supporting documentation may be provided to enhance the tender.</w:t>
      </w:r>
      <w:r w:rsidR="005F02D2">
        <w:t xml:space="preserve"> </w:t>
      </w:r>
      <w:r w:rsidR="00902DE2">
        <w:t xml:space="preserve"> </w:t>
      </w:r>
      <w:r w:rsidRPr="0058190B">
        <w:t xml:space="preserve">Supporting documentation relevant to a particular volume </w:t>
      </w:r>
      <w:r w:rsidR="000853C6" w:rsidRPr="0058190B">
        <w:t xml:space="preserve">is to </w:t>
      </w:r>
      <w:r w:rsidRPr="0058190B">
        <w:t>be indicated in that volume.</w:t>
      </w:r>
      <w:bookmarkEnd w:id="81"/>
    </w:p>
    <w:p w14:paraId="3F22C440" w14:textId="77777777" w:rsidR="00E42F3D" w:rsidRPr="0058190B" w:rsidRDefault="00E42F3D" w:rsidP="0099451D">
      <w:pPr>
        <w:pStyle w:val="COTCOCLV2-ASDEFCON"/>
      </w:pPr>
      <w:bookmarkStart w:id="82" w:name="_Ref95210092"/>
      <w:bookmarkStart w:id="83" w:name="_Toc222623913"/>
      <w:bookmarkStart w:id="84" w:name="_Toc475968443"/>
      <w:bookmarkStart w:id="85" w:name="_Toc510605937"/>
      <w:bookmarkStart w:id="86" w:name="_Toc527983397"/>
      <w:r w:rsidRPr="0058190B">
        <w:t>Contact Officer for RFT Inquiries (Core)</w:t>
      </w:r>
      <w:bookmarkEnd w:id="82"/>
      <w:bookmarkEnd w:id="83"/>
      <w:bookmarkEnd w:id="84"/>
      <w:bookmarkEnd w:id="85"/>
      <w:bookmarkEnd w:id="86"/>
    </w:p>
    <w:p w14:paraId="33CFAFE1" w14:textId="77777777" w:rsidR="00E42F3D" w:rsidRPr="0058190B" w:rsidRDefault="00E42F3D" w:rsidP="0099451D">
      <w:pPr>
        <w:pStyle w:val="COTCOCLV3-ASDEFCON"/>
      </w:pPr>
      <w:r w:rsidRPr="0058190B">
        <w:t xml:space="preserve">Tenderers </w:t>
      </w:r>
      <w:r w:rsidR="000853C6" w:rsidRPr="0058190B">
        <w:t xml:space="preserve">are to </w:t>
      </w:r>
      <w:r w:rsidRPr="0058190B">
        <w:t xml:space="preserve">direct any questions regarding this RFT </w:t>
      </w:r>
      <w:r w:rsidR="001302CE" w:rsidRPr="0058190B">
        <w:t xml:space="preserve">in writing </w:t>
      </w:r>
      <w:r w:rsidRPr="0058190B">
        <w:t xml:space="preserve">to the Contact Officer </w:t>
      </w:r>
      <w:r w:rsidR="001252A2">
        <w:t>specified in the Tender Details Schedule</w:t>
      </w:r>
      <w:r w:rsidRPr="0058190B">
        <w:t>.</w:t>
      </w:r>
    </w:p>
    <w:p w14:paraId="419B2268" w14:textId="77777777" w:rsidR="00370B36" w:rsidRPr="0058190B" w:rsidRDefault="00370B36" w:rsidP="0099451D">
      <w:pPr>
        <w:pStyle w:val="COTCOCLV3-ASDEFCON"/>
      </w:pPr>
      <w:r w:rsidRPr="0058190B">
        <w:t>Tenderers may submit questions to the Contact Officer up until five Working Days prior to the Closing Time</w:t>
      </w:r>
      <w:r w:rsidR="001302CE" w:rsidRPr="001302CE">
        <w:t xml:space="preserve"> </w:t>
      </w:r>
      <w:r w:rsidR="001302CE">
        <w:t>specified in the Tender Details Schedule</w:t>
      </w:r>
      <w:r w:rsidRPr="0058190B">
        <w:t>.</w:t>
      </w:r>
    </w:p>
    <w:p w14:paraId="7783B72F" w14:textId="77777777" w:rsidR="00E42F3D" w:rsidRPr="0058190B" w:rsidRDefault="00E42F3D" w:rsidP="0099451D">
      <w:pPr>
        <w:pStyle w:val="COTCOCLV3-ASDEFCON"/>
      </w:pPr>
      <w:r w:rsidRPr="0058190B">
        <w:t>Any question submitted by tenderers is submitted on the basis that the Commonwealth may circulate tenderers</w:t>
      </w:r>
      <w:r w:rsidR="00BC128A">
        <w:t>’</w:t>
      </w:r>
      <w:r w:rsidRPr="0058190B">
        <w:t xml:space="preserve"> questions and Commonwealth answers to all other tenderers without disclosing the source of the questions</w:t>
      </w:r>
      <w:r w:rsidR="009C11CB">
        <w:t>,</w:t>
      </w:r>
      <w:r w:rsidR="001252A2" w:rsidRPr="00246DD7">
        <w:t xml:space="preserve"> revealing Confidential Information</w:t>
      </w:r>
      <w:r w:rsidRPr="0058190B">
        <w:t xml:space="preserve"> or the substance of the proposed tender.</w:t>
      </w:r>
    </w:p>
    <w:p w14:paraId="13178A40" w14:textId="77777777" w:rsidR="00055F16" w:rsidRPr="0058190B" w:rsidRDefault="00055F16" w:rsidP="0099451D">
      <w:pPr>
        <w:pStyle w:val="COTCOCLV2-ASDEFCON"/>
      </w:pPr>
      <w:bookmarkStart w:id="87" w:name="_Ref437601759"/>
      <w:bookmarkStart w:id="88" w:name="_Toc475968444"/>
      <w:bookmarkStart w:id="89" w:name="_Toc510605938"/>
      <w:bookmarkStart w:id="90" w:name="_Toc527983398"/>
      <w:r w:rsidRPr="0058190B">
        <w:t>Preparation and Transmission of Classified Tenders (</w:t>
      </w:r>
      <w:r w:rsidR="001302CE">
        <w:t>Core</w:t>
      </w:r>
      <w:r w:rsidRPr="0058190B">
        <w:t>)</w:t>
      </w:r>
      <w:bookmarkEnd w:id="87"/>
      <w:bookmarkEnd w:id="88"/>
      <w:bookmarkEnd w:id="89"/>
      <w:bookmarkEnd w:id="90"/>
    </w:p>
    <w:p w14:paraId="091F7C9D" w14:textId="3784E323" w:rsidR="0063699E" w:rsidRPr="00765645" w:rsidRDefault="0063699E" w:rsidP="0099451D">
      <w:pPr>
        <w:pStyle w:val="NoteToDrafters-ASDEFCON"/>
      </w:pPr>
      <w:bookmarkStart w:id="91" w:name="OLE_LINK4"/>
      <w:bookmarkStart w:id="92" w:name="OLE_LINK5"/>
      <w:r w:rsidRPr="00765645">
        <w:t xml:space="preserve">Note to drafters:  Classified information should not be included as part of </w:t>
      </w:r>
      <w:r w:rsidR="001D79D9">
        <w:t>an</w:t>
      </w:r>
      <w:r w:rsidR="001D79D9" w:rsidRPr="00765645">
        <w:t xml:space="preserve"> </w:t>
      </w:r>
      <w:r w:rsidRPr="00765645">
        <w:t>RFT</w:t>
      </w:r>
      <w:r w:rsidR="009C11CB">
        <w:t>,</w:t>
      </w:r>
      <w:r w:rsidRPr="00765645">
        <w:t xml:space="preserve"> except in exceptional circumstances. </w:t>
      </w:r>
      <w:r w:rsidR="009C11CB">
        <w:t xml:space="preserve"> </w:t>
      </w:r>
      <w:r w:rsidRPr="00765645">
        <w:t>Where the RFT is to include classified information, drafters should consult with their Project Security Officer.</w:t>
      </w:r>
    </w:p>
    <w:bookmarkEnd w:id="91"/>
    <w:bookmarkEnd w:id="92"/>
    <w:p w14:paraId="0A4897ED" w14:textId="4335BF4D" w:rsidR="006F36D7" w:rsidRDefault="00055F16" w:rsidP="0099451D">
      <w:pPr>
        <w:pStyle w:val="NoteToTenderers-ASDEFCON"/>
      </w:pPr>
      <w:r w:rsidRPr="0058190B">
        <w:t xml:space="preserve">Note to tenderers:  For information on preparation and transmission of classified tenders and for access to the </w:t>
      </w:r>
      <w:r w:rsidR="00AE0DEB">
        <w:t>DSPF</w:t>
      </w:r>
      <w:r w:rsidRPr="0058190B">
        <w:t>, tenderers should contact the Contact Officer.</w:t>
      </w:r>
    </w:p>
    <w:p w14:paraId="45DBEDBC" w14:textId="77777777" w:rsidR="00055F16" w:rsidRPr="0058190B" w:rsidRDefault="00055F16" w:rsidP="0099451D">
      <w:pPr>
        <w:pStyle w:val="COTCOCLV3-ASDEFCON"/>
      </w:pPr>
      <w:r w:rsidRPr="0058190B">
        <w:t xml:space="preserve">Classified </w:t>
      </w:r>
      <w:r w:rsidR="0063699E" w:rsidRPr="0058190B">
        <w:t>information</w:t>
      </w:r>
      <w:r w:rsidRPr="0058190B">
        <w:t xml:space="preserve"> in tenders </w:t>
      </w:r>
      <w:r w:rsidR="000853C6" w:rsidRPr="0058190B">
        <w:t xml:space="preserve">is to </w:t>
      </w:r>
      <w:r w:rsidRPr="0058190B">
        <w:t xml:space="preserve">be avoided where possible.  If this cannot be achieved, tenders containing </w:t>
      </w:r>
      <w:r w:rsidR="00D9129C" w:rsidRPr="0058190B">
        <w:t>classified information</w:t>
      </w:r>
      <w:r w:rsidRPr="0058190B">
        <w:t xml:space="preserve"> </w:t>
      </w:r>
      <w:r w:rsidR="000853C6" w:rsidRPr="0058190B">
        <w:t xml:space="preserve">are to </w:t>
      </w:r>
      <w:r w:rsidRPr="0058190B">
        <w:t>be prepared and transmitted as follows:</w:t>
      </w:r>
    </w:p>
    <w:p w14:paraId="213C1639" w14:textId="77777777" w:rsidR="00055F16" w:rsidRPr="0058190B" w:rsidRDefault="00055F16" w:rsidP="0099451D">
      <w:pPr>
        <w:pStyle w:val="COTCOCLV4-ASDEFCON"/>
      </w:pPr>
      <w:r w:rsidRPr="0058190B">
        <w:t xml:space="preserve">for Australian tenders, in accordance with </w:t>
      </w:r>
      <w:r w:rsidR="00AE0DEB">
        <w:t>Principle 71 of the DSPF</w:t>
      </w:r>
      <w:r w:rsidRPr="0058190B">
        <w:t>; and</w:t>
      </w:r>
    </w:p>
    <w:p w14:paraId="192D42C7" w14:textId="77777777" w:rsidR="00055F16" w:rsidRPr="0058190B" w:rsidRDefault="00055F16" w:rsidP="0099451D">
      <w:pPr>
        <w:pStyle w:val="COTCOCLV4-ASDEFCON"/>
      </w:pPr>
      <w:proofErr w:type="gramStart"/>
      <w:r w:rsidRPr="0058190B">
        <w:lastRenderedPageBreak/>
        <w:t>for</w:t>
      </w:r>
      <w:proofErr w:type="gramEnd"/>
      <w:r w:rsidRPr="0058190B">
        <w:t xml:space="preserve"> overseas tenders, in accordance with the applicable industry security information system regulations issued by the appropriate government security authority in their country.  If transmission involves transmission by diplomatic bag, the overseas tenderer </w:t>
      </w:r>
      <w:r w:rsidR="000853C6" w:rsidRPr="0058190B">
        <w:t xml:space="preserve">is to </w:t>
      </w:r>
      <w:r w:rsidRPr="0058190B">
        <w:t>use the diplomatic bag of its own government.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765645" w14:paraId="1C0CB270" w14:textId="77777777" w:rsidTr="00765645">
        <w:tc>
          <w:tcPr>
            <w:tcW w:w="9286" w:type="dxa"/>
            <w:shd w:val="clear" w:color="auto" w:fill="auto"/>
          </w:tcPr>
          <w:p w14:paraId="78679D5D" w14:textId="77777777" w:rsidR="00765645" w:rsidRPr="0058190B" w:rsidRDefault="00765645" w:rsidP="00307843">
            <w:pPr>
              <w:pStyle w:val="ASDEFCONOption"/>
            </w:pPr>
            <w:r w:rsidRPr="0058190B">
              <w:t xml:space="preserve">Option:  For </w:t>
            </w:r>
            <w:r w:rsidR="007443B6">
              <w:t>an RFT</w:t>
            </w:r>
            <w:r w:rsidR="007443B6" w:rsidRPr="0058190B">
              <w:t xml:space="preserve"> </w:t>
            </w:r>
            <w:r w:rsidRPr="0058190B">
              <w:t>involving classified information</w:t>
            </w:r>
            <w:r w:rsidR="007443B6">
              <w:t>.</w:t>
            </w:r>
          </w:p>
          <w:p w14:paraId="3A0CE728" w14:textId="77777777" w:rsidR="00765645" w:rsidRDefault="00765645">
            <w:pPr>
              <w:pStyle w:val="COTCOCLV3-ASDEFCON"/>
            </w:pPr>
            <w:r w:rsidRPr="0058190B">
              <w:t>Tenderers are to classify information in their tenders in accordance with the Security Classification and Categorisation Guide at Attachment J</w:t>
            </w:r>
            <w:r w:rsidRPr="0058190B">
              <w:rPr>
                <w:i/>
              </w:rPr>
              <w:t xml:space="preserve"> </w:t>
            </w:r>
            <w:r w:rsidRPr="0058190B">
              <w:t xml:space="preserve">to the draft </w:t>
            </w:r>
            <w:r w:rsidR="007443B6">
              <w:t>C</w:t>
            </w:r>
            <w:r w:rsidRPr="0058190B">
              <w:t>ontract.</w:t>
            </w:r>
          </w:p>
        </w:tc>
      </w:tr>
    </w:tbl>
    <w:p w14:paraId="2E26426A" w14:textId="77777777" w:rsidR="00765645" w:rsidRDefault="00765645" w:rsidP="0099451D">
      <w:pPr>
        <w:pStyle w:val="ASDEFCONOptionSpace"/>
      </w:pPr>
    </w:p>
    <w:p w14:paraId="1DF923BC" w14:textId="1AED6B50" w:rsidR="006F36D7" w:rsidRDefault="00055F16" w:rsidP="0099451D">
      <w:pPr>
        <w:pStyle w:val="COTCOCLV3-ASDEFCON"/>
      </w:pPr>
      <w:r w:rsidRPr="0058190B">
        <w:t xml:space="preserve">If only part of a tender contains classified </w:t>
      </w:r>
      <w:r w:rsidR="00766667" w:rsidRPr="0058190B">
        <w:t>information</w:t>
      </w:r>
      <w:r w:rsidRPr="0058190B">
        <w:t xml:space="preserve">, that part may be segregated from the remainder of the tender for separate transmission.  However, both parts of the tender are subject to the Closing Time specified in </w:t>
      </w:r>
      <w:r w:rsidR="007443B6">
        <w:t>the Tender Details Schedule</w:t>
      </w:r>
      <w:r w:rsidRPr="0058190B">
        <w:t>.  Care should therefore be taken to ensure that sufficient time is allowed for tenders to be received by the Closing Time when secure means of transmission are used.</w:t>
      </w:r>
      <w:bookmarkStart w:id="93" w:name="_Ref437601770"/>
      <w:bookmarkStart w:id="94" w:name="_Toc475968445"/>
      <w:bookmarkStart w:id="95" w:name="_Toc510605939"/>
      <w:bookmarkStart w:id="96" w:name="_Toc527983399"/>
      <w:bookmarkStart w:id="97" w:name="_Toc261956863"/>
    </w:p>
    <w:p w14:paraId="6CFD76A1" w14:textId="77777777" w:rsidR="00055F16" w:rsidRPr="0058190B" w:rsidRDefault="00055F16" w:rsidP="0099451D">
      <w:pPr>
        <w:pStyle w:val="COTCOCLV2-ASDEFCON"/>
      </w:pPr>
      <w:r w:rsidRPr="0058190B">
        <w:t>Defence Security Clearance Requirements (Core)</w:t>
      </w:r>
      <w:bookmarkEnd w:id="93"/>
      <w:bookmarkEnd w:id="94"/>
      <w:bookmarkEnd w:id="95"/>
      <w:bookmarkEnd w:id="96"/>
    </w:p>
    <w:p w14:paraId="52BCE6DD" w14:textId="000A8FEF" w:rsidR="00766667" w:rsidRPr="0058190B" w:rsidRDefault="00766667" w:rsidP="0099451D">
      <w:pPr>
        <w:pStyle w:val="NoteToDrafters-ASDEFCON"/>
        <w:rPr>
          <w:rStyle w:val="SC6416"/>
          <w:color w:val="FFFFFF"/>
        </w:rPr>
      </w:pPr>
      <w:r w:rsidRPr="00765645">
        <w:t xml:space="preserve">Note to </w:t>
      </w:r>
      <w:r w:rsidR="005256EB">
        <w:t>d</w:t>
      </w:r>
      <w:r w:rsidRPr="00765645">
        <w:t xml:space="preserve">rafters:  Where the procurement involves weapons or explosive ordnance, drafters </w:t>
      </w:r>
      <w:r w:rsidR="000853C6" w:rsidRPr="00765645">
        <w:t xml:space="preserve">are to </w:t>
      </w:r>
      <w:r w:rsidRPr="00765645">
        <w:t>obtain DS</w:t>
      </w:r>
      <w:r w:rsidR="00BA31F2" w:rsidRPr="00765645">
        <w:t>VS</w:t>
      </w:r>
      <w:r w:rsidRPr="00765645">
        <w:t>’s approval for the security-related aspects of the request documentation prior to release</w:t>
      </w:r>
      <w:r w:rsidRPr="0058190B">
        <w:rPr>
          <w:rStyle w:val="SC6416"/>
          <w:color w:val="FFFFFF"/>
        </w:rPr>
        <w:t>.</w:t>
      </w:r>
    </w:p>
    <w:p w14:paraId="33F1872D" w14:textId="77777777" w:rsidR="00055F16" w:rsidRPr="0058190B" w:rsidRDefault="00055F16" w:rsidP="0099451D">
      <w:pPr>
        <w:pStyle w:val="COTCOCLV3-ASDEFCON"/>
      </w:pPr>
      <w:r w:rsidRPr="0058190B">
        <w:t xml:space="preserve">On request by the Commonwealth, the tenderer </w:t>
      </w:r>
      <w:r w:rsidR="000853C6" w:rsidRPr="0058190B">
        <w:t xml:space="preserve">is to </w:t>
      </w:r>
      <w:r w:rsidRPr="0058190B">
        <w:t xml:space="preserve">comply with the Commonwealth security clearance </w:t>
      </w:r>
      <w:r w:rsidR="00766667" w:rsidRPr="0058190B">
        <w:t xml:space="preserve">and accreditation </w:t>
      </w:r>
      <w:r w:rsidRPr="0058190B">
        <w:t xml:space="preserve">process as detailed in </w:t>
      </w:r>
      <w:r w:rsidR="00AE0DEB">
        <w:t xml:space="preserve">Principles </w:t>
      </w:r>
      <w:r w:rsidR="00277270">
        <w:t xml:space="preserve">23, </w:t>
      </w:r>
      <w:r w:rsidR="00AE0DEB">
        <w:t>40, 72 and 73 of the DSPF</w:t>
      </w:r>
      <w:r w:rsidR="00191909">
        <w:t>,</w:t>
      </w:r>
      <w:r w:rsidRPr="0058190B">
        <w:t xml:space="preserve"> including obtaining the level of security clearance</w:t>
      </w:r>
      <w:r w:rsidR="00766667" w:rsidRPr="0058190B">
        <w:t xml:space="preserve"> and accreditations</w:t>
      </w:r>
      <w:r w:rsidRPr="0058190B">
        <w:t xml:space="preserve"> required by the Commonwealth.</w:t>
      </w:r>
    </w:p>
    <w:p w14:paraId="53DB897C" w14:textId="77777777" w:rsidR="00055F16" w:rsidRPr="0058190B" w:rsidRDefault="00055F16" w:rsidP="0099451D">
      <w:pPr>
        <w:pStyle w:val="COTCOCLV2-ASDEFCON"/>
      </w:pPr>
      <w:bookmarkStart w:id="98" w:name="_Ref458158511"/>
      <w:bookmarkStart w:id="99" w:name="_Toc475968446"/>
      <w:bookmarkStart w:id="100" w:name="_Toc510605940"/>
      <w:bookmarkStart w:id="101" w:name="_Toc527983400"/>
      <w:r w:rsidRPr="0058190B">
        <w:t>Industry Briefing (Optional)</w:t>
      </w:r>
      <w:bookmarkEnd w:id="97"/>
      <w:bookmarkEnd w:id="98"/>
      <w:bookmarkEnd w:id="99"/>
      <w:bookmarkEnd w:id="100"/>
      <w:bookmarkEnd w:id="101"/>
    </w:p>
    <w:p w14:paraId="28364678" w14:textId="77777777" w:rsidR="00604B44" w:rsidRDefault="00055F16" w:rsidP="0099451D">
      <w:pPr>
        <w:pStyle w:val="COTCOCLV3-ASDEFCON"/>
      </w:pPr>
      <w:r w:rsidRPr="0058190B">
        <w:t>An industry briefing will be conducted</w:t>
      </w:r>
      <w:r w:rsidR="00604B44" w:rsidRPr="00604B44">
        <w:t xml:space="preserve"> </w:t>
      </w:r>
      <w:r w:rsidR="00604B44">
        <w:t>in accordance with the details specified in the Tender Details Schedule.</w:t>
      </w:r>
    </w:p>
    <w:p w14:paraId="453A3D10" w14:textId="6FA63AE3" w:rsidR="00055F16" w:rsidRPr="0058190B" w:rsidRDefault="00055F16" w:rsidP="0099451D">
      <w:pPr>
        <w:pStyle w:val="COTCOCLV3-ASDEFCON"/>
      </w:pPr>
      <w:r w:rsidRPr="0058190B">
        <w:t xml:space="preserve">Industry briefings are conducted for the purpose of providing background information only. </w:t>
      </w:r>
      <w:r w:rsidR="00875B1B">
        <w:t xml:space="preserve"> </w:t>
      </w:r>
      <w:r w:rsidRPr="0058190B">
        <w:t xml:space="preserve">Tenderers should note the effect of </w:t>
      </w:r>
      <w:r w:rsidRPr="008600B9">
        <w:t>clause</w:t>
      </w:r>
      <w:r w:rsidR="00BC128A">
        <w:t>s</w:t>
      </w:r>
      <w:r w:rsidRPr="008600B9">
        <w:t xml:space="preserve"> </w:t>
      </w:r>
      <w:r w:rsidR="00191909" w:rsidRPr="008600B9">
        <w:fldChar w:fldCharType="begin"/>
      </w:r>
      <w:r w:rsidR="00191909" w:rsidRPr="008600B9">
        <w:instrText xml:space="preserve"> REF _Ref459296870 \r \h </w:instrText>
      </w:r>
      <w:r w:rsidR="008600B9">
        <w:instrText xml:space="preserve"> \* MERGEFORMAT </w:instrText>
      </w:r>
      <w:r w:rsidR="00191909" w:rsidRPr="008600B9">
        <w:fldChar w:fldCharType="separate"/>
      </w:r>
      <w:r w:rsidR="006F36D7">
        <w:t>1.2.1</w:t>
      </w:r>
      <w:r w:rsidR="00191909" w:rsidRPr="008600B9">
        <w:fldChar w:fldCharType="end"/>
      </w:r>
      <w:r w:rsidRPr="008600B9">
        <w:t xml:space="preserve"> and </w:t>
      </w:r>
      <w:r w:rsidR="00D36564" w:rsidRPr="008600B9">
        <w:fldChar w:fldCharType="begin"/>
      </w:r>
      <w:r w:rsidR="00D36564" w:rsidRPr="008600B9">
        <w:instrText xml:space="preserve"> REF _Ref95209864 \r \h </w:instrText>
      </w:r>
      <w:r w:rsidR="0058190B" w:rsidRPr="008600B9">
        <w:instrText xml:space="preserve"> \* MERGEFORMAT </w:instrText>
      </w:r>
      <w:r w:rsidR="00D36564" w:rsidRPr="008600B9">
        <w:fldChar w:fldCharType="separate"/>
      </w:r>
      <w:r w:rsidR="006F36D7">
        <w:t>2.1.3</w:t>
      </w:r>
      <w:r w:rsidR="00D36564" w:rsidRPr="008600B9">
        <w:fldChar w:fldCharType="end"/>
      </w:r>
      <w:r w:rsidRPr="008600B9">
        <w:t>.  Tenderers</w:t>
      </w:r>
      <w:r w:rsidRPr="0058190B">
        <w:t xml:space="preserve"> should not rely on a statement made at an industry briefing as amending or adding to this RFT, unless that amendment or addition is confirmed by the Commonwealth in writing.</w:t>
      </w:r>
    </w:p>
    <w:p w14:paraId="664575FD" w14:textId="77777777" w:rsidR="00E42F3D" w:rsidRPr="0058190B" w:rsidRDefault="00E42F3D" w:rsidP="0099451D">
      <w:pPr>
        <w:pStyle w:val="COTCOCLV2-ASDEFCON"/>
      </w:pPr>
      <w:bookmarkStart w:id="102" w:name="_Toc438128564"/>
      <w:bookmarkStart w:id="103" w:name="_Ref96400316"/>
      <w:bookmarkStart w:id="104" w:name="_Toc222623918"/>
      <w:bookmarkStart w:id="105" w:name="_Toc475968447"/>
      <w:bookmarkStart w:id="106" w:name="_Toc510605941"/>
      <w:bookmarkStart w:id="107" w:name="_Toc527983401"/>
      <w:bookmarkEnd w:id="102"/>
      <w:r w:rsidRPr="0058190B">
        <w:t>Lodg</w:t>
      </w:r>
      <w:r w:rsidR="001C12E7" w:rsidRPr="0058190B">
        <w:t>e</w:t>
      </w:r>
      <w:r w:rsidRPr="0058190B">
        <w:t>ment of Tenders (Core)</w:t>
      </w:r>
      <w:bookmarkEnd w:id="103"/>
      <w:bookmarkEnd w:id="104"/>
      <w:bookmarkEnd w:id="105"/>
      <w:bookmarkEnd w:id="106"/>
      <w:bookmarkEnd w:id="107"/>
    </w:p>
    <w:p w14:paraId="62C4CC60" w14:textId="3C81B3FE" w:rsidR="006F36D7" w:rsidRDefault="00930017" w:rsidP="0099451D">
      <w:pPr>
        <w:pStyle w:val="NoteToTenderers-ASDEFCON"/>
      </w:pPr>
      <w:r w:rsidRPr="0058190B">
        <w:t xml:space="preserve">Note to </w:t>
      </w:r>
      <w:r w:rsidR="00CE37F3" w:rsidRPr="0058190B">
        <w:t>tenderers</w:t>
      </w:r>
      <w:r w:rsidRPr="0058190B">
        <w:t xml:space="preserve">:  The Closing Time will also be displayed in the relevant </w:t>
      </w:r>
      <w:proofErr w:type="spellStart"/>
      <w:r w:rsidRPr="0058190B">
        <w:t>AusTender</w:t>
      </w:r>
      <w:proofErr w:type="spellEnd"/>
      <w:r w:rsidRPr="0058190B">
        <w:t xml:space="preserve"> webpage together with a countdown clock that displays in real time the amount of time left until Closing Time (for more information please see </w:t>
      </w:r>
      <w:proofErr w:type="spellStart"/>
      <w:r w:rsidRPr="0058190B">
        <w:t>AusTender</w:t>
      </w:r>
      <w:proofErr w:type="spellEnd"/>
      <w:r w:rsidRPr="0058190B">
        <w:t xml:space="preserve"> Terms of Use).  For the purposes of determining whether a tender response has been lodged before the Closing Time, the countdown clock will be conclusive.</w:t>
      </w:r>
      <w:bookmarkStart w:id="108" w:name="_Toc385319996"/>
      <w:bookmarkStart w:id="109" w:name="_Toc387060441"/>
      <w:bookmarkStart w:id="110" w:name="_Toc387071429"/>
      <w:bookmarkStart w:id="111" w:name="_Toc387221751"/>
      <w:bookmarkStart w:id="112" w:name="_Hlt95891959"/>
      <w:bookmarkStart w:id="113" w:name="_Ref95287570"/>
      <w:bookmarkStart w:id="114" w:name="_Toc222623919"/>
      <w:bookmarkEnd w:id="108"/>
      <w:bookmarkEnd w:id="109"/>
      <w:bookmarkEnd w:id="110"/>
      <w:bookmarkEnd w:id="111"/>
      <w:bookmarkEnd w:id="112"/>
    </w:p>
    <w:p w14:paraId="370F747B" w14:textId="77777777" w:rsidR="00902DE2" w:rsidRDefault="00FE5099" w:rsidP="0099451D">
      <w:pPr>
        <w:pStyle w:val="COTCOCLV3-ASDEFCON"/>
        <w:rPr>
          <w:lang w:eastAsia="zh-CN"/>
        </w:rPr>
      </w:pPr>
      <w:proofErr w:type="spellStart"/>
      <w:r w:rsidRPr="00E349F0">
        <w:rPr>
          <w:rStyle w:val="SC3436"/>
        </w:rPr>
        <w:t>AusTender</w:t>
      </w:r>
      <w:proofErr w:type="spellEnd"/>
      <w:r w:rsidRPr="00E349F0">
        <w:rPr>
          <w:rStyle w:val="SC3436"/>
        </w:rPr>
        <w:t xml:space="preserve"> is the Australian Government’s procurement information system. </w:t>
      </w:r>
      <w:r w:rsidR="00902DE2">
        <w:rPr>
          <w:rStyle w:val="SC3436"/>
        </w:rPr>
        <w:t xml:space="preserve"> </w:t>
      </w:r>
      <w:r w:rsidRPr="00E349F0">
        <w:rPr>
          <w:rStyle w:val="SC3436"/>
        </w:rPr>
        <w:t xml:space="preserve">Access to and </w:t>
      </w:r>
      <w:r w:rsidRPr="00E349F0">
        <w:t xml:space="preserve">use of </w:t>
      </w:r>
      <w:proofErr w:type="spellStart"/>
      <w:r w:rsidRPr="00E349F0">
        <w:t>AusTender</w:t>
      </w:r>
      <w:proofErr w:type="spellEnd"/>
      <w:r w:rsidRPr="00E349F0">
        <w:t xml:space="preserve"> is subject to terms and conditions. </w:t>
      </w:r>
      <w:r w:rsidR="00902DE2">
        <w:t xml:space="preserve"> </w:t>
      </w:r>
      <w:r w:rsidRPr="00E349F0">
        <w:t xml:space="preserve">In participating in this RFT, </w:t>
      </w:r>
      <w:r w:rsidR="003B73C2" w:rsidRPr="00E349F0">
        <w:t>tenderers</w:t>
      </w:r>
      <w:r w:rsidR="00833A37" w:rsidRPr="00E349F0">
        <w:t xml:space="preserve"> </w:t>
      </w:r>
      <w:r w:rsidR="000853C6" w:rsidRPr="00E349F0">
        <w:t xml:space="preserve">are to </w:t>
      </w:r>
      <w:r w:rsidRPr="00E349F0">
        <w:t xml:space="preserve">comply with those terms and conditions and any applicable instructions, processes, procedures and recommendations as advised on </w:t>
      </w:r>
      <w:proofErr w:type="spellStart"/>
      <w:r w:rsidRPr="00E349F0">
        <w:t>AusTende</w:t>
      </w:r>
      <w:r w:rsidRPr="0058190B">
        <w:t>r</w:t>
      </w:r>
      <w:proofErr w:type="spellEnd"/>
      <w:r w:rsidRPr="0058190B">
        <w:t xml:space="preserve"> at</w:t>
      </w:r>
      <w:r w:rsidR="007E0CC6" w:rsidRPr="0058190B">
        <w:t>:</w:t>
      </w:r>
    </w:p>
    <w:p w14:paraId="6525A388" w14:textId="2A95E9CF" w:rsidR="00FE5099" w:rsidRPr="0058190B" w:rsidRDefault="00E41C00" w:rsidP="00890F11">
      <w:pPr>
        <w:pStyle w:val="COTCOCLV3NONUM-ASDEFCON"/>
        <w:rPr>
          <w:lang w:eastAsia="zh-CN"/>
        </w:rPr>
      </w:pPr>
      <w:hyperlink r:id="rId23" w:history="1">
        <w:r w:rsidR="00902DE2">
          <w:rPr>
            <w:rStyle w:val="Hyperlink"/>
          </w:rPr>
          <w:t>https://www.tenders.gov.au/infolinks/termsofuse</w:t>
        </w:r>
      </w:hyperlink>
      <w:r w:rsidR="00FE5099" w:rsidRPr="0058190B">
        <w:t>.</w:t>
      </w:r>
    </w:p>
    <w:p w14:paraId="6FFF82F4" w14:textId="77777777" w:rsidR="00FE5099" w:rsidRPr="0058190B" w:rsidRDefault="00FE5099" w:rsidP="0099451D">
      <w:pPr>
        <w:pStyle w:val="COTCOCLV3-ASDEFCON"/>
        <w:rPr>
          <w:lang w:eastAsia="zh-CN"/>
        </w:rPr>
      </w:pPr>
      <w:r w:rsidRPr="0058190B">
        <w:rPr>
          <w:lang w:eastAsia="zh-CN"/>
        </w:rPr>
        <w:t xml:space="preserve">All queries and requests for </w:t>
      </w:r>
      <w:proofErr w:type="spellStart"/>
      <w:r w:rsidRPr="0058190B">
        <w:rPr>
          <w:lang w:eastAsia="zh-CN"/>
        </w:rPr>
        <w:t>AusTender</w:t>
      </w:r>
      <w:proofErr w:type="spellEnd"/>
      <w:r w:rsidRPr="0058190B">
        <w:rPr>
          <w:lang w:eastAsia="zh-CN"/>
        </w:rPr>
        <w:t xml:space="preserve"> technical or operational support are to be directed to:</w:t>
      </w:r>
    </w:p>
    <w:p w14:paraId="384FAFB8" w14:textId="77777777" w:rsidR="00FE5099" w:rsidRPr="0058190B" w:rsidRDefault="00FE5099" w:rsidP="0099451D">
      <w:pPr>
        <w:pStyle w:val="COTCOCLV3NONUM-ASDEFCON"/>
      </w:pPr>
      <w:proofErr w:type="spellStart"/>
      <w:r w:rsidRPr="0058190B">
        <w:t>AusTender</w:t>
      </w:r>
      <w:proofErr w:type="spellEnd"/>
      <w:r w:rsidRPr="0058190B">
        <w:t xml:space="preserve"> Help Desk,</w:t>
      </w:r>
    </w:p>
    <w:p w14:paraId="64150108" w14:textId="0656BAFE" w:rsidR="00FE5099" w:rsidRPr="0058190B" w:rsidRDefault="00FE5099" w:rsidP="0099451D">
      <w:pPr>
        <w:pStyle w:val="COTCOCLV3NONUM-ASDEFCON"/>
      </w:pPr>
      <w:r w:rsidRPr="0058190B">
        <w:t>Telephone: 1300 651 698</w:t>
      </w:r>
    </w:p>
    <w:p w14:paraId="14D56BEC" w14:textId="437F5FA0" w:rsidR="00FE5099" w:rsidRPr="0058190B" w:rsidRDefault="00FE5099" w:rsidP="0099451D">
      <w:pPr>
        <w:pStyle w:val="COTCOCLV3NONUM-ASDEFCON"/>
      </w:pPr>
      <w:r w:rsidRPr="0058190B">
        <w:t>International: +61 2 6215 1558</w:t>
      </w:r>
    </w:p>
    <w:p w14:paraId="5A99F24F" w14:textId="25E09AC6" w:rsidR="00FE5099" w:rsidRPr="0058190B" w:rsidRDefault="00FE5099" w:rsidP="0099451D">
      <w:pPr>
        <w:pStyle w:val="COTCOCLV3NONUM-ASDEFCON"/>
      </w:pPr>
      <w:r w:rsidRPr="0058190B">
        <w:t>Email:</w:t>
      </w:r>
      <w:r w:rsidR="00833A37">
        <w:t xml:space="preserve"> </w:t>
      </w:r>
      <w:hyperlink r:id="rId24" w:history="1">
        <w:r w:rsidRPr="0058190B">
          <w:rPr>
            <w:rStyle w:val="Hyperlink"/>
          </w:rPr>
          <w:t>tenders@finance.gov.au</w:t>
        </w:r>
      </w:hyperlink>
    </w:p>
    <w:p w14:paraId="5EF195AB" w14:textId="77777777" w:rsidR="00FE5099" w:rsidRPr="0058190B" w:rsidRDefault="00FE5099" w:rsidP="0099451D">
      <w:pPr>
        <w:pStyle w:val="COTCOCLV3NONUM-ASDEFCON"/>
      </w:pPr>
      <w:r w:rsidRPr="0058190B">
        <w:rPr>
          <w:rStyle w:val="SC6416"/>
        </w:rPr>
        <w:t xml:space="preserve">The </w:t>
      </w:r>
      <w:proofErr w:type="spellStart"/>
      <w:r w:rsidRPr="0058190B">
        <w:rPr>
          <w:rStyle w:val="SC6416"/>
        </w:rPr>
        <w:t>AusTender</w:t>
      </w:r>
      <w:proofErr w:type="spellEnd"/>
      <w:r w:rsidRPr="0058190B">
        <w:rPr>
          <w:rStyle w:val="SC6416"/>
        </w:rPr>
        <w:t xml:space="preserve"> Helpdesk is available between 9am and 5pm Australian Capital Territory</w:t>
      </w:r>
      <w:r w:rsidR="00E349F0">
        <w:rPr>
          <w:rStyle w:val="SC6416"/>
          <w:bCs/>
        </w:rPr>
        <w:t xml:space="preserve"> </w:t>
      </w:r>
      <w:r w:rsidRPr="0058190B">
        <w:rPr>
          <w:rStyle w:val="SC6416"/>
          <w:bCs/>
        </w:rPr>
        <w:t>(ACT) local time, Monday to Friday (excluding ACT and national public holidays).</w:t>
      </w:r>
    </w:p>
    <w:p w14:paraId="75079A35" w14:textId="56CE06B3" w:rsidR="00FE5099" w:rsidRPr="0058190B" w:rsidRDefault="00FE5099" w:rsidP="0099451D">
      <w:pPr>
        <w:pStyle w:val="COTCOCLV3-ASDEFCON"/>
        <w:rPr>
          <w:lang w:eastAsia="zh-CN"/>
        </w:rPr>
      </w:pPr>
      <w:bookmarkStart w:id="115" w:name="_Ref458158555"/>
      <w:r w:rsidRPr="0058190B">
        <w:rPr>
          <w:lang w:eastAsia="zh-CN"/>
        </w:rPr>
        <w:t xml:space="preserve">Tenders are to be lodged electronically via </w:t>
      </w:r>
      <w:proofErr w:type="spellStart"/>
      <w:r w:rsidRPr="0058190B">
        <w:rPr>
          <w:lang w:eastAsia="zh-CN"/>
        </w:rPr>
        <w:t>AusTender</w:t>
      </w:r>
      <w:proofErr w:type="spellEnd"/>
      <w:r w:rsidRPr="0058190B">
        <w:rPr>
          <w:lang w:eastAsia="zh-CN"/>
        </w:rPr>
        <w:t xml:space="preserve"> (</w:t>
      </w:r>
      <w:hyperlink r:id="rId25" w:history="1">
        <w:r w:rsidR="008604D2" w:rsidRPr="00C70E48">
          <w:rPr>
            <w:rStyle w:val="Hyperlink"/>
          </w:rPr>
          <w:t>https://www.tenders.gov.au/</w:t>
        </w:r>
      </w:hyperlink>
      <w:r w:rsidRPr="0058190B">
        <w:rPr>
          <w:lang w:eastAsia="zh-CN"/>
        </w:rPr>
        <w:t xml:space="preserve">) before </w:t>
      </w:r>
      <w:r w:rsidR="008604D2">
        <w:t>the Closing Time specified in the Tender Details Schedule</w:t>
      </w:r>
      <w:r w:rsidRPr="0058190B">
        <w:rPr>
          <w:lang w:eastAsia="zh-CN"/>
        </w:rPr>
        <w:t xml:space="preserve"> in accordance with the tender lodgement procedures set out in this RFT and on </w:t>
      </w:r>
      <w:proofErr w:type="spellStart"/>
      <w:r w:rsidRPr="0058190B">
        <w:rPr>
          <w:lang w:eastAsia="zh-CN"/>
        </w:rPr>
        <w:t>AusTender</w:t>
      </w:r>
      <w:proofErr w:type="spellEnd"/>
      <w:r w:rsidRPr="0058190B">
        <w:rPr>
          <w:lang w:eastAsia="zh-CN"/>
        </w:rPr>
        <w:t>.</w:t>
      </w:r>
      <w:bookmarkEnd w:id="115"/>
    </w:p>
    <w:p w14:paraId="3FB3E255" w14:textId="77777777" w:rsidR="00B93DCC" w:rsidRPr="0058190B" w:rsidRDefault="00B93DCC" w:rsidP="0099451D">
      <w:pPr>
        <w:pStyle w:val="COTCOCLV3-ASDEFCON"/>
        <w:rPr>
          <w:lang w:eastAsia="zh-CN"/>
        </w:rPr>
      </w:pPr>
      <w:bookmarkStart w:id="116" w:name="_Ref458158583"/>
      <w:r w:rsidRPr="0058190B">
        <w:rPr>
          <w:lang w:eastAsia="zh-CN"/>
        </w:rPr>
        <w:t xml:space="preserve">Tenders </w:t>
      </w:r>
      <w:r w:rsidR="000853C6" w:rsidRPr="0058190B">
        <w:rPr>
          <w:lang w:eastAsia="zh-CN"/>
        </w:rPr>
        <w:t xml:space="preserve">are to </w:t>
      </w:r>
      <w:r w:rsidRPr="0058190B">
        <w:rPr>
          <w:lang w:eastAsia="zh-CN"/>
        </w:rPr>
        <w:t>be lodged in the format</w:t>
      </w:r>
      <w:r w:rsidR="008604D2">
        <w:rPr>
          <w:lang w:eastAsia="zh-CN"/>
        </w:rPr>
        <w:t xml:space="preserve"> specified in the Tender Details Schedule</w:t>
      </w:r>
      <w:r w:rsidR="007A243A" w:rsidRPr="0058190B">
        <w:rPr>
          <w:lang w:eastAsia="zh-CN"/>
        </w:rPr>
        <w:t xml:space="preserve">. </w:t>
      </w:r>
      <w:r w:rsidRPr="0058190B">
        <w:rPr>
          <w:lang w:eastAsia="zh-CN"/>
        </w:rPr>
        <w:t xml:space="preserve"> All file names should:</w:t>
      </w:r>
      <w:bookmarkEnd w:id="116"/>
    </w:p>
    <w:p w14:paraId="72FEB31D" w14:textId="77777777" w:rsidR="00B93DCC" w:rsidRPr="0058190B" w:rsidRDefault="00B93DCC" w:rsidP="0099451D">
      <w:pPr>
        <w:pStyle w:val="COTCOCLV4-ASDEFCON"/>
      </w:pPr>
      <w:r w:rsidRPr="0058190B">
        <w:lastRenderedPageBreak/>
        <w:t>sufficiently identify the tenderer</w:t>
      </w:r>
      <w:r w:rsidR="007A243A" w:rsidRPr="0058190B">
        <w:t xml:space="preserve"> including</w:t>
      </w:r>
      <w:r w:rsidRPr="0058190B">
        <w:t xml:space="preserve"> by their name; and</w:t>
      </w:r>
    </w:p>
    <w:p w14:paraId="302A5061" w14:textId="77777777" w:rsidR="00B93DCC" w:rsidRPr="0058190B" w:rsidRDefault="00B93DCC" w:rsidP="0099451D">
      <w:pPr>
        <w:pStyle w:val="COTCOCLV4-ASDEFCON"/>
      </w:pPr>
      <w:proofErr w:type="gramStart"/>
      <w:r w:rsidRPr="0058190B">
        <w:t>reflect</w:t>
      </w:r>
      <w:proofErr w:type="gramEnd"/>
      <w:r w:rsidRPr="0058190B">
        <w:t xml:space="preserve"> the parts of the response they represent, where the response comprises multiple files.</w:t>
      </w:r>
    </w:p>
    <w:p w14:paraId="625A61FE" w14:textId="77777777" w:rsidR="00FE5099" w:rsidRPr="0058190B" w:rsidRDefault="00FE5099" w:rsidP="0099451D">
      <w:pPr>
        <w:pStyle w:val="COTCOCLV3-ASDEFCON"/>
      </w:pPr>
      <w:r w:rsidRPr="0058190B">
        <w:t>Tender files should not exceed a combined file size of 500 megabytes per upload.</w:t>
      </w:r>
    </w:p>
    <w:p w14:paraId="406E356D" w14:textId="77777777" w:rsidR="00E42F3D" w:rsidRPr="0058190B" w:rsidRDefault="00E42F3D" w:rsidP="0099451D">
      <w:pPr>
        <w:pStyle w:val="COTCOCLV2-ASDEFCON"/>
      </w:pPr>
      <w:bookmarkStart w:id="117" w:name="_Ref458158600"/>
      <w:bookmarkStart w:id="118" w:name="_Toc475968448"/>
      <w:bookmarkStart w:id="119" w:name="_Toc510605942"/>
      <w:bookmarkStart w:id="120" w:name="_Toc527983402"/>
      <w:r w:rsidRPr="0058190B">
        <w:t>Tender</w:t>
      </w:r>
      <w:r w:rsidR="008604D2">
        <w:t xml:space="preserve"> Validity Period</w:t>
      </w:r>
      <w:r w:rsidRPr="0058190B">
        <w:t xml:space="preserve"> (Core)</w:t>
      </w:r>
      <w:bookmarkEnd w:id="113"/>
      <w:bookmarkEnd w:id="114"/>
      <w:bookmarkEnd w:id="117"/>
      <w:bookmarkEnd w:id="118"/>
      <w:bookmarkEnd w:id="119"/>
      <w:bookmarkEnd w:id="120"/>
    </w:p>
    <w:p w14:paraId="5F045C81" w14:textId="77777777" w:rsidR="00E42F3D" w:rsidRPr="0058190B" w:rsidRDefault="00E42F3D" w:rsidP="0099451D">
      <w:pPr>
        <w:pStyle w:val="COTCOCLV3-ASDEFCON"/>
      </w:pPr>
      <w:bookmarkStart w:id="121" w:name="_Ref95210969"/>
      <w:r w:rsidRPr="0058190B">
        <w:t xml:space="preserve">The Commonwealth requires that tenders submitted in response to this RFT remain open for acceptance </w:t>
      </w:r>
      <w:r w:rsidR="008604D2">
        <w:t>during the Tender Validity Period specified in the Tender Details Schedule</w:t>
      </w:r>
      <w:r w:rsidRPr="0058190B">
        <w:t>.</w:t>
      </w:r>
      <w:bookmarkEnd w:id="121"/>
    </w:p>
    <w:p w14:paraId="455DACC3" w14:textId="77777777" w:rsidR="00E42F3D" w:rsidRPr="0058190B" w:rsidRDefault="00E42F3D" w:rsidP="0099451D">
      <w:pPr>
        <w:pStyle w:val="COTCOCLV3-ASDEFCON"/>
      </w:pPr>
      <w:r w:rsidRPr="0058190B">
        <w:t xml:space="preserve">The Commonwealth may request an extension of the </w:t>
      </w:r>
      <w:r w:rsidR="008604D2">
        <w:t>Tender Validity Period</w:t>
      </w:r>
      <w:r w:rsidRPr="0058190B">
        <w:t>.</w:t>
      </w:r>
    </w:p>
    <w:p w14:paraId="35B97DE5" w14:textId="77777777" w:rsidR="00E42F3D" w:rsidRPr="0058190B" w:rsidRDefault="00E42F3D" w:rsidP="0099451D">
      <w:pPr>
        <w:pStyle w:val="COTCOCLV2-ASDEFCON"/>
      </w:pPr>
      <w:bookmarkStart w:id="122" w:name="_Toc222623921"/>
      <w:bookmarkStart w:id="123" w:name="_Toc475968449"/>
      <w:bookmarkStart w:id="124" w:name="_Toc510605943"/>
      <w:bookmarkStart w:id="125" w:name="_Toc527983403"/>
      <w:r w:rsidRPr="0058190B">
        <w:t>Alterations, Erasures and Illegibility (Core)</w:t>
      </w:r>
      <w:bookmarkEnd w:id="122"/>
      <w:bookmarkEnd w:id="123"/>
      <w:bookmarkEnd w:id="124"/>
      <w:bookmarkEnd w:id="125"/>
    </w:p>
    <w:p w14:paraId="281F97DB" w14:textId="77777777" w:rsidR="00E42F3D" w:rsidRDefault="00E42F3D" w:rsidP="0099451D">
      <w:pPr>
        <w:pStyle w:val="COTCOCLV3-ASDEFCON"/>
      </w:pPr>
      <w:r w:rsidRPr="0058190B">
        <w:t xml:space="preserve">Any alterations or erasures made to a tender by a tenderer </w:t>
      </w:r>
      <w:r w:rsidR="000853C6" w:rsidRPr="0058190B">
        <w:t xml:space="preserve">are to </w:t>
      </w:r>
      <w:r w:rsidRPr="0058190B">
        <w:t>be initialled by that tenderer.  Tenders containing alterations or erasures that are not initialled</w:t>
      </w:r>
      <w:r w:rsidR="00BC128A">
        <w:t>,</w:t>
      </w:r>
      <w:r w:rsidRPr="0058190B">
        <w:t xml:space="preserve"> or pricing or other information that is not stated clearly and legibly may be excluded from consideration.</w:t>
      </w:r>
    </w:p>
    <w:p w14:paraId="5F1161FB" w14:textId="77777777" w:rsidR="00C14752" w:rsidRPr="00246DD7" w:rsidRDefault="00C14752" w:rsidP="0099451D">
      <w:pPr>
        <w:pStyle w:val="COTCOCLV2-ASDEFCON"/>
      </w:pPr>
      <w:bookmarkStart w:id="126" w:name="_Ref405301632"/>
      <w:bookmarkStart w:id="127" w:name="_Toc454531407"/>
      <w:bookmarkStart w:id="128" w:name="_Toc475968450"/>
      <w:bookmarkStart w:id="129" w:name="_Toc510605944"/>
      <w:bookmarkStart w:id="130" w:name="_Toc527983404"/>
      <w:r>
        <w:t>Unintentional Errors of Form</w:t>
      </w:r>
      <w:r w:rsidRPr="00246DD7">
        <w:t xml:space="preserve"> (</w:t>
      </w:r>
      <w:r>
        <w:t>Optional</w:t>
      </w:r>
      <w:r w:rsidRPr="00246DD7">
        <w:t>)</w:t>
      </w:r>
      <w:bookmarkEnd w:id="126"/>
      <w:bookmarkEnd w:id="127"/>
      <w:bookmarkEnd w:id="128"/>
      <w:bookmarkEnd w:id="129"/>
      <w:bookmarkEnd w:id="130"/>
    </w:p>
    <w:p w14:paraId="38E8C794" w14:textId="77777777" w:rsidR="00C14752" w:rsidRDefault="00C14752" w:rsidP="0099451D">
      <w:pPr>
        <w:pStyle w:val="NoteToDrafters-ASDEFCON"/>
      </w:pPr>
      <w:r>
        <w:t xml:space="preserve">Note to drafters:  This clause must be used when the procurement is subject to </w:t>
      </w:r>
      <w:r w:rsidRPr="00860527">
        <w:t xml:space="preserve">the </w:t>
      </w:r>
      <w:r>
        <w:t xml:space="preserve">additional </w:t>
      </w:r>
      <w:r w:rsidRPr="0088314F">
        <w:t xml:space="preserve">rules </w:t>
      </w:r>
      <w:r>
        <w:t>detailed in</w:t>
      </w:r>
      <w:r w:rsidRPr="00B82D59">
        <w:t xml:space="preserve"> the CPRs.</w:t>
      </w:r>
    </w:p>
    <w:p w14:paraId="553D5A19" w14:textId="77777777" w:rsidR="00C14752" w:rsidRPr="0058190B" w:rsidRDefault="00C14752" w:rsidP="0099451D">
      <w:pPr>
        <w:pStyle w:val="COTCOCLV3-ASDEFCON"/>
      </w:pPr>
      <w:r w:rsidRPr="00AA4F7A">
        <w:t>If the Commonwealth considers that there are unintentional errors of form in a tender, the Commonwealth may request the tenderer to correct or clarify the error but will not permit any material alteration or addition to the tender.</w:t>
      </w:r>
    </w:p>
    <w:p w14:paraId="2DB6490D" w14:textId="77777777" w:rsidR="00E42F3D" w:rsidRPr="0058190B" w:rsidRDefault="009A25C5" w:rsidP="0099451D">
      <w:pPr>
        <w:pStyle w:val="COTCOCLV2-ASDEFCON"/>
      </w:pPr>
      <w:bookmarkStart w:id="131" w:name="_Toc438128569"/>
      <w:bookmarkStart w:id="132" w:name="_Ref95272425"/>
      <w:bookmarkStart w:id="133" w:name="_Toc222623923"/>
      <w:bookmarkStart w:id="134" w:name="_Toc475968451"/>
      <w:bookmarkStart w:id="135" w:name="_Toc510605945"/>
      <w:bookmarkStart w:id="136" w:name="_Toc527983405"/>
      <w:bookmarkEnd w:id="131"/>
      <w:r w:rsidRPr="0058190B">
        <w:t>Confidential</w:t>
      </w:r>
      <w:r w:rsidR="00B437EB">
        <w:t>ity</w:t>
      </w:r>
      <w:r w:rsidRPr="0058190B">
        <w:t xml:space="preserve"> </w:t>
      </w:r>
      <w:r w:rsidR="00E42F3D" w:rsidRPr="0058190B">
        <w:t>(Core)</w:t>
      </w:r>
      <w:bookmarkEnd w:id="132"/>
      <w:bookmarkEnd w:id="133"/>
      <w:bookmarkEnd w:id="134"/>
      <w:bookmarkEnd w:id="135"/>
      <w:bookmarkEnd w:id="136"/>
    </w:p>
    <w:p w14:paraId="451D34A4" w14:textId="13CDE6F0" w:rsidR="00512103" w:rsidRDefault="00512103" w:rsidP="0099451D">
      <w:pPr>
        <w:pStyle w:val="COTCOCLV3-ASDEFCON"/>
      </w:pPr>
      <w:bookmarkStart w:id="137" w:name="_Ref40886311"/>
      <w:r w:rsidRPr="00512103">
        <w:t xml:space="preserve">The Commonwealth may require a tenderer to execute a Deed of Confidentiality </w:t>
      </w:r>
      <w:r w:rsidR="00A22EDF">
        <w:t xml:space="preserve">in the form at either </w:t>
      </w:r>
      <w:r w:rsidR="008D29C6">
        <w:fldChar w:fldCharType="begin">
          <w:ffData>
            <w:name w:val="Text21"/>
            <w:enabled/>
            <w:calcOnExit w:val="0"/>
            <w:textInput>
              <w:default w:val="[…INSERT REFERENCES FROM BOTH THE ACQUISITION AND SUPPORT COCs…]"/>
            </w:textInput>
          </w:ffData>
        </w:fldChar>
      </w:r>
      <w:r w:rsidR="008D29C6">
        <w:instrText xml:space="preserve"> </w:instrText>
      </w:r>
      <w:bookmarkStart w:id="138" w:name="Text21"/>
      <w:r w:rsidR="008D29C6">
        <w:instrText xml:space="preserve">FORMTEXT </w:instrText>
      </w:r>
      <w:r w:rsidR="008D29C6">
        <w:fldChar w:fldCharType="separate"/>
      </w:r>
      <w:r w:rsidR="006F36D7">
        <w:rPr>
          <w:noProof/>
        </w:rPr>
        <w:t>[…INSERT REFERENCES FROM BOTH THE ACQUISITION AND SUPPORT COCs…]</w:t>
      </w:r>
      <w:r w:rsidR="008D29C6">
        <w:fldChar w:fldCharType="end"/>
      </w:r>
      <w:bookmarkEnd w:id="138"/>
      <w:r w:rsidRPr="00512103">
        <w:t xml:space="preserve"> (or such other form required by the Commonwealth) before being provided with some or all of the information included in the RFT.  Whether or not such a deed is required, and without limiting a tenderer’s obligations under the deed, tenderers are to treat the RFT and any information provided to tenderers by or on behalf of the Commonwealth in connection with the RFT process as confidential and not disclose or use that information except as strictly required for the purpose of developing a tender in accordance with the RFT.</w:t>
      </w:r>
      <w:bookmarkEnd w:id="137"/>
    </w:p>
    <w:p w14:paraId="44229946" w14:textId="4D6603D8" w:rsidR="00F7540F" w:rsidRDefault="00F7540F" w:rsidP="0099451D">
      <w:pPr>
        <w:pStyle w:val="COTCOCLV3-ASDEFCON"/>
        <w:rPr>
          <w:lang w:eastAsia="zh-CN"/>
        </w:rPr>
      </w:pPr>
      <w:r>
        <w:rPr>
          <w:lang w:eastAsia="zh-CN"/>
        </w:rPr>
        <w:t xml:space="preserve">Without limiting the provisions of any deed of confidentiality that may be required by the Commonwealth under clause </w:t>
      </w:r>
      <w:r>
        <w:rPr>
          <w:lang w:eastAsia="zh-CN"/>
        </w:rPr>
        <w:fldChar w:fldCharType="begin"/>
      </w:r>
      <w:r>
        <w:rPr>
          <w:lang w:eastAsia="zh-CN"/>
        </w:rPr>
        <w:instrText xml:space="preserve"> REF _Ref40886311 \r \h </w:instrText>
      </w:r>
      <w:r>
        <w:rPr>
          <w:lang w:eastAsia="zh-CN"/>
        </w:rPr>
      </w:r>
      <w:r>
        <w:rPr>
          <w:lang w:eastAsia="zh-CN"/>
        </w:rPr>
        <w:fldChar w:fldCharType="separate"/>
      </w:r>
      <w:r w:rsidR="006F36D7">
        <w:rPr>
          <w:lang w:eastAsia="zh-CN"/>
        </w:rPr>
        <w:t>2.11.1</w:t>
      </w:r>
      <w:r>
        <w:rPr>
          <w:lang w:eastAsia="zh-CN"/>
        </w:rPr>
        <w:fldChar w:fldCharType="end"/>
      </w:r>
      <w:r>
        <w:rPr>
          <w:lang w:eastAsia="zh-CN"/>
        </w:rPr>
        <w:t>, the Commonwealth may, at any stage during or after the RFT process, require that all information (whether confidential or otherwise) provided to tenderers in any tangible form (including all copies of the information) be:</w:t>
      </w:r>
    </w:p>
    <w:p w14:paraId="7E5EEE83" w14:textId="77777777" w:rsidR="00F7540F" w:rsidRDefault="00F7540F" w:rsidP="0099451D">
      <w:pPr>
        <w:pStyle w:val="COTCOCLV4-ASDEFCON"/>
        <w:rPr>
          <w:lang w:eastAsia="zh-CN"/>
        </w:rPr>
      </w:pPr>
      <w:r>
        <w:rPr>
          <w:lang w:eastAsia="zh-CN"/>
        </w:rPr>
        <w:t>returned to the Commonwealth, and that tenderers promptly return all such information to the address identified by the Commonwealth; or</w:t>
      </w:r>
    </w:p>
    <w:p w14:paraId="2C0C168A" w14:textId="1B5CE249" w:rsidR="00F7540F" w:rsidRDefault="00F7540F" w:rsidP="0099451D">
      <w:pPr>
        <w:pStyle w:val="COTCOCLV4-ASDEFCON"/>
      </w:pPr>
      <w:proofErr w:type="gramStart"/>
      <w:r>
        <w:rPr>
          <w:lang w:eastAsia="zh-CN"/>
        </w:rPr>
        <w:t>destroyed</w:t>
      </w:r>
      <w:proofErr w:type="gramEnd"/>
      <w:r>
        <w:rPr>
          <w:lang w:eastAsia="zh-CN"/>
        </w:rPr>
        <w:t xml:space="preserve"> by the respondent, in which case the respondent is to promptly destroy all such information and provide the Commonwealth with written certification of such destruction.</w:t>
      </w:r>
    </w:p>
    <w:p w14:paraId="0C7944E8" w14:textId="77777777" w:rsidR="00E42F3D" w:rsidRDefault="006F36A1" w:rsidP="0099451D">
      <w:pPr>
        <w:pStyle w:val="COTCOCLV3-ASDEFCON"/>
      </w:pPr>
      <w:bookmarkStart w:id="139" w:name="_Ref457212040"/>
      <w:r w:rsidRPr="0058190B">
        <w:t>In accordance with paragraph 7.21 of the CPRs, the Commonwealth will treat tenders as confidential before and after the award of any resultant Contract.</w:t>
      </w:r>
      <w:bookmarkEnd w:id="139"/>
    </w:p>
    <w:p w14:paraId="23553D24" w14:textId="057B407A" w:rsidR="0064791A" w:rsidRPr="000604CE" w:rsidRDefault="0064791A" w:rsidP="0099451D">
      <w:pPr>
        <w:pStyle w:val="COTCOCLV3-ASDEFCON"/>
        <w:rPr>
          <w:lang w:eastAsia="zh-CN"/>
        </w:rPr>
      </w:pPr>
      <w:r w:rsidRPr="000604CE">
        <w:rPr>
          <w:lang w:eastAsia="zh-CN"/>
        </w:rPr>
        <w:t xml:space="preserve">Despite clause </w:t>
      </w:r>
      <w:r>
        <w:rPr>
          <w:lang w:eastAsia="zh-CN"/>
        </w:rPr>
        <w:fldChar w:fldCharType="begin"/>
      </w:r>
      <w:r>
        <w:rPr>
          <w:lang w:eastAsia="zh-CN"/>
        </w:rPr>
        <w:instrText xml:space="preserve"> REF _Ref457212040 \r \h </w:instrText>
      </w:r>
      <w:r>
        <w:rPr>
          <w:lang w:eastAsia="zh-CN"/>
        </w:rPr>
      </w:r>
      <w:r>
        <w:rPr>
          <w:lang w:eastAsia="zh-CN"/>
        </w:rPr>
        <w:fldChar w:fldCharType="separate"/>
      </w:r>
      <w:r w:rsidR="006F36D7">
        <w:rPr>
          <w:lang w:eastAsia="zh-CN"/>
        </w:rPr>
        <w:t>2.11.3</w:t>
      </w:r>
      <w:r>
        <w:rPr>
          <w:lang w:eastAsia="zh-CN"/>
        </w:rPr>
        <w:fldChar w:fldCharType="end"/>
      </w:r>
      <w:r>
        <w:rPr>
          <w:lang w:eastAsia="zh-CN"/>
        </w:rPr>
        <w:t xml:space="preserve"> </w:t>
      </w:r>
      <w:r w:rsidRPr="000604CE">
        <w:rPr>
          <w:lang w:eastAsia="zh-CN"/>
        </w:rPr>
        <w:t>the Commonwealth may disclose information:</w:t>
      </w:r>
    </w:p>
    <w:p w14:paraId="18176526" w14:textId="77777777" w:rsidR="0064791A" w:rsidRPr="000604CE" w:rsidRDefault="0064791A" w:rsidP="0099451D">
      <w:pPr>
        <w:pStyle w:val="COTCOCLV4-ASDEFCON"/>
      </w:pPr>
      <w:r w:rsidRPr="000604CE">
        <w:rPr>
          <w:lang w:eastAsia="zh-CN"/>
        </w:rPr>
        <w:t xml:space="preserve">if required by law or statutory or portfolio duties, or required </w:t>
      </w:r>
      <w:r w:rsidRPr="000604CE">
        <w:t>for public accountability reasons, including following a request by parliament or a parliamentary committee;</w:t>
      </w:r>
    </w:p>
    <w:p w14:paraId="4D27CB1A" w14:textId="40B66A42" w:rsidR="006F36D7" w:rsidRDefault="0064791A" w:rsidP="0099451D">
      <w:pPr>
        <w:pStyle w:val="COTCOCLV4-ASDEFCON"/>
        <w:rPr>
          <w:lang w:eastAsia="zh-CN"/>
        </w:rPr>
      </w:pPr>
      <w:r w:rsidRPr="000604CE">
        <w:rPr>
          <w:lang w:eastAsia="zh-CN"/>
        </w:rPr>
        <w:t>for the purpose of defending any claim or proceeding in relation to the RFT process or any resultant Contract;</w:t>
      </w:r>
    </w:p>
    <w:p w14:paraId="3715556F" w14:textId="77777777" w:rsidR="0064791A" w:rsidRPr="000604CE" w:rsidRDefault="0064791A" w:rsidP="0099451D">
      <w:pPr>
        <w:pStyle w:val="COTCOCLV4-ASDEFCON"/>
        <w:rPr>
          <w:lang w:eastAsia="zh-CN"/>
        </w:rPr>
      </w:pPr>
      <w:r w:rsidRPr="000604CE">
        <w:rPr>
          <w:lang w:eastAsia="zh-CN"/>
        </w:rPr>
        <w:t>in the public domain otherwise than due to a breach of confidence; or</w:t>
      </w:r>
    </w:p>
    <w:p w14:paraId="487B43B0" w14:textId="18A8AA52" w:rsidR="0064791A" w:rsidRPr="006C4E0B" w:rsidRDefault="0064791A" w:rsidP="0099451D">
      <w:pPr>
        <w:pStyle w:val="COTCOCLV4-ASDEFCON"/>
        <w:rPr>
          <w:rFonts w:cs="Arial"/>
          <w:szCs w:val="20"/>
          <w:lang w:eastAsia="zh-CN"/>
        </w:rPr>
      </w:pPr>
      <w:proofErr w:type="gramStart"/>
      <w:r w:rsidRPr="000604CE">
        <w:t>as</w:t>
      </w:r>
      <w:proofErr w:type="gramEnd"/>
      <w:r w:rsidRPr="000604CE">
        <w:t xml:space="preserve"> contemplated under clause</w:t>
      </w:r>
      <w:r>
        <w:t xml:space="preserve"> </w:t>
      </w:r>
      <w:r>
        <w:fldChar w:fldCharType="begin"/>
      </w:r>
      <w:r>
        <w:instrText xml:space="preserve"> REF _Ref95272325 \r \h </w:instrText>
      </w:r>
      <w:r>
        <w:fldChar w:fldCharType="separate"/>
      </w:r>
      <w:r w:rsidR="006F36D7">
        <w:t>2.13</w:t>
      </w:r>
      <w:r>
        <w:fldChar w:fldCharType="end"/>
      </w:r>
      <w:r w:rsidRPr="000604CE">
        <w:t>.</w:t>
      </w:r>
    </w:p>
    <w:p w14:paraId="3BE091E7" w14:textId="77777777" w:rsidR="006C4E0B" w:rsidRPr="000604CE" w:rsidRDefault="006C4E0B" w:rsidP="0099451D">
      <w:pPr>
        <w:pStyle w:val="COTCOCLV2-ASDEFCON"/>
        <w:rPr>
          <w:lang w:eastAsia="zh-CN"/>
        </w:rPr>
      </w:pPr>
      <w:bookmarkStart w:id="140" w:name="_Ref335690531"/>
      <w:bookmarkStart w:id="141" w:name="_Toc338418980"/>
      <w:bookmarkStart w:id="142" w:name="_Ref361128896"/>
      <w:bookmarkStart w:id="143" w:name="_Toc365643216"/>
      <w:bookmarkStart w:id="144" w:name="_Toc424912714"/>
      <w:bookmarkStart w:id="145" w:name="_Toc454531409"/>
      <w:bookmarkStart w:id="146" w:name="_Toc475968452"/>
      <w:bookmarkStart w:id="147" w:name="_Toc510605946"/>
      <w:bookmarkStart w:id="148" w:name="_Toc527983406"/>
      <w:r w:rsidRPr="000604CE">
        <w:rPr>
          <w:lang w:eastAsia="zh-CN"/>
        </w:rPr>
        <w:lastRenderedPageBreak/>
        <w:t>Probity Assurance</w:t>
      </w:r>
      <w:bookmarkEnd w:id="140"/>
      <w:bookmarkEnd w:id="141"/>
      <w:r w:rsidRPr="000604CE">
        <w:rPr>
          <w:lang w:eastAsia="zh-CN"/>
        </w:rPr>
        <w:t xml:space="preserve"> (Core)</w:t>
      </w:r>
      <w:bookmarkEnd w:id="142"/>
      <w:bookmarkEnd w:id="143"/>
      <w:bookmarkEnd w:id="144"/>
      <w:bookmarkEnd w:id="145"/>
      <w:bookmarkEnd w:id="146"/>
      <w:bookmarkEnd w:id="147"/>
      <w:bookmarkEnd w:id="148"/>
    </w:p>
    <w:p w14:paraId="609D49CD" w14:textId="5BE552B3" w:rsidR="006F36D7" w:rsidRDefault="006C4E0B" w:rsidP="0099451D">
      <w:pPr>
        <w:pStyle w:val="NoteToTenderers-ASDEFCON"/>
        <w:rPr>
          <w:rFonts w:eastAsia="SimSun"/>
          <w:lang w:eastAsia="zh-CN"/>
        </w:rPr>
      </w:pPr>
      <w:r w:rsidRPr="000604CE">
        <w:t xml:space="preserve">Note to tenderers:  Tenderers should note that the Tenderer’s Deed of Undertaking sets out a number of acknowledgements and undertakings to be given by tenderers, including in relation to probity, </w:t>
      </w:r>
      <w:r w:rsidRPr="000604CE">
        <w:rPr>
          <w:rFonts w:eastAsia="SimSun"/>
          <w:lang w:eastAsia="zh-CN"/>
        </w:rPr>
        <w:t>conflict of interest and bribery.</w:t>
      </w:r>
    </w:p>
    <w:p w14:paraId="0D2523D4" w14:textId="2ECD24E4" w:rsidR="006F36D7" w:rsidRDefault="006C4E0B" w:rsidP="0099451D">
      <w:pPr>
        <w:pStyle w:val="COTCOCLV3-ASDEFCON"/>
      </w:pPr>
      <w:r w:rsidRPr="000604CE">
        <w:t>The Commonwealth may exclude a tender from further consideration if in the opinion of the Commonwealth, the tenderer fails to comply with clause 4 of the Tenderer’s Deed of Undertaking.  The Commonwealth may exclude a tender from further consideration if the tenderer, any of its Related Bodies Corporate or any officer of any of them has been convicted of bribery of Commonwealth, State, Territory or foreign government officials at any time during the last seven years.</w:t>
      </w:r>
      <w:bookmarkStart w:id="149" w:name="_Toc182994970"/>
      <w:bookmarkStart w:id="150" w:name="_Toc460570445"/>
      <w:bookmarkStart w:id="151" w:name="_Toc461711245"/>
      <w:bookmarkStart w:id="152" w:name="_Ref95272325"/>
      <w:bookmarkStart w:id="153" w:name="_Toc222623930"/>
      <w:bookmarkStart w:id="154" w:name="_Toc475968453"/>
      <w:bookmarkStart w:id="155" w:name="_Toc510605947"/>
      <w:bookmarkStart w:id="156" w:name="_Toc527983407"/>
      <w:bookmarkEnd w:id="149"/>
      <w:bookmarkEnd w:id="150"/>
      <w:bookmarkEnd w:id="151"/>
    </w:p>
    <w:p w14:paraId="4C293A87" w14:textId="77777777" w:rsidR="00E42F3D" w:rsidRPr="0058190B" w:rsidRDefault="00E42F3D" w:rsidP="0099451D">
      <w:pPr>
        <w:pStyle w:val="COTCOCLV2-ASDEFCON"/>
      </w:pPr>
      <w:r w:rsidRPr="0058190B">
        <w:t>Use of Tender Documents (Core)</w:t>
      </w:r>
      <w:bookmarkEnd w:id="152"/>
      <w:bookmarkEnd w:id="153"/>
      <w:bookmarkEnd w:id="154"/>
      <w:bookmarkEnd w:id="155"/>
      <w:bookmarkEnd w:id="156"/>
    </w:p>
    <w:p w14:paraId="64B730B2" w14:textId="77777777" w:rsidR="00E42F3D" w:rsidRPr="0058190B" w:rsidRDefault="00E42F3D" w:rsidP="0099451D">
      <w:pPr>
        <w:pStyle w:val="COTCOCLV3-ASDEFCON"/>
      </w:pPr>
      <w:bookmarkStart w:id="157" w:name="_Ref95272157"/>
      <w:r w:rsidRPr="0058190B">
        <w:t>All tender documents submitted in response to this RFT become the property of the Commonwealth</w:t>
      </w:r>
      <w:r w:rsidR="008F0005" w:rsidRPr="0058190B">
        <w:t xml:space="preserve"> and</w:t>
      </w:r>
      <w:r w:rsidRPr="0058190B">
        <w:t xml:space="preserve"> the Commonwealth may use, retain and copy the information contained in those documents for the purposes of</w:t>
      </w:r>
      <w:r w:rsidR="00512103">
        <w:t>:</w:t>
      </w:r>
      <w:bookmarkEnd w:id="157"/>
    </w:p>
    <w:p w14:paraId="62D4184B" w14:textId="77777777" w:rsidR="008F0005" w:rsidRPr="0058190B" w:rsidRDefault="00341C1C" w:rsidP="0099451D">
      <w:pPr>
        <w:pStyle w:val="COTCOCLV4-ASDEFCON"/>
      </w:pPr>
      <w:r w:rsidRPr="0058190B">
        <w:t>e</w:t>
      </w:r>
      <w:r w:rsidR="00E42F3D" w:rsidRPr="0058190B">
        <w:t>valuation</w:t>
      </w:r>
      <w:r w:rsidR="008F0005" w:rsidRPr="0058190B">
        <w:t xml:space="preserve"> and</w:t>
      </w:r>
      <w:r w:rsidR="00E42F3D" w:rsidRPr="0058190B">
        <w:t xml:space="preserve"> selection </w:t>
      </w:r>
      <w:r w:rsidR="008F0005" w:rsidRPr="0058190B">
        <w:t>of any tender;</w:t>
      </w:r>
    </w:p>
    <w:p w14:paraId="7DB4EA35" w14:textId="77777777" w:rsidR="00E42F3D" w:rsidRPr="0058190B" w:rsidRDefault="00E42F3D" w:rsidP="0099451D">
      <w:pPr>
        <w:pStyle w:val="COTCOCLV4-ASDEFCON"/>
      </w:pPr>
      <w:r w:rsidRPr="0058190B">
        <w:t xml:space="preserve">preparation </w:t>
      </w:r>
      <w:r w:rsidR="008F0005" w:rsidRPr="0058190B">
        <w:t xml:space="preserve">and negotiation </w:t>
      </w:r>
      <w:r w:rsidRPr="0058190B">
        <w:t xml:space="preserve">of any </w:t>
      </w:r>
      <w:r w:rsidR="008F0005" w:rsidRPr="0058190B">
        <w:t xml:space="preserve">resultant </w:t>
      </w:r>
      <w:r w:rsidR="00F5123E">
        <w:t>C</w:t>
      </w:r>
      <w:r w:rsidRPr="0058190B">
        <w:t>ontract with respect to th</w:t>
      </w:r>
      <w:r w:rsidR="008F0005" w:rsidRPr="0058190B">
        <w:t>e</w:t>
      </w:r>
      <w:r w:rsidRPr="0058190B">
        <w:t xml:space="preserve"> RFT;</w:t>
      </w:r>
      <w:r w:rsidR="008F0005" w:rsidRPr="0058190B">
        <w:t xml:space="preserve"> and</w:t>
      </w:r>
    </w:p>
    <w:p w14:paraId="2089E1DA" w14:textId="77777777" w:rsidR="00E42F3D" w:rsidRPr="0058190B" w:rsidRDefault="00E42F3D" w:rsidP="0099451D">
      <w:pPr>
        <w:pStyle w:val="COTCOCLV4-ASDEFCON"/>
      </w:pPr>
      <w:proofErr w:type="gramStart"/>
      <w:r w:rsidRPr="0058190B">
        <w:t>verifying</w:t>
      </w:r>
      <w:proofErr w:type="gramEnd"/>
      <w:r w:rsidRPr="0058190B">
        <w:t xml:space="preserve"> the currency, consistency and adequacy of information provided under any other RFT process conducted by the Commonwealth</w:t>
      </w:r>
      <w:r w:rsidR="008F0005" w:rsidRPr="0058190B">
        <w:t>.</w:t>
      </w:r>
    </w:p>
    <w:p w14:paraId="64AA1F91" w14:textId="63C1C1AE" w:rsidR="00E42F3D" w:rsidRPr="0058190B" w:rsidRDefault="008F0005" w:rsidP="0099451D">
      <w:pPr>
        <w:pStyle w:val="COTCOCLV3-ASDEFCON"/>
      </w:pPr>
      <w:r w:rsidRPr="0058190B">
        <w:t>T</w:t>
      </w:r>
      <w:r w:rsidR="00E42F3D" w:rsidRPr="0058190B">
        <w:t>he Commonwealth may disclose tender documents to a third party for the purposes of assisting the Commonwealth in the conduct of the RFT process</w:t>
      </w:r>
      <w:r w:rsidR="00D9129C" w:rsidRPr="0058190B">
        <w:t xml:space="preserve"> and for the purposes </w:t>
      </w:r>
      <w:r w:rsidR="00F523AD">
        <w:t>contained</w:t>
      </w:r>
      <w:r w:rsidR="00F523AD" w:rsidRPr="0058190B">
        <w:t xml:space="preserve"> </w:t>
      </w:r>
      <w:r w:rsidR="00D9129C" w:rsidRPr="0058190B">
        <w:t xml:space="preserve">in clause </w:t>
      </w:r>
      <w:r w:rsidR="00D9129C" w:rsidRPr="0058190B">
        <w:fldChar w:fldCharType="begin"/>
      </w:r>
      <w:r w:rsidR="00D9129C" w:rsidRPr="0058190B">
        <w:instrText xml:space="preserve"> REF _Ref95272157 \r \h </w:instrText>
      </w:r>
      <w:r w:rsidR="0058190B">
        <w:instrText xml:space="preserve"> \* MERGEFORMAT </w:instrText>
      </w:r>
      <w:r w:rsidR="00D9129C" w:rsidRPr="0058190B">
        <w:fldChar w:fldCharType="separate"/>
      </w:r>
      <w:r w:rsidR="006F36D7">
        <w:t>2.13.1</w:t>
      </w:r>
      <w:r w:rsidR="00D9129C" w:rsidRPr="0058190B">
        <w:fldChar w:fldCharType="end"/>
      </w:r>
      <w:r w:rsidR="00E42F3D" w:rsidRPr="0058190B">
        <w:t>.  The Commonwealth may obtain appropriate confidentiality undertakings from the third party prior to disclosure.</w:t>
      </w:r>
    </w:p>
    <w:p w14:paraId="6D89E06E" w14:textId="1EF28FE5" w:rsidR="00E42F3D" w:rsidRPr="0058190B" w:rsidRDefault="00E42F3D" w:rsidP="0099451D">
      <w:pPr>
        <w:pStyle w:val="COTCOCLV3-ASDEFCON"/>
      </w:pPr>
      <w:r w:rsidRPr="0058190B">
        <w:t xml:space="preserve">Nothing in </w:t>
      </w:r>
      <w:r w:rsidR="00341C1C" w:rsidRPr="0058190B">
        <w:t xml:space="preserve">this </w:t>
      </w:r>
      <w:r w:rsidRPr="0058190B">
        <w:t xml:space="preserve">clause </w:t>
      </w:r>
      <w:r w:rsidRPr="0058190B">
        <w:fldChar w:fldCharType="begin"/>
      </w:r>
      <w:r w:rsidRPr="0058190B">
        <w:instrText xml:space="preserve"> REF _Ref95272325 \r \h  \* MERGEFORMAT </w:instrText>
      </w:r>
      <w:r w:rsidRPr="0058190B">
        <w:fldChar w:fldCharType="separate"/>
      </w:r>
      <w:r w:rsidR="006F36D7">
        <w:t>2.13</w:t>
      </w:r>
      <w:r w:rsidRPr="0058190B">
        <w:fldChar w:fldCharType="end"/>
      </w:r>
      <w:r w:rsidRPr="0058190B">
        <w:t xml:space="preserve"> changes or affects the ownership of IP in the information contained in the tender documents.</w:t>
      </w:r>
    </w:p>
    <w:p w14:paraId="5D73C53C" w14:textId="77777777" w:rsidR="00E42F3D" w:rsidRPr="0058190B" w:rsidRDefault="00E42F3D" w:rsidP="0099451D">
      <w:pPr>
        <w:pStyle w:val="COTCOCLV2-ASDEFCON"/>
      </w:pPr>
      <w:bookmarkStart w:id="158" w:name="_Ref95287696"/>
      <w:bookmarkStart w:id="159" w:name="_Toc222623932"/>
      <w:bookmarkStart w:id="160" w:name="_Toc475968454"/>
      <w:bookmarkStart w:id="161" w:name="_Toc510605948"/>
      <w:bookmarkStart w:id="162" w:name="_Toc527983408"/>
      <w:r w:rsidRPr="0058190B">
        <w:t>Part</w:t>
      </w:r>
      <w:r w:rsidR="00C20A91" w:rsidRPr="0058190B">
        <w:t xml:space="preserve"> and </w:t>
      </w:r>
      <w:r w:rsidRPr="0058190B">
        <w:t>Joint Tenders (Core)</w:t>
      </w:r>
      <w:bookmarkEnd w:id="158"/>
      <w:bookmarkEnd w:id="159"/>
      <w:bookmarkEnd w:id="160"/>
      <w:bookmarkEnd w:id="161"/>
      <w:bookmarkEnd w:id="162"/>
    </w:p>
    <w:p w14:paraId="3D627094" w14:textId="77777777" w:rsidR="0063609F" w:rsidRPr="00537975" w:rsidRDefault="0063609F" w:rsidP="0099451D">
      <w:pPr>
        <w:pStyle w:val="COTCOCLV3-ASDEFCON"/>
      </w:pPr>
      <w:r w:rsidRPr="00537975">
        <w:t>The Commonwealth will not consider a tender for:</w:t>
      </w:r>
    </w:p>
    <w:p w14:paraId="0485B92F" w14:textId="77777777" w:rsidR="0063609F" w:rsidRPr="00537975" w:rsidRDefault="0063609F" w:rsidP="0099451D">
      <w:pPr>
        <w:pStyle w:val="COTCOCLV4-ASDEFCON"/>
      </w:pPr>
      <w:r w:rsidRPr="00537975">
        <w:t>part of the Supplies;</w:t>
      </w:r>
    </w:p>
    <w:p w14:paraId="191DE444" w14:textId="77777777" w:rsidR="0063609F" w:rsidRPr="00537975" w:rsidRDefault="0063609F" w:rsidP="0099451D">
      <w:pPr>
        <w:pStyle w:val="COTCOCLV4-ASDEFCON"/>
      </w:pPr>
      <w:r w:rsidRPr="00537975">
        <w:t>part of the Services; or</w:t>
      </w:r>
    </w:p>
    <w:p w14:paraId="2ACAD447" w14:textId="77777777" w:rsidR="0063609F" w:rsidRPr="00537975" w:rsidRDefault="0063609F" w:rsidP="0099451D">
      <w:pPr>
        <w:pStyle w:val="COTCOCLV4-ASDEFCON"/>
      </w:pPr>
      <w:proofErr w:type="gramStart"/>
      <w:r w:rsidRPr="00537975">
        <w:t>the</w:t>
      </w:r>
      <w:proofErr w:type="gramEnd"/>
      <w:r w:rsidRPr="00537975">
        <w:t xml:space="preserve"> Supplies only or the Services only.</w:t>
      </w:r>
    </w:p>
    <w:p w14:paraId="0AA78F5F" w14:textId="2E5B2FAA" w:rsidR="006F36D7" w:rsidRDefault="0063609F" w:rsidP="0099451D">
      <w:pPr>
        <w:pStyle w:val="COTCOCLV3-ASDEFCON"/>
      </w:pPr>
      <w:r w:rsidRPr="00537975">
        <w:t>The Commonwealth is seeking an integrated solution for the provision of the Supplies and Services to minimise the interface and transition risk associated with having separate but linked Contracts.  The Commonwealth considers that a tender which proposes separate legal entities for the Contract (Acquisition) and Contract (Support) presents a greater interface and transition risk than a tender which proposes the same legal entity.  Accordingly, the Commonwealth requires tenders which propose that separate legal entities enter into the Contract (Acquisition) and Contract (Support) provide additional information on how the risk will be mitigated for the Commonwealth.</w:t>
      </w:r>
      <w:bookmarkStart w:id="163" w:name="_Ref275529637"/>
    </w:p>
    <w:p w14:paraId="72703BFD" w14:textId="77777777" w:rsidR="0063609F" w:rsidRPr="00537975" w:rsidRDefault="0063609F" w:rsidP="0099451D">
      <w:pPr>
        <w:pStyle w:val="COTCOCLV3-ASDEFCON"/>
      </w:pPr>
      <w:r w:rsidRPr="00537975">
        <w:t>Where a tenderer proposes that separate legal entities enter into the Contract (Acquisition) and the Contract (Support), the Commonwealth's preference is that tenderers submit their tender on the basis that:</w:t>
      </w:r>
      <w:bookmarkEnd w:id="163"/>
    </w:p>
    <w:p w14:paraId="56BA4089" w14:textId="11C5088B" w:rsidR="0063609F" w:rsidRPr="00537975" w:rsidRDefault="0063609F" w:rsidP="0099451D">
      <w:pPr>
        <w:pStyle w:val="COTCOCLV4-ASDEFCON"/>
      </w:pPr>
      <w:r w:rsidRPr="00537975">
        <w:t xml:space="preserve">a single legal entity </w:t>
      </w:r>
      <w:r w:rsidR="002023B0">
        <w:t>will be responsible for performance</w:t>
      </w:r>
      <w:r w:rsidRPr="00537975">
        <w:t xml:space="preserve"> of the Contract (Acquisition);</w:t>
      </w:r>
    </w:p>
    <w:p w14:paraId="424AA9B3" w14:textId="05DC246B" w:rsidR="0063609F" w:rsidRPr="00537975" w:rsidRDefault="0063609F" w:rsidP="0099451D">
      <w:pPr>
        <w:pStyle w:val="COTCOCLV4-ASDEFCON"/>
      </w:pPr>
      <w:r w:rsidRPr="00537975">
        <w:t xml:space="preserve">a single legal entity will </w:t>
      </w:r>
      <w:r w:rsidR="002023B0">
        <w:t>be responsible for performance</w:t>
      </w:r>
      <w:r w:rsidRPr="00537975">
        <w:t xml:space="preserve"> of the Contract (Support); and</w:t>
      </w:r>
    </w:p>
    <w:p w14:paraId="2CC312BF" w14:textId="2F4EF688" w:rsidR="006F36D7" w:rsidRDefault="0063609F" w:rsidP="0099451D">
      <w:pPr>
        <w:pStyle w:val="COTCOCLV4-ASDEFCON"/>
      </w:pPr>
      <w:proofErr w:type="gramStart"/>
      <w:r w:rsidRPr="00537975">
        <w:t>the</w:t>
      </w:r>
      <w:proofErr w:type="gramEnd"/>
      <w:r w:rsidRPr="00537975">
        <w:t xml:space="preserve"> tenderer proposes appropriate protections to address the risk to the Commonwealth of contracting with separate legal entities for the Contract (Acquisition) and the Contract (Support).  For example, the tenderer may propose to provide a guarantee on the terms of the Deed of Guarantee and Indemnity in Annex </w:t>
      </w:r>
      <w:r w:rsidR="00352C0F">
        <w:t>H</w:t>
      </w:r>
      <w:r w:rsidRPr="00537975">
        <w:t xml:space="preserve"> to Attachment </w:t>
      </w:r>
      <w:r w:rsidR="00352C0F">
        <w:t>I</w:t>
      </w:r>
      <w:r w:rsidRPr="00537975">
        <w:t xml:space="preserve"> to the </w:t>
      </w:r>
      <w:r w:rsidR="002023B0">
        <w:t>COC</w:t>
      </w:r>
      <w:r w:rsidR="00F7540F">
        <w:t>,</w:t>
      </w:r>
      <w:r w:rsidR="00F7540F" w:rsidRPr="00F7540F">
        <w:t xml:space="preserve"> </w:t>
      </w:r>
      <w:r w:rsidR="00F7540F" w:rsidRPr="00537975">
        <w:t>where applicable</w:t>
      </w:r>
      <w:r w:rsidRPr="00537975">
        <w:t>:</w:t>
      </w:r>
    </w:p>
    <w:p w14:paraId="3331D097" w14:textId="3D44978A" w:rsidR="006F36D7" w:rsidRDefault="0063609F" w:rsidP="0099451D">
      <w:pPr>
        <w:pStyle w:val="COTCOCLV5-ASDEFCON"/>
      </w:pPr>
      <w:r w:rsidRPr="00537975">
        <w:t>from an appropriate common parent company of the legal entities in respect of the obligations of each of the legal entities under the Contracts;</w:t>
      </w:r>
    </w:p>
    <w:p w14:paraId="57AA198B" w14:textId="77777777" w:rsidR="0063609F" w:rsidRPr="00537975" w:rsidRDefault="0063609F" w:rsidP="0099451D">
      <w:pPr>
        <w:pStyle w:val="COTCOCLV5-ASDEFCON"/>
      </w:pPr>
      <w:r w:rsidRPr="00537975">
        <w:t>from each legal entity in respect of the obligations of the other legal entity under the relevant Contract to which the other legal entity is a party; or</w:t>
      </w:r>
    </w:p>
    <w:p w14:paraId="33A2DEE9" w14:textId="77777777" w:rsidR="0063609F" w:rsidRPr="00537975" w:rsidRDefault="0063609F" w:rsidP="0099451D">
      <w:pPr>
        <w:pStyle w:val="COTCOCLV5-ASDEFCON"/>
      </w:pPr>
      <w:proofErr w:type="gramStart"/>
      <w:r w:rsidRPr="00537975">
        <w:lastRenderedPageBreak/>
        <w:t>from</w:t>
      </w:r>
      <w:proofErr w:type="gramEnd"/>
      <w:r w:rsidRPr="00537975">
        <w:t xml:space="preserve"> an appropriate parent company of each legal entity in respect of the obligations of the other legal entity under the relevant Contract to which the other legal entity is a party.</w:t>
      </w:r>
    </w:p>
    <w:p w14:paraId="0A4E5C53" w14:textId="0E1435F4" w:rsidR="0063609F" w:rsidRPr="0010421D" w:rsidRDefault="0063609F" w:rsidP="0099451D">
      <w:pPr>
        <w:pStyle w:val="COTCOCLV3-ASDEFCON"/>
      </w:pPr>
      <w:bookmarkStart w:id="164" w:name="_Ref410280645"/>
      <w:r w:rsidRPr="0010421D">
        <w:t xml:space="preserve">If a tenderer submits a consortium tender, for example, </w:t>
      </w:r>
      <w:r w:rsidR="00364CF3" w:rsidRPr="0010421D">
        <w:t xml:space="preserve">which </w:t>
      </w:r>
      <w:r w:rsidRPr="0010421D">
        <w:t>proposes that separate legal entities enter into the Contract (Acquisition) and the Contract (Support) or that more than one legal entity will be a party to either the Contract (Acquisition) or the Contract (Support), the tender</w:t>
      </w:r>
      <w:r w:rsidR="002023B0" w:rsidRPr="0010421D">
        <w:t>er</w:t>
      </w:r>
      <w:r w:rsidRPr="0010421D">
        <w:t xml:space="preserve"> is to:</w:t>
      </w:r>
      <w:bookmarkEnd w:id="164"/>
    </w:p>
    <w:p w14:paraId="7B38A128" w14:textId="733CA12C" w:rsidR="0063609F" w:rsidRPr="00537975" w:rsidRDefault="0063609F" w:rsidP="0099451D">
      <w:pPr>
        <w:pStyle w:val="COTCOCLV4-ASDEFCON"/>
      </w:pPr>
      <w:r w:rsidRPr="00537975">
        <w:t>where the RFT requires information to be provided in respect of a tenderer, include in the tender the information sought in the RFT for each member of the consortium</w:t>
      </w:r>
      <w:r w:rsidR="0010421D">
        <w:t xml:space="preserve"> and provide a Tenderer’s Deed of Undertaking from each member of the consortium</w:t>
      </w:r>
      <w:r w:rsidRPr="00537975">
        <w:t>;</w:t>
      </w:r>
    </w:p>
    <w:p w14:paraId="468B86E6" w14:textId="77777777" w:rsidR="0063609F" w:rsidRPr="00537975" w:rsidRDefault="0063609F" w:rsidP="0099451D">
      <w:pPr>
        <w:pStyle w:val="COTCOCLV4-ASDEFCON"/>
      </w:pPr>
      <w:r w:rsidRPr="00537975">
        <w:t>describe in detail in the tender the relationship between each member of the consortium and the structure proposed for management of the consortium</w:t>
      </w:r>
      <w:r w:rsidRPr="00537975">
        <w:rPr>
          <w:rFonts w:cs="Arial"/>
          <w:szCs w:val="20"/>
        </w:rPr>
        <w:t>, including nominating a single point of contact for all communications in relation to the RFT</w:t>
      </w:r>
      <w:r w:rsidRPr="00537975">
        <w:t>;</w:t>
      </w:r>
    </w:p>
    <w:p w14:paraId="71C2F9B2" w14:textId="62093833" w:rsidR="0063609F" w:rsidRPr="00537975" w:rsidRDefault="0063609F" w:rsidP="0099451D">
      <w:pPr>
        <w:pStyle w:val="COTCOCLV4-ASDEFCON"/>
      </w:pPr>
      <w:r w:rsidRPr="00537975">
        <w:t xml:space="preserve">where it is proposed that </w:t>
      </w:r>
      <w:bookmarkStart w:id="165" w:name="OLE_LINK7"/>
      <w:bookmarkStart w:id="166" w:name="OLE_LINK8"/>
      <w:r w:rsidRPr="00537975">
        <w:t>more than one legal entity will be a party to the Contract (Acquisition) and/or the Contract (Support),</w:t>
      </w:r>
      <w:bookmarkEnd w:id="165"/>
      <w:bookmarkEnd w:id="166"/>
      <w:r w:rsidRPr="00537975">
        <w:t xml:space="preserve"> provide in the tender that each legal entity entering into the Contract (Acquisition) or the Contract (Support) (as the case may be) </w:t>
      </w:r>
      <w:r w:rsidR="002023B0">
        <w:t>will be</w:t>
      </w:r>
      <w:r w:rsidRPr="00537975">
        <w:t xml:space="preserve"> jointly and severally liable for the performance of all legal entities which enter into the relevant Contract or that one legal entity </w:t>
      </w:r>
      <w:r w:rsidR="002023B0">
        <w:t>will be</w:t>
      </w:r>
      <w:r w:rsidRPr="00537975">
        <w:t xml:space="preserve"> fully liable for the performance of all legal entities which enter into the relevant Contract; and</w:t>
      </w:r>
    </w:p>
    <w:p w14:paraId="5FF22131" w14:textId="77777777" w:rsidR="0063609F" w:rsidRPr="00537975" w:rsidRDefault="0063609F" w:rsidP="0099451D">
      <w:pPr>
        <w:pStyle w:val="COTCOCLV4-ASDEFCON"/>
      </w:pPr>
      <w:proofErr w:type="gramStart"/>
      <w:r w:rsidRPr="00537975">
        <w:t>include</w:t>
      </w:r>
      <w:proofErr w:type="gramEnd"/>
      <w:r w:rsidRPr="00537975">
        <w:t xml:space="preserve"> such other information that the Commonwealth requires to undertake a risk assessment of the proposed consortium tender.</w:t>
      </w:r>
    </w:p>
    <w:p w14:paraId="191C12DD" w14:textId="6BAB6C4D" w:rsidR="006F36D7" w:rsidRDefault="0063609F" w:rsidP="0099451D">
      <w:pPr>
        <w:pStyle w:val="COTCOCLV3-ASDEFCON"/>
      </w:pPr>
      <w:r w:rsidRPr="00537975">
        <w:t xml:space="preserve">Where clause </w:t>
      </w:r>
      <w:r w:rsidRPr="00537975">
        <w:fldChar w:fldCharType="begin"/>
      </w:r>
      <w:r w:rsidRPr="00537975">
        <w:instrText xml:space="preserve"> REF _Ref410280645 \r \h  \* MERGEFORMAT </w:instrText>
      </w:r>
      <w:r w:rsidRPr="00537975">
        <w:fldChar w:fldCharType="separate"/>
      </w:r>
      <w:r w:rsidR="006F36D7">
        <w:t>2.14.4</w:t>
      </w:r>
      <w:r w:rsidRPr="00537975">
        <w:fldChar w:fldCharType="end"/>
      </w:r>
      <w:r w:rsidRPr="00537975">
        <w:t xml:space="preserve"> applies in respect of a tender,</w:t>
      </w:r>
    </w:p>
    <w:p w14:paraId="4C053744" w14:textId="278E48C3" w:rsidR="002023B0" w:rsidRDefault="0063609F" w:rsidP="0099451D">
      <w:pPr>
        <w:pStyle w:val="COTCOCLV4-ASDEFCON"/>
      </w:pPr>
      <w:r w:rsidRPr="00537975">
        <w:t xml:space="preserve">the Commonwealth may elect not to consider a tender that does not comply with clause </w:t>
      </w:r>
      <w:r w:rsidRPr="00537975">
        <w:fldChar w:fldCharType="begin"/>
      </w:r>
      <w:r w:rsidRPr="00537975">
        <w:instrText xml:space="preserve"> REF _Ref410280645 \r \h  \* MERGEFORMAT </w:instrText>
      </w:r>
      <w:r w:rsidRPr="00537975">
        <w:fldChar w:fldCharType="separate"/>
      </w:r>
      <w:r w:rsidR="006F36D7">
        <w:t>2.14.4</w:t>
      </w:r>
      <w:r w:rsidRPr="00537975">
        <w:fldChar w:fldCharType="end"/>
      </w:r>
      <w:r w:rsidR="002023B0">
        <w:t>; and</w:t>
      </w:r>
    </w:p>
    <w:p w14:paraId="40DCE29E" w14:textId="0E5C756C" w:rsidR="00E42F3D" w:rsidRPr="0058190B" w:rsidRDefault="002023B0" w:rsidP="0099451D">
      <w:pPr>
        <w:pStyle w:val="COTCOCLV4-ASDEFCON"/>
      </w:pPr>
      <w:proofErr w:type="gramStart"/>
      <w:r>
        <w:t>a</w:t>
      </w:r>
      <w:proofErr w:type="gramEnd"/>
      <w:r w:rsidR="0063609F" w:rsidRPr="00537975">
        <w:t xml:space="preserve"> reference to tenderer in the RFT is a reference to each member of the consortium</w:t>
      </w:r>
      <w:r w:rsidR="0063609F" w:rsidRPr="0063609F">
        <w:t>.</w:t>
      </w:r>
      <w:bookmarkStart w:id="167" w:name="_Hlt95873412"/>
      <w:bookmarkEnd w:id="167"/>
    </w:p>
    <w:p w14:paraId="74EEA6B4" w14:textId="77777777" w:rsidR="007946E5" w:rsidRPr="0058190B" w:rsidRDefault="007946E5" w:rsidP="0099451D">
      <w:pPr>
        <w:pStyle w:val="COTCOCLV2-ASDEFCON"/>
      </w:pPr>
      <w:bookmarkStart w:id="168" w:name="_Ref431387087"/>
      <w:bookmarkStart w:id="169" w:name="_Toc475968455"/>
      <w:bookmarkStart w:id="170" w:name="_Toc510605949"/>
      <w:bookmarkStart w:id="171" w:name="_Toc527983409"/>
      <w:bookmarkStart w:id="172" w:name="_Ref95720016"/>
      <w:r w:rsidRPr="0058190B">
        <w:t>Alternative Proposals (Core)</w:t>
      </w:r>
      <w:bookmarkEnd w:id="168"/>
      <w:bookmarkEnd w:id="169"/>
      <w:bookmarkEnd w:id="170"/>
      <w:bookmarkEnd w:id="171"/>
    </w:p>
    <w:p w14:paraId="027E4965" w14:textId="08228C19" w:rsidR="007946E5" w:rsidRPr="0058190B" w:rsidRDefault="007946E5" w:rsidP="0099451D">
      <w:pPr>
        <w:pStyle w:val="COTCOCLV3-ASDEFCON"/>
      </w:pPr>
      <w:r w:rsidRPr="0058190B">
        <w:t xml:space="preserve">The Commonwealth may consider an alternative proposal submitted by a tenderer that does not comply with the requirements of the RFT.  Any alternative proposal is to be submitted in accordance with this clause </w:t>
      </w:r>
      <w:r w:rsidRPr="0058190B">
        <w:fldChar w:fldCharType="begin"/>
      </w:r>
      <w:r w:rsidRPr="0058190B">
        <w:instrText xml:space="preserve"> REF _Ref431387087 \r \h </w:instrText>
      </w:r>
      <w:r w:rsidR="0058190B">
        <w:instrText xml:space="preserve"> \* MERGEFORMAT </w:instrText>
      </w:r>
      <w:r w:rsidRPr="0058190B">
        <w:fldChar w:fldCharType="separate"/>
      </w:r>
      <w:r w:rsidR="006F36D7">
        <w:t>2.15</w:t>
      </w:r>
      <w:r w:rsidRPr="0058190B">
        <w:fldChar w:fldCharType="end"/>
      </w:r>
      <w:r w:rsidRPr="0058190B">
        <w:t>.</w:t>
      </w:r>
    </w:p>
    <w:p w14:paraId="41D260DD" w14:textId="77777777" w:rsidR="007946E5" w:rsidRPr="0058190B" w:rsidRDefault="007946E5" w:rsidP="0099451D">
      <w:pPr>
        <w:pStyle w:val="COTCOCLV3-ASDEFCON"/>
      </w:pPr>
      <w:r w:rsidRPr="0058190B">
        <w:t>The Commonwealth will not consider an alternative proposal unless the alternative proposal:</w:t>
      </w:r>
      <w:bookmarkStart w:id="173" w:name="_Toc387146288"/>
      <w:bookmarkEnd w:id="173"/>
    </w:p>
    <w:p w14:paraId="3EDAC878" w14:textId="77777777" w:rsidR="007946E5" w:rsidRPr="0058190B" w:rsidRDefault="007946E5" w:rsidP="0099451D">
      <w:pPr>
        <w:pStyle w:val="COTCOCLV4-ASDEFCON"/>
      </w:pPr>
      <w:bookmarkStart w:id="174" w:name="_Ref420333122"/>
      <w:r w:rsidRPr="0058190B">
        <w:t>is submitted together with a tender that addresses the requirements of the RFT;</w:t>
      </w:r>
      <w:bookmarkStart w:id="175" w:name="_Toc387146289"/>
      <w:bookmarkEnd w:id="174"/>
      <w:bookmarkEnd w:id="175"/>
    </w:p>
    <w:p w14:paraId="650C723D" w14:textId="592ABDFC" w:rsidR="006F36D7" w:rsidRDefault="007946E5" w:rsidP="0099451D">
      <w:pPr>
        <w:pStyle w:val="COTCOCLV4-ASDEFCON"/>
      </w:pPr>
      <w:r w:rsidRPr="0058190B">
        <w:t xml:space="preserve">is clearly identified as an alternative proposal submitted under this clause </w:t>
      </w:r>
      <w:r w:rsidRPr="0058190B">
        <w:fldChar w:fldCharType="begin"/>
      </w:r>
      <w:r w:rsidRPr="0058190B">
        <w:instrText xml:space="preserve"> REF _Ref431387087 \r \h </w:instrText>
      </w:r>
      <w:r w:rsidR="0058190B">
        <w:instrText xml:space="preserve"> \* MERGEFORMAT </w:instrText>
      </w:r>
      <w:r w:rsidRPr="0058190B">
        <w:fldChar w:fldCharType="separate"/>
      </w:r>
      <w:r w:rsidR="006F36D7">
        <w:t>2.15</w:t>
      </w:r>
      <w:r w:rsidRPr="0058190B">
        <w:fldChar w:fldCharType="end"/>
      </w:r>
      <w:r w:rsidRPr="0058190B">
        <w:t>;</w:t>
      </w:r>
    </w:p>
    <w:p w14:paraId="298772B7" w14:textId="36241889" w:rsidR="006F36D7" w:rsidRDefault="007946E5" w:rsidP="0099451D">
      <w:pPr>
        <w:pStyle w:val="COTCOCLV4-ASDEFCON"/>
      </w:pPr>
      <w:r w:rsidRPr="0058190B">
        <w:t>complies with all essential requirements identified in the RFT;</w:t>
      </w:r>
      <w:bookmarkStart w:id="176" w:name="_Toc387146290"/>
      <w:bookmarkEnd w:id="176"/>
    </w:p>
    <w:p w14:paraId="38CFF648" w14:textId="77777777" w:rsidR="007946E5" w:rsidRPr="0058190B" w:rsidRDefault="007946E5" w:rsidP="0099451D">
      <w:pPr>
        <w:pStyle w:val="COTCOCLV4-ASDEFCON"/>
      </w:pPr>
      <w:r w:rsidRPr="0058190B">
        <w:t>is fully described by the tenderer, including:</w:t>
      </w:r>
      <w:bookmarkStart w:id="177" w:name="_Toc387146291"/>
      <w:bookmarkEnd w:id="177"/>
    </w:p>
    <w:p w14:paraId="1D27FAF4" w14:textId="77777777" w:rsidR="007946E5" w:rsidRPr="0058190B" w:rsidRDefault="007946E5" w:rsidP="0099451D">
      <w:pPr>
        <w:pStyle w:val="COTCOCLV5-ASDEFCON"/>
      </w:pPr>
      <w:bookmarkStart w:id="178" w:name="_Ref420333126"/>
      <w:r w:rsidRPr="0058190B">
        <w:t>the advantages, disadvantages, limitations and capability of the alternative proposal; and</w:t>
      </w:r>
      <w:bookmarkStart w:id="179" w:name="_Toc387146292"/>
      <w:bookmarkEnd w:id="178"/>
      <w:bookmarkEnd w:id="179"/>
    </w:p>
    <w:p w14:paraId="21D33178" w14:textId="77777777" w:rsidR="007946E5" w:rsidRPr="0058190B" w:rsidRDefault="007946E5" w:rsidP="0099451D">
      <w:pPr>
        <w:pStyle w:val="COTCOCLV5-ASDEFCON"/>
      </w:pPr>
      <w:r w:rsidRPr="0058190B">
        <w:t>the extent to which the adoption of the alternative proposal would impact upon the tender that addresses the requirements of the RFT including any financial impact, impact on the delivery of the Supplies and any other consequences of the alternative proposal; and</w:t>
      </w:r>
      <w:bookmarkStart w:id="180" w:name="_Toc387146293"/>
      <w:bookmarkEnd w:id="180"/>
    </w:p>
    <w:p w14:paraId="3E1D7F5E" w14:textId="77777777" w:rsidR="007946E5" w:rsidRPr="0058190B" w:rsidRDefault="007946E5" w:rsidP="0099451D">
      <w:pPr>
        <w:pStyle w:val="COTCOCLV4-ASDEFCON"/>
      </w:pPr>
      <w:proofErr w:type="gramStart"/>
      <w:r w:rsidRPr="0058190B">
        <w:t>contains</w:t>
      </w:r>
      <w:proofErr w:type="gramEnd"/>
      <w:r w:rsidRPr="0058190B">
        <w:t xml:space="preserve"> sufficient and verifiable supporting information and data to enable a comparison of the alternative proposal against other tenders.</w:t>
      </w:r>
      <w:bookmarkStart w:id="181" w:name="_Toc387146294"/>
      <w:bookmarkEnd w:id="181"/>
    </w:p>
    <w:p w14:paraId="0CAC0A86" w14:textId="77777777" w:rsidR="007946E5" w:rsidRPr="0058190B" w:rsidRDefault="007946E5" w:rsidP="0099451D">
      <w:pPr>
        <w:pStyle w:val="COTCOCLV3-ASDEFCON"/>
        <w:rPr>
          <w:rFonts w:cs="Arial"/>
          <w:szCs w:val="20"/>
        </w:rPr>
      </w:pPr>
      <w:r w:rsidRPr="0058190B">
        <w:t>For the avoidance of doubt, alternative proposals are not required to constitute a complete tender that addresses all of the requirements of the RFT.</w:t>
      </w:r>
    </w:p>
    <w:p w14:paraId="3F1C7432" w14:textId="77777777" w:rsidR="00E42F3D" w:rsidRPr="0058190B" w:rsidRDefault="00E42F3D" w:rsidP="0099451D">
      <w:pPr>
        <w:pStyle w:val="COTCOCLV2-ASDEFCON"/>
      </w:pPr>
      <w:bookmarkStart w:id="182" w:name="_Toc222623933"/>
      <w:bookmarkStart w:id="183" w:name="_Toc475968456"/>
      <w:bookmarkStart w:id="184" w:name="_Toc510605950"/>
      <w:bookmarkStart w:id="185" w:name="_Toc527983410"/>
      <w:bookmarkEnd w:id="172"/>
      <w:r w:rsidRPr="0058190B">
        <w:t>Substitution of Tenderer (Core)</w:t>
      </w:r>
      <w:bookmarkEnd w:id="182"/>
      <w:bookmarkEnd w:id="183"/>
      <w:bookmarkEnd w:id="184"/>
      <w:bookmarkEnd w:id="185"/>
    </w:p>
    <w:p w14:paraId="41A280E0" w14:textId="77777777" w:rsidR="00E42F3D" w:rsidRPr="0058190B" w:rsidRDefault="00E42F3D" w:rsidP="0099451D">
      <w:pPr>
        <w:pStyle w:val="COTCOCLV3-ASDEFCON"/>
      </w:pPr>
      <w:bookmarkStart w:id="186" w:name="_Ref95273663"/>
      <w:r w:rsidRPr="0058190B">
        <w:t xml:space="preserve">If during the period following the submission of the tender and prior to execution of any resultant </w:t>
      </w:r>
      <w:r w:rsidR="00A6320D">
        <w:t>C</w:t>
      </w:r>
      <w:r w:rsidRPr="0058190B">
        <w:t>ontract with the successful tenderer, there occurs:</w:t>
      </w:r>
      <w:bookmarkEnd w:id="186"/>
    </w:p>
    <w:p w14:paraId="1236DBA2" w14:textId="77777777" w:rsidR="00E42F3D" w:rsidRPr="0058190B" w:rsidRDefault="006C4E0B" w:rsidP="0099451D">
      <w:pPr>
        <w:pStyle w:val="COTCOCLV4-ASDEFCON"/>
      </w:pPr>
      <w:r>
        <w:t>an Insolvency Event</w:t>
      </w:r>
      <w:r w:rsidR="00DE6F3A" w:rsidRPr="0058190B">
        <w:t xml:space="preserve"> in respect of a tenderer</w:t>
      </w:r>
      <w:r w:rsidR="00E42F3D" w:rsidRPr="0058190B">
        <w:t>; or</w:t>
      </w:r>
    </w:p>
    <w:p w14:paraId="5D94898D" w14:textId="77777777" w:rsidR="00E42F3D" w:rsidRPr="0058190B" w:rsidRDefault="00E42F3D" w:rsidP="0099451D">
      <w:pPr>
        <w:pStyle w:val="COTCOCLV4-ASDEFCON"/>
      </w:pPr>
      <w:r w:rsidRPr="0058190B">
        <w:t>any other event that has the effect of substantially altering the composition or control of the tenderer or the business of the tenderer,</w:t>
      </w:r>
    </w:p>
    <w:p w14:paraId="266DCCCD" w14:textId="77777777" w:rsidR="00E42F3D" w:rsidRPr="0058190B" w:rsidRDefault="00E42F3D" w:rsidP="0099451D">
      <w:pPr>
        <w:pStyle w:val="COTCOCLV3NONUM-ASDEFCON"/>
      </w:pPr>
      <w:proofErr w:type="gramStart"/>
      <w:r w:rsidRPr="0058190B">
        <w:lastRenderedPageBreak/>
        <w:t>the</w:t>
      </w:r>
      <w:proofErr w:type="gramEnd"/>
      <w:r w:rsidRPr="0058190B">
        <w:t xml:space="preserve"> Commonwealth may allow</w:t>
      </w:r>
      <w:r w:rsidR="006C4E0B">
        <w:t>,</w:t>
      </w:r>
      <w:r w:rsidRPr="0058190B">
        <w:t xml:space="preserve"> on such terms as the Commonwealth considers appropriate, the substitution of that tenderer with another legal entity upon receipt of a joint written request from </w:t>
      </w:r>
      <w:bookmarkStart w:id="187" w:name="_Hlt95785470"/>
      <w:bookmarkEnd w:id="187"/>
      <w:r w:rsidRPr="0058190B">
        <w:t>or on behalf of the tenderer and the other legal entity.</w:t>
      </w:r>
    </w:p>
    <w:p w14:paraId="5D56A17F" w14:textId="3F738132" w:rsidR="00E42F3D" w:rsidRPr="0058190B" w:rsidRDefault="00E42F3D" w:rsidP="0099451D">
      <w:pPr>
        <w:pStyle w:val="COTCOCLV3-ASDEFCON"/>
      </w:pPr>
      <w:r w:rsidRPr="0058190B">
        <w:t xml:space="preserve">If no request for substitution is made, or the Commonwealth chooses not to allow the substitution under clause </w:t>
      </w:r>
      <w:r w:rsidRPr="0058190B">
        <w:fldChar w:fldCharType="begin"/>
      </w:r>
      <w:r w:rsidRPr="0058190B">
        <w:instrText xml:space="preserve"> REF _Ref95273663 \r \h </w:instrText>
      </w:r>
      <w:r w:rsidR="00A6191A" w:rsidRPr="0058190B">
        <w:instrText xml:space="preserve"> \* MERGEFORMAT </w:instrText>
      </w:r>
      <w:r w:rsidRPr="0058190B">
        <w:fldChar w:fldCharType="separate"/>
      </w:r>
      <w:r w:rsidR="006F36D7">
        <w:t>2.16.1</w:t>
      </w:r>
      <w:r w:rsidRPr="0058190B">
        <w:fldChar w:fldCharType="end"/>
      </w:r>
      <w:r w:rsidRPr="0058190B">
        <w:t>, the Commonwealth may decide not to consider the tender any further or, in considering it, may take into account the impact of the event on the information provided in the tender.</w:t>
      </w:r>
    </w:p>
    <w:p w14:paraId="5F7E7AD9" w14:textId="4F26053F" w:rsidR="00E42F3D" w:rsidRPr="0058190B" w:rsidRDefault="00EC609C" w:rsidP="0099451D">
      <w:pPr>
        <w:pStyle w:val="COTCOCLV3-ASDEFCON"/>
      </w:pPr>
      <w:r w:rsidRPr="0058190B">
        <w:t xml:space="preserve">If </w:t>
      </w:r>
      <w:r w:rsidR="00E42F3D" w:rsidRPr="0058190B">
        <w:t xml:space="preserve">the Commonwealth allows the substitution under clause </w:t>
      </w:r>
      <w:r w:rsidR="00E42F3D" w:rsidRPr="0058190B">
        <w:fldChar w:fldCharType="begin"/>
      </w:r>
      <w:r w:rsidR="00E42F3D" w:rsidRPr="0058190B">
        <w:instrText xml:space="preserve"> REF _Ref95273663 \r \h </w:instrText>
      </w:r>
      <w:r w:rsidR="00A6191A" w:rsidRPr="0058190B">
        <w:instrText xml:space="preserve"> \* MERGEFORMAT </w:instrText>
      </w:r>
      <w:r w:rsidR="00E42F3D" w:rsidRPr="0058190B">
        <w:fldChar w:fldCharType="separate"/>
      </w:r>
      <w:r w:rsidR="006F36D7">
        <w:t>2.16.1</w:t>
      </w:r>
      <w:r w:rsidR="00E42F3D" w:rsidRPr="0058190B">
        <w:fldChar w:fldCharType="end"/>
      </w:r>
      <w:r w:rsidR="00E42F3D" w:rsidRPr="0058190B">
        <w:t>, the Commonwealth will evaluate the tender in its original form prior to the event, except that the impact of the event on the information provided in the tender may be taken into account.</w:t>
      </w:r>
    </w:p>
    <w:p w14:paraId="123BBE63" w14:textId="77777777" w:rsidR="00E42F3D" w:rsidRPr="0058190B" w:rsidRDefault="00856C3F" w:rsidP="0099451D">
      <w:pPr>
        <w:pStyle w:val="COTCOCLV1-ASDEFCON"/>
      </w:pPr>
      <w:bookmarkStart w:id="188" w:name="_Toc438128593"/>
      <w:bookmarkStart w:id="189" w:name="_Toc475968457"/>
      <w:bookmarkStart w:id="190" w:name="_Toc510605951"/>
      <w:bookmarkStart w:id="191" w:name="_Toc527983411"/>
      <w:bookmarkEnd w:id="188"/>
      <w:r>
        <w:t>EVALUATION OF TENDERS</w:t>
      </w:r>
      <w:bookmarkEnd w:id="189"/>
      <w:bookmarkEnd w:id="190"/>
      <w:bookmarkEnd w:id="191"/>
    </w:p>
    <w:p w14:paraId="1903907E" w14:textId="77777777" w:rsidR="00E42F3D" w:rsidRPr="0058190B" w:rsidRDefault="00E42F3D" w:rsidP="0099451D">
      <w:pPr>
        <w:pStyle w:val="COTCOCLV2-ASDEFCON"/>
      </w:pPr>
      <w:bookmarkStart w:id="192" w:name="_Toc437595007"/>
      <w:bookmarkStart w:id="193" w:name="_Toc437596396"/>
      <w:bookmarkStart w:id="194" w:name="_Toc437601590"/>
      <w:bookmarkStart w:id="195" w:name="_Toc437601895"/>
      <w:bookmarkStart w:id="196" w:name="_Toc437602004"/>
      <w:bookmarkStart w:id="197" w:name="_Toc438128607"/>
      <w:bookmarkStart w:id="198" w:name="_Toc222623937"/>
      <w:bookmarkStart w:id="199" w:name="_Ref458158620"/>
      <w:bookmarkStart w:id="200" w:name="_Toc475968458"/>
      <w:bookmarkStart w:id="201" w:name="_Toc510605952"/>
      <w:bookmarkStart w:id="202" w:name="_Toc527983412"/>
      <w:bookmarkEnd w:id="192"/>
      <w:bookmarkEnd w:id="193"/>
      <w:bookmarkEnd w:id="194"/>
      <w:bookmarkEnd w:id="195"/>
      <w:bookmarkEnd w:id="196"/>
      <w:bookmarkEnd w:id="197"/>
      <w:r w:rsidRPr="0058190B">
        <w:t>Tender Presentations (Optional)</w:t>
      </w:r>
      <w:bookmarkEnd w:id="198"/>
      <w:bookmarkEnd w:id="199"/>
      <w:bookmarkEnd w:id="200"/>
      <w:bookmarkEnd w:id="201"/>
      <w:bookmarkEnd w:id="202"/>
    </w:p>
    <w:p w14:paraId="38CAF1EA" w14:textId="77777777" w:rsidR="00E42F3D" w:rsidRPr="0058190B" w:rsidRDefault="00E42F3D" w:rsidP="0099451D">
      <w:pPr>
        <w:pStyle w:val="COTCOCLV3-ASDEFCON"/>
      </w:pPr>
      <w:bookmarkStart w:id="203" w:name="_Ref459374548"/>
      <w:r w:rsidRPr="0058190B">
        <w:t xml:space="preserve">The Commonwealth may, after </w:t>
      </w:r>
      <w:r w:rsidR="003534CC">
        <w:t>the Closing Time specified in the Tender Details Schedule</w:t>
      </w:r>
      <w:r w:rsidRPr="0058190B">
        <w:t xml:space="preserve"> and having provided tenderers with reasonable notice</w:t>
      </w:r>
      <w:r w:rsidR="001D1DD9">
        <w:t>,</w:t>
      </w:r>
      <w:r w:rsidRPr="0058190B">
        <w:t xml:space="preserve"> require any or all tenderers to provide a presentation on </w:t>
      </w:r>
      <w:r w:rsidR="00047665" w:rsidRPr="0058190B">
        <w:t xml:space="preserve">their respective </w:t>
      </w:r>
      <w:r w:rsidRPr="0058190B">
        <w:t>tender</w:t>
      </w:r>
      <w:r w:rsidR="00047665" w:rsidRPr="0058190B">
        <w:t>s</w:t>
      </w:r>
      <w:r w:rsidRPr="0058190B">
        <w:t xml:space="preserve"> at</w:t>
      </w:r>
      <w:r w:rsidR="003534CC" w:rsidRPr="003534CC">
        <w:t xml:space="preserve"> </w:t>
      </w:r>
      <w:r w:rsidR="003534CC">
        <w:t>the Tender Presentation Location specified in the Tender Details Schedule</w:t>
      </w:r>
      <w:r w:rsidRPr="0058190B">
        <w:t>.</w:t>
      </w:r>
      <w:bookmarkEnd w:id="203"/>
    </w:p>
    <w:p w14:paraId="5CAF6410" w14:textId="77777777" w:rsidR="00E42F3D" w:rsidRPr="0058190B" w:rsidRDefault="00E42F3D" w:rsidP="0099451D">
      <w:pPr>
        <w:pStyle w:val="COTCOCLV2-ASDEFCON"/>
      </w:pPr>
      <w:bookmarkStart w:id="204" w:name="_Hlt95785531"/>
      <w:bookmarkStart w:id="205" w:name="_Ref95287896"/>
      <w:bookmarkStart w:id="206" w:name="_Toc222623938"/>
      <w:bookmarkStart w:id="207" w:name="_Toc475968459"/>
      <w:bookmarkStart w:id="208" w:name="_Toc510605953"/>
      <w:bookmarkStart w:id="209" w:name="_Toc527983413"/>
      <w:bookmarkEnd w:id="204"/>
      <w:r w:rsidRPr="0058190B">
        <w:t xml:space="preserve">Evaluation </w:t>
      </w:r>
      <w:r w:rsidR="003534CC">
        <w:t xml:space="preserve">and Process </w:t>
      </w:r>
      <w:r w:rsidRPr="0058190B">
        <w:t>(Core)</w:t>
      </w:r>
      <w:bookmarkEnd w:id="205"/>
      <w:bookmarkEnd w:id="206"/>
      <w:bookmarkEnd w:id="207"/>
      <w:bookmarkEnd w:id="208"/>
      <w:bookmarkEnd w:id="209"/>
    </w:p>
    <w:p w14:paraId="07294614" w14:textId="7202E15B" w:rsidR="006F36D7" w:rsidRDefault="00E42F3D" w:rsidP="0099451D">
      <w:pPr>
        <w:pStyle w:val="COTCOCLV3-ASDEFCON"/>
      </w:pPr>
      <w:r w:rsidRPr="0058190B">
        <w:t xml:space="preserve">Tenders will be evaluated on the basis of best value for money consistent with Commonwealth </w:t>
      </w:r>
      <w:r w:rsidR="003534CC">
        <w:t>procurement</w:t>
      </w:r>
      <w:r w:rsidR="003534CC" w:rsidRPr="0058190B">
        <w:t xml:space="preserve"> </w:t>
      </w:r>
      <w:r w:rsidRPr="0058190B">
        <w:t>policies, utilising the tender evaluation criteria at clause</w:t>
      </w:r>
      <w:r w:rsidR="006B5AF6">
        <w:t xml:space="preserve"> </w:t>
      </w:r>
      <w:r w:rsidR="006B5AF6">
        <w:fldChar w:fldCharType="begin"/>
      </w:r>
      <w:r w:rsidR="006B5AF6">
        <w:instrText xml:space="preserve"> REF _Ref457220106 \r \h </w:instrText>
      </w:r>
      <w:r w:rsidR="006B5AF6">
        <w:fldChar w:fldCharType="separate"/>
      </w:r>
      <w:r w:rsidR="006F36D7">
        <w:t>3.11</w:t>
      </w:r>
      <w:r w:rsidR="006B5AF6">
        <w:fldChar w:fldCharType="end"/>
      </w:r>
      <w:r w:rsidRPr="0058190B">
        <w:t>.</w:t>
      </w:r>
    </w:p>
    <w:p w14:paraId="165EA81F" w14:textId="77777777" w:rsidR="00E42F3D" w:rsidRPr="0058190B" w:rsidRDefault="00E42F3D" w:rsidP="0099451D">
      <w:pPr>
        <w:pStyle w:val="COTCOCLV3-ASDEFCON"/>
      </w:pPr>
      <w:r w:rsidRPr="0058190B">
        <w:t>The Commonwealth may</w:t>
      </w:r>
      <w:r w:rsidR="006F6DE2">
        <w:t xml:space="preserve"> at any time during the RFT process</w:t>
      </w:r>
      <w:r w:rsidRPr="0058190B">
        <w:t>:</w:t>
      </w:r>
    </w:p>
    <w:p w14:paraId="4864654F" w14:textId="77777777" w:rsidR="00E42F3D" w:rsidRPr="0058190B" w:rsidRDefault="003534CC" w:rsidP="0099451D">
      <w:pPr>
        <w:pStyle w:val="COTCOCLV4-ASDEFCON"/>
      </w:pPr>
      <w:bookmarkStart w:id="210" w:name="_Ref457217931"/>
      <w:r>
        <w:t>obtain</w:t>
      </w:r>
      <w:r w:rsidRPr="0058190B">
        <w:t xml:space="preserve"> </w:t>
      </w:r>
      <w:r w:rsidR="00E42F3D" w:rsidRPr="0058190B">
        <w:t xml:space="preserve">additional information </w:t>
      </w:r>
      <w:r>
        <w:t>(whether that information is obtained through the RFT process or by any other means)</w:t>
      </w:r>
      <w:r w:rsidRPr="00246DD7">
        <w:t xml:space="preserve"> </w:t>
      </w:r>
      <w:r>
        <w:t>relevant to the tenderer’s tender</w:t>
      </w:r>
      <w:r w:rsidR="00E42F3D" w:rsidRPr="0058190B">
        <w:t>;</w:t>
      </w:r>
      <w:bookmarkEnd w:id="210"/>
    </w:p>
    <w:p w14:paraId="55722131" w14:textId="7BC56F1A" w:rsidR="006F36D7" w:rsidRDefault="00E42F3D" w:rsidP="0099451D">
      <w:pPr>
        <w:pStyle w:val="COTCOCLV4-ASDEFCON"/>
      </w:pPr>
      <w:r w:rsidRPr="0058190B">
        <w:t>use material tendered in response to one evaluation criterion in the evaluation of other criteria;</w:t>
      </w:r>
      <w:bookmarkStart w:id="211" w:name="_Ref459374278"/>
    </w:p>
    <w:p w14:paraId="6CDA4599" w14:textId="77777777" w:rsidR="003534CC" w:rsidRDefault="003534CC" w:rsidP="0099451D">
      <w:pPr>
        <w:pStyle w:val="COTCOCLV4-ASDEFCON"/>
      </w:pPr>
      <w:r>
        <w:t>seek clarification or additional information from, and enter into discussions with, any or all of the tenderers in relation to their tender;</w:t>
      </w:r>
      <w:bookmarkEnd w:id="211"/>
    </w:p>
    <w:p w14:paraId="0CACE3AA" w14:textId="77777777" w:rsidR="003534CC" w:rsidRDefault="003534CC" w:rsidP="0099451D">
      <w:pPr>
        <w:pStyle w:val="COTCOCLV4-ASDEFCON"/>
      </w:pPr>
      <w:r>
        <w:t>shortlist one or more tenderers;</w:t>
      </w:r>
    </w:p>
    <w:p w14:paraId="5FA6A595" w14:textId="77777777" w:rsidR="003534CC" w:rsidRDefault="003534CC" w:rsidP="0099451D">
      <w:pPr>
        <w:pStyle w:val="COTCOCLV4-ASDEFCON"/>
      </w:pPr>
      <w:r>
        <w:t xml:space="preserve">conduct </w:t>
      </w:r>
      <w:r w:rsidR="008B7E05">
        <w:t>Offer Definition and Improvement Activities (ODIA)</w:t>
      </w:r>
      <w:r>
        <w:t>; or</w:t>
      </w:r>
    </w:p>
    <w:p w14:paraId="172B2125" w14:textId="77777777" w:rsidR="003534CC" w:rsidRDefault="003534CC" w:rsidP="0099451D">
      <w:pPr>
        <w:pStyle w:val="COTCOCLV4-ASDEFCON"/>
      </w:pPr>
      <w:proofErr w:type="gramStart"/>
      <w:r>
        <w:t>visit</w:t>
      </w:r>
      <w:proofErr w:type="gramEnd"/>
      <w:r>
        <w:t xml:space="preserve"> the tenderers’ or proposed Subcontractors’ facilities.</w:t>
      </w:r>
    </w:p>
    <w:p w14:paraId="6CA33E03" w14:textId="7D3377FE" w:rsidR="007534AE" w:rsidRPr="00246DD7" w:rsidRDefault="007534AE" w:rsidP="0099451D">
      <w:pPr>
        <w:pStyle w:val="COTCOCLV3-ASDEFCON"/>
      </w:pPr>
      <w:bookmarkStart w:id="212" w:name="_Ref95279324"/>
      <w:r>
        <w:t>In assessing tenders, the Commonwealth may take into account any supporting documentation provided under clause</w:t>
      </w:r>
      <w:r w:rsidR="00BC128A">
        <w:t>s</w:t>
      </w:r>
      <w:r>
        <w:t xml:space="preserve"> </w:t>
      </w:r>
      <w:r>
        <w:fldChar w:fldCharType="begin"/>
      </w:r>
      <w:r>
        <w:instrText xml:space="preserve"> REF _Ref431386727 \r \h </w:instrText>
      </w:r>
      <w:r>
        <w:fldChar w:fldCharType="separate"/>
      </w:r>
      <w:r w:rsidR="006F36D7">
        <w:t>2.2.2</w:t>
      </w:r>
      <w:r>
        <w:fldChar w:fldCharType="end"/>
      </w:r>
      <w:r>
        <w:t xml:space="preserve"> and </w:t>
      </w:r>
      <w:r>
        <w:fldChar w:fldCharType="begin"/>
      </w:r>
      <w:r>
        <w:instrText xml:space="preserve"> REF _Ref457217931 \r \h </w:instrText>
      </w:r>
      <w:r>
        <w:fldChar w:fldCharType="separate"/>
      </w:r>
      <w:r w:rsidR="006F36D7">
        <w:t>3.2.2a</w:t>
      </w:r>
      <w:r>
        <w:fldChar w:fldCharType="end"/>
      </w:r>
      <w:r>
        <w:t>.</w:t>
      </w:r>
    </w:p>
    <w:p w14:paraId="4D8EF46C" w14:textId="77777777" w:rsidR="00B524E0" w:rsidRPr="00246DD7" w:rsidRDefault="00B524E0" w:rsidP="0099451D">
      <w:pPr>
        <w:pStyle w:val="COTCOCLV2-ASDEFCON"/>
      </w:pPr>
      <w:bookmarkStart w:id="213" w:name="_Ref436661610"/>
      <w:bookmarkStart w:id="214" w:name="_Toc454531417"/>
      <w:bookmarkStart w:id="215" w:name="_Toc475968460"/>
      <w:bookmarkStart w:id="216" w:name="_Toc510605954"/>
      <w:bookmarkStart w:id="217" w:name="_Toc527983414"/>
      <w:r w:rsidRPr="00246DD7">
        <w:t>Minimum Content and Format Requirements (</w:t>
      </w:r>
      <w:r>
        <w:t>Core</w:t>
      </w:r>
      <w:r w:rsidRPr="00246DD7">
        <w:t>)</w:t>
      </w:r>
      <w:bookmarkEnd w:id="213"/>
      <w:bookmarkEnd w:id="214"/>
      <w:bookmarkEnd w:id="215"/>
      <w:bookmarkEnd w:id="216"/>
      <w:bookmarkEnd w:id="217"/>
    </w:p>
    <w:p w14:paraId="0043AC7A" w14:textId="2369BA6F" w:rsidR="00B524E0" w:rsidRPr="00246DD7" w:rsidRDefault="00B524E0" w:rsidP="0099451D">
      <w:pPr>
        <w:pStyle w:val="NoteToDrafters-ASDEFCON"/>
      </w:pPr>
      <w:r w:rsidRPr="00246DD7">
        <w:t>Note to drafters:</w:t>
      </w:r>
      <w:r>
        <w:t xml:space="preserve"> </w:t>
      </w:r>
      <w:r w:rsidRPr="00246DD7">
        <w:t xml:space="preserve"> </w:t>
      </w:r>
      <w:r>
        <w:t>W</w:t>
      </w:r>
      <w:r w:rsidRPr="00246DD7">
        <w:t xml:space="preserve">hen the </w:t>
      </w:r>
      <w:r w:rsidRPr="00E349F0">
        <w:t>procurement is subject to the additional rules detailed in the CPRs</w:t>
      </w:r>
      <w:r w:rsidR="006F6DE2" w:rsidRPr="00E349F0">
        <w:t>,</w:t>
      </w:r>
      <w:r w:rsidRPr="00E349F0">
        <w:t xml:space="preserve"> ‘will’ is to be selected from the following clause.  When the procurement is NOT subject to the additional rules detailed</w:t>
      </w:r>
      <w:r w:rsidRPr="000604CE">
        <w:t xml:space="preserve"> in the CPRs, ‘</w:t>
      </w:r>
      <w:proofErr w:type="gramStart"/>
      <w:r w:rsidRPr="000604CE">
        <w:t>may</w:t>
      </w:r>
      <w:proofErr w:type="gramEnd"/>
      <w:r w:rsidRPr="000604CE">
        <w:t>’ is to be selected</w:t>
      </w:r>
      <w:r>
        <w:t xml:space="preserve"> and</w:t>
      </w:r>
      <w:r w:rsidRPr="003F17FF">
        <w:t xml:space="preserve"> </w:t>
      </w:r>
      <w:r w:rsidRPr="000604CE">
        <w:t xml:space="preserve">‘Subject to clause </w:t>
      </w:r>
      <w:r>
        <w:fldChar w:fldCharType="begin"/>
      </w:r>
      <w:r>
        <w:instrText xml:space="preserve"> REF _Ref405301632 \r \h </w:instrText>
      </w:r>
      <w:r>
        <w:fldChar w:fldCharType="separate"/>
      </w:r>
      <w:r w:rsidR="006F36D7">
        <w:t>2.10</w:t>
      </w:r>
      <w:r>
        <w:fldChar w:fldCharType="end"/>
      </w:r>
      <w:r w:rsidRPr="000604CE">
        <w:t>’ is to be deleted</w:t>
      </w:r>
      <w:r w:rsidRPr="00246DD7">
        <w:t>.</w:t>
      </w:r>
    </w:p>
    <w:p w14:paraId="3F3C849C" w14:textId="58D15230" w:rsidR="00B524E0" w:rsidRPr="00246DD7" w:rsidRDefault="00B524E0" w:rsidP="0099451D">
      <w:pPr>
        <w:pStyle w:val="COTCOCLV3-ASDEFCON"/>
      </w:pPr>
      <w:r w:rsidRPr="001B1302">
        <w:rPr>
          <w:b/>
          <w:lang w:eastAsia="zh-CN"/>
        </w:rPr>
        <w:fldChar w:fldCharType="begin">
          <w:ffData>
            <w:name w:val="Text3"/>
            <w:enabled/>
            <w:calcOnExit w:val="0"/>
            <w:textInput>
              <w:default w:val="[Subject to clause "/>
              <w:format w:val="FIRST CAPITAL"/>
            </w:textInput>
          </w:ffData>
        </w:fldChar>
      </w:r>
      <w:r w:rsidRPr="001B1302">
        <w:rPr>
          <w:b/>
          <w:lang w:eastAsia="zh-CN"/>
        </w:rPr>
        <w:instrText xml:space="preserve"> FORMTEXT </w:instrText>
      </w:r>
      <w:r w:rsidRPr="001B1302">
        <w:rPr>
          <w:b/>
          <w:lang w:eastAsia="zh-CN"/>
        </w:rPr>
      </w:r>
      <w:r w:rsidRPr="001B1302">
        <w:rPr>
          <w:b/>
          <w:lang w:eastAsia="zh-CN"/>
        </w:rPr>
        <w:fldChar w:fldCharType="separate"/>
      </w:r>
      <w:r w:rsidR="006F36D7">
        <w:rPr>
          <w:b/>
          <w:noProof/>
          <w:lang w:eastAsia="zh-CN"/>
        </w:rPr>
        <w:t xml:space="preserve">[Subject to clause </w:t>
      </w:r>
      <w:r w:rsidRPr="001B1302">
        <w:rPr>
          <w:b/>
          <w:lang w:eastAsia="zh-CN"/>
        </w:rPr>
        <w:fldChar w:fldCharType="end"/>
      </w:r>
      <w:r w:rsidRPr="001B1302">
        <w:rPr>
          <w:b/>
          <w:highlight w:val="lightGray"/>
          <w:lang w:eastAsia="zh-CN"/>
        </w:rPr>
        <w:fldChar w:fldCharType="begin"/>
      </w:r>
      <w:r w:rsidRPr="001B1302">
        <w:rPr>
          <w:b/>
          <w:highlight w:val="lightGray"/>
          <w:lang w:eastAsia="zh-CN"/>
        </w:rPr>
        <w:instrText xml:space="preserve"> REF _Ref405301632 \r \h  \* MERGEFORMAT </w:instrText>
      </w:r>
      <w:r w:rsidRPr="001B1302">
        <w:rPr>
          <w:b/>
          <w:highlight w:val="lightGray"/>
          <w:lang w:eastAsia="zh-CN"/>
        </w:rPr>
      </w:r>
      <w:r w:rsidRPr="001B1302">
        <w:rPr>
          <w:b/>
          <w:highlight w:val="lightGray"/>
          <w:lang w:eastAsia="zh-CN"/>
        </w:rPr>
        <w:fldChar w:fldCharType="separate"/>
      </w:r>
      <w:r w:rsidR="006F36D7">
        <w:rPr>
          <w:b/>
          <w:highlight w:val="lightGray"/>
          <w:lang w:eastAsia="zh-CN"/>
        </w:rPr>
        <w:t>2.10</w:t>
      </w:r>
      <w:r w:rsidRPr="001B1302">
        <w:rPr>
          <w:b/>
          <w:highlight w:val="lightGray"/>
          <w:lang w:eastAsia="zh-CN"/>
        </w:rPr>
        <w:fldChar w:fldCharType="end"/>
      </w:r>
      <w:r w:rsidRPr="003F17FF">
        <w:rPr>
          <w:highlight w:val="lightGray"/>
          <w:lang w:eastAsia="zh-CN"/>
        </w:rPr>
        <w:t>]</w:t>
      </w:r>
      <w:r w:rsidRPr="00246DD7">
        <w:t xml:space="preserve">, the Commonwealth </w:t>
      </w:r>
      <w:r w:rsidRPr="001B1302">
        <w:rPr>
          <w:b/>
          <w:lang w:eastAsia="zh-CN"/>
        </w:rPr>
        <w:fldChar w:fldCharType="begin">
          <w:ffData>
            <w:name w:val="Text3"/>
            <w:enabled/>
            <w:calcOnExit w:val="0"/>
            <w:textInput>
              <w:default w:val="[MAY/WILL]"/>
              <w:format w:val="UPPERCASE"/>
            </w:textInput>
          </w:ffData>
        </w:fldChar>
      </w:r>
      <w:r w:rsidRPr="001B1302">
        <w:rPr>
          <w:b/>
          <w:lang w:eastAsia="zh-CN"/>
        </w:rPr>
        <w:instrText xml:space="preserve"> FORMTEXT </w:instrText>
      </w:r>
      <w:r w:rsidRPr="001B1302">
        <w:rPr>
          <w:b/>
          <w:lang w:eastAsia="zh-CN"/>
        </w:rPr>
      </w:r>
      <w:r w:rsidRPr="001B1302">
        <w:rPr>
          <w:b/>
          <w:lang w:eastAsia="zh-CN"/>
        </w:rPr>
        <w:fldChar w:fldCharType="separate"/>
      </w:r>
      <w:r w:rsidR="006F36D7">
        <w:rPr>
          <w:b/>
          <w:noProof/>
          <w:lang w:eastAsia="zh-CN"/>
        </w:rPr>
        <w:t>[MAY/WILL]</w:t>
      </w:r>
      <w:r w:rsidRPr="001B1302">
        <w:rPr>
          <w:b/>
          <w:lang w:eastAsia="zh-CN"/>
        </w:rPr>
        <w:fldChar w:fldCharType="end"/>
      </w:r>
      <w:r>
        <w:rPr>
          <w:lang w:eastAsia="zh-CN"/>
        </w:rPr>
        <w:t xml:space="preserve"> </w:t>
      </w:r>
      <w:r w:rsidRPr="00246DD7">
        <w:t>exclude a tender from further consideration if the Commonwealth considers that</w:t>
      </w:r>
      <w:r>
        <w:t xml:space="preserve"> </w:t>
      </w:r>
      <w:r w:rsidRPr="00246DD7">
        <w:t xml:space="preserve">the tender does not </w:t>
      </w:r>
      <w:r>
        <w:t>comply with any of the Minimum Content and Format Requirements specified in the Tender Details Schedule.</w:t>
      </w:r>
    </w:p>
    <w:p w14:paraId="0FB828AC" w14:textId="77777777" w:rsidR="00F136A0" w:rsidRPr="0058190B" w:rsidRDefault="00F136A0" w:rsidP="0099451D">
      <w:pPr>
        <w:pStyle w:val="COTCOCLV2-ASDEFCON"/>
      </w:pPr>
      <w:bookmarkStart w:id="218" w:name="_Hlt96145464"/>
      <w:bookmarkStart w:id="219" w:name="_Ref102553554"/>
      <w:bookmarkStart w:id="220" w:name="_Toc411330402"/>
      <w:bookmarkStart w:id="221" w:name="_Toc475968461"/>
      <w:bookmarkStart w:id="222" w:name="_Toc510605955"/>
      <w:bookmarkStart w:id="223" w:name="_Toc527983415"/>
      <w:bookmarkStart w:id="224" w:name="_Toc222623940"/>
      <w:bookmarkEnd w:id="218"/>
      <w:r w:rsidRPr="0058190B">
        <w:t>Conditions of Participation (Optional)</w:t>
      </w:r>
      <w:bookmarkEnd w:id="219"/>
      <w:bookmarkEnd w:id="220"/>
      <w:bookmarkEnd w:id="221"/>
      <w:bookmarkEnd w:id="222"/>
      <w:bookmarkEnd w:id="223"/>
    </w:p>
    <w:p w14:paraId="26FD01BD" w14:textId="77777777" w:rsidR="00F136A0" w:rsidRPr="0058190B" w:rsidRDefault="00F136A0" w:rsidP="0099451D">
      <w:pPr>
        <w:pStyle w:val="NoteToDrafters-ASDEFCON"/>
      </w:pPr>
      <w:r w:rsidRPr="0058190B">
        <w:t xml:space="preserve">Note to drafters:  This clause </w:t>
      </w:r>
      <w:r w:rsidR="009F7F62">
        <w:t>should</w:t>
      </w:r>
      <w:r w:rsidR="009F7F62" w:rsidRPr="0058190B">
        <w:t xml:space="preserve"> </w:t>
      </w:r>
      <w:r w:rsidRPr="0058190B">
        <w:t>be used when the procurement is subject to the additional rules detailed in the CPRs.</w:t>
      </w:r>
    </w:p>
    <w:p w14:paraId="0BC51BBB" w14:textId="5CC97124" w:rsidR="006F36D7" w:rsidRDefault="00F136A0" w:rsidP="0099451D">
      <w:pPr>
        <w:pStyle w:val="COTCOCLV3-ASDEFCON"/>
      </w:pPr>
      <w:r w:rsidRPr="0058190B">
        <w:t xml:space="preserve">The Commonwealth </w:t>
      </w:r>
      <w:r w:rsidR="003B5BF1">
        <w:t>will</w:t>
      </w:r>
      <w:r w:rsidR="003B5BF1" w:rsidRPr="0058190B">
        <w:t xml:space="preserve"> </w:t>
      </w:r>
      <w:r w:rsidRPr="0058190B">
        <w:t xml:space="preserve">exclude a tender from further consideration if the Commonwealth considers that the tenderer does not comply with the </w:t>
      </w:r>
      <w:r w:rsidR="00B524E0">
        <w:t>Conditions for Participation specified in the Tender Details Schedule</w:t>
      </w:r>
      <w:r w:rsidRPr="0058190B">
        <w:t>.</w:t>
      </w:r>
      <w:bookmarkStart w:id="225" w:name="_Ref459302164"/>
      <w:bookmarkStart w:id="226" w:name="_Toc475968462"/>
      <w:bookmarkStart w:id="227" w:name="_Toc510605956"/>
      <w:bookmarkStart w:id="228" w:name="_Toc527983416"/>
    </w:p>
    <w:p w14:paraId="36A4775A" w14:textId="77777777" w:rsidR="00661F5F" w:rsidRDefault="00661F5F" w:rsidP="0099451D">
      <w:pPr>
        <w:pStyle w:val="COTCOCLV2-ASDEFCON"/>
      </w:pPr>
      <w:r>
        <w:t>Essential Requirements (Optional)</w:t>
      </w:r>
      <w:bookmarkEnd w:id="225"/>
      <w:bookmarkEnd w:id="226"/>
      <w:bookmarkEnd w:id="227"/>
      <w:bookmarkEnd w:id="228"/>
    </w:p>
    <w:p w14:paraId="5E8384CC" w14:textId="77777777" w:rsidR="00661F5F" w:rsidRPr="00246DD7" w:rsidRDefault="00661F5F" w:rsidP="0099451D">
      <w:pPr>
        <w:pStyle w:val="NoteToDrafters-ASDEFCON"/>
      </w:pPr>
      <w:r w:rsidRPr="00246DD7">
        <w:t xml:space="preserve">Note to drafters: </w:t>
      </w:r>
      <w:r>
        <w:t xml:space="preserve"> </w:t>
      </w:r>
      <w:r w:rsidRPr="000604CE">
        <w:t xml:space="preserve">This clause is to be used if the </w:t>
      </w:r>
      <w:r>
        <w:t xml:space="preserve">draft </w:t>
      </w:r>
      <w:r w:rsidRPr="000604CE">
        <w:t xml:space="preserve">SOW contains essential requirements.  When the procurement is subject to the additional rules detailed in the CPRs, ‘will’ is to be </w:t>
      </w:r>
      <w:r w:rsidRPr="000604CE">
        <w:lastRenderedPageBreak/>
        <w:t>selected from the following clause.  When the procurement is NOT subject to the additional rules detailed in the CPRs, ‘</w:t>
      </w:r>
      <w:proofErr w:type="gramStart"/>
      <w:r w:rsidRPr="000604CE">
        <w:t>may</w:t>
      </w:r>
      <w:proofErr w:type="gramEnd"/>
      <w:r w:rsidRPr="000604CE">
        <w:t>’ is to be selected.</w:t>
      </w:r>
    </w:p>
    <w:p w14:paraId="768A5C6C" w14:textId="60C200FF" w:rsidR="00661F5F" w:rsidRPr="00661F5F" w:rsidRDefault="00C1391E" w:rsidP="0099451D">
      <w:pPr>
        <w:pStyle w:val="COTCOCLV3-ASDEFCON"/>
      </w:pPr>
      <w:r w:rsidRPr="00246DD7">
        <w:t xml:space="preserve">The Commonwealth </w:t>
      </w:r>
      <w:r w:rsidRPr="000E242D">
        <w:rPr>
          <w:rFonts w:cs="Arial"/>
          <w:b/>
          <w:szCs w:val="20"/>
          <w:lang w:eastAsia="zh-CN"/>
        </w:rPr>
        <w:fldChar w:fldCharType="begin">
          <w:ffData>
            <w:name w:val="Text3"/>
            <w:enabled/>
            <w:calcOnExit w:val="0"/>
            <w:textInput>
              <w:default w:val="[MAY/WILL]"/>
              <w:format w:val="UPPERCASE"/>
            </w:textInput>
          </w:ffData>
        </w:fldChar>
      </w:r>
      <w:r w:rsidRPr="000E242D">
        <w:rPr>
          <w:rFonts w:cs="Arial"/>
          <w:b/>
          <w:szCs w:val="20"/>
          <w:lang w:eastAsia="zh-CN"/>
        </w:rPr>
        <w:instrText xml:space="preserve"> FORMTEXT </w:instrText>
      </w:r>
      <w:r w:rsidRPr="000E242D">
        <w:rPr>
          <w:rFonts w:cs="Arial"/>
          <w:b/>
          <w:szCs w:val="20"/>
          <w:lang w:eastAsia="zh-CN"/>
        </w:rPr>
      </w:r>
      <w:r w:rsidRPr="000E242D">
        <w:rPr>
          <w:rFonts w:cs="Arial"/>
          <w:b/>
          <w:szCs w:val="20"/>
          <w:lang w:eastAsia="zh-CN"/>
        </w:rPr>
        <w:fldChar w:fldCharType="separate"/>
      </w:r>
      <w:r w:rsidR="006F36D7">
        <w:rPr>
          <w:rFonts w:cs="Arial"/>
          <w:b/>
          <w:noProof/>
          <w:szCs w:val="20"/>
          <w:lang w:eastAsia="zh-CN"/>
        </w:rPr>
        <w:t>[MAY/WILL]</w:t>
      </w:r>
      <w:r w:rsidRPr="000E242D">
        <w:rPr>
          <w:rFonts w:cs="Arial"/>
          <w:b/>
          <w:szCs w:val="20"/>
          <w:lang w:eastAsia="zh-CN"/>
        </w:rPr>
        <w:fldChar w:fldCharType="end"/>
      </w:r>
      <w:r w:rsidRPr="00246DD7">
        <w:t xml:space="preserve"> exclude a tender from further consideration if the Commonwealth considers that the tender does not comply with a requirement identified </w:t>
      </w:r>
      <w:r>
        <w:t xml:space="preserve">as essential </w:t>
      </w:r>
      <w:r w:rsidRPr="00246DD7">
        <w:t>in the draft SOW.</w:t>
      </w:r>
    </w:p>
    <w:p w14:paraId="3508A507" w14:textId="77777777" w:rsidR="00E42F3D" w:rsidRPr="0058190B" w:rsidRDefault="00E42F3D" w:rsidP="0099451D">
      <w:pPr>
        <w:pStyle w:val="COTCOCLV2-ASDEFCON"/>
      </w:pPr>
      <w:bookmarkStart w:id="229" w:name="_Toc475968463"/>
      <w:bookmarkStart w:id="230" w:name="_Toc510605957"/>
      <w:bookmarkStart w:id="231" w:name="_Toc527983417"/>
      <w:bookmarkStart w:id="232" w:name="_Ref81213103"/>
      <w:r w:rsidRPr="0058190B">
        <w:t xml:space="preserve">Offer Definition </w:t>
      </w:r>
      <w:r w:rsidR="00A9240E">
        <w:t xml:space="preserve">and Improvement </w:t>
      </w:r>
      <w:r w:rsidRPr="0058190B">
        <w:t>Activities (Optional)</w:t>
      </w:r>
      <w:bookmarkEnd w:id="224"/>
      <w:bookmarkEnd w:id="229"/>
      <w:bookmarkEnd w:id="230"/>
      <w:bookmarkEnd w:id="231"/>
      <w:bookmarkEnd w:id="232"/>
    </w:p>
    <w:p w14:paraId="27AFD8E2" w14:textId="77777777" w:rsidR="00E42F3D" w:rsidRPr="0058190B" w:rsidRDefault="00E42F3D" w:rsidP="0099451D">
      <w:pPr>
        <w:pStyle w:val="NoteToDrafters-ASDEFCON"/>
      </w:pPr>
      <w:r w:rsidRPr="0058190B">
        <w:t xml:space="preserve">Note to drafters:  The information solicited from tenderers in the Annexes to Attachment A of the </w:t>
      </w:r>
      <w:r w:rsidR="00583017">
        <w:t>COT</w:t>
      </w:r>
      <w:r w:rsidRPr="0058190B">
        <w:t xml:space="preserve"> will depend on the tenderer selection strategy being employed by the project.  The key strategy is to maximise the leverage provided by the competitive tendering process.  It is assumed that the approach is to conduct evaluation and clarification of tenders and then, if there are more than two tenderers, to select at least two tenderers to conduct parallel negotiations, possibly preceded by </w:t>
      </w:r>
      <w:r w:rsidR="008B7E05">
        <w:t>ODIA</w:t>
      </w:r>
      <w:r w:rsidRPr="0058190B">
        <w:t xml:space="preserve">.  Selection of a preferred tenderer </w:t>
      </w:r>
      <w:r w:rsidR="00707E39" w:rsidRPr="0058190B">
        <w:t xml:space="preserve">is </w:t>
      </w:r>
      <w:r w:rsidRPr="0058190B">
        <w:t>not</w:t>
      </w:r>
      <w:r w:rsidR="00707E39" w:rsidRPr="0058190B">
        <w:t xml:space="preserve"> to</w:t>
      </w:r>
      <w:r w:rsidRPr="0058190B">
        <w:t xml:space="preserve"> take place until all material technical, commercial, legal, financial and operational issues have been agreed and documented.</w:t>
      </w:r>
    </w:p>
    <w:p w14:paraId="202019B0" w14:textId="77777777" w:rsidR="00E42F3D" w:rsidRPr="0058190B" w:rsidRDefault="00E42F3D" w:rsidP="0099451D">
      <w:pPr>
        <w:pStyle w:val="COTCOCLV3-ASDEFCON"/>
      </w:pPr>
      <w:r w:rsidRPr="0058190B">
        <w:t>The Commonwealth may</w:t>
      </w:r>
      <w:r w:rsidR="00583017">
        <w:t>, as part of the RFT process,</w:t>
      </w:r>
      <w:r w:rsidRPr="0058190B">
        <w:t xml:space="preserve"> conduct </w:t>
      </w:r>
      <w:r w:rsidR="00157708">
        <w:t xml:space="preserve">ODIA </w:t>
      </w:r>
      <w:r w:rsidRPr="0058190B">
        <w:t xml:space="preserve">with one or more tenderers </w:t>
      </w:r>
      <w:r w:rsidR="00157708">
        <w:t>in order to clarify, improve and maximise value for money of tenders for the Commonwealth</w:t>
      </w:r>
      <w:r w:rsidRPr="0058190B">
        <w:t>.</w:t>
      </w:r>
    </w:p>
    <w:p w14:paraId="0A8648A3" w14:textId="77777777" w:rsidR="00E42F3D" w:rsidRDefault="009234D9" w:rsidP="0099451D">
      <w:pPr>
        <w:pStyle w:val="COTCOCLV3-ASDEFCON"/>
      </w:pPr>
      <w:bookmarkStart w:id="233" w:name="_Ref465068828"/>
      <w:r>
        <w:t>Where the Commonwealth elects to conduct ODIA, the Commonwealth may issue an ODIA process document to tenderers shortlisted to participate in the ODIA process that provides further details of the ODIA process and specific terms and conditions governing the ODIA process</w:t>
      </w:r>
      <w:r w:rsidR="00E42F3D" w:rsidRPr="0058190B">
        <w:t>.</w:t>
      </w:r>
      <w:bookmarkEnd w:id="233"/>
    </w:p>
    <w:p w14:paraId="5C9D4491" w14:textId="4443DFA5" w:rsidR="00583017" w:rsidRDefault="00583017" w:rsidP="0099451D">
      <w:pPr>
        <w:pStyle w:val="COTCOCLV3-ASDEFCON"/>
      </w:pPr>
      <w:r>
        <w:t xml:space="preserve">The Commonwealth </w:t>
      </w:r>
      <w:r w:rsidRPr="00583017">
        <w:t>may refuse to conduct, or to further conduct, ODIA with a tenderer if the tenderer fails to comply with the requirements of a process document issued to the tenderer under clause</w:t>
      </w:r>
      <w:r>
        <w:t xml:space="preserve"> </w:t>
      </w:r>
      <w:r>
        <w:fldChar w:fldCharType="begin"/>
      </w:r>
      <w:r>
        <w:instrText xml:space="preserve"> REF _Ref465068828 \r \h </w:instrText>
      </w:r>
      <w:r>
        <w:fldChar w:fldCharType="separate"/>
      </w:r>
      <w:r w:rsidR="006F36D7">
        <w:t>3.6.2</w:t>
      </w:r>
      <w:r>
        <w:fldChar w:fldCharType="end"/>
      </w:r>
      <w:r>
        <w:t>.</w:t>
      </w:r>
    </w:p>
    <w:p w14:paraId="185C6717" w14:textId="77777777" w:rsidR="00515010" w:rsidRPr="0058190B" w:rsidRDefault="00515010" w:rsidP="0099451D">
      <w:pPr>
        <w:pStyle w:val="NoteToDrafters-ASDEFCON"/>
      </w:pPr>
      <w:r>
        <w:t>Note to drafters:  Drafters may include additional tenderer engagement activities in the list below.</w:t>
      </w:r>
    </w:p>
    <w:p w14:paraId="2BEB8CDD" w14:textId="77777777" w:rsidR="00515010" w:rsidRDefault="00515010" w:rsidP="0099451D">
      <w:pPr>
        <w:pStyle w:val="COTCOCLV3-ASDEFCON"/>
      </w:pPr>
      <w:r>
        <w:t>ODIA may include the following:</w:t>
      </w:r>
    </w:p>
    <w:p w14:paraId="0687B3E9" w14:textId="77777777" w:rsidR="009D74AA" w:rsidRDefault="009D74AA" w:rsidP="0099451D">
      <w:pPr>
        <w:pStyle w:val="COTCOCLV4-ASDEFCON"/>
      </w:pPr>
      <w:r>
        <w:t>clarification;</w:t>
      </w:r>
    </w:p>
    <w:p w14:paraId="1F0D98E9" w14:textId="77777777" w:rsidR="009D74AA" w:rsidRDefault="009D74AA" w:rsidP="0099451D">
      <w:pPr>
        <w:pStyle w:val="COTCOCLV4-ASDEFCON"/>
      </w:pPr>
      <w:r>
        <w:t>submission of additional information;</w:t>
      </w:r>
    </w:p>
    <w:p w14:paraId="67AFDD03" w14:textId="77777777" w:rsidR="009D74AA" w:rsidRDefault="009D74AA" w:rsidP="0099451D">
      <w:pPr>
        <w:pStyle w:val="COTCOCLV4-ASDEFCON"/>
      </w:pPr>
      <w:r>
        <w:t>discussions with tenderers;</w:t>
      </w:r>
    </w:p>
    <w:p w14:paraId="60BEA909" w14:textId="77777777" w:rsidR="009D74AA" w:rsidRDefault="009D74AA" w:rsidP="0099451D">
      <w:pPr>
        <w:pStyle w:val="COTCOCLV4-ASDEFCON"/>
      </w:pPr>
      <w:r>
        <w:t>provision of feedback to tenderers;</w:t>
      </w:r>
    </w:p>
    <w:p w14:paraId="0D679C28" w14:textId="77777777" w:rsidR="009D74AA" w:rsidRDefault="009D74AA" w:rsidP="0099451D">
      <w:pPr>
        <w:pStyle w:val="COTCOCLV4-ASDEFCON"/>
      </w:pPr>
      <w:r>
        <w:t>workshops;</w:t>
      </w:r>
    </w:p>
    <w:p w14:paraId="5ADE74DC" w14:textId="77777777" w:rsidR="009D74AA" w:rsidRDefault="009D74AA" w:rsidP="0099451D">
      <w:pPr>
        <w:pStyle w:val="COTCOCLV4-ASDEFCON"/>
      </w:pPr>
      <w:r>
        <w:t>site visits;</w:t>
      </w:r>
    </w:p>
    <w:p w14:paraId="23C58C9B" w14:textId="1E314E48" w:rsidR="006F36D7" w:rsidRDefault="009D74AA" w:rsidP="0099451D">
      <w:pPr>
        <w:pStyle w:val="COTCOCLV4-ASDEFCON"/>
      </w:pPr>
      <w:r>
        <w:t>product demonstration and testing and user trials;</w:t>
      </w:r>
    </w:p>
    <w:p w14:paraId="6935FF18" w14:textId="77777777" w:rsidR="00C81BDB" w:rsidRDefault="00C81BDB" w:rsidP="0099451D">
      <w:pPr>
        <w:pStyle w:val="COTCOCLV4-ASDEFCON"/>
      </w:pPr>
      <w:r>
        <w:t>improved definition and refinement of draft plans and programs;</w:t>
      </w:r>
    </w:p>
    <w:p w14:paraId="57882F7B" w14:textId="77777777" w:rsidR="009D74AA" w:rsidRDefault="00C81BDB" w:rsidP="0099451D">
      <w:pPr>
        <w:pStyle w:val="COTCOCLV4-ASDEFCON"/>
      </w:pPr>
      <w:r>
        <w:t xml:space="preserve">assessment of capabilities; </w:t>
      </w:r>
      <w:r w:rsidR="009D74AA">
        <w:t>and</w:t>
      </w:r>
    </w:p>
    <w:p w14:paraId="1E9273E0" w14:textId="77777777" w:rsidR="00912EE3" w:rsidRDefault="009D74AA" w:rsidP="0099451D">
      <w:pPr>
        <w:pStyle w:val="COTCOCLV4-ASDEFCON"/>
      </w:pPr>
      <w:proofErr w:type="gramStart"/>
      <w:r>
        <w:t>submission</w:t>
      </w:r>
      <w:proofErr w:type="gramEnd"/>
      <w:r>
        <w:t xml:space="preserve"> of final tenders upon completion of ODIA.</w:t>
      </w:r>
    </w:p>
    <w:p w14:paraId="73742B51" w14:textId="0028BA8F" w:rsidR="00E42F3D" w:rsidRPr="0058190B" w:rsidRDefault="00912EE3" w:rsidP="0099451D">
      <w:pPr>
        <w:pStyle w:val="COTCOCLV3-ASDEFCON"/>
      </w:pPr>
      <w:r>
        <w:t xml:space="preserve">As part of the ODIA process, the Commonwealth may make changes to the draft Contract </w:t>
      </w:r>
      <w:r w:rsidR="00A45FEE">
        <w:t xml:space="preserve">(Acquisition) and/or the draft Contract (Support), </w:t>
      </w:r>
      <w:r>
        <w:t>and require tenderers to amend their tenders to reflect the changes.</w:t>
      </w:r>
    </w:p>
    <w:p w14:paraId="4AAEC58D" w14:textId="77777777" w:rsidR="00E57523" w:rsidRDefault="00E57523" w:rsidP="0099451D">
      <w:pPr>
        <w:pStyle w:val="ASDEFCONOptionSpace"/>
      </w:pPr>
      <w:bookmarkStart w:id="234" w:name="_Toc222623943"/>
      <w:bookmarkEnd w:id="212"/>
    </w:p>
    <w:p w14:paraId="2DDD8745" w14:textId="23D4EE35" w:rsidR="00E03FF1" w:rsidRDefault="00E03FF1" w:rsidP="0099451D">
      <w:pPr>
        <w:pStyle w:val="COTCOCLV3-ASDEFCON"/>
      </w:pPr>
      <w:bookmarkStart w:id="235" w:name="_Toc222623941"/>
      <w:r>
        <w:t xml:space="preserve">Without limiting clause </w:t>
      </w:r>
      <w:r>
        <w:fldChar w:fldCharType="begin"/>
      </w:r>
      <w:r>
        <w:instrText xml:space="preserve"> REF _Ref459366076 \r \h </w:instrText>
      </w:r>
      <w:r>
        <w:fldChar w:fldCharType="separate"/>
      </w:r>
      <w:r w:rsidR="006F36D7">
        <w:t>1.1.4</w:t>
      </w:r>
      <w:r>
        <w:fldChar w:fldCharType="end"/>
      </w:r>
      <w:r>
        <w:t>, the Commonwealth will not be</w:t>
      </w:r>
      <w:r w:rsidRPr="0058190B">
        <w:t xml:space="preserve"> responsible for </w:t>
      </w:r>
      <w:r>
        <w:t>any</w:t>
      </w:r>
      <w:r w:rsidRPr="0058190B">
        <w:t xml:space="preserve"> costs </w:t>
      </w:r>
      <w:r>
        <w:t>or</w:t>
      </w:r>
      <w:r w:rsidRPr="0058190B">
        <w:t xml:space="preserve"> expenses </w:t>
      </w:r>
      <w:r>
        <w:t xml:space="preserve">incurred by any tenderer in </w:t>
      </w:r>
      <w:r w:rsidRPr="0058190B">
        <w:t>participati</w:t>
      </w:r>
      <w:r>
        <w:t>ng</w:t>
      </w:r>
      <w:r w:rsidRPr="0058190B">
        <w:t xml:space="preserve"> in the </w:t>
      </w:r>
      <w:r>
        <w:t>ODIA process</w:t>
      </w:r>
      <w:r w:rsidRPr="0058190B">
        <w:t>.</w:t>
      </w:r>
    </w:p>
    <w:p w14:paraId="269B1BC3" w14:textId="77777777" w:rsidR="004A5749" w:rsidRPr="0058190B" w:rsidRDefault="004A5749" w:rsidP="0099451D">
      <w:pPr>
        <w:pStyle w:val="COTCOCLV2-ASDEFCON"/>
      </w:pPr>
      <w:bookmarkStart w:id="236" w:name="_Toc475968464"/>
      <w:bookmarkStart w:id="237" w:name="_Toc510605958"/>
      <w:bookmarkStart w:id="238" w:name="_Toc527983418"/>
      <w:r w:rsidRPr="0058190B">
        <w:t>Negotiation (Core)</w:t>
      </w:r>
      <w:bookmarkEnd w:id="235"/>
      <w:bookmarkEnd w:id="236"/>
      <w:bookmarkEnd w:id="237"/>
      <w:bookmarkEnd w:id="238"/>
    </w:p>
    <w:p w14:paraId="6CAFEE92" w14:textId="027D39EF" w:rsidR="006F36D7" w:rsidRDefault="006B5AF6" w:rsidP="0099451D">
      <w:pPr>
        <w:pStyle w:val="COTCOCLV3-ASDEFCON"/>
      </w:pPr>
      <w:r w:rsidRPr="00246DD7">
        <w:t>The Commonwealth may engage one or more tenderers in negotiations</w:t>
      </w:r>
      <w:r w:rsidR="003E65FD">
        <w:t>,</w:t>
      </w:r>
      <w:r w:rsidRPr="00246DD7">
        <w:t xml:space="preserve"> </w:t>
      </w:r>
      <w:r>
        <w:t>which may involve tenderers being asked to:</w:t>
      </w:r>
    </w:p>
    <w:p w14:paraId="2F096AF0" w14:textId="77777777" w:rsidR="006B5AF6" w:rsidRDefault="006B5AF6" w:rsidP="0099451D">
      <w:pPr>
        <w:pStyle w:val="COTCOCLV4-ASDEFCON"/>
      </w:pPr>
      <w:r w:rsidRPr="00246DD7">
        <w:t>clarify, improve or consolidate any of the technical, commercial, legal, financial and opera</w:t>
      </w:r>
      <w:r>
        <w:t>tional aspects of their tenders; or</w:t>
      </w:r>
    </w:p>
    <w:p w14:paraId="34605632" w14:textId="70E8D9F4" w:rsidR="006F36D7" w:rsidRDefault="006B5AF6" w:rsidP="0099451D">
      <w:pPr>
        <w:pStyle w:val="COTCOCLV4-ASDEFCON"/>
      </w:pPr>
      <w:proofErr w:type="gramStart"/>
      <w:r>
        <w:t>enter</w:t>
      </w:r>
      <w:proofErr w:type="gramEnd"/>
      <w:r>
        <w:t xml:space="preserve"> into an agreement with the Commonwealth relating to the terms of the detailed engagement with that tenderer.</w:t>
      </w:r>
      <w:bookmarkStart w:id="239" w:name="_Toc475968465"/>
      <w:bookmarkStart w:id="240" w:name="_Toc510605959"/>
      <w:bookmarkStart w:id="241" w:name="_Toc527983419"/>
    </w:p>
    <w:p w14:paraId="2FA1A5CE" w14:textId="77777777" w:rsidR="00E42F3D" w:rsidRPr="0058190B" w:rsidRDefault="00E42F3D" w:rsidP="0099451D">
      <w:pPr>
        <w:pStyle w:val="COTCOCLV2-ASDEFCON"/>
      </w:pPr>
      <w:r w:rsidRPr="0058190B">
        <w:lastRenderedPageBreak/>
        <w:t>Preferred Tenderer Status (Core)</w:t>
      </w:r>
      <w:bookmarkEnd w:id="234"/>
      <w:bookmarkEnd w:id="239"/>
      <w:bookmarkEnd w:id="240"/>
      <w:bookmarkEnd w:id="241"/>
    </w:p>
    <w:p w14:paraId="6762ABEC" w14:textId="77777777" w:rsidR="00E42F3D" w:rsidRPr="0058190B" w:rsidRDefault="00E42F3D" w:rsidP="0099451D">
      <w:pPr>
        <w:pStyle w:val="COTCOCLV3-ASDEFCON"/>
      </w:pPr>
      <w:r w:rsidRPr="0058190B">
        <w:t>The Commonwealth may select a tenderer as preferred tenderer, but such selection:</w:t>
      </w:r>
    </w:p>
    <w:p w14:paraId="4F6A5FA4" w14:textId="77777777" w:rsidR="00E42F3D" w:rsidRPr="0058190B" w:rsidRDefault="00E42F3D" w:rsidP="0099451D">
      <w:pPr>
        <w:pStyle w:val="COTCOCLV4-ASDEFCON"/>
      </w:pPr>
      <w:r w:rsidRPr="0058190B">
        <w:t>does not affect or limit the Commonwealth’s rights or the tenderer’s obligations under the RFT;</w:t>
      </w:r>
      <w:r w:rsidR="004F23AE">
        <w:t xml:space="preserve"> and</w:t>
      </w:r>
    </w:p>
    <w:p w14:paraId="3EE3E76D" w14:textId="77777777" w:rsidR="00E42F3D" w:rsidRPr="0058190B" w:rsidRDefault="00E42F3D" w:rsidP="0099451D">
      <w:pPr>
        <w:pStyle w:val="COTCOCLV4-ASDEFCON"/>
      </w:pPr>
      <w:r w:rsidRPr="0058190B">
        <w:t>is not a representation that a contract will be entered into between the Commonwealth and that tenderer,</w:t>
      </w:r>
    </w:p>
    <w:p w14:paraId="48321A10" w14:textId="77777777" w:rsidR="00E42F3D" w:rsidRDefault="00E42F3D" w:rsidP="0099451D">
      <w:pPr>
        <w:pStyle w:val="COTCOCLV3NONUM-ASDEFCON"/>
      </w:pPr>
      <w:proofErr w:type="gramStart"/>
      <w:r w:rsidRPr="0058190B">
        <w:t>and</w:t>
      </w:r>
      <w:proofErr w:type="gramEnd"/>
      <w:r w:rsidRPr="0058190B">
        <w:t xml:space="preserve"> the Commonwealth may recommence or commence negotiations under the RFT with any other tenderer whether or not a tenderer has been selected as preferred tenderer.</w:t>
      </w:r>
    </w:p>
    <w:p w14:paraId="451EAD02" w14:textId="77777777" w:rsidR="006B5AF6" w:rsidRPr="00246DD7" w:rsidRDefault="006B5AF6" w:rsidP="0099451D">
      <w:pPr>
        <w:pStyle w:val="COTCOCLV2-ASDEFCON"/>
      </w:pPr>
      <w:bookmarkStart w:id="242" w:name="_Toc454531422"/>
      <w:bookmarkStart w:id="243" w:name="_Toc475968466"/>
      <w:bookmarkStart w:id="244" w:name="_Toc510605960"/>
      <w:bookmarkStart w:id="245" w:name="_Toc527983420"/>
      <w:r w:rsidRPr="00246DD7">
        <w:t>Cost Investigation of Tenders (Core)</w:t>
      </w:r>
      <w:bookmarkEnd w:id="242"/>
      <w:bookmarkEnd w:id="243"/>
      <w:bookmarkEnd w:id="244"/>
      <w:bookmarkEnd w:id="245"/>
    </w:p>
    <w:p w14:paraId="2FA22B7B" w14:textId="0D5184F0" w:rsidR="004A6549" w:rsidRDefault="006B5AF6" w:rsidP="0099451D">
      <w:pPr>
        <w:pStyle w:val="NoteToTenderers-ASDEFCON"/>
      </w:pPr>
      <w:r w:rsidRPr="000604CE">
        <w:t xml:space="preserve">Note to tenderers:  The Commonwealth may refer to the </w:t>
      </w:r>
      <w:r>
        <w:t>CASG</w:t>
      </w:r>
      <w:r w:rsidRPr="000604CE">
        <w:t xml:space="preserve"> Cost Principles in considering whether the costs that the Contractor seeks to recover under the Contract are reasonable.  </w:t>
      </w:r>
      <w:r w:rsidRPr="000604CE">
        <w:rPr>
          <w:bCs/>
          <w:iCs/>
        </w:rPr>
        <w:t xml:space="preserve">The </w:t>
      </w:r>
      <w:r>
        <w:rPr>
          <w:bCs/>
          <w:iCs/>
        </w:rPr>
        <w:t>CASG</w:t>
      </w:r>
      <w:r w:rsidRPr="000604CE">
        <w:rPr>
          <w:bCs/>
          <w:iCs/>
        </w:rPr>
        <w:t xml:space="preserve"> Cost Principles can be accessed via the ‘Contracting in </w:t>
      </w:r>
      <w:r>
        <w:rPr>
          <w:bCs/>
          <w:iCs/>
        </w:rPr>
        <w:t>CASG</w:t>
      </w:r>
      <w:r w:rsidRPr="000604CE">
        <w:rPr>
          <w:bCs/>
          <w:iCs/>
        </w:rPr>
        <w:t xml:space="preserve">’ webpage on the </w:t>
      </w:r>
      <w:r w:rsidRPr="000604CE">
        <w:t xml:space="preserve">‘Doing Business with </w:t>
      </w:r>
      <w:r>
        <w:t>Defence</w:t>
      </w:r>
      <w:r w:rsidRPr="000604CE">
        <w:t>’ internet site at</w:t>
      </w:r>
      <w:r w:rsidR="00E8775D">
        <w:t>:</w:t>
      </w:r>
    </w:p>
    <w:p w14:paraId="44DFED5C" w14:textId="79F4E769" w:rsidR="006B5AF6" w:rsidRPr="000604CE" w:rsidRDefault="004A6549" w:rsidP="0099451D">
      <w:pPr>
        <w:pStyle w:val="NoteToTenderers-ASDEFCON"/>
      </w:pPr>
      <w:hyperlink r:id="rId26" w:history="1">
        <w:r>
          <w:rPr>
            <w:rStyle w:val="Hyperlink"/>
          </w:rPr>
          <w:t>https://www1.defence.gov.au/business-industry/procurement/policies-guidelines-templates/cost-principles</w:t>
        </w:r>
      </w:hyperlink>
      <w:r w:rsidR="009B12D9">
        <w:t>.</w:t>
      </w:r>
    </w:p>
    <w:p w14:paraId="52B2E554" w14:textId="21845F0D" w:rsidR="006F36D7" w:rsidRDefault="006B5AF6" w:rsidP="0099451D">
      <w:pPr>
        <w:pStyle w:val="COTCOCLV3-ASDEFCON"/>
        <w:rPr>
          <w:lang w:eastAsia="zh-CN"/>
        </w:rPr>
      </w:pPr>
      <w:r w:rsidRPr="000604CE">
        <w:rPr>
          <w:lang w:eastAsia="zh-CN"/>
        </w:rPr>
        <w:t xml:space="preserve">For the purposes of evaluating a tender, </w:t>
      </w:r>
      <w:r w:rsidR="002023B0">
        <w:rPr>
          <w:lang w:eastAsia="zh-CN"/>
        </w:rPr>
        <w:t xml:space="preserve">the </w:t>
      </w:r>
      <w:r w:rsidRPr="000604CE">
        <w:rPr>
          <w:lang w:eastAsia="zh-CN"/>
        </w:rPr>
        <w:t>Commonwealth</w:t>
      </w:r>
      <w:r>
        <w:rPr>
          <w:lang w:eastAsia="zh-CN"/>
        </w:rPr>
        <w:t xml:space="preserve"> </w:t>
      </w:r>
      <w:r w:rsidRPr="000604CE">
        <w:rPr>
          <w:lang w:eastAsia="zh-CN"/>
        </w:rPr>
        <w:t>may conduct a cost investigation of the tendered price.  On request by the Commonwealth the tenderer is to facilitate any such cost investigation.</w:t>
      </w:r>
      <w:bookmarkStart w:id="246" w:name="_Toc460570486"/>
      <w:bookmarkStart w:id="247" w:name="_Toc461711286"/>
      <w:bookmarkStart w:id="248" w:name="_Toc222623944"/>
      <w:bookmarkStart w:id="249" w:name="_Toc475968467"/>
      <w:bookmarkStart w:id="250" w:name="_Toc510605961"/>
      <w:bookmarkStart w:id="251" w:name="_Toc527983421"/>
      <w:bookmarkEnd w:id="246"/>
      <w:bookmarkEnd w:id="247"/>
    </w:p>
    <w:p w14:paraId="1EBABF4B" w14:textId="77777777" w:rsidR="00E42F3D" w:rsidRPr="0058190B" w:rsidRDefault="00E42F3D" w:rsidP="0099451D">
      <w:pPr>
        <w:pStyle w:val="COTCOCLV2-ASDEFCON"/>
      </w:pPr>
      <w:r w:rsidRPr="0058190B">
        <w:t>Debriefing of Tenderers (Core)</w:t>
      </w:r>
      <w:bookmarkEnd w:id="248"/>
      <w:bookmarkEnd w:id="249"/>
      <w:bookmarkEnd w:id="250"/>
      <w:bookmarkEnd w:id="251"/>
    </w:p>
    <w:p w14:paraId="7D496028" w14:textId="77777777" w:rsidR="00E42F3D" w:rsidRPr="0058190B" w:rsidRDefault="00E42F3D" w:rsidP="0099451D">
      <w:pPr>
        <w:pStyle w:val="COTCOCLV3-ASDEFCON"/>
      </w:pPr>
      <w:r w:rsidRPr="0058190B">
        <w:t xml:space="preserve">Tenderers </w:t>
      </w:r>
      <w:r w:rsidR="00850C30" w:rsidRPr="0058190B">
        <w:t xml:space="preserve">will be notified whether they have been successful or unsuccessful and </w:t>
      </w:r>
      <w:r w:rsidRPr="0058190B">
        <w:t xml:space="preserve">may request an oral or written tender debriefing.  Tenderers requiring a debriefing should contact the Contact Officer specified in </w:t>
      </w:r>
      <w:r w:rsidR="0089651A">
        <w:t>the Tender Details Schedule</w:t>
      </w:r>
      <w:r w:rsidRPr="0058190B">
        <w:t>.</w:t>
      </w:r>
    </w:p>
    <w:p w14:paraId="41B7FB48" w14:textId="483F090F" w:rsidR="006F36D7" w:rsidRDefault="00E42F3D" w:rsidP="0099451D">
      <w:pPr>
        <w:pStyle w:val="COTCOCLV3-ASDEFCON"/>
      </w:pPr>
      <w:r w:rsidRPr="0058190B">
        <w:t xml:space="preserve">Tenderers will be debriefed against the evaluation criteria contained in clause </w:t>
      </w:r>
      <w:r w:rsidR="0068661C">
        <w:fldChar w:fldCharType="begin"/>
      </w:r>
      <w:r w:rsidR="0068661C">
        <w:instrText xml:space="preserve"> REF _Ref457220413 \r \h </w:instrText>
      </w:r>
      <w:r w:rsidR="0068661C">
        <w:fldChar w:fldCharType="separate"/>
      </w:r>
      <w:r w:rsidR="006F36D7">
        <w:t>3.11</w:t>
      </w:r>
      <w:r w:rsidR="0068661C">
        <w:fldChar w:fldCharType="end"/>
      </w:r>
      <w:r w:rsidRPr="0058190B">
        <w:t>.</w:t>
      </w:r>
    </w:p>
    <w:p w14:paraId="6CE687FA" w14:textId="77777777" w:rsidR="00E42F3D" w:rsidRPr="0058190B" w:rsidRDefault="00FA61FD" w:rsidP="0099451D">
      <w:pPr>
        <w:pStyle w:val="COTCOCLV2-ASDEFCON"/>
      </w:pPr>
      <w:r>
        <w:t xml:space="preserve"> </w:t>
      </w:r>
      <w:bookmarkStart w:id="252" w:name="_Toc222623946"/>
      <w:bookmarkStart w:id="253" w:name="_Ref457220106"/>
      <w:bookmarkStart w:id="254" w:name="_Ref457220413"/>
      <w:bookmarkStart w:id="255" w:name="_Toc475968468"/>
      <w:bookmarkStart w:id="256" w:name="_Toc510605962"/>
      <w:bookmarkStart w:id="257" w:name="_Toc527983422"/>
      <w:r w:rsidR="00E42F3D" w:rsidRPr="0058190B">
        <w:t>Tender Evaluation Criteria (Core)</w:t>
      </w:r>
      <w:bookmarkEnd w:id="252"/>
      <w:bookmarkEnd w:id="253"/>
      <w:bookmarkEnd w:id="254"/>
      <w:bookmarkEnd w:id="255"/>
      <w:bookmarkEnd w:id="256"/>
      <w:bookmarkEnd w:id="257"/>
    </w:p>
    <w:p w14:paraId="62FB67E0" w14:textId="6DC61526" w:rsidR="008C43EE" w:rsidRPr="0058190B" w:rsidRDefault="008C43EE" w:rsidP="0099451D">
      <w:pPr>
        <w:pStyle w:val="NoteToDrafters-ASDEFCON"/>
      </w:pPr>
      <w:r w:rsidRPr="008C43EE">
        <w:t xml:space="preserve"> </w:t>
      </w:r>
      <w:r w:rsidRPr="0058190B">
        <w:t>Note to drafters:  Additional or alternative evaluation criteria may be included in the following list where appropriate.  Drafters should only include criteria that will be used by the Commonwealth during tender evaluation.  In the event of amendment to the list, drafters should also ensure that the evaluation items</w:t>
      </w:r>
      <w:r>
        <w:t xml:space="preserve"> (</w:t>
      </w:r>
      <w:proofErr w:type="spellStart"/>
      <w:r>
        <w:t>eg</w:t>
      </w:r>
      <w:proofErr w:type="spellEnd"/>
      <w:r w:rsidR="00BC128A">
        <w:t>,</w:t>
      </w:r>
      <w:r>
        <w:t xml:space="preserve"> TDRs)</w:t>
      </w:r>
      <w:r w:rsidRPr="0058190B">
        <w:t xml:space="preserve"> are accurately mapped against the criteria.</w:t>
      </w:r>
    </w:p>
    <w:p w14:paraId="61CCD610" w14:textId="4F7038C2" w:rsidR="00E42F3D" w:rsidRDefault="0046287A" w:rsidP="0099451D">
      <w:pPr>
        <w:pStyle w:val="COTCOCLV3-ASDEFCON"/>
      </w:pPr>
      <w:bookmarkStart w:id="258" w:name="_Ref392078629"/>
      <w:bookmarkStart w:id="259" w:name="_Ref464052260"/>
      <w:r w:rsidRPr="00447BCF">
        <w:t xml:space="preserve">Subject to clause </w:t>
      </w:r>
      <w:r w:rsidRPr="00447BCF">
        <w:fldChar w:fldCharType="begin"/>
      </w:r>
      <w:r w:rsidRPr="00447BCF">
        <w:instrText xml:space="preserve"> REF _Ref95287896 \r \h  \* MERGEFORMAT </w:instrText>
      </w:r>
      <w:r w:rsidRPr="00447BCF">
        <w:fldChar w:fldCharType="separate"/>
      </w:r>
      <w:r w:rsidR="006F36D7">
        <w:t>3.2</w:t>
      </w:r>
      <w:r w:rsidRPr="00447BCF">
        <w:fldChar w:fldCharType="end"/>
      </w:r>
      <w:r>
        <w:t>,</w:t>
      </w:r>
      <w:r w:rsidRPr="00447BCF">
        <w:t xml:space="preserve"> the criteria to be applied for the purposes of evaluation are those set out in column (a) in the following table.  The criteria are not in any order of importance.  For each of these criteria, column (b) in the table sets out an indicative, non-exhaustive list of the subordinate criteria to be applied in the evaluation of </w:t>
      </w:r>
      <w:r w:rsidR="00784247">
        <w:t>the corresponding</w:t>
      </w:r>
      <w:r w:rsidR="00784247" w:rsidRPr="00447BCF">
        <w:t xml:space="preserve"> </w:t>
      </w:r>
      <w:r w:rsidRPr="00447BCF">
        <w:t>criterion.  The evaluation items that the Commonwealth may take into account when assessing tenders against key criteria and subordinate criteria are listed in column (c)</w:t>
      </w:r>
      <w:bookmarkStart w:id="260" w:name="_Hlt95891314"/>
      <w:bookmarkEnd w:id="258"/>
      <w:bookmarkEnd w:id="260"/>
      <w:r w:rsidR="00E42F3D" w:rsidRPr="0058190B">
        <w:t>.</w:t>
      </w:r>
      <w:bookmarkEnd w:id="259"/>
    </w:p>
    <w:p w14:paraId="634B8546" w14:textId="77777777" w:rsidR="00EB715B" w:rsidRDefault="00EB715B" w:rsidP="00EB715B">
      <w:pPr>
        <w:sectPr w:rsidR="00EB715B" w:rsidSect="00CD7A34">
          <w:headerReference w:type="default" r:id="rId27"/>
          <w:footerReference w:type="default" r:id="rId28"/>
          <w:pgSz w:w="11906" w:h="16838"/>
          <w:pgMar w:top="1304" w:right="1417" w:bottom="907" w:left="1417" w:header="567" w:footer="284" w:gutter="0"/>
          <w:pgNumType w:start="1" w:chapStyle="1"/>
          <w:cols w:space="720"/>
          <w:docGrid w:linePitch="272"/>
        </w:sectPr>
      </w:pPr>
    </w:p>
    <w:p w14:paraId="1C030A9C" w14:textId="77777777" w:rsidR="004A2821" w:rsidRDefault="00023188" w:rsidP="004A2821">
      <w:pPr>
        <w:pStyle w:val="NoteToDrafters-ASDEFCON"/>
      </w:pPr>
      <w:r w:rsidRPr="00447BCF">
        <w:lastRenderedPageBreak/>
        <w:t xml:space="preserve">Note to drafters:  Entries in the table below are subclauses to the clause </w:t>
      </w:r>
      <w:r>
        <w:fldChar w:fldCharType="begin"/>
      </w:r>
      <w:r>
        <w:instrText xml:space="preserve"> REF _Ref464052260 \r \h </w:instrText>
      </w:r>
      <w:r>
        <w:fldChar w:fldCharType="separate"/>
      </w:r>
      <w:r w:rsidR="006F36D7">
        <w:t>3.11.1</w:t>
      </w:r>
      <w:r>
        <w:fldChar w:fldCharType="end"/>
      </w:r>
      <w:r w:rsidRPr="00447BCF">
        <w:t xml:space="preserve"> above, to enable cross-referencing if necessary (</w:t>
      </w:r>
      <w:proofErr w:type="spellStart"/>
      <w:r w:rsidRPr="00447BCF">
        <w:t>eg</w:t>
      </w:r>
      <w:proofErr w:type="spellEnd"/>
      <w:r>
        <w:t>,</w:t>
      </w:r>
      <w:r w:rsidRPr="00447BCF">
        <w:t xml:space="preserve"> Key Criteria is </w:t>
      </w:r>
      <w:r>
        <w:t xml:space="preserve">a </w:t>
      </w:r>
      <w:r w:rsidRPr="00447BCF">
        <w:t xml:space="preserve">subclause </w:t>
      </w:r>
      <w:r>
        <w:fldChar w:fldCharType="begin"/>
      </w:r>
      <w:r>
        <w:instrText xml:space="preserve"> REF _Ref464052260 \r \h </w:instrText>
      </w:r>
      <w:r>
        <w:fldChar w:fldCharType="separate"/>
      </w:r>
      <w:r w:rsidR="006F36D7">
        <w:t>3.11.1</w:t>
      </w:r>
      <w:r>
        <w:fldChar w:fldCharType="end"/>
      </w:r>
      <w:r w:rsidRPr="00447BCF">
        <w:t>a).  Drafters should continue this numbering structure when adding or deleting criteria.</w:t>
      </w:r>
    </w:p>
    <w:p w14:paraId="4CA2634A" w14:textId="2C10CFDD" w:rsidR="004A2821" w:rsidRDefault="004A2821" w:rsidP="004A2821">
      <w:pPr>
        <w:pStyle w:val="NoteToDrafters-ASDEFCON"/>
      </w:pPr>
      <w:r w:rsidRPr="005D0C81">
        <w:t xml:space="preserve">Note to drafters: </w:t>
      </w:r>
      <w:r>
        <w:t xml:space="preserve"> The Performance Exchange Scorecard Program is currently undergoing redevelopment.  D</w:t>
      </w:r>
      <w:r w:rsidRPr="005D0C81">
        <w:t xml:space="preserve">rafters should </w:t>
      </w:r>
      <w:r>
        <w:t xml:space="preserve">seek advice via </w:t>
      </w:r>
      <w:hyperlink r:id="rId29" w:history="1">
        <w:r>
          <w:rPr>
            <w:rStyle w:val="Hyperlink"/>
          </w:rPr>
          <w:t>supplier.rating.system@defence.gov.au</w:t>
        </w:r>
      </w:hyperlink>
      <w:r>
        <w:t xml:space="preserve"> and update the below clauses for replacement program details as necessary.</w:t>
      </w:r>
    </w:p>
    <w:p w14:paraId="0CC7E3FB" w14:textId="77777777" w:rsidR="004A2821" w:rsidRDefault="004A2821" w:rsidP="004A2821">
      <w:pPr>
        <w:pStyle w:val="NoteToDrafters-ASDEFCON"/>
      </w:pPr>
      <w:r>
        <w:t>Drafters may choose to insert the text below as a Note to tenderers for any approach to the market that needs to be progressed in advance of the replacement program being available:</w:t>
      </w:r>
    </w:p>
    <w:p w14:paraId="6B81BC58" w14:textId="77777777" w:rsidR="004A2821" w:rsidRDefault="004A2821" w:rsidP="004A2821">
      <w:pPr>
        <w:pStyle w:val="NoteToDrafters-ASDEFCON"/>
      </w:pPr>
      <w:r>
        <w:t>“</w:t>
      </w:r>
      <w:r w:rsidRPr="00F745FE">
        <w:t xml:space="preserve">Note to Tenderers:  </w:t>
      </w:r>
      <w:r w:rsidRPr="00F51168">
        <w:t>The Performance Exchange Scorecard Program is currently undergoing redevelopment.</w:t>
      </w:r>
      <w:r>
        <w:t xml:space="preserve">  </w:t>
      </w:r>
      <w:r w:rsidRPr="00F745FE">
        <w:t xml:space="preserve">Please note the Commonwealth may require the replacement </w:t>
      </w:r>
      <w:r>
        <w:t xml:space="preserve">program </w:t>
      </w:r>
      <w:r w:rsidRPr="00F745FE">
        <w:t xml:space="preserve">for the Performance Exchange Scorecard to be incorporated into </w:t>
      </w:r>
      <w:r>
        <w:t>the draft C</w:t>
      </w:r>
      <w:r w:rsidRPr="00F745FE">
        <w:t>ontract prior to signature</w:t>
      </w:r>
      <w:r>
        <w:t xml:space="preserve">.  This may be done via amendment to this tender or </w:t>
      </w:r>
      <w:r w:rsidRPr="00F745FE">
        <w:t>as part of contract negotiations</w:t>
      </w:r>
      <w:r>
        <w:t>.”</w:t>
      </w:r>
    </w:p>
    <w:tbl>
      <w:tblPr>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736"/>
        <w:gridCol w:w="4613"/>
        <w:gridCol w:w="6260"/>
      </w:tblGrid>
      <w:tr w:rsidR="005E4814" w:rsidRPr="0058190B" w14:paraId="1C3EAA63" w14:textId="77777777" w:rsidTr="006A5D8F">
        <w:trPr>
          <w:trHeight w:val="312"/>
          <w:tblHeader/>
        </w:trPr>
        <w:tc>
          <w:tcPr>
            <w:tcW w:w="3786" w:type="dxa"/>
            <w:shd w:val="pct15" w:color="auto" w:fill="auto"/>
          </w:tcPr>
          <w:p w14:paraId="5FDDA3DC" w14:textId="77777777" w:rsidR="005E4814" w:rsidRPr="00EB715B" w:rsidRDefault="005E4814" w:rsidP="00C81875">
            <w:pPr>
              <w:pStyle w:val="Table10ptHeading-ASDEFCON"/>
            </w:pPr>
            <w:r w:rsidRPr="00EB715B">
              <w:t>Key Criteria</w:t>
            </w:r>
          </w:p>
          <w:p w14:paraId="54E4241C" w14:textId="77777777" w:rsidR="005E4814" w:rsidRPr="00EB715B" w:rsidRDefault="005E4814" w:rsidP="00C81875">
            <w:pPr>
              <w:pStyle w:val="Table10ptHeading-ASDEFCON"/>
            </w:pPr>
            <w:r w:rsidRPr="00EB715B">
              <w:t>Column (a)</w:t>
            </w:r>
          </w:p>
        </w:tc>
        <w:tc>
          <w:tcPr>
            <w:tcW w:w="4678" w:type="dxa"/>
            <w:shd w:val="pct15" w:color="auto" w:fill="auto"/>
          </w:tcPr>
          <w:p w14:paraId="4F4A234F" w14:textId="77777777" w:rsidR="005E4814" w:rsidRPr="00EB715B" w:rsidRDefault="005E4814" w:rsidP="00C81875">
            <w:pPr>
              <w:pStyle w:val="Table10ptHeading-ASDEFCON"/>
            </w:pPr>
            <w:r w:rsidRPr="00EB715B">
              <w:t>Subordinate Criteria</w:t>
            </w:r>
          </w:p>
          <w:p w14:paraId="6A395F12" w14:textId="77777777" w:rsidR="005E4814" w:rsidRPr="00EB715B" w:rsidRDefault="005E4814" w:rsidP="00C81875">
            <w:pPr>
              <w:pStyle w:val="Table10ptHeading-ASDEFCON"/>
            </w:pPr>
            <w:r w:rsidRPr="00EB715B">
              <w:t>Column (b)</w:t>
            </w:r>
          </w:p>
        </w:tc>
        <w:tc>
          <w:tcPr>
            <w:tcW w:w="6371" w:type="dxa"/>
            <w:shd w:val="pct15" w:color="auto" w:fill="auto"/>
          </w:tcPr>
          <w:p w14:paraId="3601196B" w14:textId="77777777" w:rsidR="005E4814" w:rsidRPr="00150D8A" w:rsidRDefault="005E4814" w:rsidP="00C81875">
            <w:pPr>
              <w:pStyle w:val="Table10ptHeading-ASDEFCON"/>
            </w:pPr>
            <w:r w:rsidRPr="00150D8A">
              <w:t>Evaluation Items</w:t>
            </w:r>
          </w:p>
          <w:p w14:paraId="6338FC94" w14:textId="77777777" w:rsidR="005E4814" w:rsidRPr="00150D8A" w:rsidRDefault="005E4814" w:rsidP="00C81875">
            <w:pPr>
              <w:pStyle w:val="Table10ptHeading-ASDEFCON"/>
            </w:pPr>
            <w:r w:rsidRPr="00150D8A">
              <w:t xml:space="preserve">Column (c) </w:t>
            </w:r>
          </w:p>
        </w:tc>
      </w:tr>
      <w:tr w:rsidR="005E4814" w:rsidRPr="0058190B" w14:paraId="4D9EDD7A" w14:textId="77777777" w:rsidTr="006A5D8F">
        <w:trPr>
          <w:trHeight w:val="301"/>
        </w:trPr>
        <w:tc>
          <w:tcPr>
            <w:tcW w:w="3786" w:type="dxa"/>
          </w:tcPr>
          <w:p w14:paraId="2B1B4BAB" w14:textId="77777777" w:rsidR="005E4814" w:rsidRPr="00EB715B" w:rsidRDefault="005E4814" w:rsidP="0099451D">
            <w:pPr>
              <w:pStyle w:val="Table10ptSub1-ASDEFCON"/>
            </w:pPr>
            <w:proofErr w:type="gramStart"/>
            <w:r w:rsidRPr="00EB715B">
              <w:t>the</w:t>
            </w:r>
            <w:proofErr w:type="gramEnd"/>
            <w:r w:rsidRPr="00EB715B">
              <w:t xml:space="preserve"> suitability of the tenderer to perform the obligations in the Contract.</w:t>
            </w:r>
          </w:p>
          <w:p w14:paraId="51329F55" w14:textId="50B5F7A1" w:rsidR="005E4814" w:rsidRPr="00EB715B" w:rsidRDefault="005E4814" w:rsidP="0099451D">
            <w:pPr>
              <w:pStyle w:val="NoteToTenderers-ASDEFCON"/>
            </w:pPr>
            <w:r w:rsidRPr="00EB715B">
              <w:t xml:space="preserve">Note to tenderers:  If the Commonwealth takes an adverse view of tenderer past performance or proposes to exclude the tenderer from further consideration based on information collected under this criterion, the Commonwealth may request further information from the tenderer in accordance with clause </w:t>
            </w:r>
            <w:r w:rsidRPr="00EB715B">
              <w:fldChar w:fldCharType="begin"/>
            </w:r>
            <w:r w:rsidRPr="00EB715B">
              <w:instrText xml:space="preserve"> REF _Ref459374278 \r \h </w:instrText>
            </w:r>
            <w:r w:rsidR="00141F47" w:rsidRPr="00EB715B">
              <w:instrText xml:space="preserve"> \* MERGEFORMAT </w:instrText>
            </w:r>
            <w:r w:rsidRPr="00EB715B">
              <w:fldChar w:fldCharType="separate"/>
            </w:r>
            <w:r w:rsidR="006F36D7">
              <w:t>3.2.2c</w:t>
            </w:r>
            <w:r w:rsidRPr="00EB715B">
              <w:fldChar w:fldCharType="end"/>
            </w:r>
            <w:r w:rsidRPr="00EB715B">
              <w:t>.</w:t>
            </w:r>
          </w:p>
          <w:p w14:paraId="1E177345" w14:textId="77777777" w:rsidR="005E4814" w:rsidRPr="00EB715B" w:rsidRDefault="005E4814" w:rsidP="00886EE8">
            <w:pPr>
              <w:pStyle w:val="ASDEFCONNormal"/>
            </w:pPr>
          </w:p>
        </w:tc>
        <w:tc>
          <w:tcPr>
            <w:tcW w:w="4678" w:type="dxa"/>
          </w:tcPr>
          <w:p w14:paraId="04ADED6B" w14:textId="55FB01A1" w:rsidR="005E4814" w:rsidRPr="00EB715B" w:rsidRDefault="005E4814" w:rsidP="0099451D">
            <w:pPr>
              <w:pStyle w:val="ASDEFCONOperativePartListLV1"/>
            </w:pPr>
            <w:proofErr w:type="gramStart"/>
            <w:r w:rsidRPr="00EB715B">
              <w:t>past</w:t>
            </w:r>
            <w:proofErr w:type="gramEnd"/>
            <w:r w:rsidRPr="00EB715B">
              <w:t xml:space="preserve"> performance of contractual obligations by the tenderer, including involvement in any contract that is or has been listed as a Project of Concern. </w:t>
            </w:r>
            <w:r w:rsidR="00902DE2">
              <w:t xml:space="preserve"> </w:t>
            </w:r>
            <w:r w:rsidRPr="00EB715B">
              <w:t xml:space="preserve">For the purposes of this </w:t>
            </w:r>
            <w:r w:rsidR="00D83E70" w:rsidRPr="00EB715B">
              <w:t>subordinate criteria</w:t>
            </w:r>
            <w:r w:rsidRPr="00EB715B">
              <w:t>, tenderer also encompasses any Related Body Corporate, proposed Subcontractor or their Related Body Corporate, or special purpose vehicle (in which any of these entities have been involved).</w:t>
            </w:r>
          </w:p>
          <w:p w14:paraId="1F79E310" w14:textId="77777777" w:rsidR="005E4814" w:rsidRPr="00EB715B" w:rsidRDefault="005E4814" w:rsidP="0099451D">
            <w:pPr>
              <w:pStyle w:val="ASDEFCONOperativePartListLV1"/>
            </w:pPr>
            <w:proofErr w:type="gramStart"/>
            <w:r w:rsidRPr="00EB715B">
              <w:t>the</w:t>
            </w:r>
            <w:proofErr w:type="gramEnd"/>
            <w:r w:rsidRPr="00EB715B">
              <w:t xml:space="preserve"> nature and health of the tenderer’s or proposed Subcontractors’ previous contractual relationships and behaviour.</w:t>
            </w:r>
          </w:p>
          <w:p w14:paraId="22089157" w14:textId="77200821" w:rsidR="005E4814" w:rsidRPr="00EB715B" w:rsidRDefault="005E4814" w:rsidP="009544A3">
            <w:pPr>
              <w:pStyle w:val="ASDEFCONOperativePartListLV1"/>
            </w:pPr>
            <w:r w:rsidRPr="00EB715B">
              <w:t>the proposed corporate structure of the tenderer and proposed Approved Subcontractors, including for any Related Bodies Corporate, and the financial and corporate viability of the tenderer and proposed Approved Subcontractors to fulfil Contract obligations.</w:t>
            </w:r>
          </w:p>
        </w:tc>
        <w:tc>
          <w:tcPr>
            <w:tcW w:w="6371" w:type="dxa"/>
          </w:tcPr>
          <w:p w14:paraId="02244373" w14:textId="06904CCF" w:rsidR="005E4814" w:rsidRPr="00150D8A" w:rsidRDefault="00150D8A" w:rsidP="0099451D">
            <w:pPr>
              <w:pStyle w:val="ASDEFCONBulletsLV1"/>
            </w:pPr>
            <w:r w:rsidRPr="00150D8A">
              <w:t>Tenderer</w:t>
            </w:r>
            <w:r w:rsidR="000B190C">
              <w:t>’</w:t>
            </w:r>
            <w:r w:rsidRPr="00150D8A">
              <w:t>s Profile</w:t>
            </w:r>
            <w:r w:rsidR="00141F47" w:rsidRPr="00150D8A">
              <w:t>,</w:t>
            </w:r>
            <w:r w:rsidR="005E4814" w:rsidRPr="00150D8A">
              <w:t xml:space="preserve"> </w:t>
            </w:r>
            <w:r w:rsidR="00A75736">
              <w:t xml:space="preserve">Attachment A </w:t>
            </w:r>
            <w:r w:rsidR="005E4814" w:rsidRPr="00150D8A">
              <w:t>Annex A</w:t>
            </w:r>
          </w:p>
          <w:p w14:paraId="44E52FD5" w14:textId="77777777" w:rsidR="00904444" w:rsidRPr="00150D8A" w:rsidRDefault="00904444" w:rsidP="0099451D">
            <w:pPr>
              <w:pStyle w:val="ASDEFCONBulletsLV1"/>
            </w:pPr>
            <w:r w:rsidRPr="00150D8A">
              <w:t>Statement of Non-Compliance,</w:t>
            </w:r>
            <w:r>
              <w:t xml:space="preserve"> Attachment A</w:t>
            </w:r>
            <w:r w:rsidRPr="00150D8A">
              <w:t xml:space="preserve"> Annex A</w:t>
            </w:r>
          </w:p>
          <w:p w14:paraId="3D86961A" w14:textId="77777777" w:rsidR="00904444" w:rsidRPr="00150D8A" w:rsidRDefault="00904444" w:rsidP="009544A3">
            <w:pPr>
              <w:pStyle w:val="ASDEFCONBulletsLV1"/>
            </w:pPr>
            <w:r w:rsidRPr="00150D8A">
              <w:t xml:space="preserve">Schedule of Proposed Subcontractors, </w:t>
            </w:r>
            <w:r>
              <w:t>Attachment A</w:t>
            </w:r>
            <w:r w:rsidRPr="00150D8A">
              <w:t xml:space="preserve"> Annex A</w:t>
            </w:r>
          </w:p>
          <w:p w14:paraId="443C3FE2" w14:textId="4F4E3347" w:rsidR="005E4814" w:rsidRPr="00150D8A" w:rsidRDefault="005E4814" w:rsidP="009544A3">
            <w:pPr>
              <w:pStyle w:val="ASDEFCONBulletsLV1"/>
            </w:pPr>
            <w:r w:rsidRPr="00150D8A">
              <w:t xml:space="preserve">Commitment Letter, </w:t>
            </w:r>
            <w:r w:rsidR="00A75736">
              <w:t>Attachment A</w:t>
            </w:r>
            <w:r w:rsidR="00A75736" w:rsidRPr="00150D8A">
              <w:t xml:space="preserve"> </w:t>
            </w:r>
            <w:r w:rsidRPr="00150D8A">
              <w:t>Annex C</w:t>
            </w:r>
          </w:p>
          <w:p w14:paraId="22006D85" w14:textId="77777777" w:rsidR="00904444" w:rsidRPr="00150D8A" w:rsidRDefault="00904444" w:rsidP="009544A3">
            <w:pPr>
              <w:pStyle w:val="ASDEFCONBulletsLV1"/>
            </w:pPr>
            <w:r w:rsidRPr="00150D8A">
              <w:t xml:space="preserve">Securities, </w:t>
            </w:r>
            <w:r>
              <w:t>Attachment A</w:t>
            </w:r>
            <w:r w:rsidRPr="00150D8A">
              <w:t xml:space="preserve"> Annex D</w:t>
            </w:r>
          </w:p>
          <w:p w14:paraId="05765180" w14:textId="77777777" w:rsidR="00904444" w:rsidRPr="00150D8A" w:rsidRDefault="00904444" w:rsidP="008129BF">
            <w:pPr>
              <w:pStyle w:val="ASDEFCONBulletsLV1"/>
            </w:pPr>
            <w:r w:rsidRPr="00150D8A">
              <w:t xml:space="preserve">Agency Agreements, </w:t>
            </w:r>
            <w:r>
              <w:t>Attachment A</w:t>
            </w:r>
            <w:r w:rsidRPr="00150D8A">
              <w:t xml:space="preserve"> Annex D</w:t>
            </w:r>
          </w:p>
          <w:p w14:paraId="566BA847" w14:textId="2CF5A09F" w:rsidR="005E4814" w:rsidRPr="00150D8A" w:rsidRDefault="005E4814" w:rsidP="008129BF">
            <w:pPr>
              <w:pStyle w:val="ASDEFCONBulletsLV1"/>
            </w:pPr>
            <w:r w:rsidRPr="00150D8A">
              <w:t xml:space="preserve">Past Performance, </w:t>
            </w:r>
            <w:r w:rsidR="00A75736">
              <w:t>Attachment A</w:t>
            </w:r>
            <w:r w:rsidR="00A75736" w:rsidRPr="00150D8A">
              <w:t xml:space="preserve"> </w:t>
            </w:r>
            <w:r w:rsidRPr="00150D8A">
              <w:t xml:space="preserve">Annex </w:t>
            </w:r>
            <w:r w:rsidR="00A52DCA">
              <w:t>F</w:t>
            </w:r>
            <w:r w:rsidR="00AC45EF">
              <w:t>, including:</w:t>
            </w:r>
          </w:p>
          <w:p w14:paraId="7B23A134" w14:textId="77777777" w:rsidR="001A7D38" w:rsidRDefault="001A7D38" w:rsidP="009C0418">
            <w:pPr>
              <w:pStyle w:val="ASDEFCONBulletsLV2"/>
            </w:pPr>
            <w:r>
              <w:t xml:space="preserve">Systems and Software </w:t>
            </w:r>
            <w:r w:rsidR="005E4814" w:rsidRPr="00150D8A">
              <w:t>Experience</w:t>
            </w:r>
          </w:p>
          <w:p w14:paraId="20EC39EF" w14:textId="661FBADE" w:rsidR="001A7D38" w:rsidRDefault="001A7D38" w:rsidP="00C81875">
            <w:pPr>
              <w:pStyle w:val="ASDEFCONBulletsLV2"/>
            </w:pPr>
            <w:r>
              <w:t>System Safety Program Experience</w:t>
            </w:r>
          </w:p>
          <w:p w14:paraId="21774AFC" w14:textId="77777777" w:rsidR="005E4814" w:rsidRPr="00150D8A" w:rsidRDefault="001A7D38" w:rsidP="00C81875">
            <w:pPr>
              <w:pStyle w:val="ASDEFCONBulletsLV2"/>
            </w:pPr>
            <w:r>
              <w:t>ILS and LSA Experience</w:t>
            </w:r>
          </w:p>
          <w:p w14:paraId="71B3480F" w14:textId="6A50BEF2" w:rsidR="00904444" w:rsidRPr="00150D8A" w:rsidRDefault="00904444" w:rsidP="009C0418">
            <w:pPr>
              <w:pStyle w:val="ASDEFCONBulletsLV1"/>
            </w:pPr>
            <w:r>
              <w:t>Performance Exchange</w:t>
            </w:r>
            <w:r w:rsidRPr="00150D8A">
              <w:t xml:space="preserve"> Score</w:t>
            </w:r>
            <w:r>
              <w:t>c</w:t>
            </w:r>
            <w:r w:rsidRPr="00150D8A">
              <w:t>ard</w:t>
            </w:r>
          </w:p>
          <w:p w14:paraId="05E06D80" w14:textId="36BA441F" w:rsidR="00904444" w:rsidRPr="00150D8A" w:rsidRDefault="00904444" w:rsidP="00982684">
            <w:pPr>
              <w:pStyle w:val="ASDEFCONBulletsLV1"/>
            </w:pPr>
            <w:r w:rsidRPr="00150D8A">
              <w:t>Financial Reports (from credit agencies)</w:t>
            </w:r>
          </w:p>
          <w:p w14:paraId="7884721F" w14:textId="650ED497" w:rsidR="005E4814" w:rsidRPr="00150D8A" w:rsidRDefault="001A7D38" w:rsidP="00982684">
            <w:pPr>
              <w:pStyle w:val="ASDEFCONBulletsLV1"/>
            </w:pPr>
            <w:r>
              <w:t>Project Strategy</w:t>
            </w:r>
            <w:r w:rsidR="005E4814" w:rsidRPr="00150D8A">
              <w:t xml:space="preserve">, </w:t>
            </w:r>
            <w:r w:rsidR="000E12AE">
              <w:t>Attachment B Annex A</w:t>
            </w:r>
          </w:p>
          <w:p w14:paraId="1B6D5D3E" w14:textId="77777777" w:rsidR="005E4814" w:rsidRPr="00150D8A" w:rsidRDefault="005E4814">
            <w:pPr>
              <w:pStyle w:val="ASDEFCONBulletsLV1"/>
            </w:pPr>
            <w:r w:rsidRPr="00150D8A">
              <w:t>Information otherwise obtained by the Commonwealth</w:t>
            </w:r>
          </w:p>
        </w:tc>
      </w:tr>
      <w:tr w:rsidR="005E4814" w:rsidRPr="0058190B" w14:paraId="3892FA02" w14:textId="77777777" w:rsidTr="006A5D8F">
        <w:trPr>
          <w:trHeight w:val="301"/>
        </w:trPr>
        <w:tc>
          <w:tcPr>
            <w:tcW w:w="3786" w:type="dxa"/>
          </w:tcPr>
          <w:p w14:paraId="62A375DF" w14:textId="77777777" w:rsidR="005E4814" w:rsidRPr="00EB715B" w:rsidRDefault="005E4814" w:rsidP="0099451D">
            <w:pPr>
              <w:pStyle w:val="Table10ptSub1-ASDEFCON"/>
            </w:pPr>
            <w:r w:rsidRPr="00EB715B">
              <w:lastRenderedPageBreak/>
              <w:t xml:space="preserve">the extent to which the tendered </w:t>
            </w:r>
            <w:r w:rsidR="00DD5A27">
              <w:t xml:space="preserve">Materiel System </w:t>
            </w:r>
            <w:r w:rsidRPr="00EB715B">
              <w:t xml:space="preserve">solution is assessed as being capable of meeting the end user and operator needs and meeting the </w:t>
            </w:r>
            <w:r w:rsidR="00DD5A27">
              <w:t xml:space="preserve">end user and operator needs and meeting the </w:t>
            </w:r>
            <w:r w:rsidRPr="00EB715B">
              <w:t xml:space="preserve">function and performance requirements stated in the draft SOW </w:t>
            </w:r>
            <w:r w:rsidR="00DD5A27">
              <w:t xml:space="preserve">(Acquisition) </w:t>
            </w:r>
            <w:r w:rsidRPr="00EB715B">
              <w:t>including the specifications.</w:t>
            </w:r>
          </w:p>
          <w:p w14:paraId="33EDE313" w14:textId="77777777" w:rsidR="005E4814" w:rsidRPr="00EB715B" w:rsidRDefault="005E4814" w:rsidP="00886EE8">
            <w:pPr>
              <w:pStyle w:val="ASDEFCONNormal"/>
            </w:pPr>
          </w:p>
        </w:tc>
        <w:tc>
          <w:tcPr>
            <w:tcW w:w="4678" w:type="dxa"/>
          </w:tcPr>
          <w:p w14:paraId="5897AE0B" w14:textId="79C9DF3A" w:rsidR="006F36D7" w:rsidRDefault="005E4814" w:rsidP="00C81875">
            <w:pPr>
              <w:pStyle w:val="ASDEFCONOperativePartListLV1"/>
              <w:numPr>
                <w:ilvl w:val="0"/>
                <w:numId w:val="74"/>
              </w:numPr>
            </w:pPr>
            <w:proofErr w:type="gramStart"/>
            <w:r w:rsidRPr="00EB715B">
              <w:t>the</w:t>
            </w:r>
            <w:proofErr w:type="gramEnd"/>
            <w:r w:rsidRPr="00EB715B">
              <w:t xml:space="preserve"> extent to which the tendered solution satisfies the requirements set out in the OCD.</w:t>
            </w:r>
          </w:p>
          <w:p w14:paraId="05822867" w14:textId="77777777" w:rsidR="005E4814" w:rsidRPr="00EB715B" w:rsidRDefault="005E4814" w:rsidP="0099451D">
            <w:pPr>
              <w:pStyle w:val="ASDEFCONOperativePartListLV1"/>
            </w:pPr>
            <w:proofErr w:type="gramStart"/>
            <w:r w:rsidRPr="00EB715B">
              <w:t>the</w:t>
            </w:r>
            <w:proofErr w:type="gramEnd"/>
            <w:r w:rsidRPr="00EB715B">
              <w:t xml:space="preserve"> extent to which the tendered solution is assessed as meeting the requirements specified in the FPS including performance requirements, interface requirements, and design, life-cycle and legislative constraints.</w:t>
            </w:r>
          </w:p>
          <w:p w14:paraId="6D5497EF" w14:textId="41526B2C" w:rsidR="005E4814" w:rsidRPr="00EB715B" w:rsidRDefault="005E4814" w:rsidP="0099451D">
            <w:pPr>
              <w:pStyle w:val="ASDEFCONOperativePartListLV1"/>
            </w:pPr>
            <w:proofErr w:type="gramStart"/>
            <w:r w:rsidRPr="00EB715B">
              <w:t>the</w:t>
            </w:r>
            <w:proofErr w:type="gramEnd"/>
            <w:r w:rsidRPr="00EB715B">
              <w:t xml:space="preserve"> assessed level of risk relating to the achievement of the end user and operator needs and the function and performance requirements</w:t>
            </w:r>
            <w:r w:rsidR="000E12AE">
              <w:t>.</w:t>
            </w:r>
          </w:p>
        </w:tc>
        <w:tc>
          <w:tcPr>
            <w:tcW w:w="6371" w:type="dxa"/>
          </w:tcPr>
          <w:p w14:paraId="6155A595" w14:textId="77777777" w:rsidR="005E4814" w:rsidRDefault="005E4814" w:rsidP="0099451D">
            <w:pPr>
              <w:pStyle w:val="ASDEFCONBulletsLV1"/>
            </w:pPr>
            <w:r w:rsidRPr="00150D8A">
              <w:t xml:space="preserve">Statement of Non-Compliance, </w:t>
            </w:r>
            <w:r w:rsidR="00262BC9">
              <w:t xml:space="preserve">Attachment A </w:t>
            </w:r>
            <w:r w:rsidRPr="00150D8A">
              <w:t>Annex A</w:t>
            </w:r>
          </w:p>
          <w:p w14:paraId="2DBE256A" w14:textId="3526839E" w:rsidR="00DD5A27" w:rsidRPr="006C43C1" w:rsidRDefault="00092656" w:rsidP="0099451D">
            <w:pPr>
              <w:pStyle w:val="ASDEFCONBulletsLV1"/>
            </w:pPr>
            <w:r>
              <w:t>Mission System Technical Documentation Tree</w:t>
            </w:r>
            <w:r w:rsidR="00DD5A27" w:rsidRPr="006C43C1">
              <w:t xml:space="preserve">, Attachment B Annex </w:t>
            </w:r>
            <w:r w:rsidR="00012DCE" w:rsidRPr="00E23251">
              <w:t>B</w:t>
            </w:r>
          </w:p>
          <w:p w14:paraId="667E50F2" w14:textId="77777777" w:rsidR="00092656" w:rsidRDefault="00092656" w:rsidP="009544A3">
            <w:pPr>
              <w:pStyle w:val="ASDEFCONBulletsLV1"/>
            </w:pPr>
            <w:r>
              <w:t>Project Strategy, Attachment B Annex A</w:t>
            </w:r>
          </w:p>
          <w:p w14:paraId="72AE16A4" w14:textId="49420860" w:rsidR="00DD5A27" w:rsidRPr="006C43C1" w:rsidRDefault="00092656" w:rsidP="009544A3">
            <w:pPr>
              <w:pStyle w:val="ASDEFCONBulletsLV1"/>
            </w:pPr>
            <w:r>
              <w:t>Software List</w:t>
            </w:r>
            <w:r w:rsidR="00DD5A27" w:rsidRPr="006C43C1">
              <w:t xml:space="preserve">, Attachment B Annex </w:t>
            </w:r>
            <w:r w:rsidR="00012DCE">
              <w:t>B</w:t>
            </w:r>
          </w:p>
          <w:p w14:paraId="1BA78831" w14:textId="3E0E1720" w:rsidR="00DD5A27" w:rsidRPr="006C43C1" w:rsidRDefault="00092656" w:rsidP="009544A3">
            <w:pPr>
              <w:pStyle w:val="ASDEFCONBulletsLV1"/>
            </w:pPr>
            <w:r>
              <w:t>Equipment Certification to Access Radiofrequency Spectrum</w:t>
            </w:r>
            <w:r w:rsidR="00DD5A27" w:rsidRPr="006C43C1">
              <w:t xml:space="preserve">, Attachment B Annex </w:t>
            </w:r>
            <w:r w:rsidR="00BD3EFD">
              <w:t>B</w:t>
            </w:r>
          </w:p>
          <w:p w14:paraId="052087F6" w14:textId="5567658D" w:rsidR="00DD5A27" w:rsidRPr="006C43C1" w:rsidRDefault="00092656" w:rsidP="008129BF">
            <w:pPr>
              <w:pStyle w:val="ASDEFCONBulletsLV1"/>
            </w:pPr>
            <w:r>
              <w:t>Support System</w:t>
            </w:r>
            <w:r w:rsidR="00DD5A27" w:rsidRPr="006C43C1">
              <w:t xml:space="preserve">, Attachment B Annex </w:t>
            </w:r>
            <w:r w:rsidR="00BD3EFD">
              <w:t>B</w:t>
            </w:r>
          </w:p>
          <w:p w14:paraId="4C0C98C5" w14:textId="42FAF5DE" w:rsidR="00DD5A27" w:rsidRPr="006C43C1" w:rsidRDefault="00092656" w:rsidP="008129BF">
            <w:pPr>
              <w:pStyle w:val="ASDEFCONBulletsLV1"/>
            </w:pPr>
            <w:r>
              <w:t>Support Resources</w:t>
            </w:r>
            <w:r w:rsidR="00DD5A27" w:rsidRPr="006C43C1">
              <w:t xml:space="preserve">, Attachment B Annex </w:t>
            </w:r>
            <w:r w:rsidR="00BD3EFD">
              <w:t>B</w:t>
            </w:r>
          </w:p>
          <w:p w14:paraId="1A4DA472" w14:textId="54140241" w:rsidR="00DD5A27" w:rsidRDefault="00092656" w:rsidP="008129BF">
            <w:pPr>
              <w:pStyle w:val="ASDEFCONBulletsLV1"/>
            </w:pPr>
            <w:r>
              <w:t>Problematic Substance</w:t>
            </w:r>
            <w:r w:rsidR="00A52DCA">
              <w:t>s</w:t>
            </w:r>
            <w:r>
              <w:t xml:space="preserve"> and Problematic Sources in Supplies</w:t>
            </w:r>
            <w:r w:rsidR="00DD5A27" w:rsidRPr="006C43C1">
              <w:t xml:space="preserve">, Attachment B Annex </w:t>
            </w:r>
            <w:r w:rsidR="00BD3EFD">
              <w:t>B</w:t>
            </w:r>
          </w:p>
          <w:p w14:paraId="2FAA6BF4" w14:textId="142496E9" w:rsidR="00DD5A27" w:rsidRPr="006C43C1" w:rsidRDefault="00092656" w:rsidP="008129BF">
            <w:pPr>
              <w:pStyle w:val="ASDEFCONBulletsLV1"/>
            </w:pPr>
            <w:r>
              <w:t>Environmental Considerations</w:t>
            </w:r>
            <w:r w:rsidR="00DD5A27" w:rsidRPr="006C43C1">
              <w:t xml:space="preserve">, Attachment B Annex </w:t>
            </w:r>
            <w:r w:rsidR="00BD3EFD">
              <w:t>B</w:t>
            </w:r>
          </w:p>
          <w:p w14:paraId="6090F3E9" w14:textId="23081256" w:rsidR="002D52BD" w:rsidRDefault="00AE17C8" w:rsidP="008129BF">
            <w:pPr>
              <w:pStyle w:val="ASDEFCONBulletsLV1"/>
            </w:pPr>
            <w:r>
              <w:t>Solution</w:t>
            </w:r>
            <w:r w:rsidR="002D52BD">
              <w:t xml:space="preserve"> Description, </w:t>
            </w:r>
            <w:r w:rsidR="00A75736">
              <w:t xml:space="preserve">Attachment </w:t>
            </w:r>
            <w:r w:rsidR="008765A9">
              <w:t xml:space="preserve">B </w:t>
            </w:r>
            <w:r w:rsidR="002D52BD">
              <w:t xml:space="preserve">Annex </w:t>
            </w:r>
            <w:r w:rsidR="008765A9">
              <w:t>B</w:t>
            </w:r>
          </w:p>
          <w:p w14:paraId="33EA24CF" w14:textId="07B4249E" w:rsidR="005E4814" w:rsidRPr="00150D8A" w:rsidRDefault="001A7D38" w:rsidP="008129BF">
            <w:pPr>
              <w:pStyle w:val="ASDEFCONBulletsLV1"/>
            </w:pPr>
            <w:r w:rsidRPr="002D52BD">
              <w:t xml:space="preserve">Risk Assessment and Risk Register, </w:t>
            </w:r>
            <w:r w:rsidR="00A75736">
              <w:t xml:space="preserve">Attachment </w:t>
            </w:r>
            <w:r w:rsidR="002350D1">
              <w:t xml:space="preserve">B </w:t>
            </w:r>
            <w:r w:rsidRPr="002D52BD">
              <w:t xml:space="preserve">Annex </w:t>
            </w:r>
            <w:r w:rsidR="002350D1">
              <w:t>A</w:t>
            </w:r>
          </w:p>
        </w:tc>
      </w:tr>
      <w:tr w:rsidR="005E4814" w:rsidRPr="0058190B" w14:paraId="09A88956" w14:textId="77777777" w:rsidTr="006A5D8F">
        <w:trPr>
          <w:trHeight w:val="301"/>
        </w:trPr>
        <w:tc>
          <w:tcPr>
            <w:tcW w:w="3786" w:type="dxa"/>
          </w:tcPr>
          <w:p w14:paraId="798DEC46" w14:textId="532F7860" w:rsidR="005E4814" w:rsidRPr="00EB715B" w:rsidRDefault="005E4814" w:rsidP="0099451D">
            <w:pPr>
              <w:pStyle w:val="Table10ptSub1-ASDEFCON"/>
            </w:pPr>
            <w:r w:rsidRPr="00EB715B">
              <w:t>the extent to which the tenderer is assessed as being able to deliver the Supplies necessary to meet the requirements of the draft SOW</w:t>
            </w:r>
            <w:r w:rsidR="00A75736">
              <w:t xml:space="preserve"> (Acquisition) and the assessed technical risks relating to entering into a Contract (Acquisition) with the tenderer that are acceptable to the Commonwealth</w:t>
            </w:r>
            <w:r w:rsidRPr="00EB715B">
              <w:t>.</w:t>
            </w:r>
          </w:p>
        </w:tc>
        <w:tc>
          <w:tcPr>
            <w:tcW w:w="4678" w:type="dxa"/>
          </w:tcPr>
          <w:p w14:paraId="54AE398E" w14:textId="77777777" w:rsidR="005E4814" w:rsidRPr="00EB715B" w:rsidRDefault="005E4814" w:rsidP="00C81875">
            <w:pPr>
              <w:pStyle w:val="ASDEFCONOperativePartListLV1"/>
              <w:numPr>
                <w:ilvl w:val="0"/>
                <w:numId w:val="75"/>
              </w:numPr>
            </w:pPr>
            <w:proofErr w:type="gramStart"/>
            <w:r w:rsidRPr="00EB715B">
              <w:t>the</w:t>
            </w:r>
            <w:proofErr w:type="gramEnd"/>
            <w:r w:rsidRPr="00EB715B">
              <w:t xml:space="preserve"> credibility of the tendered Contract Work Breakdown Structure and Contract Master Schedule.</w:t>
            </w:r>
          </w:p>
          <w:p w14:paraId="3AE2EDCE" w14:textId="34099DB8" w:rsidR="005E4814" w:rsidRPr="00EB715B" w:rsidRDefault="005E4814" w:rsidP="0099451D">
            <w:pPr>
              <w:pStyle w:val="ASDEFCONOperativePartListLV1"/>
            </w:pPr>
            <w:proofErr w:type="gramStart"/>
            <w:r w:rsidRPr="00EB715B">
              <w:t>the</w:t>
            </w:r>
            <w:proofErr w:type="gramEnd"/>
            <w:r w:rsidRPr="00EB715B">
              <w:t xml:space="preserve"> integrity and maturity of the tenderer’s engineering processes, infrastructure and the extent to which the tendered engineering proposal is assessed as meeting the requirements of the SOW</w:t>
            </w:r>
            <w:r w:rsidR="00A75736">
              <w:t xml:space="preserve"> (Acquisition)</w:t>
            </w:r>
            <w:r w:rsidRPr="00EB715B">
              <w:t>.</w:t>
            </w:r>
          </w:p>
          <w:p w14:paraId="2EC9BCEC" w14:textId="175A66B9" w:rsidR="005E4814" w:rsidRPr="00EB715B" w:rsidRDefault="005E4814" w:rsidP="0099451D">
            <w:pPr>
              <w:pStyle w:val="ASDEFCONOperativePartListLV1"/>
            </w:pPr>
            <w:proofErr w:type="gramStart"/>
            <w:r w:rsidRPr="00EB715B">
              <w:t>the</w:t>
            </w:r>
            <w:proofErr w:type="gramEnd"/>
            <w:r w:rsidRPr="00EB715B">
              <w:t xml:space="preserve"> integrity and maturity of the tenderer’s ILS infrastructure and the extent to which the tendered ILS proposal is assessed as meeting the requirements of the SOW</w:t>
            </w:r>
            <w:r w:rsidR="00A75736">
              <w:t xml:space="preserve"> (Acquisition)</w:t>
            </w:r>
            <w:r w:rsidRPr="00EB715B">
              <w:t>.</w:t>
            </w:r>
          </w:p>
          <w:p w14:paraId="0C616F59" w14:textId="2ED603AA" w:rsidR="005E4814" w:rsidRPr="00EB715B" w:rsidRDefault="005E4814" w:rsidP="009544A3">
            <w:pPr>
              <w:pStyle w:val="ASDEFCONOperativePartListLV1"/>
            </w:pPr>
            <w:proofErr w:type="gramStart"/>
            <w:r w:rsidRPr="00EB715B">
              <w:lastRenderedPageBreak/>
              <w:t>the</w:t>
            </w:r>
            <w:proofErr w:type="gramEnd"/>
            <w:r w:rsidRPr="00EB715B">
              <w:t xml:space="preserve"> extent to which the tenderer’s project management proposal is assessed as meeting the requirements of the SOW</w:t>
            </w:r>
            <w:r w:rsidR="00427E18">
              <w:t xml:space="preserve"> (Acquisition)</w:t>
            </w:r>
            <w:r w:rsidRPr="00EB715B">
              <w:t>.</w:t>
            </w:r>
          </w:p>
          <w:p w14:paraId="10F952FF" w14:textId="77777777" w:rsidR="005E4814" w:rsidRPr="00EB715B" w:rsidRDefault="005E4814" w:rsidP="009544A3">
            <w:pPr>
              <w:pStyle w:val="ASDEFCONOperativePartListLV1"/>
              <w:rPr>
                <w:szCs w:val="20"/>
              </w:rPr>
            </w:pPr>
            <w:r w:rsidRPr="00EB715B">
              <w:t>the extent to which the tendered solution for the Support System is assessed as meeting the end user and operator needs and the assessed technical risks relating to the tendered solution for the Support System</w:t>
            </w:r>
          </w:p>
        </w:tc>
        <w:tc>
          <w:tcPr>
            <w:tcW w:w="6371" w:type="dxa"/>
          </w:tcPr>
          <w:p w14:paraId="47F1B3D0" w14:textId="22EEBBE0" w:rsidR="005E4814" w:rsidRPr="00150D8A" w:rsidRDefault="005E4814" w:rsidP="0099451D">
            <w:pPr>
              <w:pStyle w:val="ASDEFCONBulletsLV1"/>
            </w:pPr>
            <w:r w:rsidRPr="00150D8A">
              <w:lastRenderedPageBreak/>
              <w:t xml:space="preserve">Statement of Non-Compliance, </w:t>
            </w:r>
            <w:r w:rsidR="00A75736">
              <w:t>Attachment</w:t>
            </w:r>
            <w:r w:rsidR="008765A9">
              <w:t xml:space="preserve"> A</w:t>
            </w:r>
            <w:r w:rsidR="00A75736">
              <w:t xml:space="preserve"> </w:t>
            </w:r>
            <w:r w:rsidRPr="00150D8A">
              <w:t>Annex A</w:t>
            </w:r>
          </w:p>
          <w:p w14:paraId="1E8C0EBA" w14:textId="45FF97A8" w:rsidR="005E4814" w:rsidRPr="00150D8A" w:rsidRDefault="00AC45EF" w:rsidP="0099451D">
            <w:pPr>
              <w:pStyle w:val="ASDEFCONBulletsLV1"/>
            </w:pPr>
            <w:r>
              <w:t>Project</w:t>
            </w:r>
            <w:r w:rsidR="005E4814" w:rsidRPr="00150D8A">
              <w:t xml:space="preserve"> </w:t>
            </w:r>
            <w:r w:rsidR="002D52BD">
              <w:t>Strategy</w:t>
            </w:r>
            <w:r w:rsidR="005E4814" w:rsidRPr="00150D8A">
              <w:t xml:space="preserve">, </w:t>
            </w:r>
            <w:r w:rsidR="00A75736">
              <w:t xml:space="preserve">Attachment </w:t>
            </w:r>
            <w:r w:rsidR="008765A9">
              <w:t>B</w:t>
            </w:r>
            <w:r w:rsidR="00A75736" w:rsidRPr="00150D8A">
              <w:t xml:space="preserve"> </w:t>
            </w:r>
            <w:r w:rsidR="005E4814" w:rsidRPr="00150D8A">
              <w:t xml:space="preserve">Annex </w:t>
            </w:r>
            <w:r w:rsidR="008765A9">
              <w:t>A</w:t>
            </w:r>
          </w:p>
          <w:p w14:paraId="7E1DB914" w14:textId="68990DF6" w:rsidR="005E4814" w:rsidRPr="00150D8A" w:rsidRDefault="0001298D" w:rsidP="009544A3">
            <w:pPr>
              <w:pStyle w:val="ASDEFCONBulletsLV1"/>
            </w:pPr>
            <w:r>
              <w:t>Past Performance</w:t>
            </w:r>
            <w:r w:rsidR="005E4814" w:rsidRPr="00150D8A">
              <w:t xml:space="preserve">, </w:t>
            </w:r>
            <w:r w:rsidR="00A75736">
              <w:t xml:space="preserve">Attachment </w:t>
            </w:r>
            <w:r w:rsidR="00A52DCA">
              <w:t>A</w:t>
            </w:r>
            <w:r w:rsidR="00A52DCA" w:rsidRPr="00150D8A">
              <w:t xml:space="preserve"> </w:t>
            </w:r>
            <w:r w:rsidR="005E4814" w:rsidRPr="00150D8A">
              <w:t xml:space="preserve">Annex </w:t>
            </w:r>
            <w:r w:rsidR="00A52DCA">
              <w:t>F</w:t>
            </w:r>
          </w:p>
          <w:p w14:paraId="5552275B" w14:textId="66D1A231" w:rsidR="005E4814" w:rsidRPr="00150D8A" w:rsidRDefault="0001298D" w:rsidP="009544A3">
            <w:pPr>
              <w:pStyle w:val="ASDEFCONBulletsLV1"/>
            </w:pPr>
            <w:r>
              <w:t>Solution</w:t>
            </w:r>
            <w:r w:rsidR="005E4814" w:rsidRPr="00150D8A">
              <w:t xml:space="preserve"> Description, </w:t>
            </w:r>
            <w:r w:rsidR="00A75736">
              <w:t xml:space="preserve">Attachment </w:t>
            </w:r>
            <w:r w:rsidR="008765A9">
              <w:t>B</w:t>
            </w:r>
            <w:r w:rsidR="00A75736" w:rsidRPr="00150D8A">
              <w:t xml:space="preserve"> </w:t>
            </w:r>
            <w:r w:rsidR="005E4814" w:rsidRPr="00150D8A">
              <w:t xml:space="preserve">Annex </w:t>
            </w:r>
            <w:r w:rsidR="008765A9">
              <w:t>B</w:t>
            </w:r>
          </w:p>
          <w:p w14:paraId="4BBCA7E6" w14:textId="4E5ADF98" w:rsidR="0001298D" w:rsidRPr="00150D8A" w:rsidRDefault="0001298D" w:rsidP="009544A3">
            <w:pPr>
              <w:pStyle w:val="ASDEFCONBulletsLV1"/>
            </w:pPr>
            <w:r w:rsidRPr="00150D8A">
              <w:t xml:space="preserve">Contract Work Breakdown Structure and Dictionary, </w:t>
            </w:r>
            <w:r w:rsidR="00A75736">
              <w:t xml:space="preserve">Attachment </w:t>
            </w:r>
            <w:r w:rsidR="008765A9">
              <w:t>B</w:t>
            </w:r>
            <w:r w:rsidR="00A75736" w:rsidRPr="00150D8A">
              <w:t xml:space="preserve"> </w:t>
            </w:r>
            <w:r w:rsidRPr="00150D8A">
              <w:t xml:space="preserve">Annex </w:t>
            </w:r>
            <w:r w:rsidR="008765A9">
              <w:t>A</w:t>
            </w:r>
          </w:p>
          <w:p w14:paraId="1F81F43B" w14:textId="3E94DD1A" w:rsidR="0001298D" w:rsidRPr="00150D8A" w:rsidRDefault="0001298D" w:rsidP="008129BF">
            <w:pPr>
              <w:pStyle w:val="ASDEFCONBulletsLV1"/>
            </w:pPr>
            <w:r w:rsidRPr="00150D8A">
              <w:t xml:space="preserve">Contract Master Schedule, </w:t>
            </w:r>
            <w:r w:rsidR="00A75736">
              <w:t xml:space="preserve">Attachment </w:t>
            </w:r>
            <w:r w:rsidR="008765A9">
              <w:t>B</w:t>
            </w:r>
            <w:r w:rsidR="00A75736" w:rsidRPr="00150D8A">
              <w:t xml:space="preserve"> </w:t>
            </w:r>
            <w:r w:rsidRPr="00150D8A">
              <w:t xml:space="preserve">Annex </w:t>
            </w:r>
            <w:r w:rsidR="008765A9">
              <w:t>A</w:t>
            </w:r>
          </w:p>
          <w:p w14:paraId="57832E75" w14:textId="5B749477" w:rsidR="0001298D" w:rsidRDefault="0001298D" w:rsidP="008129BF">
            <w:pPr>
              <w:pStyle w:val="ASDEFCONBulletsLV1"/>
            </w:pPr>
            <w:r w:rsidRPr="00150D8A">
              <w:t xml:space="preserve">Key Staff Positions, </w:t>
            </w:r>
            <w:r w:rsidR="00A75736">
              <w:t xml:space="preserve">Attachment </w:t>
            </w:r>
            <w:r w:rsidR="008765A9">
              <w:t>B</w:t>
            </w:r>
            <w:r w:rsidR="00A75736" w:rsidRPr="00150D8A">
              <w:t xml:space="preserve"> </w:t>
            </w:r>
            <w:r w:rsidRPr="00150D8A">
              <w:t xml:space="preserve">Annex </w:t>
            </w:r>
            <w:r w:rsidR="008765A9">
              <w:t>A</w:t>
            </w:r>
          </w:p>
          <w:p w14:paraId="5E9A3317" w14:textId="227070F9" w:rsidR="0001298D" w:rsidRDefault="0001298D" w:rsidP="008129BF">
            <w:pPr>
              <w:pStyle w:val="ASDEFCONBulletsLV1"/>
            </w:pPr>
            <w:r>
              <w:t xml:space="preserve">Staff/Skills Profile, </w:t>
            </w:r>
            <w:r w:rsidR="008765A9">
              <w:t xml:space="preserve">Attachment B </w:t>
            </w:r>
            <w:r>
              <w:t xml:space="preserve">Annex </w:t>
            </w:r>
            <w:r w:rsidR="008765A9">
              <w:t>A</w:t>
            </w:r>
          </w:p>
          <w:p w14:paraId="5CA6EB78" w14:textId="09CD9B12" w:rsidR="0001298D" w:rsidRDefault="0001298D" w:rsidP="008129BF">
            <w:pPr>
              <w:pStyle w:val="ASDEFCONBulletsLV1"/>
            </w:pPr>
            <w:r>
              <w:t xml:space="preserve">Mandated Systems and Processes, </w:t>
            </w:r>
            <w:r w:rsidR="00A75736">
              <w:t xml:space="preserve">Attachment </w:t>
            </w:r>
            <w:r w:rsidR="008765A9">
              <w:t>B</w:t>
            </w:r>
            <w:r w:rsidR="00A75736">
              <w:t xml:space="preserve"> </w:t>
            </w:r>
            <w:r>
              <w:t xml:space="preserve">Annex </w:t>
            </w:r>
            <w:r w:rsidR="008765A9">
              <w:t>A</w:t>
            </w:r>
          </w:p>
          <w:p w14:paraId="0AA44CF0" w14:textId="5E16F00F" w:rsidR="00DC3EFB" w:rsidRPr="00150D8A" w:rsidRDefault="00DC3EFB" w:rsidP="008129BF">
            <w:pPr>
              <w:pStyle w:val="ASDEFCONBulletsLV1"/>
            </w:pPr>
            <w:r w:rsidRPr="00DC3EFB">
              <w:lastRenderedPageBreak/>
              <w:t>Problematic Substances and Problematic Sources used on Commonwealth Premises</w:t>
            </w:r>
            <w:r>
              <w:t xml:space="preserve">, </w:t>
            </w:r>
            <w:r w:rsidR="00A75736">
              <w:t xml:space="preserve">Attachment </w:t>
            </w:r>
            <w:r w:rsidR="008765A9">
              <w:t>B</w:t>
            </w:r>
            <w:r w:rsidR="00A75736">
              <w:t xml:space="preserve"> </w:t>
            </w:r>
            <w:r>
              <w:t xml:space="preserve">Annex </w:t>
            </w:r>
            <w:r w:rsidR="008765A9">
              <w:t>A</w:t>
            </w:r>
          </w:p>
          <w:p w14:paraId="5C284DB5" w14:textId="1061E0AF" w:rsidR="005E4814" w:rsidRPr="00150D8A" w:rsidRDefault="005E4814" w:rsidP="008129BF">
            <w:pPr>
              <w:pStyle w:val="ASDEFCONBulletsLV1"/>
            </w:pPr>
            <w:r w:rsidRPr="00150D8A">
              <w:t>Facility and Information Communications Technology Systems Security Accreditation</w:t>
            </w:r>
            <w:r w:rsidR="0001298D">
              <w:t xml:space="preserve"> Clearance Requirement</w:t>
            </w:r>
            <w:r w:rsidRPr="00150D8A">
              <w:t xml:space="preserve">, </w:t>
            </w:r>
            <w:r w:rsidR="00A75736">
              <w:t xml:space="preserve">Attachment </w:t>
            </w:r>
            <w:r w:rsidR="008765A9">
              <w:t>B</w:t>
            </w:r>
            <w:r w:rsidR="00A75736" w:rsidRPr="00150D8A">
              <w:t xml:space="preserve"> </w:t>
            </w:r>
            <w:r w:rsidRPr="00150D8A">
              <w:t xml:space="preserve">Annex </w:t>
            </w:r>
            <w:r w:rsidR="008765A9">
              <w:t>A</w:t>
            </w:r>
          </w:p>
          <w:p w14:paraId="1139ED47" w14:textId="52B995AB" w:rsidR="005E4814" w:rsidRPr="00150D8A" w:rsidRDefault="005E4814" w:rsidP="009C0418">
            <w:pPr>
              <w:pStyle w:val="ASDEFCONBulletsLV1"/>
            </w:pPr>
            <w:r w:rsidRPr="00150D8A">
              <w:t xml:space="preserve">Government Furnished Material, </w:t>
            </w:r>
            <w:r w:rsidR="00A75736">
              <w:t>Attachment A</w:t>
            </w:r>
            <w:r w:rsidR="00A75736" w:rsidRPr="00150D8A">
              <w:t xml:space="preserve"> </w:t>
            </w:r>
            <w:r w:rsidRPr="00150D8A">
              <w:t xml:space="preserve">Annex </w:t>
            </w:r>
            <w:r w:rsidR="00A52DCA">
              <w:t>F</w:t>
            </w:r>
          </w:p>
          <w:p w14:paraId="76506C12" w14:textId="34AFB244" w:rsidR="005E4814" w:rsidRPr="00150D8A" w:rsidRDefault="0001298D" w:rsidP="00982684">
            <w:pPr>
              <w:pStyle w:val="ASDEFCONBulletsLV1"/>
            </w:pPr>
            <w:r>
              <w:t>Government Furnished Facilities</w:t>
            </w:r>
            <w:r w:rsidR="005E4814" w:rsidRPr="00150D8A">
              <w:t xml:space="preserve">, </w:t>
            </w:r>
            <w:r w:rsidR="00A75736">
              <w:t>Attachment A</w:t>
            </w:r>
            <w:r w:rsidR="00A75736" w:rsidRPr="00150D8A">
              <w:t xml:space="preserve"> </w:t>
            </w:r>
            <w:r w:rsidR="005E4814" w:rsidRPr="00150D8A">
              <w:t xml:space="preserve">Annex </w:t>
            </w:r>
            <w:r w:rsidR="00A52DCA">
              <w:t>F</w:t>
            </w:r>
          </w:p>
          <w:p w14:paraId="064EDFFC" w14:textId="210ED733" w:rsidR="005E4814" w:rsidRDefault="005E4814">
            <w:pPr>
              <w:pStyle w:val="ASDEFCONBulletsLV1"/>
            </w:pPr>
            <w:r w:rsidRPr="00150D8A">
              <w:t xml:space="preserve">Risk Assessment and </w:t>
            </w:r>
            <w:r w:rsidR="00AC45EF">
              <w:t>Risk Register</w:t>
            </w:r>
            <w:r w:rsidRPr="00150D8A">
              <w:t xml:space="preserve">, </w:t>
            </w:r>
            <w:r w:rsidR="00A75736">
              <w:t xml:space="preserve">Attachment </w:t>
            </w:r>
            <w:r w:rsidR="008765A9">
              <w:t>B</w:t>
            </w:r>
            <w:r w:rsidR="00A75736" w:rsidRPr="00150D8A">
              <w:t xml:space="preserve"> </w:t>
            </w:r>
            <w:r w:rsidRPr="00150D8A">
              <w:t xml:space="preserve">Annex </w:t>
            </w:r>
            <w:r w:rsidR="008765A9">
              <w:t>A</w:t>
            </w:r>
          </w:p>
          <w:p w14:paraId="1AF37A53" w14:textId="57C3A4A0" w:rsidR="005E4814" w:rsidRPr="00150D8A" w:rsidRDefault="00150D8A">
            <w:pPr>
              <w:pStyle w:val="ASDEFCONBulletsLV1"/>
            </w:pPr>
            <w:r w:rsidRPr="00751671">
              <w:t>Tenderer</w:t>
            </w:r>
            <w:r w:rsidR="000B190C">
              <w:t>’</w:t>
            </w:r>
            <w:r w:rsidRPr="00751671">
              <w:t>s Profile</w:t>
            </w:r>
            <w:r w:rsidR="005E4814" w:rsidRPr="00751671">
              <w:t xml:space="preserve">, </w:t>
            </w:r>
            <w:r w:rsidR="00A75736">
              <w:t>Attachment A</w:t>
            </w:r>
            <w:r w:rsidR="00A75736" w:rsidRPr="00751671">
              <w:t xml:space="preserve"> </w:t>
            </w:r>
            <w:r w:rsidR="005E4814" w:rsidRPr="00751671">
              <w:t>Annex A</w:t>
            </w:r>
          </w:p>
        </w:tc>
      </w:tr>
      <w:tr w:rsidR="00A91C32" w:rsidRPr="0058190B" w14:paraId="2ACA02B4" w14:textId="77777777" w:rsidTr="006A5D8F">
        <w:trPr>
          <w:trHeight w:val="301"/>
        </w:trPr>
        <w:tc>
          <w:tcPr>
            <w:tcW w:w="3786" w:type="dxa"/>
          </w:tcPr>
          <w:p w14:paraId="1E5E4C8F" w14:textId="371039DA" w:rsidR="00A91C32" w:rsidRPr="00247232" w:rsidRDefault="00247232" w:rsidP="0099451D">
            <w:pPr>
              <w:pStyle w:val="Table10ptSub1-ASDEFCON"/>
            </w:pPr>
            <w:r w:rsidRPr="00247232">
              <w:lastRenderedPageBreak/>
              <w:t>the extent to which the tenderer is assessed as being able to provide the Services necessary to meet the requirements of the draft SOW (Support) and the assessed technical risks relating to entering into a Contract (Support) with the tenderer that are acceptable to the Commonwealth.</w:t>
            </w:r>
          </w:p>
        </w:tc>
        <w:tc>
          <w:tcPr>
            <w:tcW w:w="4678" w:type="dxa"/>
          </w:tcPr>
          <w:p w14:paraId="646A357C" w14:textId="68A99A07" w:rsidR="00A91C32" w:rsidRDefault="0008074F" w:rsidP="00C81875">
            <w:pPr>
              <w:pStyle w:val="ASDEFCONOperativePartListLV1"/>
              <w:numPr>
                <w:ilvl w:val="0"/>
                <w:numId w:val="76"/>
              </w:numPr>
            </w:pPr>
            <w:proofErr w:type="gramStart"/>
            <w:r>
              <w:t>the</w:t>
            </w:r>
            <w:proofErr w:type="gramEnd"/>
            <w:r>
              <w:t xml:space="preserve"> credibility of the tendered Contract Work Breakdown Structure and Support Services Master Schedule.</w:t>
            </w:r>
          </w:p>
          <w:p w14:paraId="64633A17" w14:textId="6962E487" w:rsidR="0008074F" w:rsidRDefault="0008074F" w:rsidP="0099451D">
            <w:pPr>
              <w:pStyle w:val="ASDEFCONOperativePartListLV1"/>
            </w:pPr>
            <w:proofErr w:type="gramStart"/>
            <w:r>
              <w:t>the</w:t>
            </w:r>
            <w:proofErr w:type="gramEnd"/>
            <w:r>
              <w:t xml:space="preserve"> extent to which the tenderer’s overall management proposal for the</w:t>
            </w:r>
            <w:r w:rsidR="001709AD">
              <w:t xml:space="preserve"> </w:t>
            </w:r>
            <w:r>
              <w:t>provision of Services meets the requirements of the SOW (Support).</w:t>
            </w:r>
          </w:p>
          <w:p w14:paraId="62F2D45F" w14:textId="12317CB8" w:rsidR="0008074F" w:rsidRDefault="00FC7601" w:rsidP="0099451D">
            <w:pPr>
              <w:pStyle w:val="ASDEFCONOperativePartListLV1"/>
            </w:pPr>
            <w:proofErr w:type="gramStart"/>
            <w:r>
              <w:t>the</w:t>
            </w:r>
            <w:proofErr w:type="gramEnd"/>
            <w:r>
              <w:t xml:space="preserve"> extent to which the tendered solution is capable of providing the Services in accordance with the requirements of the Contract (Support), including the SOW (Support).</w:t>
            </w:r>
          </w:p>
          <w:p w14:paraId="22ABD5EE" w14:textId="506AB540" w:rsidR="00FC7601" w:rsidRPr="00EB715B" w:rsidRDefault="00FC7601" w:rsidP="009544A3">
            <w:pPr>
              <w:pStyle w:val="ASDEFCONOperativePartListLV1"/>
            </w:pPr>
            <w:proofErr w:type="gramStart"/>
            <w:r>
              <w:t>the</w:t>
            </w:r>
            <w:proofErr w:type="gramEnd"/>
            <w:r>
              <w:t xml:space="preserve"> extent </w:t>
            </w:r>
            <w:r w:rsidR="005256EB">
              <w:t>to</w:t>
            </w:r>
            <w:r>
              <w:t xml:space="preserve"> which the tendered solution is capable of achieving the rat(s) of effort and levels of performance required by the Contract (Support) where specified or otherwise consistent with the performance required to achieve the preparedness requirements specified in the Contract (Acquisition).</w:t>
            </w:r>
          </w:p>
        </w:tc>
        <w:tc>
          <w:tcPr>
            <w:tcW w:w="6371" w:type="dxa"/>
          </w:tcPr>
          <w:p w14:paraId="66172EE6" w14:textId="77777777" w:rsidR="00FC7601" w:rsidRPr="00150D8A" w:rsidRDefault="00FC7601" w:rsidP="0099451D">
            <w:pPr>
              <w:pStyle w:val="ASDEFCONBulletsLV1"/>
            </w:pPr>
            <w:r w:rsidRPr="00150D8A">
              <w:t xml:space="preserve">Statement of Non-Compliance, </w:t>
            </w:r>
            <w:r>
              <w:t xml:space="preserve">Attachment A </w:t>
            </w:r>
            <w:r w:rsidRPr="00150D8A">
              <w:t>Annex A</w:t>
            </w:r>
          </w:p>
          <w:p w14:paraId="45D04E53" w14:textId="24257A27" w:rsidR="00FC7601" w:rsidRDefault="00FC7601" w:rsidP="0099451D">
            <w:pPr>
              <w:pStyle w:val="ASDEFCONBulletsLV1"/>
            </w:pPr>
            <w:r>
              <w:t xml:space="preserve">Support Services Management, Attachment C Annex </w:t>
            </w:r>
            <w:r w:rsidR="00012DCE">
              <w:t>B</w:t>
            </w:r>
          </w:p>
          <w:p w14:paraId="39978BBC" w14:textId="312140D5" w:rsidR="00FC7601" w:rsidRPr="00753F19" w:rsidRDefault="00FC7601" w:rsidP="009544A3">
            <w:pPr>
              <w:pStyle w:val="ASDEFCONBulletsLV1"/>
            </w:pPr>
            <w:r w:rsidRPr="00753F19">
              <w:t xml:space="preserve">Verification and Validation, Attachment C Annex </w:t>
            </w:r>
            <w:r w:rsidR="00012DCE">
              <w:t>B</w:t>
            </w:r>
          </w:p>
          <w:p w14:paraId="53DB1AD6" w14:textId="535698D1" w:rsidR="00FC7601" w:rsidRPr="00753F19" w:rsidRDefault="00FC7601" w:rsidP="008129BF">
            <w:pPr>
              <w:pStyle w:val="ASDEFCONBulletsLV1"/>
            </w:pPr>
            <w:r w:rsidRPr="00753F19">
              <w:t xml:space="preserve">Risk </w:t>
            </w:r>
            <w:r w:rsidR="00C6270B">
              <w:t>Management</w:t>
            </w:r>
            <w:r w:rsidRPr="00753F19">
              <w:t>, Attachment C Annex A</w:t>
            </w:r>
          </w:p>
          <w:p w14:paraId="17A15305" w14:textId="77777777" w:rsidR="00FC7601" w:rsidRPr="00753F19" w:rsidRDefault="00FC7601" w:rsidP="008129BF">
            <w:pPr>
              <w:pStyle w:val="ASDEFCONBulletsLV1"/>
            </w:pPr>
            <w:r w:rsidRPr="00753F19">
              <w:t>Quality Statement, Attachment C Annex A</w:t>
            </w:r>
          </w:p>
          <w:p w14:paraId="22FAA10A" w14:textId="7A16E276" w:rsidR="00FC7601" w:rsidRPr="00753F19" w:rsidRDefault="00FC7601" w:rsidP="008129BF">
            <w:pPr>
              <w:pStyle w:val="ASDEFCONBulletsLV1"/>
            </w:pPr>
            <w:r w:rsidRPr="00753F19">
              <w:t>Facility and Inform</w:t>
            </w:r>
            <w:r>
              <w:t xml:space="preserve">ation Communications Technology </w:t>
            </w:r>
            <w:r w:rsidRPr="00753F19">
              <w:t>Systems Security Accreditation</w:t>
            </w:r>
            <w:r>
              <w:t xml:space="preserve"> Clearance Requirement</w:t>
            </w:r>
            <w:r w:rsidRPr="00753F19">
              <w:t>, Attachment C Annex A</w:t>
            </w:r>
          </w:p>
          <w:p w14:paraId="77ECA079" w14:textId="3C317A05" w:rsidR="00FC7601" w:rsidRDefault="00FC7601" w:rsidP="008129BF">
            <w:pPr>
              <w:pStyle w:val="ASDEFCONBulletsLV1"/>
            </w:pPr>
            <w:r>
              <w:t>Government Furnished Material, Attachment A</w:t>
            </w:r>
            <w:r w:rsidR="008500BE">
              <w:t xml:space="preserve"> Annex </w:t>
            </w:r>
            <w:r w:rsidR="00441E31">
              <w:t>F</w:t>
            </w:r>
          </w:p>
          <w:p w14:paraId="7C013D45" w14:textId="3E051281" w:rsidR="000263FC" w:rsidRDefault="000263FC" w:rsidP="008129BF">
            <w:pPr>
              <w:pStyle w:val="ASDEFCONBulletsLV1"/>
            </w:pPr>
            <w:r w:rsidRPr="00310681">
              <w:t xml:space="preserve">Work Health and Safety Management Statement, Attachment C Annex </w:t>
            </w:r>
            <w:r w:rsidR="00012DCE">
              <w:t>B</w:t>
            </w:r>
          </w:p>
          <w:p w14:paraId="3A5D583A" w14:textId="42306F4B" w:rsidR="008500BE" w:rsidRPr="00150D8A" w:rsidRDefault="008500BE" w:rsidP="008129BF">
            <w:pPr>
              <w:pStyle w:val="ASDEFCONBulletsLV1"/>
            </w:pPr>
            <w:r w:rsidRPr="00DC3EFB">
              <w:t>Problematic Substances and Problematic Sources</w:t>
            </w:r>
            <w:r>
              <w:t>, Attachment C Annex A</w:t>
            </w:r>
          </w:p>
          <w:p w14:paraId="2F12B97E" w14:textId="212A26E7" w:rsidR="000263FC" w:rsidRPr="00310681" w:rsidRDefault="000263FC" w:rsidP="008129BF">
            <w:pPr>
              <w:pStyle w:val="ASDEFCONBulletsLV1"/>
            </w:pPr>
            <w:r w:rsidRPr="00310681">
              <w:t xml:space="preserve">Phase In Plan and Ramp Up, Attachment C Annex </w:t>
            </w:r>
            <w:r w:rsidR="00012DCE">
              <w:t>B</w:t>
            </w:r>
          </w:p>
          <w:p w14:paraId="7C62F627" w14:textId="77777777" w:rsidR="000263FC" w:rsidRPr="00310681" w:rsidRDefault="000263FC" w:rsidP="009C0418">
            <w:pPr>
              <w:pStyle w:val="ASDEFCONBulletsLV1"/>
            </w:pPr>
            <w:r w:rsidRPr="00310681">
              <w:t>Key Staff Positions, Attachment C Annex A</w:t>
            </w:r>
          </w:p>
          <w:p w14:paraId="01A4FD0E" w14:textId="188E60B9" w:rsidR="000263FC" w:rsidRPr="00310681" w:rsidRDefault="000263FC" w:rsidP="00982684">
            <w:pPr>
              <w:pStyle w:val="ASDEFCONBulletsLV1"/>
            </w:pPr>
            <w:r w:rsidRPr="00310681">
              <w:t xml:space="preserve">Operating Support, Attachment C Annex </w:t>
            </w:r>
            <w:r w:rsidR="00C27077">
              <w:t>C</w:t>
            </w:r>
          </w:p>
          <w:p w14:paraId="318CC5BF" w14:textId="6127529F" w:rsidR="000263FC" w:rsidRPr="00310681" w:rsidRDefault="000263FC">
            <w:pPr>
              <w:pStyle w:val="ASDEFCONBulletsLV1"/>
            </w:pPr>
            <w:r w:rsidRPr="00310681">
              <w:lastRenderedPageBreak/>
              <w:t xml:space="preserve">Contractor Engineering Management, Attachment C Annex </w:t>
            </w:r>
            <w:r w:rsidR="00012DCE">
              <w:t>B</w:t>
            </w:r>
          </w:p>
          <w:p w14:paraId="008B0B0E" w14:textId="1A67F7FD" w:rsidR="000263FC" w:rsidRPr="00310681" w:rsidRDefault="00F66236">
            <w:pPr>
              <w:pStyle w:val="ASDEFCONBulletsLV1"/>
            </w:pPr>
            <w:r>
              <w:t>Engineering Organisation and System Compliance</w:t>
            </w:r>
            <w:r w:rsidR="000263FC" w:rsidRPr="00310681">
              <w:t>, Attachment C Annex B</w:t>
            </w:r>
          </w:p>
          <w:p w14:paraId="7133CED2" w14:textId="572A5AA6" w:rsidR="000263FC" w:rsidRPr="00310681" w:rsidRDefault="00F66236">
            <w:pPr>
              <w:pStyle w:val="ASDEFCONBulletsLV1"/>
            </w:pPr>
            <w:r>
              <w:t xml:space="preserve">Maintenance Organisation and System </w:t>
            </w:r>
            <w:r w:rsidR="00355062">
              <w:t>C</w:t>
            </w:r>
            <w:r>
              <w:t>ompliance</w:t>
            </w:r>
            <w:r w:rsidR="000263FC" w:rsidRPr="00310681">
              <w:t xml:space="preserve">, Attachment C Annex </w:t>
            </w:r>
            <w:r w:rsidR="00012DCE">
              <w:t>B</w:t>
            </w:r>
          </w:p>
          <w:p w14:paraId="6B922F5C" w14:textId="74F3F701" w:rsidR="000263FC" w:rsidRPr="00310681" w:rsidRDefault="000263FC">
            <w:pPr>
              <w:pStyle w:val="ASDEFCONBulletsLV1"/>
            </w:pPr>
            <w:r w:rsidRPr="00310681">
              <w:t xml:space="preserve">Software Support, Attachment C Annex </w:t>
            </w:r>
            <w:r w:rsidR="00012DCE">
              <w:t>B</w:t>
            </w:r>
          </w:p>
          <w:p w14:paraId="622FBAC1" w14:textId="158CE523" w:rsidR="000263FC" w:rsidRPr="00310681" w:rsidRDefault="000263FC">
            <w:pPr>
              <w:pStyle w:val="ASDEFCONBulletsLV1"/>
            </w:pPr>
            <w:r w:rsidRPr="00310681">
              <w:t xml:space="preserve">Systems Safety Program, Attachment C Annex </w:t>
            </w:r>
            <w:r w:rsidR="00012DCE">
              <w:t>B</w:t>
            </w:r>
          </w:p>
          <w:p w14:paraId="5C1C7253" w14:textId="59D9E83E" w:rsidR="000263FC" w:rsidRPr="00310681" w:rsidRDefault="000263FC">
            <w:pPr>
              <w:pStyle w:val="ASDEFCONBulletsLV1"/>
            </w:pPr>
            <w:r w:rsidRPr="00310681">
              <w:t xml:space="preserve">Maintenance Management, Attachment C Annex </w:t>
            </w:r>
            <w:r w:rsidR="00012DCE">
              <w:t>B</w:t>
            </w:r>
          </w:p>
          <w:p w14:paraId="4A5ACFCA" w14:textId="2C42A040" w:rsidR="000263FC" w:rsidRPr="00310681" w:rsidRDefault="000263FC">
            <w:pPr>
              <w:pStyle w:val="ASDEFCONBulletsLV1"/>
            </w:pPr>
            <w:r w:rsidRPr="00310681">
              <w:t xml:space="preserve">Supply Support, Attachment C Annex </w:t>
            </w:r>
            <w:r w:rsidR="00012DCE">
              <w:t>B</w:t>
            </w:r>
          </w:p>
          <w:p w14:paraId="18E258F8" w14:textId="094C6BF3" w:rsidR="000263FC" w:rsidRPr="00310681" w:rsidRDefault="000263FC">
            <w:pPr>
              <w:pStyle w:val="ASDEFCONBulletsLV1"/>
            </w:pPr>
            <w:r w:rsidRPr="00310681">
              <w:t xml:space="preserve">Training Support, Attachment C Annex </w:t>
            </w:r>
            <w:r w:rsidR="00012DCE">
              <w:t>B</w:t>
            </w:r>
          </w:p>
          <w:p w14:paraId="3E7BDABD" w14:textId="64E42A6A" w:rsidR="000263FC" w:rsidRPr="00310681" w:rsidRDefault="000263FC">
            <w:pPr>
              <w:pStyle w:val="ASDEFCONBulletsLV1"/>
            </w:pPr>
            <w:r w:rsidRPr="00310681">
              <w:t xml:space="preserve">Statement of Relevant Experience, Attachment C Annex </w:t>
            </w:r>
            <w:r w:rsidR="00012DCE">
              <w:t>B</w:t>
            </w:r>
          </w:p>
          <w:p w14:paraId="3CA490F7" w14:textId="0EE47A4F" w:rsidR="000263FC" w:rsidRPr="00310681" w:rsidRDefault="000263FC">
            <w:pPr>
              <w:pStyle w:val="ASDEFCONBulletsLV1"/>
            </w:pPr>
            <w:r w:rsidRPr="00310681">
              <w:t xml:space="preserve">Government Furnished Facilities, Attachment A Annex F </w:t>
            </w:r>
            <w:r w:rsidRPr="00310681">
              <w:rPr>
                <w:i/>
              </w:rPr>
              <w:t>(if required)</w:t>
            </w:r>
          </w:p>
          <w:p w14:paraId="105A1572" w14:textId="6E34E0AB" w:rsidR="000263FC" w:rsidRPr="00310681" w:rsidRDefault="000263FC">
            <w:pPr>
              <w:pStyle w:val="ASDEFCONBulletsLV1"/>
            </w:pPr>
            <w:r w:rsidRPr="00310681">
              <w:t xml:space="preserve">Government Furnished Services, Attachment C Annex A </w:t>
            </w:r>
            <w:r w:rsidRPr="00310681">
              <w:rPr>
                <w:i/>
              </w:rPr>
              <w:t>(if required)</w:t>
            </w:r>
          </w:p>
          <w:p w14:paraId="6AF5755A" w14:textId="77777777" w:rsidR="000263FC" w:rsidRPr="00310681" w:rsidRDefault="000263FC">
            <w:pPr>
              <w:pStyle w:val="ASDEFCONBulletsLV1"/>
            </w:pPr>
            <w:r w:rsidRPr="00310681">
              <w:t>Schedule of Proposed Subcontractors, Attachment A Annex A</w:t>
            </w:r>
          </w:p>
          <w:p w14:paraId="65A3EDB6" w14:textId="62F676CB" w:rsidR="000263FC" w:rsidRPr="00310681" w:rsidRDefault="000263FC">
            <w:pPr>
              <w:pStyle w:val="ASDEFCONBulletsLV1"/>
            </w:pPr>
            <w:r w:rsidRPr="00310681">
              <w:t xml:space="preserve">Surge, Attachment C Annex </w:t>
            </w:r>
            <w:r w:rsidR="00441E31">
              <w:t>B</w:t>
            </w:r>
            <w:r w:rsidR="00441E31" w:rsidRPr="00310681">
              <w:rPr>
                <w:i/>
              </w:rPr>
              <w:t xml:space="preserve"> </w:t>
            </w:r>
            <w:r w:rsidRPr="00310681">
              <w:rPr>
                <w:i/>
              </w:rPr>
              <w:t>(if required)</w:t>
            </w:r>
          </w:p>
          <w:p w14:paraId="5CE34E3C" w14:textId="28673C87" w:rsidR="000263FC" w:rsidRPr="00310681" w:rsidRDefault="000263FC">
            <w:pPr>
              <w:pStyle w:val="ASDEFCONBulletsLV1"/>
            </w:pPr>
            <w:r w:rsidRPr="00310681">
              <w:t xml:space="preserve">Environmental Management Statement, Attachment C Annex </w:t>
            </w:r>
            <w:r w:rsidR="00012DCE">
              <w:t>B</w:t>
            </w:r>
            <w:r w:rsidRPr="00310681">
              <w:t xml:space="preserve"> </w:t>
            </w:r>
            <w:r w:rsidRPr="00310681">
              <w:rPr>
                <w:i/>
              </w:rPr>
              <w:t>(if required)</w:t>
            </w:r>
          </w:p>
          <w:p w14:paraId="1DD7251B" w14:textId="51841680" w:rsidR="008500BE" w:rsidRPr="00F66236" w:rsidRDefault="000263FC">
            <w:pPr>
              <w:pStyle w:val="ASDEFCONBulletsLV1"/>
            </w:pPr>
            <w:r w:rsidRPr="00310681">
              <w:t>Contract Work Breakdown Structure and CWBS</w:t>
            </w:r>
            <w:r w:rsidR="00355062">
              <w:t xml:space="preserve"> Dictionary</w:t>
            </w:r>
            <w:r w:rsidRPr="00310681">
              <w:t xml:space="preserve">, Attachment C Annex A </w:t>
            </w:r>
            <w:r w:rsidRPr="00310681">
              <w:rPr>
                <w:i/>
              </w:rPr>
              <w:t>(if required</w:t>
            </w:r>
            <w:r w:rsidR="00F66236">
              <w:rPr>
                <w:i/>
              </w:rPr>
              <w:t>)</w:t>
            </w:r>
          </w:p>
          <w:p w14:paraId="353AC5FB" w14:textId="6F760446" w:rsidR="00F66236" w:rsidRPr="00150D8A" w:rsidRDefault="003C7D16">
            <w:pPr>
              <w:pStyle w:val="ASDEFCONBulletsLV1"/>
            </w:pPr>
            <w:r>
              <w:t xml:space="preserve">Support Services Master Schedule, Attachment C Annex A </w:t>
            </w:r>
            <w:r w:rsidRPr="003C7D16">
              <w:rPr>
                <w:i/>
              </w:rPr>
              <w:t>(if required</w:t>
            </w:r>
            <w:r>
              <w:t>)</w:t>
            </w:r>
          </w:p>
        </w:tc>
      </w:tr>
      <w:tr w:rsidR="005E4814" w:rsidRPr="0058190B" w14:paraId="14CD9495" w14:textId="77777777" w:rsidTr="006A5D8F">
        <w:trPr>
          <w:trHeight w:val="301"/>
        </w:trPr>
        <w:tc>
          <w:tcPr>
            <w:tcW w:w="3786" w:type="dxa"/>
          </w:tcPr>
          <w:p w14:paraId="21A97126" w14:textId="28B84B6B" w:rsidR="005E4814" w:rsidRPr="00EB715B" w:rsidRDefault="00462019" w:rsidP="0099451D">
            <w:pPr>
              <w:pStyle w:val="Table10ptSub1-ASDEFCON"/>
            </w:pPr>
            <w:r>
              <w:lastRenderedPageBreak/>
              <w:t xml:space="preserve">The total cost of ownership to Defence, </w:t>
            </w:r>
            <w:r w:rsidR="005E4814" w:rsidRPr="00EB715B">
              <w:t xml:space="preserve">tendered prices and pricing </w:t>
            </w:r>
            <w:r w:rsidR="005E4814" w:rsidRPr="00EB715B">
              <w:lastRenderedPageBreak/>
              <w:t>structure, including the proposed payment schedules.</w:t>
            </w:r>
          </w:p>
        </w:tc>
        <w:tc>
          <w:tcPr>
            <w:tcW w:w="4678" w:type="dxa"/>
          </w:tcPr>
          <w:p w14:paraId="7C668E86" w14:textId="77777777" w:rsidR="005E4814" w:rsidRPr="00EB715B" w:rsidRDefault="005E4814" w:rsidP="00C81875">
            <w:pPr>
              <w:pStyle w:val="ASDEFCONOperativePartListLV1"/>
              <w:numPr>
                <w:ilvl w:val="0"/>
                <w:numId w:val="77"/>
              </w:numPr>
            </w:pPr>
            <w:proofErr w:type="gramStart"/>
            <w:r w:rsidRPr="00EB715B">
              <w:lastRenderedPageBreak/>
              <w:t>the</w:t>
            </w:r>
            <w:proofErr w:type="gramEnd"/>
            <w:r w:rsidRPr="00EB715B">
              <w:t xml:space="preserve"> compliance with the Commonwealth proposed payment schedules.</w:t>
            </w:r>
          </w:p>
          <w:p w14:paraId="0576B513" w14:textId="41320251" w:rsidR="005E4814" w:rsidRPr="00EB715B" w:rsidRDefault="005E4814" w:rsidP="0099451D">
            <w:pPr>
              <w:pStyle w:val="ASDEFCONOperativePartListLV1"/>
            </w:pPr>
            <w:proofErr w:type="gramStart"/>
            <w:r w:rsidRPr="00EB715B">
              <w:lastRenderedPageBreak/>
              <w:t>the</w:t>
            </w:r>
            <w:proofErr w:type="gramEnd"/>
            <w:r w:rsidRPr="00EB715B">
              <w:t xml:space="preserve"> compliance with price and payment provisions, including the degree of exposure to adjustments for fluctuation in exchange rates and</w:t>
            </w:r>
            <w:r w:rsidR="009270B9" w:rsidRPr="00EB715B">
              <w:rPr>
                <w:rFonts w:cs="Arial"/>
                <w:szCs w:val="20"/>
              </w:rPr>
              <w:t xml:space="preserve"> in the cost of labour and materials, and the assessed level of risk relating to compliance</w:t>
            </w:r>
            <w:r w:rsidRPr="00EB715B">
              <w:t>.</w:t>
            </w:r>
          </w:p>
          <w:p w14:paraId="360D6043" w14:textId="50295D85" w:rsidR="005E4814" w:rsidRDefault="005E4814" w:rsidP="0099451D">
            <w:pPr>
              <w:pStyle w:val="ASDEFCONOperativePartListLV1"/>
            </w:pPr>
            <w:proofErr w:type="gramStart"/>
            <w:r w:rsidRPr="00EB715B">
              <w:t>the</w:t>
            </w:r>
            <w:proofErr w:type="gramEnd"/>
            <w:r w:rsidRPr="00EB715B">
              <w:t xml:space="preserve"> assessed value to Defence of the proposed </w:t>
            </w:r>
            <w:r w:rsidR="00F800BC" w:rsidRPr="00EB715B">
              <w:t xml:space="preserve">overall pricing structure  including </w:t>
            </w:r>
            <w:r w:rsidRPr="00EB715B">
              <w:t>Milestones</w:t>
            </w:r>
            <w:r w:rsidR="00F800BC" w:rsidRPr="00EB715B">
              <w:t>,</w:t>
            </w:r>
            <w:r w:rsidRPr="00EB715B">
              <w:t xml:space="preserve"> and whether </w:t>
            </w:r>
            <w:r w:rsidR="00F800BC" w:rsidRPr="00EB715B">
              <w:t xml:space="preserve">the overall pricing structure </w:t>
            </w:r>
            <w:r w:rsidRPr="00EB715B">
              <w:t>reflect</w:t>
            </w:r>
            <w:r w:rsidR="00F800BC" w:rsidRPr="00EB715B">
              <w:t xml:space="preserve">s </w:t>
            </w:r>
            <w:r w:rsidRPr="00EB715B">
              <w:t xml:space="preserve">the </w:t>
            </w:r>
            <w:r w:rsidR="00F800BC" w:rsidRPr="00EB715B">
              <w:t xml:space="preserve">allocated </w:t>
            </w:r>
            <w:r w:rsidRPr="00EB715B">
              <w:t>risk profile.</w:t>
            </w:r>
          </w:p>
          <w:p w14:paraId="5DF59F2A" w14:textId="0052A5C3" w:rsidR="00462019" w:rsidRPr="00EB715B" w:rsidRDefault="00462019" w:rsidP="0099451D">
            <w:pPr>
              <w:pStyle w:val="ASDEFCONOperativePartListLV1"/>
            </w:pPr>
            <w:r>
              <w:t>The compliance of the tenderer’s response with the Commonwealth’s proposed financial arrangements relating to Key Performance Indicators and the assessed level of risk relating to the compliance.</w:t>
            </w:r>
          </w:p>
          <w:p w14:paraId="3A32B352" w14:textId="77777777" w:rsidR="005E4814" w:rsidRPr="00EB715B" w:rsidRDefault="005E4814" w:rsidP="0099451D">
            <w:pPr>
              <w:pStyle w:val="ASDEFCONOperativePartListLV1"/>
            </w:pPr>
            <w:proofErr w:type="gramStart"/>
            <w:r w:rsidRPr="00EB715B">
              <w:t>the</w:t>
            </w:r>
            <w:proofErr w:type="gramEnd"/>
            <w:r w:rsidRPr="00EB715B">
              <w:t xml:space="preserve"> life-cycle cost, cost risk and cost drivers associated with acquiring, operating, supporting and disposing of the tendered solution.</w:t>
            </w:r>
          </w:p>
          <w:p w14:paraId="4616277B" w14:textId="77777777" w:rsidR="005E4814" w:rsidRPr="00EB715B" w:rsidRDefault="005E4814" w:rsidP="00886EE8"/>
        </w:tc>
        <w:tc>
          <w:tcPr>
            <w:tcW w:w="6371" w:type="dxa"/>
          </w:tcPr>
          <w:p w14:paraId="5AF57997" w14:textId="086110D6" w:rsidR="005E4814" w:rsidRPr="00150D8A" w:rsidRDefault="005E4814" w:rsidP="008129BF">
            <w:pPr>
              <w:pStyle w:val="ASDEFCONBulletsLV1"/>
            </w:pPr>
            <w:r w:rsidRPr="00150D8A">
              <w:lastRenderedPageBreak/>
              <w:t xml:space="preserve">Statement of Non-Compliance, </w:t>
            </w:r>
            <w:r w:rsidR="00A75736">
              <w:t>Attachment A</w:t>
            </w:r>
            <w:r w:rsidR="00A75736" w:rsidRPr="00150D8A">
              <w:t xml:space="preserve"> </w:t>
            </w:r>
            <w:r w:rsidRPr="00150D8A">
              <w:t>Annex A</w:t>
            </w:r>
          </w:p>
          <w:p w14:paraId="164682E1" w14:textId="2C314709" w:rsidR="005E4814" w:rsidRPr="00150D8A" w:rsidRDefault="005E4814" w:rsidP="008129BF">
            <w:pPr>
              <w:pStyle w:val="ASDEFCONBulletsLV1"/>
            </w:pPr>
            <w:r w:rsidRPr="00150D8A">
              <w:t xml:space="preserve">Price </w:t>
            </w:r>
            <w:r w:rsidR="00566424">
              <w:t xml:space="preserve">and Payment </w:t>
            </w:r>
            <w:r w:rsidRPr="00150D8A">
              <w:t xml:space="preserve">Schedule, </w:t>
            </w:r>
            <w:r w:rsidR="00424D5B">
              <w:t>Attachment A</w:t>
            </w:r>
            <w:r w:rsidR="00424D5B" w:rsidRPr="00150D8A">
              <w:t xml:space="preserve"> </w:t>
            </w:r>
            <w:r w:rsidRPr="00150D8A">
              <w:t>Annex D</w:t>
            </w:r>
          </w:p>
          <w:p w14:paraId="2A17B03B" w14:textId="60543C44" w:rsidR="005E4814" w:rsidRPr="00150D8A" w:rsidRDefault="005E4814" w:rsidP="008129BF">
            <w:pPr>
              <w:pStyle w:val="ASDEFCONBulletsLV1"/>
            </w:pPr>
            <w:r w:rsidRPr="00150D8A">
              <w:lastRenderedPageBreak/>
              <w:t xml:space="preserve">Items for which Specific Prices are Required, </w:t>
            </w:r>
            <w:r w:rsidR="00424D5B">
              <w:t>Attachment A</w:t>
            </w:r>
            <w:r w:rsidR="00424D5B" w:rsidRPr="00150D8A">
              <w:t xml:space="preserve"> </w:t>
            </w:r>
            <w:r w:rsidRPr="00150D8A">
              <w:t>Annex D</w:t>
            </w:r>
          </w:p>
          <w:p w14:paraId="69D08DA4" w14:textId="118907CE" w:rsidR="005E4814" w:rsidRDefault="00751671" w:rsidP="008129BF">
            <w:pPr>
              <w:pStyle w:val="ASDEFCONBulletsLV1"/>
            </w:pPr>
            <w:r>
              <w:t xml:space="preserve">Proposed </w:t>
            </w:r>
            <w:r w:rsidR="005E4814" w:rsidRPr="00150D8A">
              <w:t>Payment</w:t>
            </w:r>
            <w:r>
              <w:t xml:space="preserve"> Schedule</w:t>
            </w:r>
            <w:r w:rsidR="00566424">
              <w:t xml:space="preserve"> (Acquisition)</w:t>
            </w:r>
            <w:r w:rsidR="005E4814" w:rsidRPr="00150D8A">
              <w:t xml:space="preserve">, </w:t>
            </w:r>
            <w:r w:rsidR="00424D5B">
              <w:t>Attachment A</w:t>
            </w:r>
            <w:r w:rsidR="00424D5B" w:rsidRPr="00150D8A">
              <w:t xml:space="preserve"> </w:t>
            </w:r>
            <w:r w:rsidR="005E4814" w:rsidRPr="00150D8A">
              <w:t>Annex D</w:t>
            </w:r>
          </w:p>
          <w:p w14:paraId="50FD11C6" w14:textId="19CF40B0" w:rsidR="00566424" w:rsidRPr="00150D8A" w:rsidRDefault="00566424" w:rsidP="009C0418">
            <w:pPr>
              <w:pStyle w:val="ASDEFCONBulletsLV1"/>
            </w:pPr>
            <w:r>
              <w:t>Proposed Payment Schedule (Support), Attachment A Annex D</w:t>
            </w:r>
          </w:p>
          <w:p w14:paraId="00D6ADFD" w14:textId="3438CD41" w:rsidR="00F800BC" w:rsidRPr="00150D8A" w:rsidRDefault="00F800BC" w:rsidP="00982684">
            <w:pPr>
              <w:pStyle w:val="ASDEFCONBulletsLV1"/>
            </w:pPr>
            <w:r w:rsidRPr="00150D8A">
              <w:t xml:space="preserve">Securities, </w:t>
            </w:r>
            <w:r w:rsidR="00424D5B">
              <w:t>Attachment A</w:t>
            </w:r>
            <w:r w:rsidR="00424D5B" w:rsidRPr="00150D8A">
              <w:t xml:space="preserve"> </w:t>
            </w:r>
            <w:r w:rsidRPr="00150D8A">
              <w:t xml:space="preserve">Annex </w:t>
            </w:r>
            <w:r w:rsidR="00927ABD">
              <w:t>D</w:t>
            </w:r>
          </w:p>
          <w:p w14:paraId="46DD7B7B" w14:textId="24593EF8" w:rsidR="005E4814" w:rsidRPr="00150D8A" w:rsidRDefault="005E4814">
            <w:pPr>
              <w:pStyle w:val="ASDEFCONBulletsLV1"/>
            </w:pPr>
            <w:r w:rsidRPr="00150D8A">
              <w:t xml:space="preserve">Adjustment for Exchange Rate Fluctuations, </w:t>
            </w:r>
            <w:r w:rsidR="00424D5B">
              <w:t>Attachment A</w:t>
            </w:r>
            <w:r w:rsidR="00424D5B" w:rsidRPr="00150D8A">
              <w:t xml:space="preserve"> </w:t>
            </w:r>
            <w:r w:rsidRPr="00150D8A">
              <w:t>Annex D</w:t>
            </w:r>
          </w:p>
          <w:p w14:paraId="39D6FCD8" w14:textId="6C0EBC38" w:rsidR="005E4814" w:rsidRDefault="005E4814">
            <w:pPr>
              <w:pStyle w:val="ASDEFCONBulletsLV1"/>
            </w:pPr>
            <w:r w:rsidRPr="00150D8A">
              <w:t>Adjustment for Fluctuations in the Cost of Labour and Materials</w:t>
            </w:r>
            <w:r w:rsidR="00DC375E">
              <w:t xml:space="preserve"> (Acquisition)</w:t>
            </w:r>
            <w:r w:rsidRPr="00150D8A">
              <w:t xml:space="preserve">, </w:t>
            </w:r>
            <w:r w:rsidR="00424D5B">
              <w:t>Attachment A</w:t>
            </w:r>
            <w:r w:rsidR="00424D5B" w:rsidRPr="00150D8A">
              <w:t xml:space="preserve"> </w:t>
            </w:r>
            <w:r w:rsidRPr="00150D8A">
              <w:t>Annex D</w:t>
            </w:r>
          </w:p>
          <w:p w14:paraId="11DE6773" w14:textId="7AE83D68" w:rsidR="00DC375E" w:rsidRPr="00150D8A" w:rsidRDefault="00DC375E">
            <w:pPr>
              <w:pStyle w:val="ASDEFCONBulletsLV1"/>
            </w:pPr>
            <w:r w:rsidRPr="00150D8A">
              <w:t>Adjustment for Fluctuations in the Cost of Labour and Materials</w:t>
            </w:r>
            <w:r>
              <w:t xml:space="preserve"> (Support)</w:t>
            </w:r>
            <w:r w:rsidRPr="00150D8A">
              <w:t xml:space="preserve">, </w:t>
            </w:r>
            <w:r>
              <w:t>Attachment A</w:t>
            </w:r>
            <w:r w:rsidRPr="00150D8A">
              <w:t xml:space="preserve"> Annex D</w:t>
            </w:r>
          </w:p>
          <w:p w14:paraId="07AEC3A3" w14:textId="4E26C312" w:rsidR="005E4814" w:rsidRPr="00150D8A" w:rsidRDefault="005E4814">
            <w:pPr>
              <w:pStyle w:val="ASDEFCONBulletsLV1"/>
            </w:pPr>
            <w:r w:rsidRPr="00150D8A">
              <w:t xml:space="preserve">Further Quantities and Optional Extras, </w:t>
            </w:r>
            <w:r w:rsidR="00424D5B">
              <w:t>Attachment A</w:t>
            </w:r>
            <w:r w:rsidR="00424D5B" w:rsidRPr="00150D8A">
              <w:t xml:space="preserve"> </w:t>
            </w:r>
            <w:r w:rsidRPr="00150D8A">
              <w:t>Annex D</w:t>
            </w:r>
          </w:p>
          <w:p w14:paraId="5693FD89" w14:textId="7C1988C8" w:rsidR="005E4814" w:rsidRPr="00150D8A" w:rsidRDefault="005E4814">
            <w:pPr>
              <w:pStyle w:val="ASDEFCONBulletsLV1"/>
            </w:pPr>
            <w:r w:rsidRPr="00150D8A">
              <w:t xml:space="preserve">Life Cycle Cost Model, </w:t>
            </w:r>
            <w:r w:rsidR="00424D5B">
              <w:t>Attachment A</w:t>
            </w:r>
            <w:r w:rsidR="00424D5B" w:rsidRPr="00150D8A">
              <w:t xml:space="preserve"> </w:t>
            </w:r>
            <w:r w:rsidRPr="00150D8A">
              <w:t>Annex D</w:t>
            </w:r>
          </w:p>
          <w:p w14:paraId="067248E4" w14:textId="4AC0F963" w:rsidR="005E4814" w:rsidRPr="00150D8A" w:rsidRDefault="005E4814">
            <w:pPr>
              <w:pStyle w:val="ASDEFCONBulletsLV1"/>
            </w:pPr>
            <w:r w:rsidRPr="00150D8A">
              <w:t xml:space="preserve">Cost Reimbursement, </w:t>
            </w:r>
            <w:r w:rsidR="00424D5B">
              <w:t>Attachment A</w:t>
            </w:r>
            <w:r w:rsidR="00424D5B" w:rsidRPr="00150D8A">
              <w:t xml:space="preserve"> </w:t>
            </w:r>
            <w:r w:rsidRPr="00150D8A">
              <w:t>Annex D</w:t>
            </w:r>
          </w:p>
          <w:p w14:paraId="6962F751" w14:textId="4936E002" w:rsidR="005E4814" w:rsidRDefault="005E4814">
            <w:pPr>
              <w:pStyle w:val="ASDEFCONBulletsLV1"/>
            </w:pPr>
            <w:r w:rsidRPr="00150D8A">
              <w:t xml:space="preserve">Incentive Payments, </w:t>
            </w:r>
            <w:r w:rsidR="00424D5B">
              <w:t>Attachment A</w:t>
            </w:r>
            <w:r w:rsidR="00424D5B" w:rsidRPr="00150D8A">
              <w:t xml:space="preserve"> </w:t>
            </w:r>
            <w:r w:rsidRPr="00150D8A">
              <w:t>Annex D</w:t>
            </w:r>
          </w:p>
          <w:p w14:paraId="14B6C9E0" w14:textId="409F1296" w:rsidR="00AE17C8" w:rsidRPr="00150D8A" w:rsidRDefault="00AE17C8">
            <w:pPr>
              <w:pStyle w:val="ASDEFCONBulletsLV1"/>
            </w:pPr>
            <w:r w:rsidRPr="00AE17C8">
              <w:t>Strategy for Defining and Reducing the Total Cost of Ownership</w:t>
            </w:r>
            <w:r>
              <w:t xml:space="preserve">, </w:t>
            </w:r>
            <w:r w:rsidR="00424D5B">
              <w:t xml:space="preserve">Attachment </w:t>
            </w:r>
            <w:r w:rsidR="00566424">
              <w:t>B</w:t>
            </w:r>
            <w:r w:rsidR="00424D5B">
              <w:t xml:space="preserve"> </w:t>
            </w:r>
            <w:r w:rsidR="00DC3EFB">
              <w:t xml:space="preserve">Annex </w:t>
            </w:r>
            <w:r w:rsidR="00566424">
              <w:t>A</w:t>
            </w:r>
          </w:p>
          <w:p w14:paraId="436B5BFC" w14:textId="24383C77" w:rsidR="005E4814" w:rsidRPr="00150D8A" w:rsidRDefault="005E4814">
            <w:pPr>
              <w:pStyle w:val="ASDEFCONBulletsLV1"/>
            </w:pPr>
            <w:r w:rsidRPr="00150D8A">
              <w:t xml:space="preserve">Draft AIC Plan, </w:t>
            </w:r>
            <w:r w:rsidR="00424D5B">
              <w:t>Attachment A</w:t>
            </w:r>
            <w:r w:rsidR="00424D5B" w:rsidRPr="00150D8A">
              <w:t xml:space="preserve"> </w:t>
            </w:r>
            <w:r w:rsidRPr="00150D8A">
              <w:t xml:space="preserve">Annex </w:t>
            </w:r>
            <w:r w:rsidR="00C6270B">
              <w:t>E</w:t>
            </w:r>
          </w:p>
          <w:p w14:paraId="08B4A293" w14:textId="5DB3B24D" w:rsidR="005E4814" w:rsidRPr="00150D8A" w:rsidRDefault="005E4814">
            <w:pPr>
              <w:pStyle w:val="NoteToTenderers-ASDEFCON"/>
            </w:pPr>
            <w:r w:rsidRPr="00150D8A">
              <w:t>Note to tenderers:  Tenderers should be aware that the evaluation of the tendered price will not only include an assessment of the tendered costs, but also life cycle cost factors such as ongoing support costs, operational costs and Not</w:t>
            </w:r>
            <w:r w:rsidR="00566424">
              <w:t>-</w:t>
            </w:r>
            <w:r w:rsidR="005256EB">
              <w:t>T</w:t>
            </w:r>
            <w:r w:rsidRPr="00150D8A">
              <w:t>o</w:t>
            </w:r>
            <w:r w:rsidR="00566424">
              <w:t>-</w:t>
            </w:r>
            <w:r w:rsidRPr="00150D8A">
              <w:t>Exceed (NTE) spares costs.</w:t>
            </w:r>
          </w:p>
        </w:tc>
      </w:tr>
      <w:tr w:rsidR="005E4814" w:rsidRPr="0058190B" w14:paraId="37330332" w14:textId="77777777" w:rsidTr="006A5D8F">
        <w:trPr>
          <w:trHeight w:val="301"/>
        </w:trPr>
        <w:tc>
          <w:tcPr>
            <w:tcW w:w="3786" w:type="dxa"/>
          </w:tcPr>
          <w:p w14:paraId="2DC9CDEE" w14:textId="3A98D9EC" w:rsidR="005E4814" w:rsidRPr="00EB715B" w:rsidRDefault="005E4814" w:rsidP="0099451D">
            <w:pPr>
              <w:pStyle w:val="Table10ptSub1-ASDEFCON"/>
            </w:pPr>
            <w:r w:rsidRPr="00EB715B">
              <w:lastRenderedPageBreak/>
              <w:t xml:space="preserve">the extent to which the tender satisfies the commercial requirements of the Contracts and </w:t>
            </w:r>
            <w:r w:rsidRPr="00EB715B">
              <w:lastRenderedPageBreak/>
              <w:t xml:space="preserve">the assessed commercial risks relating to entering into a Contract </w:t>
            </w:r>
            <w:r w:rsidR="00DC375E">
              <w:t xml:space="preserve">(Acquisition) and Contract (Support) </w:t>
            </w:r>
            <w:r w:rsidRPr="00EB715B">
              <w:t>with the tenderer that is acceptable to the Commonwealth.</w:t>
            </w:r>
          </w:p>
        </w:tc>
        <w:tc>
          <w:tcPr>
            <w:tcW w:w="4678" w:type="dxa"/>
          </w:tcPr>
          <w:p w14:paraId="31EDE6F9" w14:textId="77777777" w:rsidR="005E4814" w:rsidRPr="00EB715B" w:rsidRDefault="00C0312F" w:rsidP="00C81875">
            <w:pPr>
              <w:pStyle w:val="ASDEFCONOperativePartListLV1"/>
              <w:numPr>
                <w:ilvl w:val="0"/>
                <w:numId w:val="78"/>
              </w:numPr>
            </w:pPr>
            <w:r w:rsidRPr="00C0312F">
              <w:lastRenderedPageBreak/>
              <w:t xml:space="preserve">the extent to which the </w:t>
            </w:r>
            <w:r>
              <w:t xml:space="preserve">tenderer’s </w:t>
            </w:r>
            <w:r w:rsidRPr="00C0312F">
              <w:t xml:space="preserve">proposed Technical Data and Software rights would enable the Commonwealth to achieve the </w:t>
            </w:r>
            <w:r w:rsidRPr="00C0312F">
              <w:lastRenderedPageBreak/>
              <w:t>through life operation, sustainment and enhancement objectives for the Material System.</w:t>
            </w:r>
          </w:p>
          <w:p w14:paraId="0EC2AB30" w14:textId="77777777" w:rsidR="005E4814" w:rsidRPr="00733D20" w:rsidRDefault="005E4814" w:rsidP="0099451D">
            <w:pPr>
              <w:pStyle w:val="ASDEFCONOperativePartListLV1"/>
            </w:pPr>
            <w:proofErr w:type="gramStart"/>
            <w:r w:rsidRPr="00733D20">
              <w:t>the</w:t>
            </w:r>
            <w:proofErr w:type="gramEnd"/>
            <w:r w:rsidRPr="00733D20">
              <w:t xml:space="preserve"> extent to which the tenderer’s proposal in relation to AIC will achieve the AIC requirements of the Contracts and the long-term objectives of AIC.</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4387"/>
            </w:tblGrid>
            <w:tr w:rsidR="000D07B1" w14:paraId="756F6199" w14:textId="77777777" w:rsidTr="000D07B1">
              <w:tc>
                <w:tcPr>
                  <w:tcW w:w="4861" w:type="dxa"/>
                  <w:shd w:val="clear" w:color="auto" w:fill="auto"/>
                </w:tcPr>
                <w:p w14:paraId="5D2E03E9" w14:textId="704E29D8" w:rsidR="000D07B1" w:rsidRPr="00D9723B" w:rsidRDefault="000D07B1" w:rsidP="00307843">
                  <w:pPr>
                    <w:pStyle w:val="ASDEFCONOption"/>
                  </w:pPr>
                  <w:r w:rsidRPr="00F111E3">
                    <w:t xml:space="preserve">Option: </w:t>
                  </w:r>
                  <w:r w:rsidR="005256EB">
                    <w:t xml:space="preserve"> </w:t>
                  </w:r>
                  <w:r w:rsidRPr="00F111E3">
                    <w:t>This subclause must be used when the procurement is subject to the additional rules detailed in the CPRs and the procurement is valued at more than $4 million.</w:t>
                  </w:r>
                </w:p>
                <w:p w14:paraId="4958F9AE" w14:textId="77777777" w:rsidR="000D07B1" w:rsidRDefault="000D07B1">
                  <w:pPr>
                    <w:pStyle w:val="ASDEFCONOperativePartListLV1"/>
                  </w:pPr>
                  <w:proofErr w:type="gramStart"/>
                  <w:r w:rsidRPr="00D9723B">
                    <w:t>the</w:t>
                  </w:r>
                  <w:proofErr w:type="gramEnd"/>
                  <w:r w:rsidRPr="00D9723B">
                    <w:t xml:space="preserve"> extent to which the tenderer’s proposal will achieve economic ben</w:t>
                  </w:r>
                  <w:r>
                    <w:t xml:space="preserve">efit for the </w:t>
                  </w:r>
                  <w:r w:rsidRPr="00733D20">
                    <w:t>Australian</w:t>
                  </w:r>
                  <w:r>
                    <w:t xml:space="preserve"> economy</w:t>
                  </w:r>
                  <w:r w:rsidRPr="00D9723B">
                    <w:t>.</w:t>
                  </w:r>
                </w:p>
              </w:tc>
            </w:tr>
          </w:tbl>
          <w:p w14:paraId="4D001F2C" w14:textId="77777777" w:rsidR="00F111E3" w:rsidRDefault="00F111E3" w:rsidP="00307843">
            <w:pPr>
              <w:pStyle w:val="ASDEFCONOptionSpace"/>
            </w:pPr>
          </w:p>
          <w:p w14:paraId="144DED37" w14:textId="77777777" w:rsidR="00F46D46" w:rsidRDefault="005E4814">
            <w:pPr>
              <w:pStyle w:val="ASDEFCONOperativePartListLV1"/>
            </w:pPr>
            <w:proofErr w:type="gramStart"/>
            <w:r w:rsidRPr="00EB715B">
              <w:t>the</w:t>
            </w:r>
            <w:proofErr w:type="gramEnd"/>
            <w:r w:rsidRPr="00EB715B">
              <w:t xml:space="preserve"> tenderer’s compliance with the </w:t>
            </w:r>
            <w:r w:rsidR="0024796F" w:rsidRPr="00EB715B">
              <w:t>d</w:t>
            </w:r>
            <w:r w:rsidRPr="00EB715B">
              <w:t>raft Contract</w:t>
            </w:r>
            <w:r w:rsidR="00F46D46">
              <w:t xml:space="preserve"> (Acquisition)</w:t>
            </w:r>
            <w:r w:rsidRPr="00EB715B">
              <w:t>.</w:t>
            </w:r>
          </w:p>
          <w:p w14:paraId="18B8A6BD" w14:textId="7A8445CA" w:rsidR="005E4814" w:rsidRPr="00EB715B" w:rsidRDefault="00F46D46">
            <w:pPr>
              <w:pStyle w:val="ASDEFCONOperativePartListLV1"/>
            </w:pPr>
            <w:proofErr w:type="gramStart"/>
            <w:r w:rsidRPr="00EB715B">
              <w:t>the</w:t>
            </w:r>
            <w:proofErr w:type="gramEnd"/>
            <w:r w:rsidRPr="00EB715B">
              <w:t xml:space="preserve"> tenderer’s compliance with the draft Contract</w:t>
            </w:r>
            <w:r>
              <w:t xml:space="preserve"> (Support)</w:t>
            </w:r>
            <w:r w:rsidRPr="00EB715B">
              <w:t>.</w:t>
            </w:r>
          </w:p>
        </w:tc>
        <w:tc>
          <w:tcPr>
            <w:tcW w:w="6371" w:type="dxa"/>
          </w:tcPr>
          <w:p w14:paraId="7EE16CA2" w14:textId="3F1D895C" w:rsidR="005E4814" w:rsidRPr="00150D8A" w:rsidRDefault="00150D8A" w:rsidP="0099451D">
            <w:pPr>
              <w:pStyle w:val="ASDEFCONBulletsLV1"/>
            </w:pPr>
            <w:r w:rsidRPr="000B190C">
              <w:lastRenderedPageBreak/>
              <w:t>Tenderer</w:t>
            </w:r>
            <w:r w:rsidR="000B190C">
              <w:t>’</w:t>
            </w:r>
            <w:r w:rsidRPr="000B190C">
              <w:t>s</w:t>
            </w:r>
            <w:r w:rsidRPr="00150D8A">
              <w:t xml:space="preserve"> Profile</w:t>
            </w:r>
            <w:r w:rsidR="005E4814" w:rsidRPr="00150D8A">
              <w:t xml:space="preserve">, </w:t>
            </w:r>
            <w:r w:rsidR="00424D5B">
              <w:t>Attachment A</w:t>
            </w:r>
            <w:r w:rsidR="00424D5B" w:rsidRPr="00150D8A">
              <w:t xml:space="preserve"> </w:t>
            </w:r>
            <w:r w:rsidR="005E4814" w:rsidRPr="00150D8A">
              <w:t>Annex A</w:t>
            </w:r>
          </w:p>
          <w:p w14:paraId="29118A19" w14:textId="77B33D3D" w:rsidR="005E4814" w:rsidRPr="00150D8A" w:rsidRDefault="00150D8A" w:rsidP="0099451D">
            <w:pPr>
              <w:pStyle w:val="ASDEFCONBulletsLV1"/>
            </w:pPr>
            <w:r w:rsidRPr="00150D8A">
              <w:t>Schedule of Proposed Subcontractors</w:t>
            </w:r>
            <w:r w:rsidR="005E4814" w:rsidRPr="00150D8A">
              <w:t xml:space="preserve">, </w:t>
            </w:r>
            <w:r w:rsidR="00424D5B">
              <w:t>Attachment A</w:t>
            </w:r>
            <w:r w:rsidR="00424D5B" w:rsidRPr="00150D8A">
              <w:t xml:space="preserve"> </w:t>
            </w:r>
            <w:r w:rsidR="005E4814" w:rsidRPr="00150D8A">
              <w:t>Annex A</w:t>
            </w:r>
          </w:p>
          <w:p w14:paraId="20EBB5AE" w14:textId="1CAEA237" w:rsidR="005E4814" w:rsidRDefault="005E4814" w:rsidP="0099451D">
            <w:pPr>
              <w:pStyle w:val="ASDEFCONBulletsLV1"/>
            </w:pPr>
            <w:r w:rsidRPr="00150D8A">
              <w:lastRenderedPageBreak/>
              <w:t xml:space="preserve">Statement of Non-Compliance, </w:t>
            </w:r>
            <w:r w:rsidR="00424D5B">
              <w:t>Attachment A</w:t>
            </w:r>
            <w:r w:rsidR="00424D5B" w:rsidRPr="00150D8A">
              <w:t xml:space="preserve"> </w:t>
            </w:r>
            <w:r w:rsidRPr="00150D8A">
              <w:t>Annex A</w:t>
            </w:r>
          </w:p>
          <w:p w14:paraId="3DCBA375" w14:textId="77777777" w:rsidR="00C47581" w:rsidRPr="006C43C1" w:rsidRDefault="00C47581" w:rsidP="0099451D">
            <w:pPr>
              <w:pStyle w:val="ASDEFCONBulletsLV1"/>
            </w:pPr>
            <w:r w:rsidRPr="006C43C1">
              <w:t>Importation of Supplies and Services and Export Approvals, Attachment A  Annex C</w:t>
            </w:r>
          </w:p>
          <w:p w14:paraId="484A905A" w14:textId="51CC148E" w:rsidR="00C47581" w:rsidRPr="006C43C1" w:rsidRDefault="00C47581" w:rsidP="0099451D">
            <w:pPr>
              <w:pStyle w:val="ASDEFCONBulletsLV1"/>
            </w:pPr>
            <w:r w:rsidRPr="006C43C1">
              <w:t xml:space="preserve">Defect </w:t>
            </w:r>
            <w:r w:rsidR="005256EB">
              <w:t>Rectification</w:t>
            </w:r>
            <w:r w:rsidRPr="006C43C1">
              <w:t>, Attachment A Annex C</w:t>
            </w:r>
          </w:p>
          <w:p w14:paraId="6F90A628" w14:textId="77777777" w:rsidR="00C47581" w:rsidRPr="006C43C1" w:rsidRDefault="00C47581" w:rsidP="0099451D">
            <w:pPr>
              <w:pStyle w:val="ASDEFCONBulletsLV1"/>
            </w:pPr>
            <w:r w:rsidRPr="006C43C1">
              <w:t>Liability, Attachment A Annex C</w:t>
            </w:r>
          </w:p>
          <w:p w14:paraId="1B434817" w14:textId="77777777" w:rsidR="00C47581" w:rsidRPr="006C43C1" w:rsidRDefault="00C47581" w:rsidP="0099451D">
            <w:pPr>
              <w:pStyle w:val="ASDEFCONBulletsLV1"/>
            </w:pPr>
            <w:r>
              <w:t xml:space="preserve">Insurance, Attachment A </w:t>
            </w:r>
            <w:r w:rsidRPr="006C43C1">
              <w:t>Annex C</w:t>
            </w:r>
          </w:p>
          <w:p w14:paraId="7291DD70" w14:textId="655728D5" w:rsidR="00C47581" w:rsidRPr="00150D8A" w:rsidRDefault="00C47581" w:rsidP="0099451D">
            <w:pPr>
              <w:pStyle w:val="ASDEFCONBulletsLV1"/>
            </w:pPr>
            <w:r>
              <w:t>Confidential Information, Attachment A Annex C</w:t>
            </w:r>
          </w:p>
          <w:p w14:paraId="0DA58A76" w14:textId="5CA17BFA" w:rsidR="005E4814" w:rsidRDefault="005E4814" w:rsidP="0099451D">
            <w:pPr>
              <w:pStyle w:val="ASDEFCONBulletsLV1"/>
            </w:pPr>
            <w:r w:rsidRPr="00150D8A">
              <w:t xml:space="preserve">Commitment Letter, </w:t>
            </w:r>
            <w:r w:rsidR="00424D5B">
              <w:t>Attachment A</w:t>
            </w:r>
            <w:r w:rsidR="00424D5B" w:rsidRPr="00150D8A">
              <w:t xml:space="preserve"> </w:t>
            </w:r>
            <w:r w:rsidRPr="00150D8A">
              <w:t>Annex C</w:t>
            </w:r>
          </w:p>
          <w:p w14:paraId="3A1E02BB" w14:textId="1C74583B" w:rsidR="00C47581" w:rsidRDefault="00C47581" w:rsidP="0099451D">
            <w:pPr>
              <w:pStyle w:val="ASDEFCONBulletsLV1"/>
            </w:pPr>
            <w:r w:rsidRPr="006C43C1">
              <w:t>Government Fu</w:t>
            </w:r>
            <w:r>
              <w:t xml:space="preserve">rnished Material, Attachment A </w:t>
            </w:r>
            <w:r w:rsidRPr="006C43C1">
              <w:t xml:space="preserve">Annex </w:t>
            </w:r>
            <w:r w:rsidR="00C6270B">
              <w:t>F</w:t>
            </w:r>
          </w:p>
          <w:p w14:paraId="4DBC2673" w14:textId="0AAD20DA" w:rsidR="00D11AE9" w:rsidRDefault="00D11AE9" w:rsidP="0099451D">
            <w:pPr>
              <w:pStyle w:val="ASDEFCONBulletsLV1"/>
            </w:pPr>
            <w:r>
              <w:t xml:space="preserve">Government Furnished Facilities, Attachment A Annex </w:t>
            </w:r>
            <w:r w:rsidR="00C6270B">
              <w:t xml:space="preserve">F </w:t>
            </w:r>
            <w:r>
              <w:t>(</w:t>
            </w:r>
            <w:r w:rsidRPr="00D11AE9">
              <w:rPr>
                <w:i/>
              </w:rPr>
              <w:t>if required</w:t>
            </w:r>
            <w:r>
              <w:t>)</w:t>
            </w:r>
          </w:p>
          <w:p w14:paraId="02D20456" w14:textId="44F628FF" w:rsidR="00D11AE9" w:rsidRPr="00150D8A" w:rsidRDefault="00D11AE9" w:rsidP="0099451D">
            <w:pPr>
              <w:pStyle w:val="ASDEFCONBulletsLV1"/>
            </w:pPr>
            <w:r>
              <w:t>Government Furnished Services (</w:t>
            </w:r>
            <w:r w:rsidRPr="00D11AE9">
              <w:rPr>
                <w:i/>
              </w:rPr>
              <w:t>if required</w:t>
            </w:r>
            <w:r>
              <w:t>)</w:t>
            </w:r>
            <w:r w:rsidR="00C27077">
              <w:t xml:space="preserve"> Attachment C Annex A</w:t>
            </w:r>
          </w:p>
          <w:p w14:paraId="22BD97D4" w14:textId="582F2F58" w:rsidR="005E4814" w:rsidRPr="00150D8A" w:rsidRDefault="005E4814" w:rsidP="0099451D">
            <w:pPr>
              <w:pStyle w:val="ASDEFCONBulletsLV1"/>
            </w:pPr>
            <w:r w:rsidRPr="00150D8A">
              <w:t xml:space="preserve">Project </w:t>
            </w:r>
            <w:r w:rsidR="00DC3EFB">
              <w:t>Strategy</w:t>
            </w:r>
            <w:r w:rsidRPr="00150D8A">
              <w:t xml:space="preserve">, </w:t>
            </w:r>
            <w:r w:rsidR="00424D5B">
              <w:t xml:space="preserve">Attachment </w:t>
            </w:r>
            <w:r w:rsidR="00C47581">
              <w:t>B</w:t>
            </w:r>
            <w:r w:rsidR="00424D5B" w:rsidRPr="00150D8A">
              <w:t xml:space="preserve"> </w:t>
            </w:r>
            <w:r w:rsidRPr="00150D8A">
              <w:t xml:space="preserve">Annex </w:t>
            </w:r>
            <w:r w:rsidR="00C47581">
              <w:t>A</w:t>
            </w:r>
          </w:p>
          <w:p w14:paraId="5E765404" w14:textId="7805FCB8" w:rsidR="00C0312F" w:rsidRDefault="00C0312F" w:rsidP="0099451D">
            <w:pPr>
              <w:pStyle w:val="ASDEFCONBulletsLV1"/>
            </w:pPr>
            <w:r w:rsidRPr="000862AD">
              <w:t xml:space="preserve">Draft Technical Data List, </w:t>
            </w:r>
            <w:r w:rsidR="00424D5B">
              <w:t xml:space="preserve">Attachment </w:t>
            </w:r>
            <w:r w:rsidR="00C47581">
              <w:t>B</w:t>
            </w:r>
            <w:r w:rsidR="00424D5B" w:rsidRPr="000862AD">
              <w:t xml:space="preserve"> </w:t>
            </w:r>
            <w:r w:rsidRPr="000862AD">
              <w:t xml:space="preserve">Annex </w:t>
            </w:r>
            <w:r w:rsidR="00C47581">
              <w:t>B</w:t>
            </w:r>
          </w:p>
          <w:p w14:paraId="7C81F989" w14:textId="2ED204AB" w:rsidR="001A5425" w:rsidRDefault="001A5425" w:rsidP="0099451D">
            <w:pPr>
              <w:pStyle w:val="ASDEFCONBulletsLV1"/>
            </w:pPr>
            <w:r w:rsidRPr="00150D8A">
              <w:t xml:space="preserve">Draft AIC Plan, </w:t>
            </w:r>
            <w:r w:rsidR="00424D5B">
              <w:t>Attachment A</w:t>
            </w:r>
            <w:r w:rsidR="00424D5B" w:rsidRPr="00150D8A">
              <w:t xml:space="preserve"> </w:t>
            </w:r>
            <w:r w:rsidRPr="00150D8A">
              <w:t xml:space="preserve">Annex </w:t>
            </w:r>
            <w:r w:rsidR="00441E31">
              <w:t>E</w:t>
            </w:r>
          </w:p>
          <w:tbl>
            <w:tblPr>
              <w:tblW w:w="0" w:type="auto"/>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6034"/>
            </w:tblGrid>
            <w:tr w:rsidR="00733D20" w14:paraId="07AC0E27" w14:textId="77777777" w:rsidTr="006A5D8F">
              <w:tc>
                <w:tcPr>
                  <w:tcW w:w="6121" w:type="dxa"/>
                  <w:shd w:val="clear" w:color="auto" w:fill="auto"/>
                </w:tcPr>
                <w:p w14:paraId="214F060A" w14:textId="3CAFCB93" w:rsidR="00733D20" w:rsidRDefault="00733D20" w:rsidP="00307843">
                  <w:pPr>
                    <w:pStyle w:val="ASDEFCONOption"/>
                  </w:pPr>
                  <w:r>
                    <w:t>Option:</w:t>
                  </w:r>
                  <w:r w:rsidR="005256EB">
                    <w:t xml:space="preserve"> </w:t>
                  </w:r>
                  <w:r>
                    <w:t xml:space="preserve"> </w:t>
                  </w:r>
                  <w:r w:rsidRPr="000D07B1">
                    <w:t>This subclause must be used when the procurement is subject to the additional rules detailed in the CPRs and the procurement is valued at more than $4 million.</w:t>
                  </w:r>
                </w:p>
                <w:p w14:paraId="6FA77E7A" w14:textId="772A8A72" w:rsidR="00733D20" w:rsidRPr="00733D20" w:rsidRDefault="00733D20">
                  <w:pPr>
                    <w:pStyle w:val="ASDEFCONBulletsLV1"/>
                    <w:rPr>
                      <w:szCs w:val="20"/>
                    </w:rPr>
                  </w:pPr>
                  <w:r w:rsidRPr="00317B61">
                    <w:t xml:space="preserve">Economic benefit to the Australian economy, </w:t>
                  </w:r>
                  <w:r w:rsidR="00424D5B">
                    <w:t>Attachment A</w:t>
                  </w:r>
                  <w:r w:rsidR="00424D5B" w:rsidRPr="00317B61">
                    <w:t xml:space="preserve"> </w:t>
                  </w:r>
                  <w:r w:rsidRPr="00317B61">
                    <w:t>Annex C</w:t>
                  </w:r>
                </w:p>
              </w:tc>
            </w:tr>
          </w:tbl>
          <w:p w14:paraId="6EA79D25" w14:textId="77777777" w:rsidR="00317B61" w:rsidRDefault="00317B61" w:rsidP="0099451D">
            <w:pPr>
              <w:pStyle w:val="ASDEFCONOptionSpace"/>
            </w:pPr>
          </w:p>
          <w:p w14:paraId="2F449060" w14:textId="23734A8D" w:rsidR="00C0312F" w:rsidRPr="000862AD" w:rsidRDefault="00C0312F" w:rsidP="0099451D">
            <w:pPr>
              <w:pStyle w:val="ASDEFCONBulletsLV1"/>
            </w:pPr>
            <w:r>
              <w:t>Draft Software List</w:t>
            </w:r>
            <w:r w:rsidR="00751671">
              <w:t xml:space="preserve">, </w:t>
            </w:r>
            <w:r w:rsidR="00424D5B">
              <w:t xml:space="preserve">Attachment </w:t>
            </w:r>
            <w:r w:rsidR="00D11AE9">
              <w:t>B</w:t>
            </w:r>
            <w:r w:rsidR="00424D5B">
              <w:t xml:space="preserve"> </w:t>
            </w:r>
            <w:r w:rsidR="00751671">
              <w:t xml:space="preserve">Annex </w:t>
            </w:r>
            <w:r w:rsidR="00D11AE9">
              <w:t>B</w:t>
            </w:r>
          </w:p>
          <w:p w14:paraId="74637722" w14:textId="38AF22B5" w:rsidR="00C0312F" w:rsidRPr="00105D44" w:rsidRDefault="00C0312F" w:rsidP="0099451D">
            <w:pPr>
              <w:pStyle w:val="ASDEFCONBulletsLV1"/>
            </w:pPr>
            <w:r>
              <w:t xml:space="preserve">Draft </w:t>
            </w:r>
            <w:r w:rsidRPr="0027482A">
              <w:t>Technical Dat</w:t>
            </w:r>
            <w:r>
              <w:t>a and Software Rights Schedule</w:t>
            </w:r>
            <w:r w:rsidR="00751671">
              <w:t xml:space="preserve">, </w:t>
            </w:r>
            <w:r w:rsidR="00424D5B">
              <w:t xml:space="preserve">Attachment A </w:t>
            </w:r>
            <w:r w:rsidR="00751671">
              <w:t>Annex C</w:t>
            </w:r>
          </w:p>
          <w:p w14:paraId="26DE3F66" w14:textId="77777777" w:rsidR="00C0312F" w:rsidRPr="00150D8A" w:rsidRDefault="00C0312F" w:rsidP="00733D20">
            <w:pPr>
              <w:pStyle w:val="ASDEFCONOptionSpace"/>
            </w:pPr>
          </w:p>
        </w:tc>
      </w:tr>
      <w:tr w:rsidR="00F46D46" w:rsidRPr="0058190B" w14:paraId="2D24D119" w14:textId="77777777" w:rsidTr="006A5D8F">
        <w:trPr>
          <w:trHeight w:val="301"/>
        </w:trPr>
        <w:tc>
          <w:tcPr>
            <w:tcW w:w="3786" w:type="dxa"/>
          </w:tcPr>
          <w:p w14:paraId="0E32D667" w14:textId="065D93BB" w:rsidR="00F46D46" w:rsidRPr="00EB715B" w:rsidRDefault="00F15F13" w:rsidP="0099451D">
            <w:pPr>
              <w:pStyle w:val="Table10ptSub1-ASDEFCON"/>
            </w:pPr>
            <w:r>
              <w:lastRenderedPageBreak/>
              <w:t>The extent to which the tendered proposal minimises the interface and transition risk to the Commonwealth associated with having separate but linked Contracts.</w:t>
            </w:r>
          </w:p>
        </w:tc>
        <w:tc>
          <w:tcPr>
            <w:tcW w:w="4678" w:type="dxa"/>
          </w:tcPr>
          <w:p w14:paraId="456D8E5C" w14:textId="3D2E834E" w:rsidR="00F15F13" w:rsidRDefault="00F15F13" w:rsidP="00C81875">
            <w:pPr>
              <w:pStyle w:val="ASDEFCONOperativePartListLV1"/>
              <w:numPr>
                <w:ilvl w:val="0"/>
                <w:numId w:val="79"/>
              </w:numPr>
            </w:pPr>
            <w:r>
              <w:t>The compliance of the tenderer’s proposed solution with the provisions in the Contracts that address the linkages between the Contracts and interfaces and interactions between the Commonwealth, its other contractors, the tenderer and proposed Subcontractors, and the assessed level of risk relating to compliance.</w:t>
            </w:r>
          </w:p>
          <w:p w14:paraId="4F57DFEB" w14:textId="02775CC2" w:rsidR="00F15F13" w:rsidRPr="00C0312F" w:rsidRDefault="00F15F13" w:rsidP="00C81875">
            <w:pPr>
              <w:pStyle w:val="ASDEFCONOperativePartListLV1"/>
            </w:pPr>
            <w:r>
              <w:t xml:space="preserve">Any protections, </w:t>
            </w:r>
            <w:r w:rsidR="00941CC7">
              <w:t xml:space="preserve">such </w:t>
            </w:r>
            <w:r>
              <w:t>as guarantees, proposed by the tenderer in accordance with clause 2.14.3.</w:t>
            </w:r>
          </w:p>
        </w:tc>
        <w:tc>
          <w:tcPr>
            <w:tcW w:w="6371" w:type="dxa"/>
          </w:tcPr>
          <w:p w14:paraId="0A18B033" w14:textId="77777777" w:rsidR="00F46D46" w:rsidRDefault="00F15F13" w:rsidP="0099451D">
            <w:pPr>
              <w:pStyle w:val="ASDEFCONBulletsLV1"/>
            </w:pPr>
            <w:r>
              <w:t>Tenderer’s Profile, Attachment A Annex A</w:t>
            </w:r>
          </w:p>
          <w:p w14:paraId="62C7CF79" w14:textId="77777777" w:rsidR="00F15F13" w:rsidRDefault="00F15F13" w:rsidP="0099451D">
            <w:pPr>
              <w:pStyle w:val="ASDEFCONBulletsLV1"/>
            </w:pPr>
            <w:r>
              <w:t>Schedule of Proposed Subcontractors, Attachment A Annex A</w:t>
            </w:r>
          </w:p>
          <w:p w14:paraId="02509A5C" w14:textId="77777777" w:rsidR="00F15F13" w:rsidRDefault="00F15F13" w:rsidP="009544A3">
            <w:pPr>
              <w:pStyle w:val="ASDEFCONBulletsLV1"/>
            </w:pPr>
            <w:r>
              <w:t>Statement of Non-Compliance, Attachment A Annex A</w:t>
            </w:r>
          </w:p>
          <w:p w14:paraId="726E8B1A" w14:textId="77777777" w:rsidR="00F15F13" w:rsidRDefault="00F15F13" w:rsidP="008129BF">
            <w:pPr>
              <w:pStyle w:val="ASDEFCONBulletsLV1"/>
            </w:pPr>
            <w:r>
              <w:t>Commitment Letter, Attachment A Annex C</w:t>
            </w:r>
          </w:p>
          <w:p w14:paraId="779452F4" w14:textId="77777777" w:rsidR="00F15F13" w:rsidRDefault="00D303FA" w:rsidP="008129BF">
            <w:pPr>
              <w:pStyle w:val="ASDEFCONBulletsLV1"/>
            </w:pPr>
            <w:r w:rsidRPr="00150D8A">
              <w:t xml:space="preserve">Project </w:t>
            </w:r>
            <w:r>
              <w:t>Strategy</w:t>
            </w:r>
            <w:r w:rsidRPr="00150D8A">
              <w:t xml:space="preserve">, </w:t>
            </w:r>
            <w:r>
              <w:t>Attachment B</w:t>
            </w:r>
            <w:r w:rsidRPr="00150D8A">
              <w:t xml:space="preserve"> Annex </w:t>
            </w:r>
            <w:r>
              <w:t>A</w:t>
            </w:r>
          </w:p>
          <w:p w14:paraId="57D9C745" w14:textId="6B39AA59" w:rsidR="00D303FA" w:rsidRDefault="00D303FA" w:rsidP="008129BF">
            <w:pPr>
              <w:pStyle w:val="ASDEFCONBulletsLV1"/>
            </w:pPr>
            <w:r>
              <w:t xml:space="preserve">Support Services Management, Attachment C Annex </w:t>
            </w:r>
            <w:r w:rsidR="00012DCE">
              <w:t>B</w:t>
            </w:r>
          </w:p>
          <w:p w14:paraId="7936248B" w14:textId="36B6B2E9" w:rsidR="00D303FA" w:rsidRPr="00150D8A" w:rsidRDefault="00D303FA" w:rsidP="008129BF">
            <w:pPr>
              <w:pStyle w:val="ASDEFCONBulletsLV1"/>
            </w:pPr>
            <w:r>
              <w:t>Any guarantees or other protection proposed by the tenderer in accordance with clause 2.14.3.</w:t>
            </w:r>
          </w:p>
        </w:tc>
      </w:tr>
    </w:tbl>
    <w:p w14:paraId="3B0E7885" w14:textId="77777777" w:rsidR="00E42F3D" w:rsidRPr="007A1CDF" w:rsidRDefault="00E42F3D" w:rsidP="0099451D">
      <w:pPr>
        <w:pStyle w:val="ASDEFCONOptionSpace"/>
      </w:pPr>
    </w:p>
    <w:sectPr w:rsidR="00E42F3D" w:rsidRPr="007A1CDF" w:rsidSect="00CD7A34">
      <w:headerReference w:type="default" r:id="rId30"/>
      <w:footerReference w:type="default" r:id="rId31"/>
      <w:pgSz w:w="16838" w:h="11906" w:orient="landscape"/>
      <w:pgMar w:top="1418" w:right="1304" w:bottom="1418" w:left="907" w:header="567" w:footer="284" w:gutter="0"/>
      <w:pgNumType w:chapStyle="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A43F71" w14:textId="77777777" w:rsidR="006F36D7" w:rsidRDefault="006F36D7">
      <w:r>
        <w:separator/>
      </w:r>
    </w:p>
  </w:endnote>
  <w:endnote w:type="continuationSeparator" w:id="0">
    <w:p w14:paraId="2B75DE89" w14:textId="77777777" w:rsidR="006F36D7" w:rsidRDefault="006F36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6F36D7" w:rsidRPr="009A7090" w14:paraId="68230FEE" w14:textId="77777777" w:rsidTr="00837A55">
      <w:tc>
        <w:tcPr>
          <w:tcW w:w="2500" w:type="pct"/>
        </w:tcPr>
        <w:p w14:paraId="0781A2FA" w14:textId="6E6192CD" w:rsidR="006F36D7" w:rsidRDefault="00E41C00" w:rsidP="00837A55">
          <w:pPr>
            <w:pStyle w:val="ASDEFCONHeaderFooterLeft"/>
          </w:pPr>
          <w:r>
            <w:fldChar w:fldCharType="begin"/>
          </w:r>
          <w:r>
            <w:instrText xml:space="preserve"> DOCPROPERTY Footer_Left </w:instrText>
          </w:r>
          <w:r>
            <w:fldChar w:fldCharType="separate"/>
          </w:r>
          <w:r w:rsidR="006F36D7">
            <w:t>Conditions of Tender</w:t>
          </w:r>
          <w:r>
            <w:fldChar w:fldCharType="end"/>
          </w:r>
          <w:r w:rsidR="006F36D7">
            <w:t xml:space="preserve"> (V</w:t>
          </w:r>
          <w:r>
            <w:fldChar w:fldCharType="begin"/>
          </w:r>
          <w:r>
            <w:instrText xml:space="preserve"> DOCPROPERTY Version </w:instrText>
          </w:r>
          <w:r>
            <w:fldChar w:fldCharType="separate"/>
          </w:r>
          <w:r w:rsidR="006F36D7">
            <w:t>2.0</w:t>
          </w:r>
          <w:r>
            <w:fldChar w:fldCharType="end"/>
          </w:r>
          <w:r w:rsidR="006F36D7">
            <w:t>)</w:t>
          </w:r>
        </w:p>
      </w:tc>
      <w:tc>
        <w:tcPr>
          <w:tcW w:w="2500" w:type="pct"/>
        </w:tcPr>
        <w:p w14:paraId="135612FC" w14:textId="6DED75B2" w:rsidR="006F36D7" w:rsidRPr="009A7090" w:rsidRDefault="006F36D7" w:rsidP="009A7090">
          <w:pPr>
            <w:pStyle w:val="ASDEFCONHeaderFooterRight"/>
          </w:pPr>
          <w:r w:rsidRPr="009A7090">
            <w:rPr>
              <w:rStyle w:val="PageNumber"/>
              <w:szCs w:val="24"/>
            </w:rPr>
            <w:fldChar w:fldCharType="begin"/>
          </w:r>
          <w:r w:rsidRPr="009A7090">
            <w:rPr>
              <w:rStyle w:val="PageNumber"/>
              <w:szCs w:val="24"/>
            </w:rPr>
            <w:instrText xml:space="preserve"> PAGE </w:instrText>
          </w:r>
          <w:r w:rsidRPr="009A7090">
            <w:rPr>
              <w:rStyle w:val="PageNumber"/>
              <w:szCs w:val="24"/>
            </w:rPr>
            <w:fldChar w:fldCharType="separate"/>
          </w:r>
          <w:r w:rsidR="00E41C00">
            <w:rPr>
              <w:rStyle w:val="PageNumber"/>
              <w:noProof/>
              <w:szCs w:val="24"/>
            </w:rPr>
            <w:t>ii</w:t>
          </w:r>
          <w:r w:rsidRPr="009A7090">
            <w:rPr>
              <w:rStyle w:val="PageNumber"/>
              <w:szCs w:val="24"/>
            </w:rPr>
            <w:fldChar w:fldCharType="end"/>
          </w:r>
        </w:p>
      </w:tc>
    </w:tr>
    <w:tr w:rsidR="006F36D7" w14:paraId="0B4818D5" w14:textId="77777777" w:rsidTr="00837A55">
      <w:tc>
        <w:tcPr>
          <w:tcW w:w="5000" w:type="pct"/>
          <w:gridSpan w:val="2"/>
        </w:tcPr>
        <w:p w14:paraId="24271B1E" w14:textId="372A32F0" w:rsidR="006F36D7" w:rsidRDefault="00E41C00" w:rsidP="00837A55">
          <w:pPr>
            <w:pStyle w:val="ASDEFCONHeaderFooterClassification"/>
          </w:pPr>
          <w:r>
            <w:fldChar w:fldCharType="begin"/>
          </w:r>
          <w:r>
            <w:instrText xml:space="preserve"> DOCPROPERTY Classification </w:instrText>
          </w:r>
          <w:r>
            <w:fldChar w:fldCharType="separate"/>
          </w:r>
          <w:r w:rsidR="006F36D7">
            <w:t>OFFICIAL</w:t>
          </w:r>
          <w:r>
            <w:fldChar w:fldCharType="end"/>
          </w:r>
        </w:p>
      </w:tc>
    </w:tr>
  </w:tbl>
  <w:p w14:paraId="67ED4911" w14:textId="77777777" w:rsidR="006F36D7" w:rsidRPr="00837A55" w:rsidRDefault="006F36D7" w:rsidP="00F2364E">
    <w:pPr>
      <w:pStyle w:val="ASDEFCONHeaderFooterLef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6F36D7" w:rsidRPr="009A7090" w14:paraId="3A7356FF" w14:textId="77777777" w:rsidTr="00837A55">
      <w:tc>
        <w:tcPr>
          <w:tcW w:w="2500" w:type="pct"/>
        </w:tcPr>
        <w:p w14:paraId="23883807" w14:textId="10F1DC0F" w:rsidR="006F36D7" w:rsidRDefault="00E41C00" w:rsidP="00837A55">
          <w:pPr>
            <w:pStyle w:val="ASDEFCONHeaderFooterLeft"/>
          </w:pPr>
          <w:r>
            <w:fldChar w:fldCharType="begin"/>
          </w:r>
          <w:r>
            <w:instrText xml:space="preserve"> DOCPROPERTY Footer_Left </w:instrText>
          </w:r>
          <w:r>
            <w:fldChar w:fldCharType="separate"/>
          </w:r>
          <w:r w:rsidR="006F36D7">
            <w:t>Conditions of Tender</w:t>
          </w:r>
          <w:r>
            <w:fldChar w:fldCharType="end"/>
          </w:r>
          <w:r w:rsidR="006F36D7">
            <w:t xml:space="preserve"> (V</w:t>
          </w:r>
          <w:r>
            <w:fldChar w:fldCharType="begin"/>
          </w:r>
          <w:r>
            <w:instrText xml:space="preserve"> DOCPROPERTY Version </w:instrText>
          </w:r>
          <w:r>
            <w:fldChar w:fldCharType="separate"/>
          </w:r>
          <w:r w:rsidR="006F36D7">
            <w:t>2.0</w:t>
          </w:r>
          <w:r>
            <w:fldChar w:fldCharType="end"/>
          </w:r>
          <w:r w:rsidR="006F36D7">
            <w:t>)</w:t>
          </w:r>
        </w:p>
      </w:tc>
      <w:tc>
        <w:tcPr>
          <w:tcW w:w="2500" w:type="pct"/>
        </w:tcPr>
        <w:p w14:paraId="3BDA22BC" w14:textId="7BE3A539" w:rsidR="006F36D7" w:rsidRPr="009A7090" w:rsidRDefault="006F36D7" w:rsidP="009A7090">
          <w:pPr>
            <w:pStyle w:val="ASDEFCONHeaderFooterRight"/>
          </w:pPr>
          <w:r w:rsidRPr="009A7090">
            <w:rPr>
              <w:rStyle w:val="PageNumber"/>
              <w:szCs w:val="24"/>
            </w:rPr>
            <w:fldChar w:fldCharType="begin"/>
          </w:r>
          <w:r w:rsidRPr="009A7090">
            <w:rPr>
              <w:rStyle w:val="PageNumber"/>
              <w:szCs w:val="24"/>
            </w:rPr>
            <w:instrText xml:space="preserve"> PAGE </w:instrText>
          </w:r>
          <w:r w:rsidRPr="009A7090">
            <w:rPr>
              <w:rStyle w:val="PageNumber"/>
              <w:szCs w:val="24"/>
            </w:rPr>
            <w:fldChar w:fldCharType="separate"/>
          </w:r>
          <w:r w:rsidR="00E41C00">
            <w:rPr>
              <w:rStyle w:val="PageNumber"/>
              <w:noProof/>
              <w:szCs w:val="24"/>
            </w:rPr>
            <w:t>4</w:t>
          </w:r>
          <w:r w:rsidRPr="009A7090">
            <w:rPr>
              <w:rStyle w:val="PageNumber"/>
              <w:szCs w:val="24"/>
            </w:rPr>
            <w:fldChar w:fldCharType="end"/>
          </w:r>
        </w:p>
      </w:tc>
    </w:tr>
    <w:tr w:rsidR="006F36D7" w14:paraId="43F368B2" w14:textId="77777777" w:rsidTr="00837A55">
      <w:tc>
        <w:tcPr>
          <w:tcW w:w="5000" w:type="pct"/>
          <w:gridSpan w:val="2"/>
        </w:tcPr>
        <w:p w14:paraId="75DD4029" w14:textId="48775625" w:rsidR="006F36D7" w:rsidRDefault="00E41C00" w:rsidP="00837A55">
          <w:pPr>
            <w:pStyle w:val="ASDEFCONHeaderFooterClassification"/>
          </w:pPr>
          <w:r>
            <w:fldChar w:fldCharType="begin"/>
          </w:r>
          <w:r>
            <w:instrText xml:space="preserve"> DOCPROPERTY Classification </w:instrText>
          </w:r>
          <w:r>
            <w:fldChar w:fldCharType="separate"/>
          </w:r>
          <w:r w:rsidR="006F36D7">
            <w:t>OFFICIAL</w:t>
          </w:r>
          <w:r>
            <w:fldChar w:fldCharType="end"/>
          </w:r>
        </w:p>
      </w:tc>
    </w:tr>
  </w:tbl>
  <w:p w14:paraId="6C043B9E" w14:textId="77777777" w:rsidR="006F36D7" w:rsidRPr="00837A55" w:rsidRDefault="006F36D7" w:rsidP="00F2364E">
    <w:pPr>
      <w:pStyle w:val="ASDEFCONHeaderFooter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313"/>
      <w:gridCol w:w="7314"/>
    </w:tblGrid>
    <w:tr w:rsidR="006F36D7" w:rsidRPr="009A7090" w14:paraId="1AB121CB" w14:textId="77777777" w:rsidTr="00837A55">
      <w:tc>
        <w:tcPr>
          <w:tcW w:w="2500" w:type="pct"/>
        </w:tcPr>
        <w:p w14:paraId="38F713DD" w14:textId="3B5681DF" w:rsidR="006F36D7" w:rsidRDefault="00E41C00" w:rsidP="00837A55">
          <w:pPr>
            <w:pStyle w:val="ASDEFCONHeaderFooterLeft"/>
          </w:pPr>
          <w:r>
            <w:fldChar w:fldCharType="begin"/>
          </w:r>
          <w:r>
            <w:instrText xml:space="preserve"> DOCPROPERTY Footer_Left </w:instrText>
          </w:r>
          <w:r>
            <w:fldChar w:fldCharType="separate"/>
          </w:r>
          <w:r w:rsidR="006F36D7">
            <w:t>Conditions of Tender</w:t>
          </w:r>
          <w:r>
            <w:fldChar w:fldCharType="end"/>
          </w:r>
          <w:r w:rsidR="006F36D7">
            <w:t xml:space="preserve"> (V</w:t>
          </w:r>
          <w:r>
            <w:fldChar w:fldCharType="begin"/>
          </w:r>
          <w:r>
            <w:instrText xml:space="preserve"> DOCPROPERTY Version </w:instrText>
          </w:r>
          <w:r>
            <w:fldChar w:fldCharType="separate"/>
          </w:r>
          <w:r w:rsidR="006F36D7">
            <w:t>2.0</w:t>
          </w:r>
          <w:r>
            <w:fldChar w:fldCharType="end"/>
          </w:r>
          <w:r w:rsidR="006F36D7">
            <w:t>)</w:t>
          </w:r>
        </w:p>
      </w:tc>
      <w:tc>
        <w:tcPr>
          <w:tcW w:w="2500" w:type="pct"/>
        </w:tcPr>
        <w:p w14:paraId="79C1CBB7" w14:textId="5BCEF085" w:rsidR="006F36D7" w:rsidRPr="00CD7A34" w:rsidRDefault="006F36D7" w:rsidP="00CD7A34">
          <w:pPr>
            <w:pStyle w:val="ASDEFCONHeaderFooterRight"/>
          </w:pPr>
          <w:r w:rsidRPr="00CD7A34">
            <w:rPr>
              <w:rStyle w:val="PageNumber"/>
              <w:szCs w:val="24"/>
            </w:rPr>
            <w:fldChar w:fldCharType="begin"/>
          </w:r>
          <w:r w:rsidRPr="00CD7A34">
            <w:rPr>
              <w:rStyle w:val="PageNumber"/>
              <w:szCs w:val="24"/>
            </w:rPr>
            <w:instrText xml:space="preserve"> PAGE </w:instrText>
          </w:r>
          <w:r w:rsidRPr="00CD7A34">
            <w:rPr>
              <w:rStyle w:val="PageNumber"/>
              <w:szCs w:val="24"/>
            </w:rPr>
            <w:fldChar w:fldCharType="separate"/>
          </w:r>
          <w:r w:rsidR="00E41C00">
            <w:rPr>
              <w:rStyle w:val="PageNumber"/>
              <w:noProof/>
              <w:szCs w:val="24"/>
            </w:rPr>
            <w:t>16</w:t>
          </w:r>
          <w:r w:rsidRPr="00CD7A34">
            <w:rPr>
              <w:rStyle w:val="PageNumber"/>
              <w:szCs w:val="24"/>
            </w:rPr>
            <w:fldChar w:fldCharType="end"/>
          </w:r>
        </w:p>
      </w:tc>
    </w:tr>
    <w:tr w:rsidR="006F36D7" w14:paraId="3E755294" w14:textId="77777777" w:rsidTr="00837A55">
      <w:tc>
        <w:tcPr>
          <w:tcW w:w="5000" w:type="pct"/>
          <w:gridSpan w:val="2"/>
        </w:tcPr>
        <w:p w14:paraId="186A3B65" w14:textId="1807C528" w:rsidR="006F36D7" w:rsidRDefault="00E41C00" w:rsidP="00837A55">
          <w:pPr>
            <w:pStyle w:val="ASDEFCONHeaderFooterClassification"/>
          </w:pPr>
          <w:r>
            <w:fldChar w:fldCharType="begin"/>
          </w:r>
          <w:r>
            <w:instrText xml:space="preserve"> DOCPROPERTY Classification </w:instrText>
          </w:r>
          <w:r>
            <w:fldChar w:fldCharType="separate"/>
          </w:r>
          <w:r w:rsidR="006F36D7">
            <w:t>OFFICIAL</w:t>
          </w:r>
          <w:r>
            <w:fldChar w:fldCharType="end"/>
          </w:r>
        </w:p>
      </w:tc>
    </w:tr>
  </w:tbl>
  <w:p w14:paraId="35EDDD25" w14:textId="77777777" w:rsidR="006F36D7" w:rsidRPr="00837A55" w:rsidRDefault="006F36D7" w:rsidP="00F2364E">
    <w:pPr>
      <w:pStyle w:val="ASDEFCONHeaderFooter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7EF0BD" w14:textId="77777777" w:rsidR="006F36D7" w:rsidRDefault="006F36D7">
      <w:r>
        <w:separator/>
      </w:r>
    </w:p>
  </w:footnote>
  <w:footnote w:type="continuationSeparator" w:id="0">
    <w:p w14:paraId="4A8F7032" w14:textId="77777777" w:rsidR="006F36D7" w:rsidRDefault="006F36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6F36D7" w14:paraId="7883FF8C" w14:textId="77777777" w:rsidTr="00837A55">
      <w:tc>
        <w:tcPr>
          <w:tcW w:w="5000" w:type="pct"/>
          <w:gridSpan w:val="2"/>
        </w:tcPr>
        <w:p w14:paraId="25458ECC" w14:textId="18E5435B" w:rsidR="006F36D7" w:rsidRDefault="00E41C00" w:rsidP="00063B4B">
          <w:pPr>
            <w:pStyle w:val="ASDEFCONHeaderFooterClassification"/>
          </w:pPr>
          <w:r>
            <w:fldChar w:fldCharType="begin"/>
          </w:r>
          <w:r>
            <w:instrText xml:space="preserve"> DOCPROPERTY Classification </w:instrText>
          </w:r>
          <w:r>
            <w:fldChar w:fldCharType="separate"/>
          </w:r>
          <w:r w:rsidR="006F36D7">
            <w:t>OFFICIAL</w:t>
          </w:r>
          <w:r>
            <w:fldChar w:fldCharType="end"/>
          </w:r>
        </w:p>
      </w:tc>
    </w:tr>
    <w:tr w:rsidR="006F36D7" w14:paraId="680BD6AC" w14:textId="77777777" w:rsidTr="00837A55">
      <w:tc>
        <w:tcPr>
          <w:tcW w:w="2500" w:type="pct"/>
        </w:tcPr>
        <w:p w14:paraId="7AEF9D16" w14:textId="2BBDBD9B" w:rsidR="006F36D7" w:rsidRDefault="00E41C00" w:rsidP="00063B4B">
          <w:pPr>
            <w:pStyle w:val="ASDEFCONHeaderFooterLeft"/>
          </w:pPr>
          <w:r>
            <w:fldChar w:fldCharType="begin"/>
          </w:r>
          <w:r>
            <w:instrText xml:space="preserve"> DOCPROPERTY Header_Left </w:instrText>
          </w:r>
          <w:r>
            <w:fldChar w:fldCharType="separate"/>
          </w:r>
          <w:r w:rsidR="006F36D7">
            <w:t>ASDEFCON Linkages Module (Strategic)</w:t>
          </w:r>
          <w:r>
            <w:fldChar w:fldCharType="end"/>
          </w:r>
        </w:p>
      </w:tc>
      <w:tc>
        <w:tcPr>
          <w:tcW w:w="2500" w:type="pct"/>
        </w:tcPr>
        <w:p w14:paraId="556A3F51" w14:textId="3DD6D873" w:rsidR="006F36D7" w:rsidRDefault="00E41C00" w:rsidP="00063B4B">
          <w:pPr>
            <w:pStyle w:val="ASDEFCONHeaderFooterRight"/>
          </w:pPr>
          <w:r>
            <w:fldChar w:fldCharType="begin"/>
          </w:r>
          <w:r>
            <w:instrText xml:space="preserve"> DOCPROPERTY Header_Right </w:instrText>
          </w:r>
          <w:r>
            <w:fldChar w:fldCharType="separate"/>
          </w:r>
          <w:r w:rsidR="006F36D7">
            <w:t>PART 1</w:t>
          </w:r>
          <w:r>
            <w:fldChar w:fldCharType="end"/>
          </w:r>
        </w:p>
      </w:tc>
    </w:tr>
  </w:tbl>
  <w:p w14:paraId="293772EE" w14:textId="77777777" w:rsidR="006F36D7" w:rsidRPr="00837A55" w:rsidRDefault="006F36D7" w:rsidP="00063B4B">
    <w:pPr>
      <w:pStyle w:val="ASDEFCONHeaderFooter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6F36D7" w14:paraId="45526092" w14:textId="77777777" w:rsidTr="00837A55">
      <w:tc>
        <w:tcPr>
          <w:tcW w:w="5000" w:type="pct"/>
          <w:gridSpan w:val="2"/>
        </w:tcPr>
        <w:p w14:paraId="7A1651F0" w14:textId="456D4230" w:rsidR="006F36D7" w:rsidRDefault="00E41C00" w:rsidP="00837A55">
          <w:pPr>
            <w:pStyle w:val="ASDEFCONHeaderFooterClassification"/>
          </w:pPr>
          <w:r>
            <w:fldChar w:fldCharType="begin"/>
          </w:r>
          <w:r>
            <w:instrText xml:space="preserve"> DOCPROPERTY Classification </w:instrText>
          </w:r>
          <w:r>
            <w:fldChar w:fldCharType="separate"/>
          </w:r>
          <w:r w:rsidR="006F36D7">
            <w:t>OFFICIAL</w:t>
          </w:r>
          <w:r>
            <w:fldChar w:fldCharType="end"/>
          </w:r>
        </w:p>
      </w:tc>
    </w:tr>
    <w:tr w:rsidR="006F36D7" w14:paraId="556F5736" w14:textId="77777777" w:rsidTr="00837A55">
      <w:tc>
        <w:tcPr>
          <w:tcW w:w="2500" w:type="pct"/>
        </w:tcPr>
        <w:p w14:paraId="044F8899" w14:textId="57BD6CDB" w:rsidR="006F36D7" w:rsidRDefault="00E41C00" w:rsidP="00837A55">
          <w:pPr>
            <w:pStyle w:val="ASDEFCONHeaderFooterLeft"/>
          </w:pPr>
          <w:r>
            <w:fldChar w:fldCharType="begin"/>
          </w:r>
          <w:r>
            <w:instrText xml:space="preserve"> DOCPROPERTY Header_Left </w:instrText>
          </w:r>
          <w:r>
            <w:fldChar w:fldCharType="separate"/>
          </w:r>
          <w:r w:rsidR="006F36D7">
            <w:t>ASDEFCON Linkages Module (Strategic)</w:t>
          </w:r>
          <w:r>
            <w:fldChar w:fldCharType="end"/>
          </w:r>
        </w:p>
      </w:tc>
      <w:tc>
        <w:tcPr>
          <w:tcW w:w="2500" w:type="pct"/>
        </w:tcPr>
        <w:p w14:paraId="7A381AF6" w14:textId="16ACD623" w:rsidR="006F36D7" w:rsidRDefault="00E41C00" w:rsidP="00837A55">
          <w:pPr>
            <w:pStyle w:val="ASDEFCONHeaderFooterRight"/>
          </w:pPr>
          <w:r>
            <w:fldChar w:fldCharType="begin"/>
          </w:r>
          <w:r>
            <w:instrText xml:space="preserve"> DOCPROPERTY Header_Right </w:instrText>
          </w:r>
          <w:r>
            <w:fldChar w:fldCharType="separate"/>
          </w:r>
          <w:r w:rsidR="006F36D7">
            <w:t>PART 1</w:t>
          </w:r>
          <w:r>
            <w:fldChar w:fldCharType="end"/>
          </w:r>
        </w:p>
      </w:tc>
    </w:tr>
  </w:tbl>
  <w:p w14:paraId="2B719899" w14:textId="77777777" w:rsidR="006F36D7" w:rsidRPr="00837A55" w:rsidRDefault="006F36D7" w:rsidP="00F2364E">
    <w:pPr>
      <w:pStyle w:val="ASDEFCONHeaderFooterLef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7313"/>
      <w:gridCol w:w="7314"/>
    </w:tblGrid>
    <w:tr w:rsidR="006F36D7" w14:paraId="50D158D7" w14:textId="77777777" w:rsidTr="00837A55">
      <w:tc>
        <w:tcPr>
          <w:tcW w:w="5000" w:type="pct"/>
          <w:gridSpan w:val="2"/>
        </w:tcPr>
        <w:p w14:paraId="5D1A30DC" w14:textId="35FE590B" w:rsidR="006F36D7" w:rsidRDefault="00E41C00" w:rsidP="00837A55">
          <w:pPr>
            <w:pStyle w:val="ASDEFCONHeaderFooterClassification"/>
          </w:pPr>
          <w:r>
            <w:fldChar w:fldCharType="begin"/>
          </w:r>
          <w:r>
            <w:instrText xml:space="preserve"> DOCPROPERTY Classification </w:instrText>
          </w:r>
          <w:r>
            <w:fldChar w:fldCharType="separate"/>
          </w:r>
          <w:r w:rsidR="006F36D7">
            <w:t>OFFICIAL</w:t>
          </w:r>
          <w:r>
            <w:fldChar w:fldCharType="end"/>
          </w:r>
        </w:p>
      </w:tc>
    </w:tr>
    <w:tr w:rsidR="006F36D7" w14:paraId="352D5ADD" w14:textId="77777777" w:rsidTr="00837A55">
      <w:tc>
        <w:tcPr>
          <w:tcW w:w="2500" w:type="pct"/>
        </w:tcPr>
        <w:p w14:paraId="0A49FFAF" w14:textId="289FF3D5" w:rsidR="006F36D7" w:rsidRDefault="00E41C00" w:rsidP="00837A55">
          <w:pPr>
            <w:pStyle w:val="ASDEFCONHeaderFooterLeft"/>
          </w:pPr>
          <w:r>
            <w:fldChar w:fldCharType="begin"/>
          </w:r>
          <w:r>
            <w:instrText xml:space="preserve"> DOCPROPERTY Header_Left </w:instrText>
          </w:r>
          <w:r>
            <w:fldChar w:fldCharType="separate"/>
          </w:r>
          <w:r w:rsidR="006F36D7">
            <w:t>ASDEFCON Linkages Module (Strategic)</w:t>
          </w:r>
          <w:r>
            <w:fldChar w:fldCharType="end"/>
          </w:r>
        </w:p>
      </w:tc>
      <w:tc>
        <w:tcPr>
          <w:tcW w:w="2500" w:type="pct"/>
        </w:tcPr>
        <w:p w14:paraId="53E28C4D" w14:textId="6494400E" w:rsidR="006F36D7" w:rsidRDefault="00E41C00" w:rsidP="00837A55">
          <w:pPr>
            <w:pStyle w:val="ASDEFCONHeaderFooterRight"/>
          </w:pPr>
          <w:r>
            <w:fldChar w:fldCharType="begin"/>
          </w:r>
          <w:r>
            <w:instrText xml:space="preserve"> DOCPROPERTY Header_Right </w:instrText>
          </w:r>
          <w:r>
            <w:fldChar w:fldCharType="separate"/>
          </w:r>
          <w:r w:rsidR="006F36D7">
            <w:t>PART 1</w:t>
          </w:r>
          <w:r>
            <w:fldChar w:fldCharType="end"/>
          </w:r>
        </w:p>
      </w:tc>
    </w:tr>
  </w:tbl>
  <w:p w14:paraId="2803918D" w14:textId="77777777" w:rsidR="006F36D7" w:rsidRPr="00837A55" w:rsidRDefault="006F36D7" w:rsidP="00F2364E">
    <w:pPr>
      <w:pStyle w:val="ASDEFCONHeaderFooter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9A24AD7"/>
    <w:multiLevelType w:val="hybridMultilevel"/>
    <w:tmpl w:val="58A88880"/>
    <w:lvl w:ilvl="0" w:tplc="1D36ED2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 w15:restartNumberingAfterBreak="0">
    <w:nsid w:val="0C026B33"/>
    <w:multiLevelType w:val="hybridMultilevel"/>
    <w:tmpl w:val="44A029EE"/>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2027BB"/>
    <w:multiLevelType w:val="multilevel"/>
    <w:tmpl w:val="13DE8F8E"/>
    <w:lvl w:ilvl="0">
      <w:start w:val="1"/>
      <w:numFmt w:val="lowerLetter"/>
      <w:lvlText w:val="%1."/>
      <w:lvlJc w:val="left"/>
      <w:pPr>
        <w:tabs>
          <w:tab w:val="num" w:pos="567"/>
        </w:tabs>
        <w:ind w:left="567" w:hanging="567"/>
      </w:pPr>
      <w:rPr>
        <w:rFonts w:ascii="Arial" w:hAnsi="Arial" w:hint="default"/>
        <w:b w:val="0"/>
        <w:i w:val="0"/>
        <w:sz w:val="20"/>
        <w:szCs w:val="20"/>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1D00BF8"/>
    <w:multiLevelType w:val="hybridMultilevel"/>
    <w:tmpl w:val="502048C6"/>
    <w:lvl w:ilvl="0" w:tplc="2B9C8BA6">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060C17"/>
    <w:multiLevelType w:val="multilevel"/>
    <w:tmpl w:val="E2A44E24"/>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39A7F63"/>
    <w:multiLevelType w:val="multilevel"/>
    <w:tmpl w:val="77F0935E"/>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9" w15:restartNumberingAfterBreak="0">
    <w:nsid w:val="247135B2"/>
    <w:multiLevelType w:val="hybridMultilevel"/>
    <w:tmpl w:val="AF10909E"/>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5E926BE"/>
    <w:multiLevelType w:val="hybridMultilevel"/>
    <w:tmpl w:val="15C238F2"/>
    <w:lvl w:ilvl="0" w:tplc="0C090001">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start w:val="1"/>
      <w:numFmt w:val="bullet"/>
      <w:lvlText w:val=""/>
      <w:lvlJc w:val="left"/>
      <w:pPr>
        <w:ind w:left="1800" w:hanging="360"/>
      </w:pPr>
      <w:rPr>
        <w:rFonts w:ascii="Wingdings" w:hAnsi="Wingdings" w:hint="default"/>
      </w:rPr>
    </w:lvl>
    <w:lvl w:ilvl="3" w:tplc="0C090001">
      <w:start w:val="1"/>
      <w:numFmt w:val="bullet"/>
      <w:lvlText w:val=""/>
      <w:lvlJc w:val="left"/>
      <w:pPr>
        <w:ind w:left="2520" w:hanging="360"/>
      </w:pPr>
      <w:rPr>
        <w:rFonts w:ascii="Symbol" w:hAnsi="Symbol" w:hint="default"/>
      </w:rPr>
    </w:lvl>
    <w:lvl w:ilvl="4" w:tplc="0C090003">
      <w:start w:val="1"/>
      <w:numFmt w:val="bullet"/>
      <w:lvlText w:val="o"/>
      <w:lvlJc w:val="left"/>
      <w:pPr>
        <w:ind w:left="3240" w:hanging="360"/>
      </w:pPr>
      <w:rPr>
        <w:rFonts w:ascii="Courier New" w:hAnsi="Courier New" w:cs="Courier New" w:hint="default"/>
      </w:rPr>
    </w:lvl>
    <w:lvl w:ilvl="5" w:tplc="0C090005">
      <w:start w:val="1"/>
      <w:numFmt w:val="bullet"/>
      <w:lvlText w:val=""/>
      <w:lvlJc w:val="left"/>
      <w:pPr>
        <w:ind w:left="3960" w:hanging="360"/>
      </w:pPr>
      <w:rPr>
        <w:rFonts w:ascii="Wingdings" w:hAnsi="Wingdings" w:hint="default"/>
      </w:rPr>
    </w:lvl>
    <w:lvl w:ilvl="6" w:tplc="0C090001">
      <w:start w:val="1"/>
      <w:numFmt w:val="bullet"/>
      <w:lvlText w:val=""/>
      <w:lvlJc w:val="left"/>
      <w:pPr>
        <w:ind w:left="4680" w:hanging="360"/>
      </w:pPr>
      <w:rPr>
        <w:rFonts w:ascii="Symbol" w:hAnsi="Symbol" w:hint="default"/>
      </w:rPr>
    </w:lvl>
    <w:lvl w:ilvl="7" w:tplc="0C090003">
      <w:start w:val="1"/>
      <w:numFmt w:val="bullet"/>
      <w:lvlText w:val="o"/>
      <w:lvlJc w:val="left"/>
      <w:pPr>
        <w:ind w:left="5400" w:hanging="360"/>
      </w:pPr>
      <w:rPr>
        <w:rFonts w:ascii="Courier New" w:hAnsi="Courier New" w:cs="Courier New" w:hint="default"/>
      </w:rPr>
    </w:lvl>
    <w:lvl w:ilvl="8" w:tplc="0C090005">
      <w:start w:val="1"/>
      <w:numFmt w:val="bullet"/>
      <w:lvlText w:val=""/>
      <w:lvlJc w:val="left"/>
      <w:pPr>
        <w:ind w:left="6120" w:hanging="360"/>
      </w:pPr>
      <w:rPr>
        <w:rFonts w:ascii="Wingdings" w:hAnsi="Wingdings" w:hint="default"/>
      </w:rPr>
    </w:lvl>
  </w:abstractNum>
  <w:abstractNum w:abstractNumId="12" w15:restartNumberingAfterBreak="0">
    <w:nsid w:val="2774556E"/>
    <w:multiLevelType w:val="hybridMultilevel"/>
    <w:tmpl w:val="DF100DCC"/>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3" w15:restartNumberingAfterBreak="0">
    <w:nsid w:val="27841F1F"/>
    <w:multiLevelType w:val="hybridMultilevel"/>
    <w:tmpl w:val="38348D9E"/>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7E661E6"/>
    <w:multiLevelType w:val="hybridMultilevel"/>
    <w:tmpl w:val="808632EE"/>
    <w:lvl w:ilvl="0" w:tplc="333C041C">
      <w:start w:val="1"/>
      <w:numFmt w:val="upp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5" w15:restartNumberingAfterBreak="0">
    <w:nsid w:val="2C0A3CE2"/>
    <w:multiLevelType w:val="hybridMultilevel"/>
    <w:tmpl w:val="A4AAA34C"/>
    <w:lvl w:ilvl="0" w:tplc="11B800D0">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33B1B3A"/>
    <w:multiLevelType w:val="hybridMultilevel"/>
    <w:tmpl w:val="741A7EBC"/>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7" w15:restartNumberingAfterBreak="0">
    <w:nsid w:val="342F3596"/>
    <w:multiLevelType w:val="multilevel"/>
    <w:tmpl w:val="E24067F8"/>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8"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35BE7685"/>
    <w:multiLevelType w:val="singleLevel"/>
    <w:tmpl w:val="C9BEFCD0"/>
    <w:lvl w:ilvl="0">
      <w:start w:val="1"/>
      <w:numFmt w:val="lowerLetter"/>
      <w:pStyle w:val="spara"/>
      <w:lvlText w:val="%1."/>
      <w:lvlJc w:val="left"/>
      <w:pPr>
        <w:tabs>
          <w:tab w:val="num" w:pos="1843"/>
        </w:tabs>
        <w:ind w:left="1843" w:hanging="567"/>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0"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38F07F1D"/>
    <w:multiLevelType w:val="hybridMultilevel"/>
    <w:tmpl w:val="3230E174"/>
    <w:lvl w:ilvl="0" w:tplc="CC161CD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2" w15:restartNumberingAfterBreak="0">
    <w:nsid w:val="3A2F682E"/>
    <w:multiLevelType w:val="multilevel"/>
    <w:tmpl w:val="61043144"/>
    <w:lvl w:ilvl="0">
      <w:start w:val="1"/>
      <w:numFmt w:val="bullet"/>
      <w:pStyle w:val="GuideBullets-ASDEFCON"/>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3" w15:restartNumberingAfterBreak="0">
    <w:nsid w:val="4005385E"/>
    <w:multiLevelType w:val="hybridMultilevel"/>
    <w:tmpl w:val="50786EA8"/>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40DE429D"/>
    <w:multiLevelType w:val="hybridMultilevel"/>
    <w:tmpl w:val="F70E925A"/>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5" w15:restartNumberingAfterBreak="0">
    <w:nsid w:val="417F6DFB"/>
    <w:multiLevelType w:val="hybridMultilevel"/>
    <w:tmpl w:val="182EF8EA"/>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6" w15:restartNumberingAfterBreak="0">
    <w:nsid w:val="41F64C2F"/>
    <w:multiLevelType w:val="hybridMultilevel"/>
    <w:tmpl w:val="BB706410"/>
    <w:lvl w:ilvl="0" w:tplc="3990A7E0">
      <w:start w:val="1"/>
      <w:numFmt w:val="lowerLetter"/>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7" w15:restartNumberingAfterBreak="0">
    <w:nsid w:val="457C5A5C"/>
    <w:multiLevelType w:val="multilevel"/>
    <w:tmpl w:val="86B8C24C"/>
    <w:lvl w:ilvl="0">
      <w:start w:val="1"/>
      <w:numFmt w:val="decimal"/>
      <w:lvlText w:val="%1."/>
      <w:lvlJc w:val="left"/>
      <w:pPr>
        <w:tabs>
          <w:tab w:val="num" w:pos="851"/>
        </w:tabs>
        <w:ind w:left="851" w:hanging="851"/>
      </w:pPr>
      <w:rPr>
        <w:rFonts w:hint="default"/>
      </w:rPr>
    </w:lvl>
    <w:lvl w:ilvl="1">
      <w:start w:val="1"/>
      <w:numFmt w:val="lowerLetter"/>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9"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30"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32" w15:restartNumberingAfterBreak="0">
    <w:nsid w:val="53285E90"/>
    <w:multiLevelType w:val="singleLevel"/>
    <w:tmpl w:val="342037A4"/>
    <w:lvl w:ilvl="0">
      <w:start w:val="1"/>
      <w:numFmt w:val="lowerLetter"/>
      <w:pStyle w:val="Indentlist"/>
      <w:lvlText w:val="%1."/>
      <w:lvlJc w:val="left"/>
      <w:pPr>
        <w:tabs>
          <w:tab w:val="num" w:pos="2552"/>
        </w:tabs>
        <w:ind w:left="2552" w:hanging="851"/>
      </w:pPr>
      <w:rPr>
        <w:rFonts w:hint="default"/>
      </w:rPr>
    </w:lvl>
  </w:abstractNum>
  <w:abstractNum w:abstractNumId="33" w15:restartNumberingAfterBreak="0">
    <w:nsid w:val="535828C6"/>
    <w:multiLevelType w:val="multilevel"/>
    <w:tmpl w:val="0C090023"/>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4"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588B0683"/>
    <w:multiLevelType w:val="singleLevel"/>
    <w:tmpl w:val="779AEF68"/>
    <w:lvl w:ilvl="0">
      <w:start w:val="1"/>
      <w:numFmt w:val="lowerRoman"/>
      <w:pStyle w:val="subsubpara"/>
      <w:lvlText w:val="(%1)"/>
      <w:lvlJc w:val="left"/>
      <w:pPr>
        <w:tabs>
          <w:tab w:val="num" w:pos="2138"/>
        </w:tabs>
        <w:ind w:left="1418" w:firstLine="0"/>
      </w:pPr>
      <w:rPr>
        <w:rFonts w:ascii="Arial" w:hAnsi="Arial" w:hint="default"/>
        <w:b w:val="0"/>
        <w:i w:val="0"/>
        <w:sz w:val="20"/>
      </w:rPr>
    </w:lvl>
  </w:abstractNum>
  <w:abstractNum w:abstractNumId="37" w15:restartNumberingAfterBreak="0">
    <w:nsid w:val="58C00DD1"/>
    <w:multiLevelType w:val="hybridMultilevel"/>
    <w:tmpl w:val="C7EA06FA"/>
    <w:lvl w:ilvl="0" w:tplc="E1F659D4">
      <w:start w:val="1"/>
      <w:numFmt w:val="bullet"/>
      <w:lvlText w:val=""/>
      <w:lvlJc w:val="left"/>
      <w:pPr>
        <w:tabs>
          <w:tab w:val="num" w:pos="720"/>
        </w:tabs>
        <w:ind w:left="720" w:hanging="360"/>
      </w:pPr>
      <w:rPr>
        <w:rFonts w:ascii="Symbol" w:hAnsi="Symbol" w:hint="default"/>
        <w:b w:val="0"/>
        <w:i w:val="0"/>
        <w:color w:val="auto"/>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59A015FE"/>
    <w:multiLevelType w:val="hybridMultilevel"/>
    <w:tmpl w:val="B4FE092C"/>
    <w:lvl w:ilvl="0" w:tplc="110657A2">
      <w:start w:val="1"/>
      <w:numFmt w:val="bullet"/>
      <w:lvlText w:val=""/>
      <w:lvlJc w:val="left"/>
      <w:pPr>
        <w:tabs>
          <w:tab w:val="num" w:pos="1758"/>
        </w:tabs>
        <w:ind w:left="1778"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5E3F6F80"/>
    <w:multiLevelType w:val="singleLevel"/>
    <w:tmpl w:val="1B7019E4"/>
    <w:lvl w:ilvl="0">
      <w:start w:val="1"/>
      <w:numFmt w:val="upperLetter"/>
      <w:pStyle w:val="Recitals"/>
      <w:lvlText w:val="%1."/>
      <w:lvlJc w:val="left"/>
      <w:pPr>
        <w:tabs>
          <w:tab w:val="num" w:pos="1134"/>
        </w:tabs>
        <w:ind w:left="1134" w:hanging="1134"/>
      </w:pPr>
    </w:lvl>
  </w:abstractNum>
  <w:abstractNum w:abstractNumId="41" w15:restartNumberingAfterBreak="0">
    <w:nsid w:val="64B8248A"/>
    <w:multiLevelType w:val="multilevel"/>
    <w:tmpl w:val="140C694E"/>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67D81068"/>
    <w:multiLevelType w:val="hybridMultilevel"/>
    <w:tmpl w:val="41A82F8C"/>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3" w15:restartNumberingAfterBreak="0">
    <w:nsid w:val="67F26FD3"/>
    <w:multiLevelType w:val="multilevel"/>
    <w:tmpl w:val="0BD8AF4A"/>
    <w:lvl w:ilvl="0">
      <w:start w:val="1"/>
      <w:numFmt w:val="lowerLetter"/>
      <w:lvlText w:val="%1."/>
      <w:lvlJc w:val="left"/>
      <w:pPr>
        <w:tabs>
          <w:tab w:val="num" w:pos="567"/>
        </w:tabs>
        <w:ind w:left="567" w:hanging="567"/>
      </w:pPr>
      <w:rPr>
        <w:rFonts w:ascii="Arial" w:hAnsi="Arial" w:hint="default"/>
        <w:b w:val="0"/>
        <w:i w:val="0"/>
        <w:sz w:val="16"/>
        <w:szCs w:val="16"/>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4" w15:restartNumberingAfterBreak="0">
    <w:nsid w:val="69A8193E"/>
    <w:multiLevelType w:val="hybridMultilevel"/>
    <w:tmpl w:val="2612F0F4"/>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69D55B4E"/>
    <w:multiLevelType w:val="hybridMultilevel"/>
    <w:tmpl w:val="0C429A3A"/>
    <w:lvl w:ilvl="0" w:tplc="0C090001">
      <w:start w:val="1"/>
      <w:numFmt w:val="bullet"/>
      <w:lvlText w:val=""/>
      <w:lvlJc w:val="left"/>
      <w:pPr>
        <w:ind w:left="780" w:hanging="360"/>
      </w:pPr>
      <w:rPr>
        <w:rFonts w:ascii="Symbol" w:hAnsi="Symbol" w:hint="default"/>
      </w:rPr>
    </w:lvl>
    <w:lvl w:ilvl="1" w:tplc="0C090003" w:tentative="1">
      <w:start w:val="1"/>
      <w:numFmt w:val="bullet"/>
      <w:lvlText w:val="o"/>
      <w:lvlJc w:val="left"/>
      <w:pPr>
        <w:ind w:left="1500" w:hanging="360"/>
      </w:pPr>
      <w:rPr>
        <w:rFonts w:ascii="Courier New" w:hAnsi="Courier New" w:cs="Courier New" w:hint="default"/>
      </w:rPr>
    </w:lvl>
    <w:lvl w:ilvl="2" w:tplc="0C090005" w:tentative="1">
      <w:start w:val="1"/>
      <w:numFmt w:val="bullet"/>
      <w:lvlText w:val=""/>
      <w:lvlJc w:val="left"/>
      <w:pPr>
        <w:ind w:left="2220" w:hanging="360"/>
      </w:pPr>
      <w:rPr>
        <w:rFonts w:ascii="Wingdings" w:hAnsi="Wingdings" w:hint="default"/>
      </w:rPr>
    </w:lvl>
    <w:lvl w:ilvl="3" w:tplc="0C090001" w:tentative="1">
      <w:start w:val="1"/>
      <w:numFmt w:val="bullet"/>
      <w:lvlText w:val=""/>
      <w:lvlJc w:val="left"/>
      <w:pPr>
        <w:ind w:left="2940" w:hanging="360"/>
      </w:pPr>
      <w:rPr>
        <w:rFonts w:ascii="Symbol" w:hAnsi="Symbol" w:hint="default"/>
      </w:rPr>
    </w:lvl>
    <w:lvl w:ilvl="4" w:tplc="0C090003" w:tentative="1">
      <w:start w:val="1"/>
      <w:numFmt w:val="bullet"/>
      <w:lvlText w:val="o"/>
      <w:lvlJc w:val="left"/>
      <w:pPr>
        <w:ind w:left="3660" w:hanging="360"/>
      </w:pPr>
      <w:rPr>
        <w:rFonts w:ascii="Courier New" w:hAnsi="Courier New" w:cs="Courier New" w:hint="default"/>
      </w:rPr>
    </w:lvl>
    <w:lvl w:ilvl="5" w:tplc="0C090005" w:tentative="1">
      <w:start w:val="1"/>
      <w:numFmt w:val="bullet"/>
      <w:lvlText w:val=""/>
      <w:lvlJc w:val="left"/>
      <w:pPr>
        <w:ind w:left="4380" w:hanging="360"/>
      </w:pPr>
      <w:rPr>
        <w:rFonts w:ascii="Wingdings" w:hAnsi="Wingdings" w:hint="default"/>
      </w:rPr>
    </w:lvl>
    <w:lvl w:ilvl="6" w:tplc="0C090001" w:tentative="1">
      <w:start w:val="1"/>
      <w:numFmt w:val="bullet"/>
      <w:lvlText w:val=""/>
      <w:lvlJc w:val="left"/>
      <w:pPr>
        <w:ind w:left="5100" w:hanging="360"/>
      </w:pPr>
      <w:rPr>
        <w:rFonts w:ascii="Symbol" w:hAnsi="Symbol" w:hint="default"/>
      </w:rPr>
    </w:lvl>
    <w:lvl w:ilvl="7" w:tplc="0C090003" w:tentative="1">
      <w:start w:val="1"/>
      <w:numFmt w:val="bullet"/>
      <w:lvlText w:val="o"/>
      <w:lvlJc w:val="left"/>
      <w:pPr>
        <w:ind w:left="5820" w:hanging="360"/>
      </w:pPr>
      <w:rPr>
        <w:rFonts w:ascii="Courier New" w:hAnsi="Courier New" w:cs="Courier New" w:hint="default"/>
      </w:rPr>
    </w:lvl>
    <w:lvl w:ilvl="8" w:tplc="0C090005" w:tentative="1">
      <w:start w:val="1"/>
      <w:numFmt w:val="bullet"/>
      <w:lvlText w:val=""/>
      <w:lvlJc w:val="left"/>
      <w:pPr>
        <w:ind w:left="6540" w:hanging="360"/>
      </w:pPr>
      <w:rPr>
        <w:rFonts w:ascii="Wingdings" w:hAnsi="Wingdings" w:hint="default"/>
      </w:rPr>
    </w:lvl>
  </w:abstractNum>
  <w:abstractNum w:abstractNumId="46"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15:restartNumberingAfterBreak="0">
    <w:nsid w:val="6A371BD7"/>
    <w:multiLevelType w:val="multilevel"/>
    <w:tmpl w:val="B50AAF94"/>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719F1F3F"/>
    <w:multiLevelType w:val="multilevel"/>
    <w:tmpl w:val="1C44D66C"/>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9" w15:restartNumberingAfterBreak="0">
    <w:nsid w:val="73B40E12"/>
    <w:multiLevelType w:val="multilevel"/>
    <w:tmpl w:val="05805ED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18"/>
        </w:tabs>
        <w:ind w:left="1418" w:hanging="567"/>
      </w:pPr>
      <w:rPr>
        <w:rFonts w:ascii="Arial" w:hAnsi="Arial" w:hint="default"/>
        <w:sz w:val="20"/>
      </w:rPr>
    </w:lvl>
    <w:lvl w:ilvl="3">
      <w:start w:val="1"/>
      <w:numFmt w:val="lowerRoman"/>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50" w15:restartNumberingAfterBreak="0">
    <w:nsid w:val="7810495E"/>
    <w:multiLevelType w:val="singleLevel"/>
    <w:tmpl w:val="90CA269C"/>
    <w:lvl w:ilvl="0">
      <w:start w:val="1"/>
      <w:numFmt w:val="lowerLetter"/>
      <w:pStyle w:val="TablePara"/>
      <w:lvlText w:val="%1."/>
      <w:lvlJc w:val="left"/>
      <w:pPr>
        <w:tabs>
          <w:tab w:val="num" w:pos="720"/>
        </w:tabs>
        <w:ind w:left="720" w:hanging="720"/>
      </w:pPr>
      <w:rPr>
        <w:rFonts w:cs="Times New Roman" w:hint="default"/>
      </w:rPr>
    </w:lvl>
  </w:abstractNum>
  <w:abstractNum w:abstractNumId="51" w15:restartNumberingAfterBreak="0">
    <w:nsid w:val="78897D63"/>
    <w:multiLevelType w:val="hybridMultilevel"/>
    <w:tmpl w:val="820EB06A"/>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2"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7E1127D5"/>
    <w:multiLevelType w:val="hybridMultilevel"/>
    <w:tmpl w:val="A5F2B7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49"/>
  </w:num>
  <w:num w:numId="2">
    <w:abstractNumId w:val="29"/>
  </w:num>
  <w:num w:numId="3">
    <w:abstractNumId w:val="24"/>
  </w:num>
  <w:num w:numId="4">
    <w:abstractNumId w:val="14"/>
  </w:num>
  <w:num w:numId="5">
    <w:abstractNumId w:val="15"/>
  </w:num>
  <w:num w:numId="6">
    <w:abstractNumId w:val="5"/>
  </w:num>
  <w:num w:numId="7">
    <w:abstractNumId w:val="27"/>
  </w:num>
  <w:num w:numId="8">
    <w:abstractNumId w:val="21"/>
  </w:num>
  <w:num w:numId="9">
    <w:abstractNumId w:val="1"/>
  </w:num>
  <w:num w:numId="10">
    <w:abstractNumId w:val="8"/>
  </w:num>
  <w:num w:numId="1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1"/>
  </w:num>
  <w:num w:numId="13">
    <w:abstractNumId w:val="43"/>
  </w:num>
  <w:num w:numId="14">
    <w:abstractNumId w:val="3"/>
  </w:num>
  <w:num w:numId="15">
    <w:abstractNumId w:val="37"/>
  </w:num>
  <w:num w:numId="16">
    <w:abstractNumId w:val="26"/>
  </w:num>
  <w:num w:numId="17">
    <w:abstractNumId w:val="36"/>
  </w:num>
  <w:num w:numId="18">
    <w:abstractNumId w:val="19"/>
  </w:num>
  <w:num w:numId="19">
    <w:abstractNumId w:val="40"/>
  </w:num>
  <w:num w:numId="20">
    <w:abstractNumId w:val="50"/>
  </w:num>
  <w:num w:numId="21">
    <w:abstractNumId w:val="32"/>
    <w:lvlOverride w:ilvl="0">
      <w:startOverride w:val="1"/>
    </w:lvlOverride>
  </w:num>
  <w:num w:numId="22">
    <w:abstractNumId w:val="41"/>
  </w:num>
  <w:num w:numId="23">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16"/>
  </w:num>
  <w:num w:numId="26">
    <w:abstractNumId w:val="44"/>
  </w:num>
  <w:num w:numId="27">
    <w:abstractNumId w:val="25"/>
  </w:num>
  <w:num w:numId="28">
    <w:abstractNumId w:val="33"/>
  </w:num>
  <w:num w:numId="29">
    <w:abstractNumId w:val="51"/>
  </w:num>
  <w:num w:numId="30">
    <w:abstractNumId w:val="17"/>
  </w:num>
  <w:num w:numId="31">
    <w:abstractNumId w:val="22"/>
  </w:num>
  <w:num w:numId="32">
    <w:abstractNumId w:val="53"/>
  </w:num>
  <w:num w:numId="33">
    <w:abstractNumId w:val="12"/>
  </w:num>
  <w:num w:numId="34">
    <w:abstractNumId w:val="9"/>
  </w:num>
  <w:num w:numId="35">
    <w:abstractNumId w:val="2"/>
  </w:num>
  <w:num w:numId="36">
    <w:abstractNumId w:val="6"/>
  </w:num>
  <w:num w:numId="37">
    <w:abstractNumId w:val="20"/>
  </w:num>
  <w:num w:numId="38">
    <w:abstractNumId w:val="0"/>
  </w:num>
  <w:num w:numId="39">
    <w:abstractNumId w:val="28"/>
  </w:num>
  <w:num w:numId="40">
    <w:abstractNumId w:val="47"/>
  </w:num>
  <w:num w:numId="41">
    <w:abstractNumId w:val="42"/>
  </w:num>
  <w:num w:numId="4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8"/>
  </w:num>
  <w:num w:numId="4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0"/>
  </w:num>
  <w:num w:numId="49">
    <w:abstractNumId w:val="23"/>
  </w:num>
  <w:num w:numId="50">
    <w:abstractNumId w:val="48"/>
  </w:num>
  <w:num w:numId="51">
    <w:abstractNumId w:val="46"/>
  </w:num>
  <w:num w:numId="52">
    <w:abstractNumId w:val="7"/>
  </w:num>
  <w:num w:numId="53">
    <w:abstractNumId w:val="52"/>
  </w:num>
  <w:num w:numId="54">
    <w:abstractNumId w:val="18"/>
  </w:num>
  <w:num w:numId="55">
    <w:abstractNumId w:val="30"/>
  </w:num>
  <w:num w:numId="56">
    <w:abstractNumId w:val="10"/>
  </w:num>
  <w:num w:numId="57">
    <w:abstractNumId w:val="4"/>
  </w:num>
  <w:num w:numId="58">
    <w:abstractNumId w:val="35"/>
  </w:num>
  <w:num w:numId="59">
    <w:abstractNumId w:val="39"/>
  </w:num>
  <w:num w:numId="60">
    <w:abstractNumId w:val="27"/>
  </w:num>
  <w:num w:numId="61">
    <w:abstractNumId w:val="27"/>
  </w:num>
  <w:num w:numId="62">
    <w:abstractNumId w:val="27"/>
  </w:num>
  <w:num w:numId="63">
    <w:abstractNumId w:val="27"/>
  </w:num>
  <w:num w:numId="6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0"/>
  </w:num>
  <w:num w:numId="6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51"/>
  </w:num>
  <w:num w:numId="71">
    <w:abstractNumId w:val="41"/>
  </w:num>
  <w:num w:numId="72">
    <w:abstractNumId w:val="41"/>
  </w:num>
  <w:num w:numId="73">
    <w:abstractNumId w:val="41"/>
  </w:num>
  <w:num w:numId="7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45"/>
  </w:num>
  <w:num w:numId="81">
    <w:abstractNumId w:val="11"/>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0"/>
  <w:displayVerticalDrawingGridEvery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4AAE"/>
    <w:rsid w:val="0000281A"/>
    <w:rsid w:val="000064E4"/>
    <w:rsid w:val="00010B31"/>
    <w:rsid w:val="00010FD2"/>
    <w:rsid w:val="0001298D"/>
    <w:rsid w:val="00012DCE"/>
    <w:rsid w:val="00013938"/>
    <w:rsid w:val="00014174"/>
    <w:rsid w:val="00023188"/>
    <w:rsid w:val="00023E19"/>
    <w:rsid w:val="000263FC"/>
    <w:rsid w:val="00027A54"/>
    <w:rsid w:val="00030322"/>
    <w:rsid w:val="0003121D"/>
    <w:rsid w:val="000323C0"/>
    <w:rsid w:val="00032A98"/>
    <w:rsid w:val="0003469E"/>
    <w:rsid w:val="000349F4"/>
    <w:rsid w:val="00036FC4"/>
    <w:rsid w:val="00037775"/>
    <w:rsid w:val="00045968"/>
    <w:rsid w:val="00047665"/>
    <w:rsid w:val="00047E3E"/>
    <w:rsid w:val="00050372"/>
    <w:rsid w:val="00054AA6"/>
    <w:rsid w:val="00055F16"/>
    <w:rsid w:val="000570C3"/>
    <w:rsid w:val="000628CB"/>
    <w:rsid w:val="00062BC9"/>
    <w:rsid w:val="00063540"/>
    <w:rsid w:val="00063B4B"/>
    <w:rsid w:val="00065E6E"/>
    <w:rsid w:val="000670F5"/>
    <w:rsid w:val="000671CE"/>
    <w:rsid w:val="00074194"/>
    <w:rsid w:val="00074879"/>
    <w:rsid w:val="00074AAE"/>
    <w:rsid w:val="00075165"/>
    <w:rsid w:val="0008074F"/>
    <w:rsid w:val="000809F1"/>
    <w:rsid w:val="000811AD"/>
    <w:rsid w:val="000811D5"/>
    <w:rsid w:val="00082BDA"/>
    <w:rsid w:val="00084A78"/>
    <w:rsid w:val="000853C6"/>
    <w:rsid w:val="00087725"/>
    <w:rsid w:val="00087934"/>
    <w:rsid w:val="00090FA4"/>
    <w:rsid w:val="00092656"/>
    <w:rsid w:val="000941FD"/>
    <w:rsid w:val="00094411"/>
    <w:rsid w:val="000959DC"/>
    <w:rsid w:val="00097734"/>
    <w:rsid w:val="000A34B1"/>
    <w:rsid w:val="000A4880"/>
    <w:rsid w:val="000B190C"/>
    <w:rsid w:val="000B1D08"/>
    <w:rsid w:val="000B5811"/>
    <w:rsid w:val="000B7D5F"/>
    <w:rsid w:val="000C01C3"/>
    <w:rsid w:val="000C4B18"/>
    <w:rsid w:val="000D07B1"/>
    <w:rsid w:val="000D2CC9"/>
    <w:rsid w:val="000E12AE"/>
    <w:rsid w:val="000E1600"/>
    <w:rsid w:val="000E399D"/>
    <w:rsid w:val="000F0AAB"/>
    <w:rsid w:val="000F14A0"/>
    <w:rsid w:val="000F1641"/>
    <w:rsid w:val="000F364C"/>
    <w:rsid w:val="000F4EC3"/>
    <w:rsid w:val="001012E5"/>
    <w:rsid w:val="00102CD9"/>
    <w:rsid w:val="0010421D"/>
    <w:rsid w:val="00105957"/>
    <w:rsid w:val="0010595B"/>
    <w:rsid w:val="00106268"/>
    <w:rsid w:val="00106B51"/>
    <w:rsid w:val="0011349F"/>
    <w:rsid w:val="00114D7E"/>
    <w:rsid w:val="00123B5D"/>
    <w:rsid w:val="00124258"/>
    <w:rsid w:val="00124660"/>
    <w:rsid w:val="00124ED4"/>
    <w:rsid w:val="001252A2"/>
    <w:rsid w:val="001302CE"/>
    <w:rsid w:val="00133827"/>
    <w:rsid w:val="00134499"/>
    <w:rsid w:val="00141F47"/>
    <w:rsid w:val="00147898"/>
    <w:rsid w:val="00150688"/>
    <w:rsid w:val="00150D8A"/>
    <w:rsid w:val="001513CF"/>
    <w:rsid w:val="0015582B"/>
    <w:rsid w:val="00156DD9"/>
    <w:rsid w:val="00157708"/>
    <w:rsid w:val="0016024A"/>
    <w:rsid w:val="00160634"/>
    <w:rsid w:val="001619AD"/>
    <w:rsid w:val="001709AD"/>
    <w:rsid w:val="001730E1"/>
    <w:rsid w:val="00173B26"/>
    <w:rsid w:val="0017552B"/>
    <w:rsid w:val="00176C40"/>
    <w:rsid w:val="00180574"/>
    <w:rsid w:val="0019016D"/>
    <w:rsid w:val="00191909"/>
    <w:rsid w:val="001978BA"/>
    <w:rsid w:val="001A27F2"/>
    <w:rsid w:val="001A5425"/>
    <w:rsid w:val="001A5FDA"/>
    <w:rsid w:val="001A7D38"/>
    <w:rsid w:val="001B0C7D"/>
    <w:rsid w:val="001B67D2"/>
    <w:rsid w:val="001C12E7"/>
    <w:rsid w:val="001C2F42"/>
    <w:rsid w:val="001C3770"/>
    <w:rsid w:val="001C419E"/>
    <w:rsid w:val="001C61EA"/>
    <w:rsid w:val="001D189D"/>
    <w:rsid w:val="001D1DD9"/>
    <w:rsid w:val="001D5D96"/>
    <w:rsid w:val="001D6357"/>
    <w:rsid w:val="001D6D88"/>
    <w:rsid w:val="001D7698"/>
    <w:rsid w:val="001D79D9"/>
    <w:rsid w:val="001E3D1F"/>
    <w:rsid w:val="001E4626"/>
    <w:rsid w:val="001E50A7"/>
    <w:rsid w:val="001E61A5"/>
    <w:rsid w:val="001E70AD"/>
    <w:rsid w:val="001F0514"/>
    <w:rsid w:val="001F0656"/>
    <w:rsid w:val="001F0821"/>
    <w:rsid w:val="001F13BC"/>
    <w:rsid w:val="001F420C"/>
    <w:rsid w:val="001F4492"/>
    <w:rsid w:val="001F481C"/>
    <w:rsid w:val="002011B9"/>
    <w:rsid w:val="002023B0"/>
    <w:rsid w:val="00203CFD"/>
    <w:rsid w:val="00204EAE"/>
    <w:rsid w:val="002074CB"/>
    <w:rsid w:val="002112E3"/>
    <w:rsid w:val="00216CE7"/>
    <w:rsid w:val="0022187C"/>
    <w:rsid w:val="00222C2C"/>
    <w:rsid w:val="00224555"/>
    <w:rsid w:val="00224E71"/>
    <w:rsid w:val="00225D7C"/>
    <w:rsid w:val="00226000"/>
    <w:rsid w:val="00226C07"/>
    <w:rsid w:val="00231171"/>
    <w:rsid w:val="00231285"/>
    <w:rsid w:val="00231AC0"/>
    <w:rsid w:val="00233419"/>
    <w:rsid w:val="00233A0B"/>
    <w:rsid w:val="00233C8A"/>
    <w:rsid w:val="0023408B"/>
    <w:rsid w:val="002350D1"/>
    <w:rsid w:val="002351A8"/>
    <w:rsid w:val="00235354"/>
    <w:rsid w:val="002419CF"/>
    <w:rsid w:val="00242CD9"/>
    <w:rsid w:val="00245001"/>
    <w:rsid w:val="00246B4E"/>
    <w:rsid w:val="002471DB"/>
    <w:rsid w:val="00247232"/>
    <w:rsid w:val="00247825"/>
    <w:rsid w:val="0024796F"/>
    <w:rsid w:val="00250725"/>
    <w:rsid w:val="00254B2B"/>
    <w:rsid w:val="00260927"/>
    <w:rsid w:val="00260E32"/>
    <w:rsid w:val="00261463"/>
    <w:rsid w:val="00262338"/>
    <w:rsid w:val="00262BC9"/>
    <w:rsid w:val="00267AC1"/>
    <w:rsid w:val="0027185A"/>
    <w:rsid w:val="00273A15"/>
    <w:rsid w:val="00276212"/>
    <w:rsid w:val="0027650B"/>
    <w:rsid w:val="00277270"/>
    <w:rsid w:val="002816A8"/>
    <w:rsid w:val="002817CB"/>
    <w:rsid w:val="00283EA1"/>
    <w:rsid w:val="00284191"/>
    <w:rsid w:val="00290F7F"/>
    <w:rsid w:val="00292AE9"/>
    <w:rsid w:val="002949EF"/>
    <w:rsid w:val="002A23D3"/>
    <w:rsid w:val="002A7E6C"/>
    <w:rsid w:val="002B5563"/>
    <w:rsid w:val="002C21B8"/>
    <w:rsid w:val="002C3278"/>
    <w:rsid w:val="002D0B2A"/>
    <w:rsid w:val="002D2EE8"/>
    <w:rsid w:val="002D3132"/>
    <w:rsid w:val="002D48C9"/>
    <w:rsid w:val="002D4A39"/>
    <w:rsid w:val="002D52BD"/>
    <w:rsid w:val="002D7430"/>
    <w:rsid w:val="002E0DCE"/>
    <w:rsid w:val="002F18E1"/>
    <w:rsid w:val="002F3C80"/>
    <w:rsid w:val="002F650F"/>
    <w:rsid w:val="003068E1"/>
    <w:rsid w:val="00306B8F"/>
    <w:rsid w:val="003075EF"/>
    <w:rsid w:val="00307843"/>
    <w:rsid w:val="00314007"/>
    <w:rsid w:val="00314C0E"/>
    <w:rsid w:val="00314C67"/>
    <w:rsid w:val="003158E6"/>
    <w:rsid w:val="0031744C"/>
    <w:rsid w:val="003178F9"/>
    <w:rsid w:val="00317B61"/>
    <w:rsid w:val="003253B5"/>
    <w:rsid w:val="0032660D"/>
    <w:rsid w:val="0033095B"/>
    <w:rsid w:val="003321BD"/>
    <w:rsid w:val="00333217"/>
    <w:rsid w:val="0033540E"/>
    <w:rsid w:val="00341C1C"/>
    <w:rsid w:val="00342975"/>
    <w:rsid w:val="003435D3"/>
    <w:rsid w:val="00345A3C"/>
    <w:rsid w:val="003465C1"/>
    <w:rsid w:val="00352C0F"/>
    <w:rsid w:val="003534CC"/>
    <w:rsid w:val="00353E38"/>
    <w:rsid w:val="00354E88"/>
    <w:rsid w:val="00355062"/>
    <w:rsid w:val="003553A1"/>
    <w:rsid w:val="00364CF3"/>
    <w:rsid w:val="003703B1"/>
    <w:rsid w:val="00370B36"/>
    <w:rsid w:val="003717D1"/>
    <w:rsid w:val="0037268C"/>
    <w:rsid w:val="003770B5"/>
    <w:rsid w:val="003774E0"/>
    <w:rsid w:val="00377D0B"/>
    <w:rsid w:val="003815DF"/>
    <w:rsid w:val="00393757"/>
    <w:rsid w:val="003947F7"/>
    <w:rsid w:val="00394C8F"/>
    <w:rsid w:val="003A11CA"/>
    <w:rsid w:val="003A17B0"/>
    <w:rsid w:val="003A5459"/>
    <w:rsid w:val="003B26B5"/>
    <w:rsid w:val="003B5A09"/>
    <w:rsid w:val="003B5BF1"/>
    <w:rsid w:val="003B73C2"/>
    <w:rsid w:val="003C2330"/>
    <w:rsid w:val="003C3DDF"/>
    <w:rsid w:val="003C4E75"/>
    <w:rsid w:val="003C7D16"/>
    <w:rsid w:val="003D0460"/>
    <w:rsid w:val="003D1E83"/>
    <w:rsid w:val="003D74BD"/>
    <w:rsid w:val="003E0847"/>
    <w:rsid w:val="003E188C"/>
    <w:rsid w:val="003E414E"/>
    <w:rsid w:val="003E65FD"/>
    <w:rsid w:val="003F0D50"/>
    <w:rsid w:val="003F0ED1"/>
    <w:rsid w:val="003F4949"/>
    <w:rsid w:val="003F5717"/>
    <w:rsid w:val="003F581C"/>
    <w:rsid w:val="00403AE3"/>
    <w:rsid w:val="004049A5"/>
    <w:rsid w:val="00404B2F"/>
    <w:rsid w:val="0040534C"/>
    <w:rsid w:val="00406743"/>
    <w:rsid w:val="004071A6"/>
    <w:rsid w:val="004108BF"/>
    <w:rsid w:val="00411AE7"/>
    <w:rsid w:val="00415360"/>
    <w:rsid w:val="00416665"/>
    <w:rsid w:val="00416FAF"/>
    <w:rsid w:val="0042487C"/>
    <w:rsid w:val="00424D5B"/>
    <w:rsid w:val="00427E18"/>
    <w:rsid w:val="004312FA"/>
    <w:rsid w:val="00437435"/>
    <w:rsid w:val="00440B92"/>
    <w:rsid w:val="00441E31"/>
    <w:rsid w:val="0044264A"/>
    <w:rsid w:val="0044495A"/>
    <w:rsid w:val="00450779"/>
    <w:rsid w:val="00460822"/>
    <w:rsid w:val="00462019"/>
    <w:rsid w:val="0046287A"/>
    <w:rsid w:val="00462FF3"/>
    <w:rsid w:val="00470874"/>
    <w:rsid w:val="00473293"/>
    <w:rsid w:val="004758E4"/>
    <w:rsid w:val="004800DF"/>
    <w:rsid w:val="00482AAA"/>
    <w:rsid w:val="004856B6"/>
    <w:rsid w:val="004861BE"/>
    <w:rsid w:val="00486F13"/>
    <w:rsid w:val="00494623"/>
    <w:rsid w:val="00494B58"/>
    <w:rsid w:val="00495770"/>
    <w:rsid w:val="004972DD"/>
    <w:rsid w:val="0049799B"/>
    <w:rsid w:val="004A10AA"/>
    <w:rsid w:val="004A2821"/>
    <w:rsid w:val="004A2AA2"/>
    <w:rsid w:val="004A5749"/>
    <w:rsid w:val="004A6549"/>
    <w:rsid w:val="004B01EA"/>
    <w:rsid w:val="004B0E7A"/>
    <w:rsid w:val="004B14B9"/>
    <w:rsid w:val="004B1A74"/>
    <w:rsid w:val="004B4124"/>
    <w:rsid w:val="004B6488"/>
    <w:rsid w:val="004B7858"/>
    <w:rsid w:val="004C2FD1"/>
    <w:rsid w:val="004C5E30"/>
    <w:rsid w:val="004C67E6"/>
    <w:rsid w:val="004C7C09"/>
    <w:rsid w:val="004D0631"/>
    <w:rsid w:val="004D0B5D"/>
    <w:rsid w:val="004D3343"/>
    <w:rsid w:val="004D6DA4"/>
    <w:rsid w:val="004E2309"/>
    <w:rsid w:val="004E25E2"/>
    <w:rsid w:val="004E28BD"/>
    <w:rsid w:val="004E43A5"/>
    <w:rsid w:val="004E7B7B"/>
    <w:rsid w:val="004F23AE"/>
    <w:rsid w:val="00501196"/>
    <w:rsid w:val="00503B3D"/>
    <w:rsid w:val="00504062"/>
    <w:rsid w:val="00504AB1"/>
    <w:rsid w:val="00512103"/>
    <w:rsid w:val="005130A6"/>
    <w:rsid w:val="00513E5A"/>
    <w:rsid w:val="00515010"/>
    <w:rsid w:val="00515109"/>
    <w:rsid w:val="005203D1"/>
    <w:rsid w:val="0052052F"/>
    <w:rsid w:val="005256EB"/>
    <w:rsid w:val="00530CF2"/>
    <w:rsid w:val="00532C0D"/>
    <w:rsid w:val="00534AC8"/>
    <w:rsid w:val="005363FE"/>
    <w:rsid w:val="00536FC8"/>
    <w:rsid w:val="00537BA7"/>
    <w:rsid w:val="005401D8"/>
    <w:rsid w:val="00540ACE"/>
    <w:rsid w:val="005432BB"/>
    <w:rsid w:val="005443ED"/>
    <w:rsid w:val="00546CD4"/>
    <w:rsid w:val="00551559"/>
    <w:rsid w:val="00553183"/>
    <w:rsid w:val="00554B5E"/>
    <w:rsid w:val="00565BDE"/>
    <w:rsid w:val="00566424"/>
    <w:rsid w:val="00572C44"/>
    <w:rsid w:val="005737D1"/>
    <w:rsid w:val="00576FB2"/>
    <w:rsid w:val="005777B7"/>
    <w:rsid w:val="005806F7"/>
    <w:rsid w:val="0058190B"/>
    <w:rsid w:val="00581DBA"/>
    <w:rsid w:val="00583017"/>
    <w:rsid w:val="00587319"/>
    <w:rsid w:val="00587E4F"/>
    <w:rsid w:val="005904D0"/>
    <w:rsid w:val="00592807"/>
    <w:rsid w:val="00597729"/>
    <w:rsid w:val="005A2BDE"/>
    <w:rsid w:val="005B1D25"/>
    <w:rsid w:val="005B62C8"/>
    <w:rsid w:val="005B6FCF"/>
    <w:rsid w:val="005C032A"/>
    <w:rsid w:val="005C0772"/>
    <w:rsid w:val="005C0CAA"/>
    <w:rsid w:val="005C17AC"/>
    <w:rsid w:val="005C3162"/>
    <w:rsid w:val="005C39C3"/>
    <w:rsid w:val="005C5E26"/>
    <w:rsid w:val="005C5EDC"/>
    <w:rsid w:val="005C70C6"/>
    <w:rsid w:val="005D20A5"/>
    <w:rsid w:val="005D216B"/>
    <w:rsid w:val="005D3AD9"/>
    <w:rsid w:val="005D67D6"/>
    <w:rsid w:val="005E13EE"/>
    <w:rsid w:val="005E2AFC"/>
    <w:rsid w:val="005E398F"/>
    <w:rsid w:val="005E46F5"/>
    <w:rsid w:val="005E4814"/>
    <w:rsid w:val="005E4F53"/>
    <w:rsid w:val="005F02D2"/>
    <w:rsid w:val="005F7DAF"/>
    <w:rsid w:val="006018B2"/>
    <w:rsid w:val="006030CB"/>
    <w:rsid w:val="00604B44"/>
    <w:rsid w:val="00604E0F"/>
    <w:rsid w:val="006065F0"/>
    <w:rsid w:val="00606600"/>
    <w:rsid w:val="0061038E"/>
    <w:rsid w:val="006107C2"/>
    <w:rsid w:val="00610964"/>
    <w:rsid w:val="0061247D"/>
    <w:rsid w:val="0061546E"/>
    <w:rsid w:val="00615E77"/>
    <w:rsid w:val="00620B39"/>
    <w:rsid w:val="00623CC2"/>
    <w:rsid w:val="006248A8"/>
    <w:rsid w:val="00625B9C"/>
    <w:rsid w:val="00626ED0"/>
    <w:rsid w:val="00627DC2"/>
    <w:rsid w:val="006300D0"/>
    <w:rsid w:val="00630CDD"/>
    <w:rsid w:val="006320DB"/>
    <w:rsid w:val="006333A5"/>
    <w:rsid w:val="00634538"/>
    <w:rsid w:val="0063609F"/>
    <w:rsid w:val="0063699E"/>
    <w:rsid w:val="00640CB8"/>
    <w:rsid w:val="006411CC"/>
    <w:rsid w:val="00642959"/>
    <w:rsid w:val="00643D2C"/>
    <w:rsid w:val="00644D5B"/>
    <w:rsid w:val="00646F64"/>
    <w:rsid w:val="006470E7"/>
    <w:rsid w:val="0064791A"/>
    <w:rsid w:val="00651CD9"/>
    <w:rsid w:val="00654D7A"/>
    <w:rsid w:val="006551F6"/>
    <w:rsid w:val="00657692"/>
    <w:rsid w:val="00660603"/>
    <w:rsid w:val="00661341"/>
    <w:rsid w:val="00661ED6"/>
    <w:rsid w:val="00661F5F"/>
    <w:rsid w:val="00662B4B"/>
    <w:rsid w:val="006638E0"/>
    <w:rsid w:val="00663EF5"/>
    <w:rsid w:val="00664F9F"/>
    <w:rsid w:val="00667478"/>
    <w:rsid w:val="00667AFB"/>
    <w:rsid w:val="00675BAF"/>
    <w:rsid w:val="0067669C"/>
    <w:rsid w:val="00677D20"/>
    <w:rsid w:val="0068259F"/>
    <w:rsid w:val="006864C2"/>
    <w:rsid w:val="0068661C"/>
    <w:rsid w:val="00690D5B"/>
    <w:rsid w:val="0069171C"/>
    <w:rsid w:val="00692041"/>
    <w:rsid w:val="0069563D"/>
    <w:rsid w:val="00695D8F"/>
    <w:rsid w:val="0069689F"/>
    <w:rsid w:val="00696B35"/>
    <w:rsid w:val="006A5D8F"/>
    <w:rsid w:val="006B0279"/>
    <w:rsid w:val="006B0993"/>
    <w:rsid w:val="006B0D94"/>
    <w:rsid w:val="006B49CD"/>
    <w:rsid w:val="006B5AF6"/>
    <w:rsid w:val="006B6850"/>
    <w:rsid w:val="006C0D5E"/>
    <w:rsid w:val="006C4E0B"/>
    <w:rsid w:val="006D1713"/>
    <w:rsid w:val="006D6092"/>
    <w:rsid w:val="006E2A3A"/>
    <w:rsid w:val="006E3371"/>
    <w:rsid w:val="006E7324"/>
    <w:rsid w:val="006F145D"/>
    <w:rsid w:val="006F36A1"/>
    <w:rsid w:val="006F36D7"/>
    <w:rsid w:val="006F6DE2"/>
    <w:rsid w:val="006F7712"/>
    <w:rsid w:val="006F7DF8"/>
    <w:rsid w:val="00701F91"/>
    <w:rsid w:val="00702ADC"/>
    <w:rsid w:val="007043F8"/>
    <w:rsid w:val="00705BFF"/>
    <w:rsid w:val="007066BA"/>
    <w:rsid w:val="00707E39"/>
    <w:rsid w:val="007105EB"/>
    <w:rsid w:val="00712EFC"/>
    <w:rsid w:val="00716445"/>
    <w:rsid w:val="0071664E"/>
    <w:rsid w:val="007173B2"/>
    <w:rsid w:val="007205F3"/>
    <w:rsid w:val="0072088F"/>
    <w:rsid w:val="007266A0"/>
    <w:rsid w:val="00730120"/>
    <w:rsid w:val="0073146E"/>
    <w:rsid w:val="0073284E"/>
    <w:rsid w:val="00732D63"/>
    <w:rsid w:val="0073376B"/>
    <w:rsid w:val="00733D20"/>
    <w:rsid w:val="0073468E"/>
    <w:rsid w:val="00735003"/>
    <w:rsid w:val="007400D5"/>
    <w:rsid w:val="00740BBE"/>
    <w:rsid w:val="007417B1"/>
    <w:rsid w:val="00742CCF"/>
    <w:rsid w:val="007443B6"/>
    <w:rsid w:val="00744511"/>
    <w:rsid w:val="00751671"/>
    <w:rsid w:val="007534AE"/>
    <w:rsid w:val="007575E9"/>
    <w:rsid w:val="0076225A"/>
    <w:rsid w:val="00765645"/>
    <w:rsid w:val="00766667"/>
    <w:rsid w:val="00767FD3"/>
    <w:rsid w:val="00771DA5"/>
    <w:rsid w:val="00771FC9"/>
    <w:rsid w:val="00780129"/>
    <w:rsid w:val="007804E4"/>
    <w:rsid w:val="0078331F"/>
    <w:rsid w:val="00784247"/>
    <w:rsid w:val="007903F0"/>
    <w:rsid w:val="00790E4A"/>
    <w:rsid w:val="007946E5"/>
    <w:rsid w:val="007959D1"/>
    <w:rsid w:val="007A16BD"/>
    <w:rsid w:val="007A17D6"/>
    <w:rsid w:val="007A1CDF"/>
    <w:rsid w:val="007A243A"/>
    <w:rsid w:val="007A4603"/>
    <w:rsid w:val="007A6881"/>
    <w:rsid w:val="007A7664"/>
    <w:rsid w:val="007B05A8"/>
    <w:rsid w:val="007B0ACC"/>
    <w:rsid w:val="007B120B"/>
    <w:rsid w:val="007B211C"/>
    <w:rsid w:val="007B558B"/>
    <w:rsid w:val="007B6794"/>
    <w:rsid w:val="007B6A5E"/>
    <w:rsid w:val="007C04D2"/>
    <w:rsid w:val="007C4AAE"/>
    <w:rsid w:val="007C655F"/>
    <w:rsid w:val="007C7309"/>
    <w:rsid w:val="007D0FF4"/>
    <w:rsid w:val="007D2489"/>
    <w:rsid w:val="007D2568"/>
    <w:rsid w:val="007D3826"/>
    <w:rsid w:val="007D7B26"/>
    <w:rsid w:val="007E0CC6"/>
    <w:rsid w:val="007E3000"/>
    <w:rsid w:val="007E337E"/>
    <w:rsid w:val="007F253D"/>
    <w:rsid w:val="007F328E"/>
    <w:rsid w:val="007F340E"/>
    <w:rsid w:val="007F4267"/>
    <w:rsid w:val="007F4F43"/>
    <w:rsid w:val="0081159F"/>
    <w:rsid w:val="008129BF"/>
    <w:rsid w:val="00812AC7"/>
    <w:rsid w:val="00820F42"/>
    <w:rsid w:val="00822D26"/>
    <w:rsid w:val="008233D5"/>
    <w:rsid w:val="00825D59"/>
    <w:rsid w:val="00826AC4"/>
    <w:rsid w:val="00826D47"/>
    <w:rsid w:val="008312DC"/>
    <w:rsid w:val="008315BA"/>
    <w:rsid w:val="008324F1"/>
    <w:rsid w:val="00833A37"/>
    <w:rsid w:val="008344D1"/>
    <w:rsid w:val="00834EEE"/>
    <w:rsid w:val="00837A55"/>
    <w:rsid w:val="008418F5"/>
    <w:rsid w:val="008451CD"/>
    <w:rsid w:val="008468D2"/>
    <w:rsid w:val="008500BE"/>
    <w:rsid w:val="00850C30"/>
    <w:rsid w:val="0085492B"/>
    <w:rsid w:val="00854930"/>
    <w:rsid w:val="00854DE7"/>
    <w:rsid w:val="00854F57"/>
    <w:rsid w:val="00856C3F"/>
    <w:rsid w:val="008600B9"/>
    <w:rsid w:val="008604D2"/>
    <w:rsid w:val="00864290"/>
    <w:rsid w:val="00864A9B"/>
    <w:rsid w:val="008734C6"/>
    <w:rsid w:val="00873E67"/>
    <w:rsid w:val="00875B1B"/>
    <w:rsid w:val="008765A9"/>
    <w:rsid w:val="00881C72"/>
    <w:rsid w:val="0088309A"/>
    <w:rsid w:val="00885491"/>
    <w:rsid w:val="00886887"/>
    <w:rsid w:val="008869CB"/>
    <w:rsid w:val="00886CEF"/>
    <w:rsid w:val="00886EE8"/>
    <w:rsid w:val="008872AF"/>
    <w:rsid w:val="00890008"/>
    <w:rsid w:val="00890779"/>
    <w:rsid w:val="00890F11"/>
    <w:rsid w:val="00892102"/>
    <w:rsid w:val="008934E1"/>
    <w:rsid w:val="008947FA"/>
    <w:rsid w:val="00894975"/>
    <w:rsid w:val="0089651A"/>
    <w:rsid w:val="008A274B"/>
    <w:rsid w:val="008A290C"/>
    <w:rsid w:val="008A44A3"/>
    <w:rsid w:val="008A4D49"/>
    <w:rsid w:val="008A6226"/>
    <w:rsid w:val="008A6424"/>
    <w:rsid w:val="008A67F1"/>
    <w:rsid w:val="008A69EF"/>
    <w:rsid w:val="008B0B13"/>
    <w:rsid w:val="008B133C"/>
    <w:rsid w:val="008B2CC7"/>
    <w:rsid w:val="008B5C6C"/>
    <w:rsid w:val="008B673A"/>
    <w:rsid w:val="008B7E05"/>
    <w:rsid w:val="008C16B3"/>
    <w:rsid w:val="008C234E"/>
    <w:rsid w:val="008C3A21"/>
    <w:rsid w:val="008C4032"/>
    <w:rsid w:val="008C43EE"/>
    <w:rsid w:val="008C5D7F"/>
    <w:rsid w:val="008C5F09"/>
    <w:rsid w:val="008D29C6"/>
    <w:rsid w:val="008D53E4"/>
    <w:rsid w:val="008D64A1"/>
    <w:rsid w:val="008D760A"/>
    <w:rsid w:val="008E0BFC"/>
    <w:rsid w:val="008E192C"/>
    <w:rsid w:val="008E2392"/>
    <w:rsid w:val="008E27ED"/>
    <w:rsid w:val="008E6DF5"/>
    <w:rsid w:val="008F0005"/>
    <w:rsid w:val="008F6350"/>
    <w:rsid w:val="008F7CB9"/>
    <w:rsid w:val="009004AE"/>
    <w:rsid w:val="009006F3"/>
    <w:rsid w:val="00900B00"/>
    <w:rsid w:val="00901CF2"/>
    <w:rsid w:val="00902652"/>
    <w:rsid w:val="00902DE2"/>
    <w:rsid w:val="00904444"/>
    <w:rsid w:val="00904FED"/>
    <w:rsid w:val="00912DAD"/>
    <w:rsid w:val="00912EE3"/>
    <w:rsid w:val="009138ED"/>
    <w:rsid w:val="00915E18"/>
    <w:rsid w:val="00922640"/>
    <w:rsid w:val="009234D9"/>
    <w:rsid w:val="009259CD"/>
    <w:rsid w:val="009270B9"/>
    <w:rsid w:val="0092797A"/>
    <w:rsid w:val="00927ABD"/>
    <w:rsid w:val="00930017"/>
    <w:rsid w:val="00930160"/>
    <w:rsid w:val="009311D4"/>
    <w:rsid w:val="009318B8"/>
    <w:rsid w:val="00931A82"/>
    <w:rsid w:val="009331ED"/>
    <w:rsid w:val="0093463A"/>
    <w:rsid w:val="0093562B"/>
    <w:rsid w:val="009358AE"/>
    <w:rsid w:val="00936370"/>
    <w:rsid w:val="00941CC7"/>
    <w:rsid w:val="00944AC6"/>
    <w:rsid w:val="0094572D"/>
    <w:rsid w:val="0094698D"/>
    <w:rsid w:val="009500D3"/>
    <w:rsid w:val="00950ABB"/>
    <w:rsid w:val="009544A3"/>
    <w:rsid w:val="00955CCA"/>
    <w:rsid w:val="00964B6C"/>
    <w:rsid w:val="00970184"/>
    <w:rsid w:val="00970D29"/>
    <w:rsid w:val="009722C0"/>
    <w:rsid w:val="00972EA8"/>
    <w:rsid w:val="00973F63"/>
    <w:rsid w:val="00975DF7"/>
    <w:rsid w:val="009760E5"/>
    <w:rsid w:val="00976FAA"/>
    <w:rsid w:val="00981CBA"/>
    <w:rsid w:val="00982684"/>
    <w:rsid w:val="00982C64"/>
    <w:rsid w:val="0098323A"/>
    <w:rsid w:val="009848B7"/>
    <w:rsid w:val="0099111E"/>
    <w:rsid w:val="0099451D"/>
    <w:rsid w:val="00996813"/>
    <w:rsid w:val="00996D31"/>
    <w:rsid w:val="00997D4C"/>
    <w:rsid w:val="009A1A45"/>
    <w:rsid w:val="009A1D01"/>
    <w:rsid w:val="009A25C5"/>
    <w:rsid w:val="009A4269"/>
    <w:rsid w:val="009A6D71"/>
    <w:rsid w:val="009A7090"/>
    <w:rsid w:val="009A7B74"/>
    <w:rsid w:val="009B12D9"/>
    <w:rsid w:val="009B756D"/>
    <w:rsid w:val="009C0418"/>
    <w:rsid w:val="009C11CB"/>
    <w:rsid w:val="009C5437"/>
    <w:rsid w:val="009C7A98"/>
    <w:rsid w:val="009D1408"/>
    <w:rsid w:val="009D480D"/>
    <w:rsid w:val="009D579A"/>
    <w:rsid w:val="009D741A"/>
    <w:rsid w:val="009D74AA"/>
    <w:rsid w:val="009D77A2"/>
    <w:rsid w:val="009E0545"/>
    <w:rsid w:val="009E0875"/>
    <w:rsid w:val="009E0E92"/>
    <w:rsid w:val="009E0EEF"/>
    <w:rsid w:val="009E1A6E"/>
    <w:rsid w:val="009E1C02"/>
    <w:rsid w:val="009F1639"/>
    <w:rsid w:val="009F2B94"/>
    <w:rsid w:val="009F7F62"/>
    <w:rsid w:val="00A01B74"/>
    <w:rsid w:val="00A039A8"/>
    <w:rsid w:val="00A0693B"/>
    <w:rsid w:val="00A1287D"/>
    <w:rsid w:val="00A12D4C"/>
    <w:rsid w:val="00A13A07"/>
    <w:rsid w:val="00A1513E"/>
    <w:rsid w:val="00A22EDF"/>
    <w:rsid w:val="00A2533F"/>
    <w:rsid w:val="00A314AF"/>
    <w:rsid w:val="00A31CFD"/>
    <w:rsid w:val="00A37814"/>
    <w:rsid w:val="00A403E3"/>
    <w:rsid w:val="00A449C1"/>
    <w:rsid w:val="00A45FEE"/>
    <w:rsid w:val="00A478FB"/>
    <w:rsid w:val="00A50C65"/>
    <w:rsid w:val="00A52DCA"/>
    <w:rsid w:val="00A53757"/>
    <w:rsid w:val="00A54838"/>
    <w:rsid w:val="00A5691A"/>
    <w:rsid w:val="00A60CEC"/>
    <w:rsid w:val="00A6191A"/>
    <w:rsid w:val="00A62CF7"/>
    <w:rsid w:val="00A6306F"/>
    <w:rsid w:val="00A6320D"/>
    <w:rsid w:val="00A64659"/>
    <w:rsid w:val="00A65994"/>
    <w:rsid w:val="00A67512"/>
    <w:rsid w:val="00A71A04"/>
    <w:rsid w:val="00A739FE"/>
    <w:rsid w:val="00A744F1"/>
    <w:rsid w:val="00A75030"/>
    <w:rsid w:val="00A75736"/>
    <w:rsid w:val="00A80C73"/>
    <w:rsid w:val="00A842CC"/>
    <w:rsid w:val="00A85504"/>
    <w:rsid w:val="00A902F6"/>
    <w:rsid w:val="00A91C32"/>
    <w:rsid w:val="00A9240E"/>
    <w:rsid w:val="00A93D04"/>
    <w:rsid w:val="00A97034"/>
    <w:rsid w:val="00A9770F"/>
    <w:rsid w:val="00AA07F2"/>
    <w:rsid w:val="00AA304E"/>
    <w:rsid w:val="00AB0506"/>
    <w:rsid w:val="00AB26DE"/>
    <w:rsid w:val="00AB2770"/>
    <w:rsid w:val="00AB4D6A"/>
    <w:rsid w:val="00AB50CA"/>
    <w:rsid w:val="00AB68F8"/>
    <w:rsid w:val="00AB6E21"/>
    <w:rsid w:val="00AB74F9"/>
    <w:rsid w:val="00AC209B"/>
    <w:rsid w:val="00AC2B17"/>
    <w:rsid w:val="00AC45EF"/>
    <w:rsid w:val="00AC7D34"/>
    <w:rsid w:val="00AC7EDE"/>
    <w:rsid w:val="00AD0AE3"/>
    <w:rsid w:val="00AD12C1"/>
    <w:rsid w:val="00AD25F0"/>
    <w:rsid w:val="00AD5298"/>
    <w:rsid w:val="00AE0580"/>
    <w:rsid w:val="00AE0DEB"/>
    <w:rsid w:val="00AE17C8"/>
    <w:rsid w:val="00AF294E"/>
    <w:rsid w:val="00AF2E63"/>
    <w:rsid w:val="00AF31D5"/>
    <w:rsid w:val="00AF76C9"/>
    <w:rsid w:val="00B001FB"/>
    <w:rsid w:val="00B04AA1"/>
    <w:rsid w:val="00B05511"/>
    <w:rsid w:val="00B057D0"/>
    <w:rsid w:val="00B05FC3"/>
    <w:rsid w:val="00B07A2A"/>
    <w:rsid w:val="00B130EE"/>
    <w:rsid w:val="00B25716"/>
    <w:rsid w:val="00B269C3"/>
    <w:rsid w:val="00B32326"/>
    <w:rsid w:val="00B32A26"/>
    <w:rsid w:val="00B32D9A"/>
    <w:rsid w:val="00B36BEF"/>
    <w:rsid w:val="00B40225"/>
    <w:rsid w:val="00B437EB"/>
    <w:rsid w:val="00B43A9A"/>
    <w:rsid w:val="00B51469"/>
    <w:rsid w:val="00B524E0"/>
    <w:rsid w:val="00B558BB"/>
    <w:rsid w:val="00B6040A"/>
    <w:rsid w:val="00B62570"/>
    <w:rsid w:val="00B64C30"/>
    <w:rsid w:val="00B65C57"/>
    <w:rsid w:val="00B70F4A"/>
    <w:rsid w:val="00B75AB6"/>
    <w:rsid w:val="00B77FD2"/>
    <w:rsid w:val="00B80772"/>
    <w:rsid w:val="00B812C1"/>
    <w:rsid w:val="00B84505"/>
    <w:rsid w:val="00B85569"/>
    <w:rsid w:val="00B87DCD"/>
    <w:rsid w:val="00B9268B"/>
    <w:rsid w:val="00B92E5B"/>
    <w:rsid w:val="00B93DCC"/>
    <w:rsid w:val="00B951DE"/>
    <w:rsid w:val="00B95E64"/>
    <w:rsid w:val="00BA31F2"/>
    <w:rsid w:val="00BA5008"/>
    <w:rsid w:val="00BA64A9"/>
    <w:rsid w:val="00BA7F55"/>
    <w:rsid w:val="00BB716D"/>
    <w:rsid w:val="00BB7CC9"/>
    <w:rsid w:val="00BC0472"/>
    <w:rsid w:val="00BC0CB2"/>
    <w:rsid w:val="00BC0D37"/>
    <w:rsid w:val="00BC128A"/>
    <w:rsid w:val="00BC4B6B"/>
    <w:rsid w:val="00BD3207"/>
    <w:rsid w:val="00BD3EFD"/>
    <w:rsid w:val="00BE41DC"/>
    <w:rsid w:val="00BE475A"/>
    <w:rsid w:val="00BE7449"/>
    <w:rsid w:val="00BF2465"/>
    <w:rsid w:val="00BF427D"/>
    <w:rsid w:val="00BF4C63"/>
    <w:rsid w:val="00BF4C7D"/>
    <w:rsid w:val="00BF5279"/>
    <w:rsid w:val="00BF7851"/>
    <w:rsid w:val="00C012CD"/>
    <w:rsid w:val="00C02AB1"/>
    <w:rsid w:val="00C0312F"/>
    <w:rsid w:val="00C079D5"/>
    <w:rsid w:val="00C07B6A"/>
    <w:rsid w:val="00C1013C"/>
    <w:rsid w:val="00C12422"/>
    <w:rsid w:val="00C1391E"/>
    <w:rsid w:val="00C14752"/>
    <w:rsid w:val="00C177BF"/>
    <w:rsid w:val="00C20A91"/>
    <w:rsid w:val="00C25083"/>
    <w:rsid w:val="00C27077"/>
    <w:rsid w:val="00C3256A"/>
    <w:rsid w:val="00C33A45"/>
    <w:rsid w:val="00C37246"/>
    <w:rsid w:val="00C44EC8"/>
    <w:rsid w:val="00C45382"/>
    <w:rsid w:val="00C46821"/>
    <w:rsid w:val="00C47297"/>
    <w:rsid w:val="00C47581"/>
    <w:rsid w:val="00C52D58"/>
    <w:rsid w:val="00C5443F"/>
    <w:rsid w:val="00C6270B"/>
    <w:rsid w:val="00C62B1A"/>
    <w:rsid w:val="00C62E1F"/>
    <w:rsid w:val="00C65382"/>
    <w:rsid w:val="00C700B8"/>
    <w:rsid w:val="00C729EC"/>
    <w:rsid w:val="00C73BFD"/>
    <w:rsid w:val="00C740B8"/>
    <w:rsid w:val="00C81875"/>
    <w:rsid w:val="00C81BDB"/>
    <w:rsid w:val="00C84FC7"/>
    <w:rsid w:val="00C851C3"/>
    <w:rsid w:val="00C85752"/>
    <w:rsid w:val="00C928E7"/>
    <w:rsid w:val="00CA0BCC"/>
    <w:rsid w:val="00CA403A"/>
    <w:rsid w:val="00CA5262"/>
    <w:rsid w:val="00CA6620"/>
    <w:rsid w:val="00CA7552"/>
    <w:rsid w:val="00CB3489"/>
    <w:rsid w:val="00CB3F9A"/>
    <w:rsid w:val="00CB615D"/>
    <w:rsid w:val="00CB7C94"/>
    <w:rsid w:val="00CC02AC"/>
    <w:rsid w:val="00CC3CB1"/>
    <w:rsid w:val="00CC5A9E"/>
    <w:rsid w:val="00CC60C0"/>
    <w:rsid w:val="00CC7F66"/>
    <w:rsid w:val="00CD3CDC"/>
    <w:rsid w:val="00CD5652"/>
    <w:rsid w:val="00CD6D8F"/>
    <w:rsid w:val="00CD6E80"/>
    <w:rsid w:val="00CD7A34"/>
    <w:rsid w:val="00CE032D"/>
    <w:rsid w:val="00CE058C"/>
    <w:rsid w:val="00CE0AE9"/>
    <w:rsid w:val="00CE37F3"/>
    <w:rsid w:val="00CF170E"/>
    <w:rsid w:val="00CF2182"/>
    <w:rsid w:val="00CF6122"/>
    <w:rsid w:val="00CF6D3E"/>
    <w:rsid w:val="00CF7194"/>
    <w:rsid w:val="00D02669"/>
    <w:rsid w:val="00D02CB0"/>
    <w:rsid w:val="00D0408C"/>
    <w:rsid w:val="00D10637"/>
    <w:rsid w:val="00D110E9"/>
    <w:rsid w:val="00D11AE9"/>
    <w:rsid w:val="00D2213D"/>
    <w:rsid w:val="00D23C26"/>
    <w:rsid w:val="00D241FA"/>
    <w:rsid w:val="00D26050"/>
    <w:rsid w:val="00D26E3C"/>
    <w:rsid w:val="00D303FA"/>
    <w:rsid w:val="00D33ED4"/>
    <w:rsid w:val="00D34EAE"/>
    <w:rsid w:val="00D34FBE"/>
    <w:rsid w:val="00D36564"/>
    <w:rsid w:val="00D3667B"/>
    <w:rsid w:val="00D41812"/>
    <w:rsid w:val="00D41BD3"/>
    <w:rsid w:val="00D42F45"/>
    <w:rsid w:val="00D449D7"/>
    <w:rsid w:val="00D45C7B"/>
    <w:rsid w:val="00D47CAD"/>
    <w:rsid w:val="00D52CBC"/>
    <w:rsid w:val="00D52CE6"/>
    <w:rsid w:val="00D53D21"/>
    <w:rsid w:val="00D57235"/>
    <w:rsid w:val="00D57792"/>
    <w:rsid w:val="00D6723E"/>
    <w:rsid w:val="00D719EB"/>
    <w:rsid w:val="00D72E41"/>
    <w:rsid w:val="00D74622"/>
    <w:rsid w:val="00D755E2"/>
    <w:rsid w:val="00D76332"/>
    <w:rsid w:val="00D83E70"/>
    <w:rsid w:val="00D84A0F"/>
    <w:rsid w:val="00D86FFA"/>
    <w:rsid w:val="00D87F40"/>
    <w:rsid w:val="00D9129C"/>
    <w:rsid w:val="00D91D1F"/>
    <w:rsid w:val="00D94C9E"/>
    <w:rsid w:val="00D9723B"/>
    <w:rsid w:val="00DA157A"/>
    <w:rsid w:val="00DA1884"/>
    <w:rsid w:val="00DA3F2C"/>
    <w:rsid w:val="00DA5F8D"/>
    <w:rsid w:val="00DA6A8D"/>
    <w:rsid w:val="00DA6B32"/>
    <w:rsid w:val="00DA6BC6"/>
    <w:rsid w:val="00DA722F"/>
    <w:rsid w:val="00DB0179"/>
    <w:rsid w:val="00DB2BBA"/>
    <w:rsid w:val="00DB3EB5"/>
    <w:rsid w:val="00DB7887"/>
    <w:rsid w:val="00DB7995"/>
    <w:rsid w:val="00DC03AB"/>
    <w:rsid w:val="00DC1353"/>
    <w:rsid w:val="00DC375E"/>
    <w:rsid w:val="00DC3EFB"/>
    <w:rsid w:val="00DC5E98"/>
    <w:rsid w:val="00DD07C4"/>
    <w:rsid w:val="00DD1175"/>
    <w:rsid w:val="00DD372B"/>
    <w:rsid w:val="00DD5A27"/>
    <w:rsid w:val="00DD7B03"/>
    <w:rsid w:val="00DE4B0E"/>
    <w:rsid w:val="00DE51B5"/>
    <w:rsid w:val="00DE6F3A"/>
    <w:rsid w:val="00DE7ADD"/>
    <w:rsid w:val="00DF38C4"/>
    <w:rsid w:val="00DF4B2F"/>
    <w:rsid w:val="00E00D62"/>
    <w:rsid w:val="00E02D2A"/>
    <w:rsid w:val="00E03FF1"/>
    <w:rsid w:val="00E042ED"/>
    <w:rsid w:val="00E04D6C"/>
    <w:rsid w:val="00E057DE"/>
    <w:rsid w:val="00E070E5"/>
    <w:rsid w:val="00E11F48"/>
    <w:rsid w:val="00E1792F"/>
    <w:rsid w:val="00E17C3B"/>
    <w:rsid w:val="00E21154"/>
    <w:rsid w:val="00E21979"/>
    <w:rsid w:val="00E23251"/>
    <w:rsid w:val="00E2638E"/>
    <w:rsid w:val="00E279BC"/>
    <w:rsid w:val="00E306E7"/>
    <w:rsid w:val="00E32145"/>
    <w:rsid w:val="00E349F0"/>
    <w:rsid w:val="00E3617E"/>
    <w:rsid w:val="00E40D7C"/>
    <w:rsid w:val="00E41C00"/>
    <w:rsid w:val="00E42F3D"/>
    <w:rsid w:val="00E449D0"/>
    <w:rsid w:val="00E44C9C"/>
    <w:rsid w:val="00E47CCD"/>
    <w:rsid w:val="00E47DAE"/>
    <w:rsid w:val="00E50546"/>
    <w:rsid w:val="00E543EC"/>
    <w:rsid w:val="00E55691"/>
    <w:rsid w:val="00E57523"/>
    <w:rsid w:val="00E60015"/>
    <w:rsid w:val="00E61067"/>
    <w:rsid w:val="00E633D0"/>
    <w:rsid w:val="00E6341B"/>
    <w:rsid w:val="00E63C80"/>
    <w:rsid w:val="00E63EF6"/>
    <w:rsid w:val="00E645BE"/>
    <w:rsid w:val="00E654B7"/>
    <w:rsid w:val="00E668B7"/>
    <w:rsid w:val="00E702EE"/>
    <w:rsid w:val="00E7458E"/>
    <w:rsid w:val="00E76109"/>
    <w:rsid w:val="00E77458"/>
    <w:rsid w:val="00E82C0F"/>
    <w:rsid w:val="00E8638A"/>
    <w:rsid w:val="00E8775D"/>
    <w:rsid w:val="00E90C13"/>
    <w:rsid w:val="00E9175B"/>
    <w:rsid w:val="00E920E1"/>
    <w:rsid w:val="00E92725"/>
    <w:rsid w:val="00E95008"/>
    <w:rsid w:val="00E952F9"/>
    <w:rsid w:val="00EA06F5"/>
    <w:rsid w:val="00EA2B92"/>
    <w:rsid w:val="00EA6843"/>
    <w:rsid w:val="00EA7543"/>
    <w:rsid w:val="00EB230C"/>
    <w:rsid w:val="00EB252B"/>
    <w:rsid w:val="00EB375E"/>
    <w:rsid w:val="00EB5424"/>
    <w:rsid w:val="00EB6973"/>
    <w:rsid w:val="00EB715B"/>
    <w:rsid w:val="00EC20B0"/>
    <w:rsid w:val="00EC609C"/>
    <w:rsid w:val="00ED1514"/>
    <w:rsid w:val="00ED5E08"/>
    <w:rsid w:val="00ED72B2"/>
    <w:rsid w:val="00ED7717"/>
    <w:rsid w:val="00EE000C"/>
    <w:rsid w:val="00EE1E6D"/>
    <w:rsid w:val="00EE2CEF"/>
    <w:rsid w:val="00EF15DC"/>
    <w:rsid w:val="00EF1DA5"/>
    <w:rsid w:val="00EF2694"/>
    <w:rsid w:val="00EF2F0B"/>
    <w:rsid w:val="00EF3C7A"/>
    <w:rsid w:val="00F10476"/>
    <w:rsid w:val="00F111E3"/>
    <w:rsid w:val="00F1198F"/>
    <w:rsid w:val="00F11CEA"/>
    <w:rsid w:val="00F12060"/>
    <w:rsid w:val="00F12F25"/>
    <w:rsid w:val="00F136A0"/>
    <w:rsid w:val="00F1412B"/>
    <w:rsid w:val="00F14559"/>
    <w:rsid w:val="00F14A3E"/>
    <w:rsid w:val="00F15087"/>
    <w:rsid w:val="00F15F13"/>
    <w:rsid w:val="00F17C00"/>
    <w:rsid w:val="00F2364E"/>
    <w:rsid w:val="00F31967"/>
    <w:rsid w:val="00F35356"/>
    <w:rsid w:val="00F35C9D"/>
    <w:rsid w:val="00F40E4E"/>
    <w:rsid w:val="00F4618E"/>
    <w:rsid w:val="00F46D46"/>
    <w:rsid w:val="00F5123E"/>
    <w:rsid w:val="00F523AD"/>
    <w:rsid w:val="00F536F3"/>
    <w:rsid w:val="00F54013"/>
    <w:rsid w:val="00F56A9B"/>
    <w:rsid w:val="00F62FC3"/>
    <w:rsid w:val="00F66236"/>
    <w:rsid w:val="00F701BC"/>
    <w:rsid w:val="00F70A1D"/>
    <w:rsid w:val="00F70CF4"/>
    <w:rsid w:val="00F720A0"/>
    <w:rsid w:val="00F728FC"/>
    <w:rsid w:val="00F7540F"/>
    <w:rsid w:val="00F75F00"/>
    <w:rsid w:val="00F766A2"/>
    <w:rsid w:val="00F76C4F"/>
    <w:rsid w:val="00F800BC"/>
    <w:rsid w:val="00F83D93"/>
    <w:rsid w:val="00F86726"/>
    <w:rsid w:val="00F87301"/>
    <w:rsid w:val="00F9654B"/>
    <w:rsid w:val="00F965D7"/>
    <w:rsid w:val="00F96E04"/>
    <w:rsid w:val="00FA025A"/>
    <w:rsid w:val="00FA39C8"/>
    <w:rsid w:val="00FA61FD"/>
    <w:rsid w:val="00FA67FD"/>
    <w:rsid w:val="00FB09E5"/>
    <w:rsid w:val="00FB42D8"/>
    <w:rsid w:val="00FB5776"/>
    <w:rsid w:val="00FC4B7C"/>
    <w:rsid w:val="00FC7601"/>
    <w:rsid w:val="00FC776F"/>
    <w:rsid w:val="00FD1629"/>
    <w:rsid w:val="00FD19E6"/>
    <w:rsid w:val="00FD62D0"/>
    <w:rsid w:val="00FE169E"/>
    <w:rsid w:val="00FE1BB4"/>
    <w:rsid w:val="00FE5099"/>
    <w:rsid w:val="00FE573A"/>
    <w:rsid w:val="00FE577E"/>
    <w:rsid w:val="00FE5C94"/>
    <w:rsid w:val="00FF36A4"/>
    <w:rsid w:val="00FF517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4919FA4B"/>
  <w15:docId w15:val="{53AF1AE9-51CF-41D0-95DA-BACDBA437F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41C00"/>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
    <w:basedOn w:val="Normal"/>
    <w:next w:val="Normal"/>
    <w:link w:val="Heading1Char"/>
    <w:qFormat/>
    <w:rsid w:val="00E41C00"/>
    <w:pPr>
      <w:keepNext/>
      <w:numPr>
        <w:numId w:val="28"/>
      </w:numPr>
      <w:spacing w:before="240" w:after="60"/>
      <w:outlineLvl w:val="0"/>
    </w:pPr>
    <w:rPr>
      <w:rFonts w:cs="Arial"/>
      <w:b/>
      <w:bCs/>
      <w:kern w:val="32"/>
      <w:sz w:val="32"/>
      <w:szCs w:val="32"/>
    </w:rPr>
  </w:style>
  <w:style w:type="paragraph" w:styleId="Heading2">
    <w:name w:val="heading 2"/>
    <w:aliases w:val="Para2,Head hdbk,Top 2,H2,h2 main heading,B Sub/Bold,B Sub/Bold1,B Sub/Bold2,B Sub/Bold11,h2 main heading1,h2 main heading2,B Sub/Bold3,B Sub/Bold12,h2 main heading3,B Sub/Bold4,B Sub/Bold13,SubPara,h2"/>
    <w:basedOn w:val="Normal"/>
    <w:next w:val="Normal"/>
    <w:link w:val="Heading2Char"/>
    <w:unhideWhenUsed/>
    <w:qFormat/>
    <w:rsid w:val="00E41C00"/>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
    <w:basedOn w:val="Normal"/>
    <w:next w:val="Normal"/>
    <w:uiPriority w:val="9"/>
    <w:qFormat/>
    <w:rsid w:val="00114D7E"/>
    <w:pPr>
      <w:keepNext/>
      <w:keepLines/>
      <w:numPr>
        <w:ilvl w:val="2"/>
        <w:numId w:val="12"/>
      </w:numPr>
      <w:spacing w:before="200" w:after="0"/>
      <w:outlineLvl w:val="2"/>
    </w:pPr>
    <w:rPr>
      <w:rFonts w:ascii="Times New Roman" w:hAnsi="Times New Roman"/>
      <w:b/>
      <w:bCs/>
    </w:rPr>
  </w:style>
  <w:style w:type="paragraph" w:styleId="Heading4">
    <w:name w:val="heading 4"/>
    <w:aliases w:val="Para4"/>
    <w:basedOn w:val="Normal"/>
    <w:next w:val="Normal"/>
    <w:uiPriority w:val="9"/>
    <w:qFormat/>
    <w:rsid w:val="00114D7E"/>
    <w:pPr>
      <w:keepNext/>
      <w:keepLines/>
      <w:numPr>
        <w:ilvl w:val="3"/>
        <w:numId w:val="12"/>
      </w:numPr>
      <w:spacing w:before="200" w:after="0"/>
      <w:outlineLvl w:val="3"/>
    </w:pPr>
    <w:rPr>
      <w:rFonts w:ascii="Times New Roman" w:hAnsi="Times New Roman"/>
      <w:b/>
      <w:bCs/>
      <w:iCs/>
    </w:rPr>
  </w:style>
  <w:style w:type="paragraph" w:styleId="Heading5">
    <w:name w:val="heading 5"/>
    <w:aliases w:val="Para5"/>
    <w:basedOn w:val="Normal"/>
    <w:next w:val="Normal"/>
    <w:qFormat/>
    <w:rsid w:val="00114D7E"/>
    <w:pPr>
      <w:numPr>
        <w:ilvl w:val="4"/>
        <w:numId w:val="12"/>
      </w:numPr>
      <w:spacing w:before="240" w:after="60"/>
      <w:outlineLvl w:val="4"/>
    </w:pPr>
    <w:rPr>
      <w:b/>
      <w:bCs/>
      <w:iCs/>
      <w:szCs w:val="26"/>
    </w:rPr>
  </w:style>
  <w:style w:type="paragraph" w:styleId="Heading6">
    <w:name w:val="heading 6"/>
    <w:basedOn w:val="Normal"/>
    <w:next w:val="Normal"/>
    <w:qFormat/>
    <w:rsid w:val="00114D7E"/>
    <w:pPr>
      <w:numPr>
        <w:ilvl w:val="5"/>
        <w:numId w:val="12"/>
      </w:numPr>
      <w:spacing w:before="240" w:after="60"/>
      <w:outlineLvl w:val="5"/>
    </w:pPr>
    <w:rPr>
      <w:rFonts w:ascii="Times New Roman" w:hAnsi="Times New Roman"/>
      <w:b/>
      <w:bCs/>
    </w:rPr>
  </w:style>
  <w:style w:type="paragraph" w:styleId="Heading7">
    <w:name w:val="heading 7"/>
    <w:basedOn w:val="Normal"/>
    <w:next w:val="Normal"/>
    <w:qFormat/>
    <w:rsid w:val="00114D7E"/>
    <w:pPr>
      <w:numPr>
        <w:ilvl w:val="6"/>
        <w:numId w:val="12"/>
      </w:numPr>
      <w:spacing w:before="240" w:after="60"/>
      <w:outlineLvl w:val="6"/>
    </w:pPr>
    <w:rPr>
      <w:rFonts w:ascii="Times New Roman" w:hAnsi="Times New Roman"/>
      <w:sz w:val="24"/>
    </w:rPr>
  </w:style>
  <w:style w:type="paragraph" w:styleId="Heading8">
    <w:name w:val="heading 8"/>
    <w:basedOn w:val="Normal"/>
    <w:next w:val="Normal"/>
    <w:qFormat/>
    <w:rsid w:val="00114D7E"/>
    <w:pPr>
      <w:numPr>
        <w:ilvl w:val="7"/>
        <w:numId w:val="12"/>
      </w:numPr>
      <w:spacing w:before="240" w:after="60"/>
      <w:outlineLvl w:val="7"/>
    </w:pPr>
    <w:rPr>
      <w:rFonts w:ascii="Times New Roman" w:hAnsi="Times New Roman"/>
      <w:i/>
      <w:iCs/>
      <w:sz w:val="24"/>
    </w:rPr>
  </w:style>
  <w:style w:type="paragraph" w:styleId="Heading9">
    <w:name w:val="heading 9"/>
    <w:basedOn w:val="Normal"/>
    <w:next w:val="Normal"/>
    <w:qFormat/>
    <w:rsid w:val="00114D7E"/>
    <w:pPr>
      <w:numPr>
        <w:ilvl w:val="8"/>
        <w:numId w:val="12"/>
      </w:numPr>
      <w:spacing w:before="240" w:after="60"/>
      <w:outlineLvl w:val="8"/>
    </w:pPr>
    <w:rPr>
      <w:rFonts w:cs="Arial"/>
    </w:rPr>
  </w:style>
  <w:style w:type="character" w:default="1" w:styleId="DefaultParagraphFont">
    <w:name w:val="Default Paragraph Font"/>
    <w:uiPriority w:val="1"/>
    <w:semiHidden/>
    <w:unhideWhenUsed/>
    <w:rsid w:val="00E41C0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E41C00"/>
  </w:style>
  <w:style w:type="paragraph" w:styleId="TOC1">
    <w:name w:val="toc 1"/>
    <w:next w:val="ASDEFCONNormal"/>
    <w:autoRedefine/>
    <w:uiPriority w:val="39"/>
    <w:rsid w:val="00E41C00"/>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E41C00"/>
    <w:pPr>
      <w:spacing w:after="60"/>
      <w:ind w:left="1417" w:hanging="850"/>
    </w:pPr>
    <w:rPr>
      <w:rFonts w:ascii="Arial" w:hAnsi="Arial" w:cs="Arial"/>
      <w:szCs w:val="24"/>
    </w:rPr>
  </w:style>
  <w:style w:type="paragraph" w:styleId="TOC3">
    <w:name w:val="toc 3"/>
    <w:basedOn w:val="Normal"/>
    <w:next w:val="Normal"/>
    <w:autoRedefine/>
    <w:rsid w:val="00E41C00"/>
    <w:pPr>
      <w:spacing w:after="100"/>
      <w:ind w:left="400"/>
    </w:pPr>
  </w:style>
  <w:style w:type="paragraph" w:styleId="TOC4">
    <w:name w:val="toc 4"/>
    <w:basedOn w:val="Normal"/>
    <w:next w:val="Normal"/>
    <w:autoRedefine/>
    <w:rsid w:val="00E41C00"/>
    <w:pPr>
      <w:spacing w:after="100"/>
      <w:ind w:left="600"/>
    </w:pPr>
  </w:style>
  <w:style w:type="paragraph" w:styleId="TOC5">
    <w:name w:val="toc 5"/>
    <w:basedOn w:val="Normal"/>
    <w:next w:val="Normal"/>
    <w:autoRedefine/>
    <w:rsid w:val="00E41C00"/>
    <w:pPr>
      <w:spacing w:after="100"/>
      <w:ind w:left="800"/>
    </w:pPr>
  </w:style>
  <w:style w:type="paragraph" w:styleId="TOC6">
    <w:name w:val="toc 6"/>
    <w:basedOn w:val="Normal"/>
    <w:next w:val="Normal"/>
    <w:autoRedefine/>
    <w:rsid w:val="00E41C00"/>
    <w:pPr>
      <w:spacing w:after="100"/>
      <w:ind w:left="1000"/>
    </w:pPr>
  </w:style>
  <w:style w:type="paragraph" w:styleId="TOC7">
    <w:name w:val="toc 7"/>
    <w:basedOn w:val="Normal"/>
    <w:next w:val="Normal"/>
    <w:autoRedefine/>
    <w:rsid w:val="00E41C00"/>
    <w:pPr>
      <w:spacing w:after="100"/>
      <w:ind w:left="1200"/>
    </w:pPr>
  </w:style>
  <w:style w:type="paragraph" w:styleId="TOC8">
    <w:name w:val="toc 8"/>
    <w:basedOn w:val="Normal"/>
    <w:next w:val="Normal"/>
    <w:autoRedefine/>
    <w:rsid w:val="00E41C00"/>
    <w:pPr>
      <w:spacing w:after="100"/>
      <w:ind w:left="1400"/>
    </w:pPr>
  </w:style>
  <w:style w:type="paragraph" w:styleId="TOC9">
    <w:name w:val="toc 9"/>
    <w:basedOn w:val="Normal"/>
    <w:next w:val="Normal"/>
    <w:autoRedefine/>
    <w:rsid w:val="00E41C00"/>
    <w:pPr>
      <w:spacing w:after="100"/>
      <w:ind w:left="1600"/>
    </w:pPr>
  </w:style>
  <w:style w:type="character" w:styleId="Hyperlink">
    <w:name w:val="Hyperlink"/>
    <w:uiPriority w:val="99"/>
    <w:unhideWhenUsed/>
    <w:rsid w:val="00E41C00"/>
    <w:rPr>
      <w:color w:val="0000FF"/>
      <w:u w:val="single"/>
    </w:rPr>
  </w:style>
  <w:style w:type="paragraph" w:styleId="BalloonText">
    <w:name w:val="Balloon Text"/>
    <w:basedOn w:val="Normal"/>
    <w:autoRedefine/>
    <w:rsid w:val="00EE2CEF"/>
    <w:rPr>
      <w:rFonts w:ascii="Times New Roman" w:hAnsi="Times New Roman"/>
      <w:sz w:val="24"/>
      <w:szCs w:val="20"/>
    </w:rPr>
  </w:style>
  <w:style w:type="character" w:styleId="CommentReference">
    <w:name w:val="annotation reference"/>
    <w:uiPriority w:val="99"/>
    <w:semiHidden/>
    <w:rsid w:val="00AB2770"/>
    <w:rPr>
      <w:sz w:val="16"/>
    </w:rPr>
  </w:style>
  <w:style w:type="paragraph" w:styleId="CommentText">
    <w:name w:val="annotation text"/>
    <w:basedOn w:val="Normal"/>
    <w:link w:val="CommentTextChar"/>
    <w:uiPriority w:val="99"/>
    <w:semiHidden/>
    <w:rsid w:val="00DC3EFB"/>
    <w:rPr>
      <w:sz w:val="16"/>
    </w:rPr>
  </w:style>
  <w:style w:type="paragraph" w:styleId="CommentSubject">
    <w:name w:val="annotation subject"/>
    <w:basedOn w:val="CommentText"/>
    <w:next w:val="CommentText"/>
    <w:semiHidden/>
    <w:rsid w:val="00FD1629"/>
    <w:rPr>
      <w:b/>
      <w:bCs/>
    </w:rPr>
  </w:style>
  <w:style w:type="paragraph" w:styleId="DocumentMap">
    <w:name w:val="Document Map"/>
    <w:basedOn w:val="Normal"/>
    <w:semiHidden/>
    <w:rsid w:val="00225D7C"/>
    <w:pPr>
      <w:shd w:val="clear" w:color="auto" w:fill="000080"/>
    </w:pPr>
    <w:rPr>
      <w:rFonts w:ascii="Tahoma" w:hAnsi="Tahoma" w:cs="Tahoma"/>
    </w:rPr>
  </w:style>
  <w:style w:type="table" w:styleId="TableGrid">
    <w:name w:val="Table Grid"/>
    <w:basedOn w:val="TableNormal"/>
    <w:rsid w:val="00114D7E"/>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semiHidden/>
    <w:rsid w:val="007B6794"/>
  </w:style>
  <w:style w:type="paragraph" w:styleId="BodyText">
    <w:name w:val="Body Text"/>
    <w:basedOn w:val="Normal"/>
    <w:rsid w:val="00114D7E"/>
  </w:style>
  <w:style w:type="paragraph" w:customStyle="1" w:styleId="Style1">
    <w:name w:val="Style1"/>
    <w:basedOn w:val="Heading4"/>
    <w:rsid w:val="00114D7E"/>
    <w:pPr>
      <w:numPr>
        <w:ilvl w:val="0"/>
        <w:numId w:val="0"/>
      </w:numPr>
    </w:pPr>
    <w:rPr>
      <w:b w:val="0"/>
    </w:rPr>
  </w:style>
  <w:style w:type="paragraph" w:styleId="EndnoteText">
    <w:name w:val="endnote text"/>
    <w:basedOn w:val="Normal"/>
    <w:semiHidden/>
    <w:rsid w:val="00114D7E"/>
    <w:rPr>
      <w:szCs w:val="20"/>
    </w:rPr>
  </w:style>
  <w:style w:type="paragraph" w:styleId="Header">
    <w:name w:val="header"/>
    <w:basedOn w:val="Normal"/>
    <w:rsid w:val="007959D1"/>
    <w:pPr>
      <w:tabs>
        <w:tab w:val="center" w:pos="4153"/>
        <w:tab w:val="right" w:pos="8306"/>
      </w:tabs>
    </w:pPr>
  </w:style>
  <w:style w:type="paragraph" w:styleId="Footer">
    <w:name w:val="footer"/>
    <w:basedOn w:val="Normal"/>
    <w:rsid w:val="007959D1"/>
    <w:pPr>
      <w:tabs>
        <w:tab w:val="center" w:pos="4153"/>
        <w:tab w:val="right" w:pos="8306"/>
      </w:tabs>
    </w:pPr>
  </w:style>
  <w:style w:type="paragraph" w:customStyle="1" w:styleId="subsubpara">
    <w:name w:val="sub sub para"/>
    <w:basedOn w:val="Normal"/>
    <w:autoRedefine/>
    <w:rsid w:val="00B25716"/>
    <w:pPr>
      <w:widowControl w:val="0"/>
      <w:numPr>
        <w:numId w:val="17"/>
      </w:numPr>
      <w:tabs>
        <w:tab w:val="left" w:pos="851"/>
        <w:tab w:val="left" w:pos="1985"/>
      </w:tabs>
      <w:ind w:left="1985" w:hanging="567"/>
    </w:pPr>
    <w:rPr>
      <w:szCs w:val="20"/>
    </w:rPr>
  </w:style>
  <w:style w:type="character" w:styleId="FollowedHyperlink">
    <w:name w:val="FollowedHyperlink"/>
    <w:rsid w:val="00FB42D8"/>
    <w:rPr>
      <w:color w:val="606420"/>
      <w:u w:val="single"/>
    </w:rPr>
  </w:style>
  <w:style w:type="paragraph" w:customStyle="1" w:styleId="spara">
    <w:name w:val="spara"/>
    <w:basedOn w:val="PlainText"/>
    <w:rsid w:val="00D34EAE"/>
    <w:pPr>
      <w:keepNext/>
      <w:numPr>
        <w:numId w:val="18"/>
      </w:numPr>
      <w:tabs>
        <w:tab w:val="left" w:pos="1843"/>
      </w:tabs>
    </w:pPr>
    <w:rPr>
      <w:rFonts w:ascii="Arial" w:hAnsi="Arial" w:cs="Times New Roman"/>
    </w:rPr>
  </w:style>
  <w:style w:type="paragraph" w:styleId="PlainText">
    <w:name w:val="Plain Text"/>
    <w:basedOn w:val="Normal"/>
    <w:rsid w:val="00D34EAE"/>
    <w:rPr>
      <w:rFonts w:ascii="Courier New" w:hAnsi="Courier New" w:cs="Courier New"/>
      <w:szCs w:val="20"/>
    </w:rPr>
  </w:style>
  <w:style w:type="paragraph" w:customStyle="1" w:styleId="SectionTitle">
    <w:name w:val="SectionTitle"/>
    <w:rsid w:val="00A6306F"/>
    <w:pPr>
      <w:suppressAutoHyphens/>
      <w:autoSpaceDE w:val="0"/>
      <w:autoSpaceDN w:val="0"/>
      <w:adjustRightInd w:val="0"/>
      <w:spacing w:before="200" w:line="220" w:lineRule="atLeast"/>
    </w:pPr>
    <w:rPr>
      <w:rFonts w:ascii="Arial" w:hAnsi="Arial" w:cs="Arial"/>
      <w:b/>
      <w:bCs/>
      <w:caps/>
      <w:color w:val="000000"/>
      <w:w w:val="0"/>
      <w:lang w:val="en-GB"/>
    </w:rPr>
  </w:style>
  <w:style w:type="character" w:customStyle="1" w:styleId="SC430">
    <w:name w:val="SC430"/>
    <w:rsid w:val="00495770"/>
    <w:rPr>
      <w:rFonts w:cs="Arial"/>
      <w:color w:val="000000"/>
      <w:sz w:val="20"/>
      <w:szCs w:val="20"/>
    </w:rPr>
  </w:style>
  <w:style w:type="character" w:customStyle="1" w:styleId="SC3436">
    <w:name w:val="SC.3.436"/>
    <w:rsid w:val="009E0E92"/>
    <w:rPr>
      <w:rFonts w:cs="Arial"/>
      <w:color w:val="000000"/>
      <w:sz w:val="20"/>
      <w:szCs w:val="20"/>
    </w:rPr>
  </w:style>
  <w:style w:type="paragraph" w:customStyle="1" w:styleId="Recitals">
    <w:name w:val="Recitals"/>
    <w:basedOn w:val="Normal"/>
    <w:rsid w:val="00A5691A"/>
    <w:pPr>
      <w:numPr>
        <w:numId w:val="19"/>
      </w:numPr>
      <w:tabs>
        <w:tab w:val="clear" w:pos="1134"/>
        <w:tab w:val="left" w:pos="851"/>
      </w:tabs>
      <w:spacing w:after="0"/>
      <w:ind w:left="851" w:hanging="851"/>
    </w:pPr>
    <w:rPr>
      <w:szCs w:val="20"/>
    </w:rPr>
  </w:style>
  <w:style w:type="character" w:customStyle="1" w:styleId="SC6416">
    <w:name w:val="SC.6.416"/>
    <w:rsid w:val="00EF15DC"/>
    <w:rPr>
      <w:rFonts w:cs="Arial"/>
      <w:color w:val="000000"/>
      <w:sz w:val="20"/>
      <w:szCs w:val="20"/>
    </w:rPr>
  </w:style>
  <w:style w:type="character" w:customStyle="1" w:styleId="CommentTextChar">
    <w:name w:val="Comment Text Char"/>
    <w:link w:val="CommentText"/>
    <w:uiPriority w:val="99"/>
    <w:semiHidden/>
    <w:locked/>
    <w:rsid w:val="00DC3EFB"/>
    <w:rPr>
      <w:rFonts w:ascii="Arial" w:hAnsi="Arial"/>
      <w:sz w:val="16"/>
      <w:szCs w:val="24"/>
    </w:rPr>
  </w:style>
  <w:style w:type="paragraph" w:customStyle="1" w:styleId="TablePara">
    <w:name w:val="Table Para"/>
    <w:autoRedefine/>
    <w:semiHidden/>
    <w:rsid w:val="0063699E"/>
    <w:pPr>
      <w:numPr>
        <w:numId w:val="20"/>
      </w:numPr>
      <w:spacing w:before="120" w:after="120"/>
      <w:jc w:val="both"/>
    </w:pPr>
    <w:rPr>
      <w:rFonts w:ascii="Arial" w:hAnsi="Arial"/>
      <w:noProof/>
      <w:lang w:val="en-US" w:eastAsia="en-US"/>
    </w:rPr>
  </w:style>
  <w:style w:type="paragraph" w:customStyle="1" w:styleId="Indentlist">
    <w:name w:val="Indent list"/>
    <w:basedOn w:val="Normal"/>
    <w:rsid w:val="007946E5"/>
    <w:pPr>
      <w:numPr>
        <w:numId w:val="21"/>
      </w:numPr>
      <w:tabs>
        <w:tab w:val="left" w:pos="1701"/>
      </w:tabs>
    </w:pPr>
  </w:style>
  <w:style w:type="paragraph" w:customStyle="1" w:styleId="COTCOCLV2-ASDEFCON">
    <w:name w:val="COT/COC LV2 - ASDEFCON"/>
    <w:basedOn w:val="ASDEFCONNormal"/>
    <w:next w:val="COTCOCLV3-ASDEFCON"/>
    <w:rsid w:val="00E41C00"/>
    <w:pPr>
      <w:keepNext/>
      <w:keepLines/>
      <w:numPr>
        <w:ilvl w:val="1"/>
        <w:numId w:val="22"/>
      </w:numPr>
      <w:pBdr>
        <w:bottom w:val="single" w:sz="4" w:space="1" w:color="auto"/>
      </w:pBdr>
    </w:pPr>
    <w:rPr>
      <w:b/>
    </w:rPr>
  </w:style>
  <w:style w:type="paragraph" w:customStyle="1" w:styleId="ASDEFCONNormal">
    <w:name w:val="ASDEFCON Normal"/>
    <w:link w:val="ASDEFCONNormalChar"/>
    <w:rsid w:val="00E41C00"/>
    <w:pPr>
      <w:spacing w:after="120"/>
      <w:jc w:val="both"/>
    </w:pPr>
    <w:rPr>
      <w:rFonts w:ascii="Arial" w:hAnsi="Arial"/>
      <w:color w:val="000000"/>
      <w:szCs w:val="40"/>
    </w:rPr>
  </w:style>
  <w:style w:type="character" w:customStyle="1" w:styleId="ASDEFCONNormalChar">
    <w:name w:val="ASDEFCON Normal Char"/>
    <w:link w:val="ASDEFCONNormal"/>
    <w:rsid w:val="00E41C00"/>
    <w:rPr>
      <w:rFonts w:ascii="Arial" w:hAnsi="Arial"/>
      <w:color w:val="000000"/>
      <w:szCs w:val="40"/>
    </w:rPr>
  </w:style>
  <w:style w:type="paragraph" w:customStyle="1" w:styleId="COTCOCLV3-ASDEFCON">
    <w:name w:val="COT/COC LV3 - ASDEFCON"/>
    <w:basedOn w:val="ASDEFCONNormal"/>
    <w:rsid w:val="00E41C00"/>
    <w:pPr>
      <w:numPr>
        <w:ilvl w:val="2"/>
        <w:numId w:val="22"/>
      </w:numPr>
    </w:pPr>
  </w:style>
  <w:style w:type="paragraph" w:customStyle="1" w:styleId="COTCOCLV1-ASDEFCON">
    <w:name w:val="COT/COC LV1 - ASDEFCON"/>
    <w:basedOn w:val="ASDEFCONNormal"/>
    <w:next w:val="COTCOCLV2-ASDEFCON"/>
    <w:rsid w:val="00E41C00"/>
    <w:pPr>
      <w:keepNext/>
      <w:keepLines/>
      <w:numPr>
        <w:numId w:val="22"/>
      </w:numPr>
      <w:spacing w:before="240"/>
    </w:pPr>
    <w:rPr>
      <w:b/>
      <w:caps/>
    </w:rPr>
  </w:style>
  <w:style w:type="paragraph" w:customStyle="1" w:styleId="COTCOCLV4-ASDEFCON">
    <w:name w:val="COT/COC LV4 - ASDEFCON"/>
    <w:basedOn w:val="ASDEFCONNormal"/>
    <w:rsid w:val="00E41C00"/>
    <w:pPr>
      <w:numPr>
        <w:ilvl w:val="3"/>
        <w:numId w:val="22"/>
      </w:numPr>
    </w:pPr>
  </w:style>
  <w:style w:type="paragraph" w:customStyle="1" w:styleId="COTCOCLV5-ASDEFCON">
    <w:name w:val="COT/COC LV5 - ASDEFCON"/>
    <w:basedOn w:val="ASDEFCONNormal"/>
    <w:rsid w:val="00E41C00"/>
    <w:pPr>
      <w:numPr>
        <w:ilvl w:val="4"/>
        <w:numId w:val="22"/>
      </w:numPr>
    </w:pPr>
  </w:style>
  <w:style w:type="paragraph" w:customStyle="1" w:styleId="COTCOCLV6-ASDEFCON">
    <w:name w:val="COT/COC LV6 - ASDEFCON"/>
    <w:basedOn w:val="ASDEFCONNormal"/>
    <w:rsid w:val="00E41C00"/>
    <w:pPr>
      <w:keepLines/>
      <w:numPr>
        <w:ilvl w:val="5"/>
        <w:numId w:val="22"/>
      </w:numPr>
    </w:pPr>
  </w:style>
  <w:style w:type="paragraph" w:customStyle="1" w:styleId="ASDEFCONOption">
    <w:name w:val="ASDEFCON Option"/>
    <w:basedOn w:val="ASDEFCONNormal"/>
    <w:rsid w:val="00E41C00"/>
    <w:pPr>
      <w:keepNext/>
      <w:spacing w:before="60"/>
    </w:pPr>
    <w:rPr>
      <w:b/>
      <w:i/>
      <w:szCs w:val="24"/>
    </w:rPr>
  </w:style>
  <w:style w:type="paragraph" w:customStyle="1" w:styleId="NoteToDrafters-ASDEFCON">
    <w:name w:val="Note To Drafters - ASDEFCON"/>
    <w:basedOn w:val="ASDEFCONNormal"/>
    <w:link w:val="NoteToDrafters-ASDEFCONChar"/>
    <w:rsid w:val="00E41C00"/>
    <w:pPr>
      <w:keepNext/>
      <w:shd w:val="clear" w:color="auto" w:fill="000000"/>
    </w:pPr>
    <w:rPr>
      <w:b/>
      <w:i/>
      <w:color w:val="FFFFFF"/>
    </w:rPr>
  </w:style>
  <w:style w:type="paragraph" w:customStyle="1" w:styleId="NoteToTenderers-ASDEFCON">
    <w:name w:val="Note To Tenderers - ASDEFCON"/>
    <w:basedOn w:val="ASDEFCONNormal"/>
    <w:rsid w:val="00E41C00"/>
    <w:pPr>
      <w:keepNext/>
      <w:shd w:val="pct15" w:color="auto" w:fill="auto"/>
    </w:pPr>
    <w:rPr>
      <w:b/>
      <w:i/>
    </w:rPr>
  </w:style>
  <w:style w:type="paragraph" w:customStyle="1" w:styleId="ASDEFCONTitle">
    <w:name w:val="ASDEFCON Title"/>
    <w:basedOn w:val="Normal"/>
    <w:rsid w:val="00E41C00"/>
    <w:pPr>
      <w:keepLines/>
      <w:spacing w:before="240"/>
      <w:jc w:val="center"/>
    </w:pPr>
    <w:rPr>
      <w:b/>
      <w:caps/>
    </w:rPr>
  </w:style>
  <w:style w:type="paragraph" w:customStyle="1" w:styleId="ATTANNLV1-ASDEFCON">
    <w:name w:val="ATT/ANN LV1 - ASDEFCON"/>
    <w:basedOn w:val="ASDEFCONNormal"/>
    <w:next w:val="ATTANNLV2-ASDEFCON"/>
    <w:rsid w:val="00E41C00"/>
    <w:pPr>
      <w:keepNext/>
      <w:keepLines/>
      <w:numPr>
        <w:numId w:val="23"/>
      </w:numPr>
      <w:spacing w:before="240"/>
    </w:pPr>
    <w:rPr>
      <w:rFonts w:ascii="Arial Bold" w:hAnsi="Arial Bold"/>
      <w:b/>
      <w:caps/>
      <w:szCs w:val="24"/>
    </w:rPr>
  </w:style>
  <w:style w:type="paragraph" w:customStyle="1" w:styleId="ATTANNLV2-ASDEFCON">
    <w:name w:val="ATT/ANN LV2 - ASDEFCON"/>
    <w:basedOn w:val="ASDEFCONNormal"/>
    <w:link w:val="ATTANNLV2-ASDEFCONChar"/>
    <w:rsid w:val="00E41C00"/>
    <w:pPr>
      <w:numPr>
        <w:ilvl w:val="1"/>
        <w:numId w:val="23"/>
      </w:numPr>
    </w:pPr>
    <w:rPr>
      <w:szCs w:val="24"/>
    </w:rPr>
  </w:style>
  <w:style w:type="character" w:customStyle="1" w:styleId="ATTANNLV2-ASDEFCONChar">
    <w:name w:val="ATT/ANN LV2 - ASDEFCON Char"/>
    <w:link w:val="ATTANNLV2-ASDEFCON"/>
    <w:rsid w:val="00E41C00"/>
    <w:rPr>
      <w:rFonts w:ascii="Arial" w:hAnsi="Arial"/>
      <w:color w:val="000000"/>
      <w:szCs w:val="24"/>
    </w:rPr>
  </w:style>
  <w:style w:type="paragraph" w:customStyle="1" w:styleId="ATTANNLV3-ASDEFCON">
    <w:name w:val="ATT/ANN LV3 - ASDEFCON"/>
    <w:basedOn w:val="ASDEFCONNormal"/>
    <w:rsid w:val="00E41C00"/>
    <w:pPr>
      <w:numPr>
        <w:ilvl w:val="2"/>
        <w:numId w:val="23"/>
      </w:numPr>
    </w:pPr>
    <w:rPr>
      <w:szCs w:val="24"/>
    </w:rPr>
  </w:style>
  <w:style w:type="paragraph" w:customStyle="1" w:styleId="ATTANNLV4-ASDEFCON">
    <w:name w:val="ATT/ANN LV4 - ASDEFCON"/>
    <w:basedOn w:val="ASDEFCONNormal"/>
    <w:rsid w:val="00E41C00"/>
    <w:pPr>
      <w:numPr>
        <w:ilvl w:val="3"/>
        <w:numId w:val="23"/>
      </w:numPr>
    </w:pPr>
    <w:rPr>
      <w:szCs w:val="24"/>
    </w:rPr>
  </w:style>
  <w:style w:type="paragraph" w:customStyle="1" w:styleId="ASDEFCONCoverTitle">
    <w:name w:val="ASDEFCON Cover Title"/>
    <w:rsid w:val="00E41C00"/>
    <w:pPr>
      <w:jc w:val="center"/>
    </w:pPr>
    <w:rPr>
      <w:rFonts w:ascii="Georgia" w:hAnsi="Georgia"/>
      <w:b/>
      <w:color w:val="000000"/>
      <w:sz w:val="100"/>
      <w:szCs w:val="24"/>
    </w:rPr>
  </w:style>
  <w:style w:type="paragraph" w:customStyle="1" w:styleId="ASDEFCONHeaderFooterLeft">
    <w:name w:val="ASDEFCON Header/Footer Left"/>
    <w:basedOn w:val="ASDEFCONNormal"/>
    <w:rsid w:val="00E41C00"/>
    <w:pPr>
      <w:spacing w:after="0"/>
      <w:jc w:val="left"/>
    </w:pPr>
    <w:rPr>
      <w:sz w:val="16"/>
      <w:szCs w:val="24"/>
    </w:rPr>
  </w:style>
  <w:style w:type="paragraph" w:customStyle="1" w:styleId="ASDEFCONCoverPageIncorp">
    <w:name w:val="ASDEFCON Cover Page Incorp"/>
    <w:rsid w:val="00E41C00"/>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E41C00"/>
    <w:rPr>
      <w:b/>
      <w:i/>
    </w:rPr>
  </w:style>
  <w:style w:type="paragraph" w:customStyle="1" w:styleId="COTCOCLV2NONUM-ASDEFCON">
    <w:name w:val="COT/COC LV2 NONUM - ASDEFCON"/>
    <w:basedOn w:val="COTCOCLV2-ASDEFCON"/>
    <w:next w:val="COTCOCLV3-ASDEFCON"/>
    <w:rsid w:val="00E41C00"/>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E41C00"/>
    <w:pPr>
      <w:keepNext w:val="0"/>
      <w:numPr>
        <w:numId w:val="0"/>
      </w:numPr>
      <w:ind w:left="851"/>
    </w:pPr>
    <w:rPr>
      <w:bCs/>
      <w:szCs w:val="20"/>
    </w:rPr>
  </w:style>
  <w:style w:type="paragraph" w:customStyle="1" w:styleId="COTCOCLV3NONUM-ASDEFCON">
    <w:name w:val="COT/COC LV3 NONUM - ASDEFCON"/>
    <w:basedOn w:val="COTCOCLV3-ASDEFCON"/>
    <w:next w:val="COTCOCLV3-ASDEFCON"/>
    <w:rsid w:val="00E41C00"/>
    <w:pPr>
      <w:numPr>
        <w:ilvl w:val="0"/>
        <w:numId w:val="0"/>
      </w:numPr>
      <w:ind w:left="851"/>
    </w:pPr>
    <w:rPr>
      <w:szCs w:val="20"/>
    </w:rPr>
  </w:style>
  <w:style w:type="paragraph" w:customStyle="1" w:styleId="COTCOCLV4NONUM-ASDEFCON">
    <w:name w:val="COT/COC LV4 NONUM - ASDEFCON"/>
    <w:basedOn w:val="COTCOCLV4-ASDEFCON"/>
    <w:next w:val="COTCOCLV4-ASDEFCON"/>
    <w:rsid w:val="00E41C00"/>
    <w:pPr>
      <w:numPr>
        <w:ilvl w:val="0"/>
        <w:numId w:val="0"/>
      </w:numPr>
      <w:ind w:left="1418"/>
    </w:pPr>
    <w:rPr>
      <w:szCs w:val="20"/>
    </w:rPr>
  </w:style>
  <w:style w:type="paragraph" w:customStyle="1" w:styleId="COTCOCLV5NONUM-ASDEFCON">
    <w:name w:val="COT/COC LV5 NONUM - ASDEFCON"/>
    <w:basedOn w:val="COTCOCLV5-ASDEFCON"/>
    <w:next w:val="COTCOCLV5-ASDEFCON"/>
    <w:rsid w:val="00E41C00"/>
    <w:pPr>
      <w:numPr>
        <w:ilvl w:val="0"/>
        <w:numId w:val="0"/>
      </w:numPr>
      <w:ind w:left="1985"/>
    </w:pPr>
    <w:rPr>
      <w:szCs w:val="20"/>
    </w:rPr>
  </w:style>
  <w:style w:type="paragraph" w:customStyle="1" w:styleId="COTCOCLV6NONUM-ASDEFCON">
    <w:name w:val="COT/COC LV6 NONUM - ASDEFCON"/>
    <w:basedOn w:val="COTCOCLV6-ASDEFCON"/>
    <w:next w:val="COTCOCLV6-ASDEFCON"/>
    <w:rsid w:val="00E41C00"/>
    <w:pPr>
      <w:numPr>
        <w:ilvl w:val="0"/>
        <w:numId w:val="0"/>
      </w:numPr>
      <w:ind w:left="2552"/>
    </w:pPr>
    <w:rPr>
      <w:szCs w:val="20"/>
    </w:rPr>
  </w:style>
  <w:style w:type="paragraph" w:customStyle="1" w:styleId="ATTANNLV1NONUM-ASDEFCON">
    <w:name w:val="ATT/ANN LV1 NONUM - ASDEFCON"/>
    <w:basedOn w:val="ATTANNLV1-ASDEFCON"/>
    <w:next w:val="ATTANNLV2-ASDEFCON"/>
    <w:rsid w:val="00E41C00"/>
    <w:pPr>
      <w:numPr>
        <w:numId w:val="0"/>
      </w:numPr>
      <w:ind w:left="851"/>
    </w:pPr>
    <w:rPr>
      <w:bCs/>
      <w:szCs w:val="20"/>
    </w:rPr>
  </w:style>
  <w:style w:type="paragraph" w:customStyle="1" w:styleId="ATTANNLV2NONUM-ASDEFCON">
    <w:name w:val="ATT/ANN LV2 NONUM - ASDEFCON"/>
    <w:basedOn w:val="ATTANNLV2-ASDEFCON"/>
    <w:next w:val="ATTANNLV2-ASDEFCON"/>
    <w:rsid w:val="00E41C00"/>
    <w:pPr>
      <w:numPr>
        <w:ilvl w:val="0"/>
        <w:numId w:val="0"/>
      </w:numPr>
      <w:ind w:left="851"/>
    </w:pPr>
    <w:rPr>
      <w:szCs w:val="20"/>
    </w:rPr>
  </w:style>
  <w:style w:type="paragraph" w:customStyle="1" w:styleId="ATTANNLV3NONUM-ASDEFCON">
    <w:name w:val="ATT/ANN LV3 NONUM - ASDEFCON"/>
    <w:basedOn w:val="ATTANNLV3-ASDEFCON"/>
    <w:next w:val="ATTANNLV3-ASDEFCON"/>
    <w:rsid w:val="00E41C00"/>
    <w:pPr>
      <w:numPr>
        <w:ilvl w:val="0"/>
        <w:numId w:val="0"/>
      </w:numPr>
      <w:ind w:left="1418"/>
    </w:pPr>
    <w:rPr>
      <w:szCs w:val="20"/>
    </w:rPr>
  </w:style>
  <w:style w:type="paragraph" w:customStyle="1" w:styleId="ATTANNLV4NONUM-ASDEFCON">
    <w:name w:val="ATT/ANN LV4 NONUM - ASDEFCON"/>
    <w:basedOn w:val="ATTANNLV4-ASDEFCON"/>
    <w:next w:val="ATTANNLV4-ASDEFCON"/>
    <w:rsid w:val="00E41C00"/>
    <w:pPr>
      <w:numPr>
        <w:ilvl w:val="0"/>
        <w:numId w:val="0"/>
      </w:numPr>
      <w:ind w:left="1985"/>
    </w:pPr>
    <w:rPr>
      <w:szCs w:val="20"/>
    </w:rPr>
  </w:style>
  <w:style w:type="paragraph" w:customStyle="1" w:styleId="NoteToDraftersBullets-ASDEFCON">
    <w:name w:val="Note To Drafters Bullets - ASDEFCON"/>
    <w:basedOn w:val="NoteToDrafters-ASDEFCON"/>
    <w:rsid w:val="00E41C00"/>
    <w:pPr>
      <w:numPr>
        <w:numId w:val="24"/>
      </w:numPr>
    </w:pPr>
    <w:rPr>
      <w:bCs/>
      <w:iCs/>
      <w:szCs w:val="20"/>
    </w:rPr>
  </w:style>
  <w:style w:type="paragraph" w:customStyle="1" w:styleId="NoteToDraftersList-ASDEFCON">
    <w:name w:val="Note To Drafters List - ASDEFCON"/>
    <w:basedOn w:val="NoteToDrafters-ASDEFCON"/>
    <w:rsid w:val="00E41C00"/>
    <w:pPr>
      <w:numPr>
        <w:numId w:val="25"/>
      </w:numPr>
    </w:pPr>
    <w:rPr>
      <w:bCs/>
      <w:iCs/>
      <w:szCs w:val="20"/>
    </w:rPr>
  </w:style>
  <w:style w:type="paragraph" w:customStyle="1" w:styleId="NoteToTenderersBullets-ASDEFCON">
    <w:name w:val="Note To Tenderers Bullets - ASDEFCON"/>
    <w:basedOn w:val="NoteToTenderers-ASDEFCON"/>
    <w:rsid w:val="00E41C00"/>
    <w:pPr>
      <w:numPr>
        <w:numId w:val="26"/>
      </w:numPr>
    </w:pPr>
    <w:rPr>
      <w:bCs/>
      <w:iCs/>
      <w:szCs w:val="20"/>
    </w:rPr>
  </w:style>
  <w:style w:type="paragraph" w:customStyle="1" w:styleId="NoteToTenderersList-ASDEFCON">
    <w:name w:val="Note To Tenderers List - ASDEFCON"/>
    <w:basedOn w:val="NoteToTenderers-ASDEFCON"/>
    <w:rsid w:val="00E41C00"/>
    <w:pPr>
      <w:numPr>
        <w:numId w:val="27"/>
      </w:numPr>
    </w:pPr>
    <w:rPr>
      <w:bCs/>
      <w:iCs/>
      <w:szCs w:val="20"/>
    </w:rPr>
  </w:style>
  <w:style w:type="paragraph" w:customStyle="1" w:styleId="SOWHL1-ASDEFCON">
    <w:name w:val="SOW HL1 - ASDEFCON"/>
    <w:basedOn w:val="ASDEFCONNormal"/>
    <w:next w:val="SOWHL2-ASDEFCON"/>
    <w:qFormat/>
    <w:rsid w:val="00E41C00"/>
    <w:pPr>
      <w:keepNext/>
      <w:numPr>
        <w:numId w:val="10"/>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E41C00"/>
    <w:pPr>
      <w:keepNext/>
      <w:numPr>
        <w:ilvl w:val="1"/>
        <w:numId w:val="10"/>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E41C00"/>
    <w:pPr>
      <w:keepNext/>
      <w:numPr>
        <w:ilvl w:val="2"/>
        <w:numId w:val="10"/>
      </w:numPr>
    </w:pPr>
    <w:rPr>
      <w:rFonts w:eastAsia="Calibri"/>
      <w:b/>
      <w:szCs w:val="22"/>
      <w:lang w:eastAsia="en-US"/>
    </w:rPr>
  </w:style>
  <w:style w:type="paragraph" w:customStyle="1" w:styleId="SOWHL4-ASDEFCON">
    <w:name w:val="SOW HL4 - ASDEFCON"/>
    <w:basedOn w:val="ASDEFCONNormal"/>
    <w:qFormat/>
    <w:rsid w:val="00E41C00"/>
    <w:pPr>
      <w:keepNext/>
      <w:numPr>
        <w:ilvl w:val="3"/>
        <w:numId w:val="10"/>
      </w:numPr>
    </w:pPr>
    <w:rPr>
      <w:rFonts w:eastAsia="Calibri"/>
      <w:b/>
      <w:szCs w:val="22"/>
      <w:lang w:eastAsia="en-US"/>
    </w:rPr>
  </w:style>
  <w:style w:type="paragraph" w:customStyle="1" w:styleId="SOWHL5-ASDEFCON">
    <w:name w:val="SOW HL5 - ASDEFCON"/>
    <w:basedOn w:val="ASDEFCONNormal"/>
    <w:qFormat/>
    <w:rsid w:val="00E41C00"/>
    <w:pPr>
      <w:keepNext/>
      <w:numPr>
        <w:ilvl w:val="4"/>
        <w:numId w:val="10"/>
      </w:numPr>
    </w:pPr>
    <w:rPr>
      <w:rFonts w:eastAsia="Calibri"/>
      <w:b/>
      <w:szCs w:val="22"/>
      <w:lang w:eastAsia="en-US"/>
    </w:rPr>
  </w:style>
  <w:style w:type="paragraph" w:customStyle="1" w:styleId="SOWSubL1-ASDEFCON">
    <w:name w:val="SOW SubL1 - ASDEFCON"/>
    <w:basedOn w:val="ASDEFCONNormal"/>
    <w:qFormat/>
    <w:rsid w:val="00E41C00"/>
    <w:pPr>
      <w:numPr>
        <w:ilvl w:val="5"/>
        <w:numId w:val="10"/>
      </w:numPr>
    </w:pPr>
    <w:rPr>
      <w:rFonts w:eastAsia="Calibri"/>
      <w:szCs w:val="22"/>
      <w:lang w:eastAsia="en-US"/>
    </w:rPr>
  </w:style>
  <w:style w:type="paragraph" w:customStyle="1" w:styleId="SOWHL1NONUM-ASDEFCON">
    <w:name w:val="SOW HL1 NONUM - ASDEFCON"/>
    <w:basedOn w:val="SOWHL1-ASDEFCON"/>
    <w:next w:val="SOWHL2-ASDEFCON"/>
    <w:rsid w:val="00E41C00"/>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E41C00"/>
    <w:pPr>
      <w:numPr>
        <w:ilvl w:val="0"/>
        <w:numId w:val="0"/>
      </w:numPr>
      <w:ind w:left="1134"/>
    </w:pPr>
    <w:rPr>
      <w:rFonts w:eastAsia="Times New Roman"/>
      <w:bCs/>
      <w:szCs w:val="20"/>
    </w:rPr>
  </w:style>
  <w:style w:type="paragraph" w:customStyle="1" w:styleId="SOWTL2-ASDEFCON">
    <w:name w:val="SOW TL2 - ASDEFCON"/>
    <w:basedOn w:val="SOWHL2-ASDEFCON"/>
    <w:rsid w:val="00E41C00"/>
    <w:pPr>
      <w:keepNext w:val="0"/>
      <w:pBdr>
        <w:bottom w:val="none" w:sz="0" w:space="0" w:color="auto"/>
      </w:pBdr>
    </w:pPr>
    <w:rPr>
      <w:b w:val="0"/>
    </w:rPr>
  </w:style>
  <w:style w:type="paragraph" w:customStyle="1" w:styleId="SOWTL3NONUM-ASDEFCON">
    <w:name w:val="SOW TL3 NONUM - ASDEFCON"/>
    <w:basedOn w:val="SOWTL3-ASDEFCON"/>
    <w:next w:val="SOWTL3-ASDEFCON"/>
    <w:rsid w:val="00E41C00"/>
    <w:pPr>
      <w:numPr>
        <w:ilvl w:val="0"/>
        <w:numId w:val="0"/>
      </w:numPr>
      <w:ind w:left="1134"/>
    </w:pPr>
    <w:rPr>
      <w:rFonts w:eastAsia="Times New Roman"/>
      <w:bCs/>
      <w:szCs w:val="20"/>
    </w:rPr>
  </w:style>
  <w:style w:type="paragraph" w:customStyle="1" w:styleId="SOWTL3-ASDEFCON">
    <w:name w:val="SOW TL3 - ASDEFCON"/>
    <w:basedOn w:val="SOWHL3-ASDEFCON"/>
    <w:rsid w:val="00E41C00"/>
    <w:pPr>
      <w:keepNext w:val="0"/>
    </w:pPr>
    <w:rPr>
      <w:b w:val="0"/>
    </w:rPr>
  </w:style>
  <w:style w:type="paragraph" w:customStyle="1" w:styleId="SOWTL4NONUM-ASDEFCON">
    <w:name w:val="SOW TL4 NONUM - ASDEFCON"/>
    <w:basedOn w:val="SOWTL4-ASDEFCON"/>
    <w:next w:val="SOWTL4-ASDEFCON"/>
    <w:rsid w:val="00E41C00"/>
    <w:pPr>
      <w:numPr>
        <w:ilvl w:val="0"/>
        <w:numId w:val="0"/>
      </w:numPr>
      <w:ind w:left="1134"/>
    </w:pPr>
    <w:rPr>
      <w:rFonts w:eastAsia="Times New Roman"/>
      <w:bCs/>
      <w:szCs w:val="20"/>
    </w:rPr>
  </w:style>
  <w:style w:type="paragraph" w:customStyle="1" w:styleId="SOWTL4-ASDEFCON">
    <w:name w:val="SOW TL4 - ASDEFCON"/>
    <w:basedOn w:val="SOWHL4-ASDEFCON"/>
    <w:rsid w:val="00E41C00"/>
    <w:pPr>
      <w:keepNext w:val="0"/>
    </w:pPr>
    <w:rPr>
      <w:b w:val="0"/>
    </w:rPr>
  </w:style>
  <w:style w:type="paragraph" w:customStyle="1" w:styleId="SOWTL5NONUM-ASDEFCON">
    <w:name w:val="SOW TL5 NONUM - ASDEFCON"/>
    <w:basedOn w:val="SOWHL5-ASDEFCON"/>
    <w:next w:val="SOWTL5-ASDEFCON"/>
    <w:rsid w:val="00E41C00"/>
    <w:pPr>
      <w:keepNext w:val="0"/>
      <w:numPr>
        <w:ilvl w:val="0"/>
        <w:numId w:val="0"/>
      </w:numPr>
      <w:ind w:left="1134"/>
    </w:pPr>
    <w:rPr>
      <w:b w:val="0"/>
    </w:rPr>
  </w:style>
  <w:style w:type="paragraph" w:customStyle="1" w:styleId="SOWTL5-ASDEFCON">
    <w:name w:val="SOW TL5 - ASDEFCON"/>
    <w:basedOn w:val="SOWHL5-ASDEFCON"/>
    <w:rsid w:val="00E41C00"/>
    <w:pPr>
      <w:keepNext w:val="0"/>
    </w:pPr>
    <w:rPr>
      <w:b w:val="0"/>
    </w:rPr>
  </w:style>
  <w:style w:type="paragraph" w:customStyle="1" w:styleId="SOWSubL2-ASDEFCON">
    <w:name w:val="SOW SubL2 - ASDEFCON"/>
    <w:basedOn w:val="ASDEFCONNormal"/>
    <w:qFormat/>
    <w:rsid w:val="00E41C00"/>
    <w:pPr>
      <w:numPr>
        <w:ilvl w:val="6"/>
        <w:numId w:val="10"/>
      </w:numPr>
    </w:pPr>
    <w:rPr>
      <w:rFonts w:eastAsia="Calibri"/>
      <w:szCs w:val="22"/>
      <w:lang w:eastAsia="en-US"/>
    </w:rPr>
  </w:style>
  <w:style w:type="paragraph" w:customStyle="1" w:styleId="SOWSubL1NONUM-ASDEFCON">
    <w:name w:val="SOW SubL1 NONUM - ASDEFCON"/>
    <w:basedOn w:val="SOWSubL1-ASDEFCON"/>
    <w:next w:val="SOWSubL1-ASDEFCON"/>
    <w:qFormat/>
    <w:rsid w:val="00E41C00"/>
    <w:pPr>
      <w:numPr>
        <w:numId w:val="0"/>
      </w:numPr>
      <w:ind w:left="1701"/>
    </w:pPr>
  </w:style>
  <w:style w:type="paragraph" w:customStyle="1" w:styleId="SOWSubL2NONUM-ASDEFCON">
    <w:name w:val="SOW SubL2 NONUM - ASDEFCON"/>
    <w:basedOn w:val="SOWSubL2-ASDEFCON"/>
    <w:next w:val="SOWSubL2-ASDEFCON"/>
    <w:qFormat/>
    <w:rsid w:val="00E41C00"/>
    <w:pPr>
      <w:numPr>
        <w:ilvl w:val="0"/>
        <w:numId w:val="0"/>
      </w:numPr>
      <w:ind w:left="2268"/>
    </w:pPr>
  </w:style>
  <w:style w:type="paragraph" w:styleId="FootnoteText">
    <w:name w:val="footnote text"/>
    <w:basedOn w:val="Normal"/>
    <w:semiHidden/>
    <w:rsid w:val="00E41C00"/>
    <w:rPr>
      <w:szCs w:val="20"/>
    </w:rPr>
  </w:style>
  <w:style w:type="paragraph" w:customStyle="1" w:styleId="ASDEFCONTextBlock">
    <w:name w:val="ASDEFCON TextBlock"/>
    <w:basedOn w:val="ASDEFCONNormal"/>
    <w:qFormat/>
    <w:rsid w:val="00E41C00"/>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E41C00"/>
    <w:pPr>
      <w:numPr>
        <w:numId w:val="29"/>
      </w:numPr>
      <w:tabs>
        <w:tab w:val="clear" w:pos="397"/>
        <w:tab w:val="left" w:pos="567"/>
        <w:tab w:val="right" w:leader="dot" w:pos="9072"/>
      </w:tabs>
      <w:ind w:left="567" w:hanging="567"/>
    </w:pPr>
  </w:style>
  <w:style w:type="paragraph" w:customStyle="1" w:styleId="ATTANNTitleListTableofContents-ASDEFCON">
    <w:name w:val="ATT/ANN Title List (Table of Contents) - ASDEFCON"/>
    <w:basedOn w:val="ASDEFCONNormal"/>
    <w:link w:val="ATTANNTitleListTableofContents-ASDEFCONChar"/>
    <w:rsid w:val="00E41C00"/>
    <w:pPr>
      <w:keepNext/>
      <w:spacing w:before="240"/>
    </w:pPr>
    <w:rPr>
      <w:rFonts w:ascii="Arial Bold" w:hAnsi="Arial Bold"/>
      <w:b/>
      <w:bCs/>
      <w:caps/>
      <w:szCs w:val="20"/>
    </w:rPr>
  </w:style>
  <w:style w:type="paragraph" w:customStyle="1" w:styleId="Table8ptHeading-ASDEFCON">
    <w:name w:val="Table 8pt Heading - ASDEFCON"/>
    <w:basedOn w:val="ASDEFCONNormal"/>
    <w:rsid w:val="00E41C00"/>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E41C00"/>
    <w:pPr>
      <w:numPr>
        <w:numId w:val="38"/>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E41C00"/>
    <w:pPr>
      <w:numPr>
        <w:numId w:val="39"/>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E41C00"/>
    <w:rPr>
      <w:rFonts w:ascii="Arial" w:eastAsia="Calibri" w:hAnsi="Arial"/>
      <w:color w:val="000000"/>
      <w:szCs w:val="22"/>
      <w:lang w:eastAsia="en-US"/>
    </w:rPr>
  </w:style>
  <w:style w:type="paragraph" w:customStyle="1" w:styleId="Table8ptSub1-ASDEFCON">
    <w:name w:val="Table 8pt Sub1 - ASDEFCON"/>
    <w:basedOn w:val="Table8ptText-ASDEFCON"/>
    <w:rsid w:val="00E41C00"/>
    <w:pPr>
      <w:numPr>
        <w:ilvl w:val="1"/>
      </w:numPr>
    </w:pPr>
  </w:style>
  <w:style w:type="paragraph" w:customStyle="1" w:styleId="Table8ptSub2-ASDEFCON">
    <w:name w:val="Table 8pt Sub2 - ASDEFCON"/>
    <w:basedOn w:val="Table8ptText-ASDEFCON"/>
    <w:rsid w:val="00E41C00"/>
    <w:pPr>
      <w:numPr>
        <w:ilvl w:val="2"/>
      </w:numPr>
    </w:pPr>
  </w:style>
  <w:style w:type="paragraph" w:customStyle="1" w:styleId="Table10ptHeading-ASDEFCON">
    <w:name w:val="Table 10pt Heading - ASDEFCON"/>
    <w:basedOn w:val="ASDEFCONNormal"/>
    <w:rsid w:val="00E41C00"/>
    <w:pPr>
      <w:keepNext/>
      <w:spacing w:before="60" w:after="60"/>
      <w:jc w:val="center"/>
    </w:pPr>
    <w:rPr>
      <w:b/>
    </w:rPr>
  </w:style>
  <w:style w:type="paragraph" w:customStyle="1" w:styleId="Table8ptBP1-ASDEFCON">
    <w:name w:val="Table 8pt BP1 - ASDEFCON"/>
    <w:basedOn w:val="Table8ptText-ASDEFCON"/>
    <w:rsid w:val="00E41C00"/>
    <w:pPr>
      <w:numPr>
        <w:numId w:val="30"/>
      </w:numPr>
      <w:tabs>
        <w:tab w:val="clear" w:pos="284"/>
      </w:tabs>
    </w:pPr>
  </w:style>
  <w:style w:type="paragraph" w:customStyle="1" w:styleId="Table8ptBP2-ASDEFCON">
    <w:name w:val="Table 8pt BP2 - ASDEFCON"/>
    <w:basedOn w:val="Table8ptText-ASDEFCON"/>
    <w:rsid w:val="00E41C00"/>
    <w:pPr>
      <w:numPr>
        <w:ilvl w:val="1"/>
        <w:numId w:val="30"/>
      </w:numPr>
      <w:tabs>
        <w:tab w:val="clear" w:pos="284"/>
      </w:tabs>
    </w:pPr>
    <w:rPr>
      <w:iCs/>
    </w:rPr>
  </w:style>
  <w:style w:type="paragraph" w:customStyle="1" w:styleId="ASDEFCONBulletsLV1">
    <w:name w:val="ASDEFCON Bullets LV1"/>
    <w:basedOn w:val="ASDEFCONNormal"/>
    <w:rsid w:val="00E41C00"/>
    <w:pPr>
      <w:numPr>
        <w:numId w:val="32"/>
      </w:numPr>
    </w:pPr>
    <w:rPr>
      <w:rFonts w:eastAsia="Calibri"/>
      <w:szCs w:val="22"/>
      <w:lang w:eastAsia="en-US"/>
    </w:rPr>
  </w:style>
  <w:style w:type="paragraph" w:customStyle="1" w:styleId="Table10ptSub1-ASDEFCON">
    <w:name w:val="Table 10pt Sub1 - ASDEFCON"/>
    <w:basedOn w:val="Table10ptText-ASDEFCON"/>
    <w:rsid w:val="00E41C00"/>
    <w:pPr>
      <w:numPr>
        <w:ilvl w:val="1"/>
      </w:numPr>
      <w:jc w:val="both"/>
    </w:pPr>
  </w:style>
  <w:style w:type="paragraph" w:customStyle="1" w:styleId="Table10ptSub2-ASDEFCON">
    <w:name w:val="Table 10pt Sub2 - ASDEFCON"/>
    <w:basedOn w:val="Table10ptText-ASDEFCON"/>
    <w:rsid w:val="00E41C00"/>
    <w:pPr>
      <w:numPr>
        <w:ilvl w:val="2"/>
      </w:numPr>
      <w:jc w:val="both"/>
    </w:pPr>
  </w:style>
  <w:style w:type="paragraph" w:customStyle="1" w:styleId="ASDEFCONBulletsLV2">
    <w:name w:val="ASDEFCON Bullets LV2"/>
    <w:basedOn w:val="ASDEFCONNormal"/>
    <w:rsid w:val="00E41C00"/>
    <w:pPr>
      <w:numPr>
        <w:numId w:val="3"/>
      </w:numPr>
    </w:pPr>
  </w:style>
  <w:style w:type="paragraph" w:customStyle="1" w:styleId="Table10ptBP1-ASDEFCON">
    <w:name w:val="Table 10pt BP1 - ASDEFCON"/>
    <w:basedOn w:val="ASDEFCONNormal"/>
    <w:rsid w:val="00E41C00"/>
    <w:pPr>
      <w:numPr>
        <w:numId w:val="36"/>
      </w:numPr>
      <w:spacing w:before="60" w:after="60"/>
    </w:pPr>
  </w:style>
  <w:style w:type="paragraph" w:customStyle="1" w:styleId="Table10ptBP2-ASDEFCON">
    <w:name w:val="Table 10pt BP2 - ASDEFCON"/>
    <w:basedOn w:val="ASDEFCONNormal"/>
    <w:link w:val="Table10ptBP2-ASDEFCONCharChar"/>
    <w:rsid w:val="00E41C00"/>
    <w:pPr>
      <w:numPr>
        <w:ilvl w:val="1"/>
        <w:numId w:val="36"/>
      </w:numPr>
      <w:spacing w:before="60" w:after="60"/>
    </w:pPr>
  </w:style>
  <w:style w:type="character" w:customStyle="1" w:styleId="Table10ptBP2-ASDEFCONCharChar">
    <w:name w:val="Table 10pt BP2 - ASDEFCON Char Char"/>
    <w:link w:val="Table10ptBP2-ASDEFCON"/>
    <w:rsid w:val="00E41C00"/>
    <w:rPr>
      <w:rFonts w:ascii="Arial" w:hAnsi="Arial"/>
      <w:color w:val="000000"/>
      <w:szCs w:val="40"/>
    </w:rPr>
  </w:style>
  <w:style w:type="paragraph" w:customStyle="1" w:styleId="GuideMarginHead-ASDEFCON">
    <w:name w:val="Guide Margin Head - ASDEFCON"/>
    <w:basedOn w:val="ASDEFCONNormal"/>
    <w:rsid w:val="00E41C00"/>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E41C00"/>
    <w:pPr>
      <w:ind w:left="1680"/>
    </w:pPr>
    <w:rPr>
      <w:lang w:eastAsia="en-US"/>
    </w:rPr>
  </w:style>
  <w:style w:type="paragraph" w:customStyle="1" w:styleId="GuideSublistLv1-ASDEFCON">
    <w:name w:val="Guide Sublist Lv1 - ASDEFCON"/>
    <w:basedOn w:val="ASDEFCONNormal"/>
    <w:qFormat/>
    <w:rsid w:val="00E41C00"/>
    <w:pPr>
      <w:numPr>
        <w:numId w:val="40"/>
      </w:numPr>
    </w:pPr>
    <w:rPr>
      <w:rFonts w:eastAsia="Calibri"/>
      <w:szCs w:val="22"/>
      <w:lang w:eastAsia="en-US"/>
    </w:rPr>
  </w:style>
  <w:style w:type="paragraph" w:customStyle="1" w:styleId="GuideBullets-ASDEFCON">
    <w:name w:val="Guide Bullets - ASDEFCON"/>
    <w:basedOn w:val="ASDEFCONNormal"/>
    <w:rsid w:val="00E41C00"/>
    <w:pPr>
      <w:numPr>
        <w:ilvl w:val="6"/>
        <w:numId w:val="31"/>
      </w:numPr>
      <w:tabs>
        <w:tab w:val="clear" w:pos="3402"/>
        <w:tab w:val="num" w:pos="2268"/>
      </w:tabs>
      <w:ind w:left="2268"/>
    </w:pPr>
    <w:rPr>
      <w:rFonts w:eastAsia="Calibri"/>
      <w:szCs w:val="22"/>
      <w:lang w:eastAsia="en-US"/>
    </w:rPr>
  </w:style>
  <w:style w:type="paragraph" w:customStyle="1" w:styleId="GuideLV2Head-ASDEFCON">
    <w:name w:val="Guide LV2 Head - ASDEFCON"/>
    <w:basedOn w:val="ASDEFCONNormal"/>
    <w:next w:val="GuideText-ASDEFCON"/>
    <w:rsid w:val="00E41C00"/>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E41C00"/>
    <w:pPr>
      <w:keepNext/>
      <w:spacing w:before="240"/>
    </w:pPr>
    <w:rPr>
      <w:rFonts w:eastAsia="Calibri"/>
      <w:b/>
      <w:caps/>
      <w:szCs w:val="20"/>
      <w:lang w:eastAsia="en-US"/>
    </w:rPr>
  </w:style>
  <w:style w:type="paragraph" w:customStyle="1" w:styleId="ASDEFCONSublist">
    <w:name w:val="ASDEFCON Sublist"/>
    <w:basedOn w:val="ASDEFCONNormal"/>
    <w:rsid w:val="00E41C00"/>
    <w:pPr>
      <w:numPr>
        <w:numId w:val="41"/>
      </w:numPr>
    </w:pPr>
    <w:rPr>
      <w:iCs/>
    </w:rPr>
  </w:style>
  <w:style w:type="paragraph" w:customStyle="1" w:styleId="ASDEFCONRecitals">
    <w:name w:val="ASDEFCON Recitals"/>
    <w:basedOn w:val="ASDEFCONNormal"/>
    <w:link w:val="ASDEFCONRecitalsCharChar"/>
    <w:rsid w:val="00E41C00"/>
    <w:pPr>
      <w:numPr>
        <w:numId w:val="33"/>
      </w:numPr>
    </w:pPr>
  </w:style>
  <w:style w:type="character" w:customStyle="1" w:styleId="ASDEFCONRecitalsCharChar">
    <w:name w:val="ASDEFCON Recitals Char Char"/>
    <w:link w:val="ASDEFCONRecitals"/>
    <w:rsid w:val="00E41C00"/>
    <w:rPr>
      <w:rFonts w:ascii="Arial" w:hAnsi="Arial"/>
      <w:color w:val="000000"/>
      <w:szCs w:val="40"/>
    </w:rPr>
  </w:style>
  <w:style w:type="paragraph" w:customStyle="1" w:styleId="NoteList-ASDEFCON">
    <w:name w:val="Note List - ASDEFCON"/>
    <w:basedOn w:val="ASDEFCONNormal"/>
    <w:rsid w:val="00E41C00"/>
    <w:pPr>
      <w:numPr>
        <w:numId w:val="34"/>
      </w:numPr>
    </w:pPr>
    <w:rPr>
      <w:b/>
      <w:bCs/>
      <w:i/>
    </w:rPr>
  </w:style>
  <w:style w:type="paragraph" w:customStyle="1" w:styleId="NoteBullets-ASDEFCON">
    <w:name w:val="Note Bullets - ASDEFCON"/>
    <w:basedOn w:val="ASDEFCONNormal"/>
    <w:rsid w:val="00E41C00"/>
    <w:pPr>
      <w:numPr>
        <w:numId w:val="35"/>
      </w:numPr>
    </w:pPr>
    <w:rPr>
      <w:b/>
      <w:i/>
    </w:rPr>
  </w:style>
  <w:style w:type="paragraph" w:styleId="Caption">
    <w:name w:val="caption"/>
    <w:basedOn w:val="Normal"/>
    <w:next w:val="Normal"/>
    <w:qFormat/>
    <w:rsid w:val="00E41C00"/>
    <w:rPr>
      <w:b/>
      <w:bCs/>
      <w:szCs w:val="20"/>
    </w:rPr>
  </w:style>
  <w:style w:type="paragraph" w:customStyle="1" w:styleId="ASDEFCONOperativePartListLV1">
    <w:name w:val="ASDEFCON Operative Part List LV1"/>
    <w:basedOn w:val="ASDEFCONNormal"/>
    <w:link w:val="ASDEFCONOperativePartListLV1Char"/>
    <w:rsid w:val="00E41C00"/>
    <w:pPr>
      <w:numPr>
        <w:numId w:val="37"/>
      </w:numPr>
    </w:pPr>
    <w:rPr>
      <w:iCs/>
    </w:rPr>
  </w:style>
  <w:style w:type="paragraph" w:customStyle="1" w:styleId="ASDEFCONOperativePartListLV2">
    <w:name w:val="ASDEFCON Operative Part List LV2"/>
    <w:basedOn w:val="ASDEFCONOperativePartListLV1"/>
    <w:rsid w:val="00E41C00"/>
    <w:pPr>
      <w:numPr>
        <w:ilvl w:val="1"/>
      </w:numPr>
    </w:pPr>
  </w:style>
  <w:style w:type="paragraph" w:customStyle="1" w:styleId="ASDEFCONOptionSpace">
    <w:name w:val="ASDEFCON Option Space"/>
    <w:basedOn w:val="ASDEFCONNormal"/>
    <w:rsid w:val="00E41C00"/>
    <w:pPr>
      <w:spacing w:after="0"/>
    </w:pPr>
    <w:rPr>
      <w:bCs/>
      <w:color w:val="FFFFFF"/>
      <w:sz w:val="8"/>
    </w:rPr>
  </w:style>
  <w:style w:type="paragraph" w:customStyle="1" w:styleId="ATTANNReferencetoCOC">
    <w:name w:val="ATT/ANN Reference to COC"/>
    <w:basedOn w:val="ASDEFCONNormal"/>
    <w:rsid w:val="00E41C00"/>
    <w:pPr>
      <w:keepNext/>
      <w:jc w:val="right"/>
    </w:pPr>
    <w:rPr>
      <w:i/>
      <w:iCs/>
      <w:szCs w:val="20"/>
    </w:rPr>
  </w:style>
  <w:style w:type="paragraph" w:customStyle="1" w:styleId="ASDEFCONHeaderFooterCenter">
    <w:name w:val="ASDEFCON Header/Footer Center"/>
    <w:basedOn w:val="ASDEFCONHeaderFooterLeft"/>
    <w:rsid w:val="00E41C00"/>
    <w:pPr>
      <w:jc w:val="center"/>
    </w:pPr>
    <w:rPr>
      <w:szCs w:val="20"/>
    </w:rPr>
  </w:style>
  <w:style w:type="paragraph" w:customStyle="1" w:styleId="ASDEFCONHeaderFooterRight">
    <w:name w:val="ASDEFCON Header/Footer Right"/>
    <w:basedOn w:val="ASDEFCONHeaderFooterLeft"/>
    <w:rsid w:val="00E41C00"/>
    <w:pPr>
      <w:jc w:val="right"/>
    </w:pPr>
    <w:rPr>
      <w:szCs w:val="20"/>
    </w:rPr>
  </w:style>
  <w:style w:type="paragraph" w:customStyle="1" w:styleId="ASDEFCONHeaderFooterClassification">
    <w:name w:val="ASDEFCON Header/Footer Classification"/>
    <w:basedOn w:val="ASDEFCONHeaderFooterLeft"/>
    <w:rsid w:val="00E41C00"/>
    <w:pPr>
      <w:jc w:val="center"/>
    </w:pPr>
    <w:rPr>
      <w:rFonts w:ascii="Arial Bold" w:hAnsi="Arial Bold"/>
      <w:b/>
      <w:bCs/>
      <w:caps/>
      <w:sz w:val="20"/>
    </w:rPr>
  </w:style>
  <w:style w:type="paragraph" w:customStyle="1" w:styleId="GuideLV3Head-ASDEFCON">
    <w:name w:val="Guide LV3 Head - ASDEFCON"/>
    <w:basedOn w:val="ASDEFCONNormal"/>
    <w:rsid w:val="00E41C00"/>
    <w:pPr>
      <w:keepNext/>
    </w:pPr>
    <w:rPr>
      <w:rFonts w:eastAsia="Calibri"/>
      <w:b/>
      <w:szCs w:val="22"/>
      <w:lang w:eastAsia="en-US"/>
    </w:rPr>
  </w:style>
  <w:style w:type="paragraph" w:customStyle="1" w:styleId="GuideSublistLv2-ASDEFCON">
    <w:name w:val="Guide Sublist Lv2 - ASDEFCON"/>
    <w:basedOn w:val="ASDEFCONNormal"/>
    <w:rsid w:val="00E41C00"/>
    <w:pPr>
      <w:numPr>
        <w:ilvl w:val="1"/>
        <w:numId w:val="40"/>
      </w:numPr>
    </w:pPr>
  </w:style>
  <w:style w:type="character" w:customStyle="1" w:styleId="ASDEFCONOperativePartListLV1Char">
    <w:name w:val="ASDEFCON Operative Part List LV1 Char"/>
    <w:link w:val="ASDEFCONOperativePartListLV1"/>
    <w:rsid w:val="0016024A"/>
    <w:rPr>
      <w:rFonts w:ascii="Arial" w:hAnsi="Arial"/>
      <w:iCs/>
      <w:color w:val="000000"/>
      <w:szCs w:val="40"/>
    </w:rPr>
  </w:style>
  <w:style w:type="character" w:customStyle="1" w:styleId="NoteToDrafters-ASDEFCONChar">
    <w:name w:val="Note To Drafters - ASDEFCON Char"/>
    <w:link w:val="NoteToDrafters-ASDEFCON"/>
    <w:rsid w:val="001252A2"/>
    <w:rPr>
      <w:rFonts w:ascii="Arial" w:hAnsi="Arial"/>
      <w:b/>
      <w:i/>
      <w:color w:val="FFFFFF"/>
      <w:szCs w:val="40"/>
      <w:shd w:val="clear" w:color="auto" w:fill="000000"/>
    </w:rPr>
  </w:style>
  <w:style w:type="character" w:customStyle="1" w:styleId="ATTANNTitleListTableofContents-ASDEFCONChar">
    <w:name w:val="ATT/ANN Title List (Table of Contents) - ASDEFCON Char"/>
    <w:link w:val="ATTANNTitleListTableofContents-ASDEFCON"/>
    <w:rsid w:val="003534CC"/>
    <w:rPr>
      <w:rFonts w:ascii="Arial Bold" w:hAnsi="Arial Bold"/>
      <w:b/>
      <w:bCs/>
      <w:caps/>
      <w:color w:val="000000"/>
    </w:rPr>
  </w:style>
  <w:style w:type="paragraph" w:customStyle="1" w:styleId="Default">
    <w:name w:val="Default"/>
    <w:rsid w:val="00B75AB6"/>
    <w:pPr>
      <w:autoSpaceDE w:val="0"/>
      <w:autoSpaceDN w:val="0"/>
      <w:adjustRightInd w:val="0"/>
    </w:pPr>
    <w:rPr>
      <w:rFonts w:ascii="Arial" w:hAnsi="Arial" w:cs="Arial"/>
      <w:color w:val="000000"/>
      <w:sz w:val="24"/>
      <w:szCs w:val="24"/>
    </w:rPr>
  </w:style>
  <w:style w:type="character" w:customStyle="1" w:styleId="Heading2Char">
    <w:name w:val="Heading 2 Char"/>
    <w:aliases w:val="Para2 Char,Head hdbk Char,Top 2 Char,H2 Char,h2 main heading Char,B Sub/Bold Char,B Sub/Bold1 Char,B Sub/Bold2 Char,B Sub/Bold11 Char,h2 main heading1 Char,h2 main heading2 Char,B Sub/Bold3 Char,B Sub/Bold12 Char,h2 main heading3 Char"/>
    <w:link w:val="Heading2"/>
    <w:rsid w:val="00E41C00"/>
    <w:rPr>
      <w:rFonts w:ascii="Cambria" w:hAnsi="Cambria"/>
      <w:b/>
      <w:bCs/>
      <w:color w:val="4F81BD"/>
      <w:sz w:val="26"/>
      <w:szCs w:val="26"/>
    </w:rPr>
  </w:style>
  <w:style w:type="paragraph" w:customStyle="1" w:styleId="ASDEFCONList">
    <w:name w:val="ASDEFCON List"/>
    <w:basedOn w:val="ASDEFCONNormal"/>
    <w:qFormat/>
    <w:rsid w:val="00E41C00"/>
    <w:pPr>
      <w:numPr>
        <w:numId w:val="49"/>
      </w:numPr>
    </w:pPr>
  </w:style>
  <w:style w:type="paragraph" w:styleId="Revision">
    <w:name w:val="Revision"/>
    <w:hidden/>
    <w:uiPriority w:val="99"/>
    <w:semiHidden/>
    <w:rsid w:val="00DC3EFB"/>
    <w:rPr>
      <w:rFonts w:ascii="Arial" w:hAnsi="Arial"/>
      <w:szCs w:val="24"/>
    </w:rPr>
  </w:style>
  <w:style w:type="paragraph" w:customStyle="1" w:styleId="CoverPageTemplateTitle">
    <w:name w:val="Cover Page Template Title"/>
    <w:basedOn w:val="ASDEFCONCoverTitle"/>
    <w:link w:val="CoverPageTemplateTitleChar"/>
    <w:qFormat/>
    <w:rsid w:val="00277270"/>
  </w:style>
  <w:style w:type="character" w:customStyle="1" w:styleId="CoverPageTemplateTitleChar">
    <w:name w:val="Cover Page Template Title Char"/>
    <w:link w:val="CoverPageTemplateTitle"/>
    <w:rsid w:val="00277270"/>
    <w:rPr>
      <w:rFonts w:ascii="Georgia" w:hAnsi="Georgia"/>
      <w:b/>
      <w:color w:val="000000"/>
      <w:sz w:val="100"/>
      <w:szCs w:val="24"/>
    </w:rPr>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
    <w:link w:val="Heading1"/>
    <w:rsid w:val="00277270"/>
    <w:rPr>
      <w:rFonts w:ascii="Arial" w:hAnsi="Arial" w:cs="Arial"/>
      <w:b/>
      <w:bCs/>
      <w:kern w:val="32"/>
      <w:sz w:val="32"/>
      <w:szCs w:val="32"/>
    </w:rPr>
  </w:style>
  <w:style w:type="character" w:styleId="Emphasis">
    <w:name w:val="Emphasis"/>
    <w:qFormat/>
    <w:rsid w:val="00277270"/>
    <w:rPr>
      <w:i/>
      <w:iCs/>
    </w:rPr>
  </w:style>
  <w:style w:type="paragraph" w:styleId="TOCHeading">
    <w:name w:val="TOC Heading"/>
    <w:basedOn w:val="Heading1"/>
    <w:next w:val="Normal"/>
    <w:uiPriority w:val="39"/>
    <w:semiHidden/>
    <w:unhideWhenUsed/>
    <w:qFormat/>
    <w:rsid w:val="00277270"/>
    <w:pPr>
      <w:numPr>
        <w:numId w:val="0"/>
      </w:numPr>
      <w:outlineLvl w:val="9"/>
    </w:pPr>
    <w:rPr>
      <w:rFonts w:ascii="Cambria" w:hAnsi="Cambria"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8569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inance.gov.au/government/procurement/commonwealth-procurement-rules" TargetMode="External"/><Relationship Id="rId13" Type="http://schemas.openxmlformats.org/officeDocument/2006/relationships/hyperlink" Target="https://www.ombudsman.gov.au/Our-responsibilities/making-a-disclosure" TargetMode="External"/><Relationship Id="rId18" Type="http://schemas.openxmlformats.org/officeDocument/2006/relationships/hyperlink" Target="https://www.niaa.gov.au/resource-centre/indigenous-affairs/indigenous-procurement-policy-model-clauses" TargetMode="External"/><Relationship Id="rId26" Type="http://schemas.openxmlformats.org/officeDocument/2006/relationships/hyperlink" Target="https://www1.defence.gov.au/business-industry/procurement/policies-guidelines-templates/cost-principles" TargetMode="External"/><Relationship Id="rId3" Type="http://schemas.openxmlformats.org/officeDocument/2006/relationships/styles" Target="styles.xml"/><Relationship Id="rId21" Type="http://schemas.openxmlformats.org/officeDocument/2006/relationships/hyperlink" Target="mailto:ExportControls@defence.gov.au" TargetMode="External"/><Relationship Id="rId7" Type="http://schemas.openxmlformats.org/officeDocument/2006/relationships/endnotes" Target="endnotes.xml"/><Relationship Id="rId12" Type="http://schemas.openxmlformats.org/officeDocument/2006/relationships/hyperlink" Target="mailto:supplier.rating.system@defence.gov.au" TargetMode="External"/><Relationship Id="rId17" Type="http://schemas.openxmlformats.org/officeDocument/2006/relationships/hyperlink" Target="http://drnet/casg/commercial/UndertakingProcurementinDefence/Pages/IPP-Minimum-Requirements.aspx" TargetMode="External"/><Relationship Id="rId25" Type="http://schemas.openxmlformats.org/officeDocument/2006/relationships/hyperlink" Target="https://www.tenders.gov.au/"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drnet/casg/commercial/UndertakingProcurementinDefence/Pages/IPP-Minimum-Requirements.aspx" TargetMode="External"/><Relationship Id="rId20" Type="http://schemas.openxmlformats.org/officeDocument/2006/relationships/hyperlink" Target="https://treasury.gov.au/policy-topics/economy/black-economy/procurement-connected-policy" TargetMode="External"/><Relationship Id="rId29" Type="http://schemas.openxmlformats.org/officeDocument/2006/relationships/hyperlink" Target="mailto:supplier.rating.system@defence.gov.a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1.defence.gov.au/business-industry/procurement/contracting-templates/asdefcon-suite" TargetMode="External"/><Relationship Id="rId24" Type="http://schemas.openxmlformats.org/officeDocument/2006/relationships/hyperlink" Target="mailto:tenders@finance.gov.au"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wgea.gov.au/what-we-do/compliance-reporting/wgea-procurement-principles" TargetMode="External"/><Relationship Id="rId23" Type="http://schemas.openxmlformats.org/officeDocument/2006/relationships/hyperlink" Target="https://www.tenders.gov.au/infolinks/termsofuse" TargetMode="External"/><Relationship Id="rId28" Type="http://schemas.openxmlformats.org/officeDocument/2006/relationships/footer" Target="footer2.xml"/><Relationship Id="rId10" Type="http://schemas.openxmlformats.org/officeDocument/2006/relationships/footer" Target="footer1.xml"/><Relationship Id="rId19" Type="http://schemas.openxmlformats.org/officeDocument/2006/relationships/hyperlink" Target="mailto:procurement.complaints@defence.gov.au" TargetMode="External"/><Relationship Id="rId31"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1.defence.gov.au/business-industry/industry-programs/performance-exchange-scorecard" TargetMode="External"/><Relationship Id="rId22" Type="http://schemas.openxmlformats.org/officeDocument/2006/relationships/hyperlink" Target="https://www1.defence.gov.au/business-industry/export/controls" TargetMode="External"/><Relationship Id="rId27" Type="http://schemas.openxmlformats.org/officeDocument/2006/relationships/header" Target="header2.xml"/><Relationship Id="rId30"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en.bradley1\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3CB7FF-6E8E-43B6-8B33-B9D6856098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Template>
  <TotalTime>1488</TotalTime>
  <Pages>24</Pages>
  <Words>9210</Words>
  <Characters>54863</Characters>
  <Application>Microsoft Office Word</Application>
  <DocSecurity>0</DocSecurity>
  <Lines>457</Lines>
  <Paragraphs>127</Paragraphs>
  <ScaleCrop>false</ScaleCrop>
  <HeadingPairs>
    <vt:vector size="2" baseType="variant">
      <vt:variant>
        <vt:lpstr>Title</vt:lpstr>
      </vt:variant>
      <vt:variant>
        <vt:i4>1</vt:i4>
      </vt:variant>
    </vt:vector>
  </HeadingPairs>
  <TitlesOfParts>
    <vt:vector size="1" baseType="lpstr">
      <vt:lpstr>ASDEFCON Linkages Module (Strategic)</vt:lpstr>
    </vt:vector>
  </TitlesOfParts>
  <Company>Defence</Company>
  <LinksUpToDate>false</LinksUpToDate>
  <CharactersWithSpaces>63946</CharactersWithSpaces>
  <SharedDoc>false</SharedDoc>
  <HLinks>
    <vt:vector size="66" baseType="variant">
      <vt:variant>
        <vt:i4>7471203</vt:i4>
      </vt:variant>
      <vt:variant>
        <vt:i4>306</vt:i4>
      </vt:variant>
      <vt:variant>
        <vt:i4>0</vt:i4>
      </vt:variant>
      <vt:variant>
        <vt:i4>5</vt:i4>
      </vt:variant>
      <vt:variant>
        <vt:lpwstr>http://www.defence.gov.au/casg/DoingBusiness/ProcurementDefence/ContractingWithDefence/PoliciesGuidelinesTemplates/ProcurementGuidance/costprinciples.aspx</vt:lpwstr>
      </vt:variant>
      <vt:variant>
        <vt:lpwstr/>
      </vt:variant>
      <vt:variant>
        <vt:i4>2162748</vt:i4>
      </vt:variant>
      <vt:variant>
        <vt:i4>246</vt:i4>
      </vt:variant>
      <vt:variant>
        <vt:i4>0</vt:i4>
      </vt:variant>
      <vt:variant>
        <vt:i4>5</vt:i4>
      </vt:variant>
      <vt:variant>
        <vt:lpwstr>https://www.tenders.gov.au/</vt:lpwstr>
      </vt:variant>
      <vt:variant>
        <vt:lpwstr/>
      </vt:variant>
      <vt:variant>
        <vt:i4>1900669</vt:i4>
      </vt:variant>
      <vt:variant>
        <vt:i4>243</vt:i4>
      </vt:variant>
      <vt:variant>
        <vt:i4>0</vt:i4>
      </vt:variant>
      <vt:variant>
        <vt:i4>5</vt:i4>
      </vt:variant>
      <vt:variant>
        <vt:lpwstr>mailto:tenders@finance.gov.au</vt:lpwstr>
      </vt:variant>
      <vt:variant>
        <vt:lpwstr/>
      </vt:variant>
      <vt:variant>
        <vt:i4>2162720</vt:i4>
      </vt:variant>
      <vt:variant>
        <vt:i4>240</vt:i4>
      </vt:variant>
      <vt:variant>
        <vt:i4>0</vt:i4>
      </vt:variant>
      <vt:variant>
        <vt:i4>5</vt:i4>
      </vt:variant>
      <vt:variant>
        <vt:lpwstr>https://www.tenders.gov.au/?event=public.termsOfUse</vt:lpwstr>
      </vt:variant>
      <vt:variant>
        <vt:lpwstr/>
      </vt:variant>
      <vt:variant>
        <vt:i4>1638493</vt:i4>
      </vt:variant>
      <vt:variant>
        <vt:i4>231</vt:i4>
      </vt:variant>
      <vt:variant>
        <vt:i4>0</vt:i4>
      </vt:variant>
      <vt:variant>
        <vt:i4>5</vt:i4>
      </vt:variant>
      <vt:variant>
        <vt:lpwstr>http://www.defence.gov.au/ExportControls/</vt:lpwstr>
      </vt:variant>
      <vt:variant>
        <vt:lpwstr/>
      </vt:variant>
      <vt:variant>
        <vt:i4>6029369</vt:i4>
      </vt:variant>
      <vt:variant>
        <vt:i4>228</vt:i4>
      </vt:variant>
      <vt:variant>
        <vt:i4>0</vt:i4>
      </vt:variant>
      <vt:variant>
        <vt:i4>5</vt:i4>
      </vt:variant>
      <vt:variant>
        <vt:lpwstr>mailto:deco@defence.gov.au</vt:lpwstr>
      </vt:variant>
      <vt:variant>
        <vt:lpwstr/>
      </vt:variant>
      <vt:variant>
        <vt:i4>7077931</vt:i4>
      </vt:variant>
      <vt:variant>
        <vt:i4>225</vt:i4>
      </vt:variant>
      <vt:variant>
        <vt:i4>0</vt:i4>
      </vt:variant>
      <vt:variant>
        <vt:i4>5</vt:i4>
      </vt:variant>
      <vt:variant>
        <vt:lpwstr>https://www.wgea.gov.au/about-wgea/workplace-gender-equality-procurement-principles</vt:lpwstr>
      </vt:variant>
      <vt:variant>
        <vt:lpwstr/>
      </vt:variant>
      <vt:variant>
        <vt:i4>5963804</vt:i4>
      </vt:variant>
      <vt:variant>
        <vt:i4>216</vt:i4>
      </vt:variant>
      <vt:variant>
        <vt:i4>0</vt:i4>
      </vt:variant>
      <vt:variant>
        <vt:i4>5</vt:i4>
      </vt:variant>
      <vt:variant>
        <vt:lpwstr>http://www.defence.gov.au/casg/DoingBusiness/Industry/Industryprograms/PerformanceExchangeScorecard/default.aspx</vt:lpwstr>
      </vt:variant>
      <vt:variant>
        <vt:lpwstr/>
      </vt:variant>
      <vt:variant>
        <vt:i4>5374018</vt:i4>
      </vt:variant>
      <vt:variant>
        <vt:i4>213</vt:i4>
      </vt:variant>
      <vt:variant>
        <vt:i4>0</vt:i4>
      </vt:variant>
      <vt:variant>
        <vt:i4>5</vt:i4>
      </vt:variant>
      <vt:variant>
        <vt:lpwstr>http://www.ombudsman.gov.au/about/making-a-disclosure</vt:lpwstr>
      </vt:variant>
      <vt:variant>
        <vt:lpwstr/>
      </vt:variant>
      <vt:variant>
        <vt:i4>655363</vt:i4>
      </vt:variant>
      <vt:variant>
        <vt:i4>210</vt:i4>
      </vt:variant>
      <vt:variant>
        <vt:i4>0</vt:i4>
      </vt:variant>
      <vt:variant>
        <vt:i4>5</vt:i4>
      </vt:variant>
      <vt:variant>
        <vt:lpwstr>http://www.defence.gov.au/casg/DoingBusiness/ProcurementDefence/ContractingWithDefence/PoliciesGuidelinesTemplates/ContractingTemplates/asdefcon.aspx</vt:lpwstr>
      </vt:variant>
      <vt:variant>
        <vt:lpwstr/>
      </vt:variant>
      <vt:variant>
        <vt:i4>2228263</vt:i4>
      </vt:variant>
      <vt:variant>
        <vt:i4>6</vt:i4>
      </vt:variant>
      <vt:variant>
        <vt:i4>0</vt:i4>
      </vt:variant>
      <vt:variant>
        <vt:i4>5</vt:i4>
      </vt:variant>
      <vt:variant>
        <vt:lpwstr>http://www.finance.gov.au/procurement/procurement-policy-and-guidance/commonwealth-procurement-rules/index.html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ASDEFCON Linkages Module (Strategic)</dc:title>
  <dc:subject>Conditions of Tender</dc:subject>
  <dc:creator/>
  <cp:lastModifiedBy>Bradley, Ben MR 2</cp:lastModifiedBy>
  <cp:revision>56</cp:revision>
  <cp:lastPrinted>2016-09-14T00:12:00Z</cp:lastPrinted>
  <dcterms:created xsi:type="dcterms:W3CDTF">2018-10-18T05:40:00Z</dcterms:created>
  <dcterms:modified xsi:type="dcterms:W3CDTF">2021-08-30T23:22:00Z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2.0</vt:lpwstr>
  </property>
  <property fmtid="{D5CDD505-2E9C-101B-9397-08002B2CF9AE}" pid="3" name="Objective-Id">
    <vt:lpwstr>BM29278237</vt:lpwstr>
  </property>
  <property fmtid="{D5CDD505-2E9C-101B-9397-08002B2CF9AE}" pid="4" name="Objective-Title">
    <vt:lpwstr>001_ALM (Strategic) CoT</vt:lpwstr>
  </property>
  <property fmtid="{D5CDD505-2E9C-101B-9397-08002B2CF9AE}" pid="5" name="Objective-Comment">
    <vt:lpwstr/>
  </property>
  <property fmtid="{D5CDD505-2E9C-101B-9397-08002B2CF9AE}" pid="6" name="Objective-CreationStamp">
    <vt:filetime>2021-07-08T06:37:17Z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2021-08-30T23:19:05Z</vt:filetime>
  </property>
  <property fmtid="{D5CDD505-2E9C-101B-9397-08002B2CF9AE}" pid="11" name="Objective-Owner">
    <vt:lpwstr>Bradley, Ben MR 1</vt:lpwstr>
  </property>
  <property fmtid="{D5CDD505-2E9C-101B-9397-08002B2CF9AE}" pid="12" name="Objective-Path">
    <vt:lpwstr>Objective Global Folder - PROD:Defence Business Units:Capability Acquisition and Sustainment Group:Group Business Management:Commercial Division:MPB : Materiel Procurement Branch:Commercial Policy Practice (CPP):03 ASDEFCON &amp; Contracting Initiatives (ACI)</vt:lpwstr>
  </property>
  <property fmtid="{D5CDD505-2E9C-101B-9397-08002B2CF9AE}" pid="13" name="Objective-Parent">
    <vt:lpwstr>03 Final Masters</vt:lpwstr>
  </property>
  <property fmtid="{D5CDD505-2E9C-101B-9397-08002B2CF9AE}" pid="14" name="Objective-State">
    <vt:lpwstr>Being Edited</vt:lpwstr>
  </property>
  <property fmtid="{D5CDD505-2E9C-101B-9397-08002B2CF9AE}" pid="15" name="Objective-Version">
    <vt:lpwstr>2.2</vt:lpwstr>
  </property>
  <property fmtid="{D5CDD505-2E9C-101B-9397-08002B2CF9AE}" pid="16" name="Objective-VersionNumber">
    <vt:i4>5</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Linkages Module (Strategic)</vt:lpwstr>
  </property>
  <property fmtid="{D5CDD505-2E9C-101B-9397-08002B2CF9AE}" pid="24" name="Header_Right">
    <vt:lpwstr>PART 1</vt:lpwstr>
  </property>
  <property fmtid="{D5CDD505-2E9C-101B-9397-08002B2CF9AE}" pid="25" name="Footer_Left">
    <vt:lpwstr>Conditions of Tender</vt:lpwstr>
  </property>
</Properties>
</file>